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80438D"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637503" w:rsidP="008E1F8F">
            <w:pPr>
              <w:spacing w:line="226" w:lineRule="exact"/>
              <w:rPr>
                <w:rFonts w:eastAsia="Calibri"/>
                <w:sz w:val="17"/>
                <w:szCs w:val="17"/>
                <w:lang w:eastAsia="en-US"/>
              </w:rPr>
            </w:pPr>
            <w:r>
              <w:rPr>
                <w:rFonts w:eastAsia="Calibri"/>
                <w:sz w:val="17"/>
                <w:szCs w:val="17"/>
                <w:lang w:eastAsia="en-US"/>
              </w:rPr>
              <w:t>Schuler-Platz 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Simon Scherrenbacher</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rsidR="004C4B30" w:rsidRPr="00946BE7" w:rsidRDefault="004C4B30" w:rsidP="008E1F8F">
            <w:pPr>
              <w:spacing w:line="226" w:lineRule="exact"/>
              <w:rPr>
                <w:rFonts w:eastAsia="Calibri"/>
                <w:sz w:val="17"/>
                <w:szCs w:val="17"/>
                <w:lang w:val="en-US" w:eastAsia="en-US"/>
              </w:rPr>
            </w:pPr>
            <w:proofErr w:type="spellStart"/>
            <w:r w:rsidRPr="00946BE7">
              <w:rPr>
                <w:rFonts w:eastAsia="Calibri"/>
                <w:sz w:val="17"/>
                <w:szCs w:val="17"/>
                <w:lang w:val="en-US" w:eastAsia="en-US"/>
              </w:rPr>
              <w:t>Telefon</w:t>
            </w:r>
            <w:proofErr w:type="spellEnd"/>
            <w:r w:rsidRPr="00946BE7">
              <w:rPr>
                <w:rFonts w:eastAsia="Calibri"/>
                <w:sz w:val="17"/>
                <w:szCs w:val="17"/>
                <w:lang w:val="en-US" w:eastAsia="en-US"/>
              </w:rPr>
              <w:t xml:space="preserve"> +49 7161 66-</w:t>
            </w:r>
            <w:r w:rsidR="00A1783E" w:rsidRPr="00946BE7">
              <w:rPr>
                <w:rFonts w:eastAsia="Calibri"/>
                <w:sz w:val="17"/>
                <w:szCs w:val="17"/>
                <w:lang w:val="en-US" w:eastAsia="en-US"/>
              </w:rPr>
              <w:t>7789</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7161 66-907</w:t>
            </w:r>
          </w:p>
          <w:p w:rsidR="004C4B30" w:rsidRPr="00946BE7" w:rsidRDefault="00D052ED" w:rsidP="008E1F8F">
            <w:pPr>
              <w:spacing w:line="226" w:lineRule="exact"/>
              <w:rPr>
                <w:rFonts w:eastAsia="Calibri"/>
                <w:sz w:val="17"/>
                <w:szCs w:val="17"/>
                <w:lang w:val="en-US" w:eastAsia="en-US"/>
              </w:rPr>
            </w:pPr>
            <w:hyperlink r:id="rId11" w:history="1">
              <w:r w:rsidR="00A1783E" w:rsidRPr="00946BE7">
                <w:rPr>
                  <w:rStyle w:val="Hyperlink"/>
                  <w:rFonts w:eastAsia="Calibri"/>
                  <w:sz w:val="17"/>
                  <w:szCs w:val="17"/>
                  <w:lang w:val="en-US" w:eastAsia="en-US"/>
                </w:rPr>
                <w:t>Simon Scherrenbacher</w:t>
              </w:r>
              <w:r w:rsidR="005F6D99" w:rsidRPr="00946BE7">
                <w:rPr>
                  <w:rStyle w:val="Hyperlink"/>
                  <w:rFonts w:eastAsia="Calibri"/>
                  <w:sz w:val="17"/>
                  <w:szCs w:val="17"/>
                  <w:lang w:val="en-US" w:eastAsia="en-US"/>
                </w:rPr>
                <w:t>@</w:t>
              </w:r>
              <w:r w:rsidR="005F6D99" w:rsidRPr="00946BE7">
                <w:rPr>
                  <w:rStyle w:val="Hyperlink"/>
                  <w:rFonts w:eastAsia="Calibri"/>
                  <w:sz w:val="17"/>
                  <w:szCs w:val="17"/>
                  <w:lang w:val="en-US" w:eastAsia="en-US"/>
                </w:rPr>
                <w:br/>
                <w:t>schulergroup.com</w:t>
              </w:r>
            </w:hyperlink>
          </w:p>
          <w:p w:rsidR="004C4B30" w:rsidRPr="005F46D4" w:rsidRDefault="00D052ED" w:rsidP="008E1F8F">
            <w:pPr>
              <w:spacing w:line="226" w:lineRule="exact"/>
              <w:rPr>
                <w:rFonts w:eastAsia="Calibri"/>
                <w:sz w:val="17"/>
                <w:szCs w:val="17"/>
                <w:lang w:val="en-US" w:eastAsia="en-US"/>
              </w:rPr>
            </w:pPr>
            <w:hyperlink r:id="rId12" w:history="1">
              <w:r w:rsidR="004C4B30" w:rsidRPr="005F46D4">
                <w:rPr>
                  <w:rStyle w:val="Hyperlink"/>
                  <w:rFonts w:eastAsia="Calibri"/>
                  <w:sz w:val="17"/>
                  <w:szCs w:val="17"/>
                  <w:lang w:val="en-US" w:eastAsia="en-US"/>
                </w:rPr>
                <w:t>www.schulergroup.com/pr</w:t>
              </w:r>
            </w:hyperlink>
          </w:p>
        </w:tc>
      </w:tr>
    </w:tbl>
    <w:p w:rsidR="007E1606" w:rsidRPr="005F46D4" w:rsidRDefault="007E1606" w:rsidP="007E132D">
      <w:pPr>
        <w:rPr>
          <w:lang w:val="en-US"/>
        </w:rPr>
      </w:pPr>
    </w:p>
    <w:p w:rsidR="00476D9C" w:rsidRPr="005F46D4" w:rsidRDefault="00476D9C" w:rsidP="007E132D">
      <w:pPr>
        <w:rPr>
          <w:lang w:val="en-US"/>
        </w:rPr>
      </w:pPr>
    </w:p>
    <w:p w:rsidR="00476D9C" w:rsidRPr="005F46D4" w:rsidRDefault="00476D9C" w:rsidP="007E132D">
      <w:pPr>
        <w:rPr>
          <w:lang w:val="en-US"/>
        </w:rPr>
      </w:pPr>
    </w:p>
    <w:p w:rsidR="00476D9C" w:rsidRPr="005F46D4" w:rsidRDefault="00476D9C" w:rsidP="007E132D">
      <w:pPr>
        <w:rPr>
          <w:lang w:val="en-US"/>
        </w:rPr>
      </w:pPr>
    </w:p>
    <w:p w:rsidR="00AD4A25" w:rsidRDefault="008E4D86" w:rsidP="00470C6D">
      <w:pPr>
        <w:pStyle w:val="berschrift1"/>
        <w:ind w:left="0" w:firstLine="0"/>
      </w:pPr>
      <w:r>
        <w:t>Smart Press Shop Live</w:t>
      </w:r>
    </w:p>
    <w:p w:rsidR="00684FEA" w:rsidRPr="00470C6D" w:rsidRDefault="00716483" w:rsidP="00D87CF3">
      <w:pPr>
        <w:pStyle w:val="berschrift2"/>
      </w:pPr>
      <w:r>
        <w:t>Auf der</w:t>
      </w:r>
      <w:r w:rsidR="00D96870">
        <w:t xml:space="preserve"> Fachmesse</w:t>
      </w:r>
      <w:r>
        <w:t xml:space="preserve"> </w:t>
      </w:r>
      <w:proofErr w:type="spellStart"/>
      <w:r>
        <w:t>EuroBLECH</w:t>
      </w:r>
      <w:proofErr w:type="spellEnd"/>
      <w:r>
        <w:t xml:space="preserve"> </w:t>
      </w:r>
      <w:r w:rsidR="008E4D86">
        <w:t>demonstriert</w:t>
      </w:r>
      <w:r>
        <w:t xml:space="preserve"> Schuler </w:t>
      </w:r>
      <w:r w:rsidR="001B1BB9">
        <w:t xml:space="preserve">Lösungen zur </w:t>
      </w:r>
      <w:r w:rsidR="00031A70">
        <w:t xml:space="preserve">Digitalisierung und Vernetzung </w:t>
      </w:r>
      <w:r w:rsidR="008E4D86">
        <w:t xml:space="preserve">anhand der </w:t>
      </w:r>
      <w:r w:rsidR="001B1BB9">
        <w:t xml:space="preserve">neuen </w:t>
      </w:r>
      <w:proofErr w:type="spellStart"/>
      <w:r w:rsidR="008E4D86">
        <w:t>Servopresse</w:t>
      </w:r>
      <w:proofErr w:type="spellEnd"/>
      <w:r w:rsidR="008E4D86">
        <w:t xml:space="preserve"> MSP 400</w:t>
      </w:r>
    </w:p>
    <w:p w:rsidR="00AD4A25" w:rsidRPr="00AD4A25" w:rsidRDefault="00AD4A25" w:rsidP="00AD4A25"/>
    <w:p w:rsidR="00AB266E" w:rsidRPr="00AB266E" w:rsidRDefault="0084110B" w:rsidP="00AB266E">
      <w:r>
        <w:rPr>
          <w:i/>
        </w:rPr>
        <w:t xml:space="preserve">Göppingen, </w:t>
      </w:r>
      <w:r w:rsidR="00767171">
        <w:rPr>
          <w:i/>
        </w:rPr>
        <w:t>13</w:t>
      </w:r>
      <w:r w:rsidR="001A0A52">
        <w:rPr>
          <w:i/>
        </w:rPr>
        <w:t>.</w:t>
      </w:r>
      <w:r>
        <w:rPr>
          <w:i/>
        </w:rPr>
        <w:t>0</w:t>
      </w:r>
      <w:r w:rsidR="00D25719">
        <w:rPr>
          <w:i/>
        </w:rPr>
        <w:t>6</w:t>
      </w:r>
      <w:r w:rsidR="005833D5" w:rsidRPr="005833D5">
        <w:rPr>
          <w:i/>
        </w:rPr>
        <w:t>.201</w:t>
      </w:r>
      <w:r w:rsidR="005B2FC9">
        <w:rPr>
          <w:i/>
        </w:rPr>
        <w:t>8</w:t>
      </w:r>
      <w:r w:rsidR="005833D5" w:rsidRPr="005833D5">
        <w:rPr>
          <w:i/>
        </w:rPr>
        <w:t xml:space="preserve"> </w:t>
      </w:r>
      <w:r w:rsidR="000F2F77">
        <w:t>–</w:t>
      </w:r>
      <w:r w:rsidR="00D272FB">
        <w:t xml:space="preserve"> </w:t>
      </w:r>
      <w:r w:rsidR="00515110">
        <w:t>Auf der</w:t>
      </w:r>
      <w:r w:rsidR="00472C03">
        <w:t xml:space="preserve"> </w:t>
      </w:r>
      <w:r w:rsidR="000167B7">
        <w:t>vergangenen</w:t>
      </w:r>
      <w:r w:rsidR="00472C03">
        <w:t xml:space="preserve"> </w:t>
      </w:r>
      <w:proofErr w:type="spellStart"/>
      <w:r w:rsidR="00515110">
        <w:t>EuroBLECH</w:t>
      </w:r>
      <w:proofErr w:type="spellEnd"/>
      <w:r w:rsidR="00515110">
        <w:t xml:space="preserve"> in Hannover </w:t>
      </w:r>
      <w:r w:rsidR="003E6C8F">
        <w:t>stellte</w:t>
      </w:r>
      <w:r w:rsidR="00515110">
        <w:t xml:space="preserve"> Schuler 2016</w:t>
      </w:r>
      <w:r w:rsidR="006F260F">
        <w:t xml:space="preserve"> </w:t>
      </w:r>
      <w:r w:rsidR="00A74754">
        <w:t>erstmals seine Vision eines digital vernetzten, intelligenten Presswerks</w:t>
      </w:r>
      <w:r w:rsidR="003E6C8F">
        <w:t xml:space="preserve"> vor</w:t>
      </w:r>
      <w:r w:rsidR="00851DE0">
        <w:t>: den Smart Press Shop</w:t>
      </w:r>
      <w:r w:rsidR="00122A51">
        <w:t xml:space="preserve">. Welchen konkreten Nutzen </w:t>
      </w:r>
      <w:r w:rsidR="004C3CBC">
        <w:t>Lösungen</w:t>
      </w:r>
      <w:r w:rsidR="00A74754">
        <w:t xml:space="preserve"> </w:t>
      </w:r>
      <w:r w:rsidR="00DE04D2">
        <w:t xml:space="preserve">für die Umformtechnik im </w:t>
      </w:r>
      <w:r w:rsidR="002B472E" w:rsidRPr="00265C58">
        <w:t xml:space="preserve">Zeitalter der Industrie 4.0 </w:t>
      </w:r>
      <w:r w:rsidR="00BD7CD7" w:rsidRPr="00265C58">
        <w:t>(</w:t>
      </w:r>
      <w:r w:rsidR="002B472E" w:rsidRPr="00265C58">
        <w:t xml:space="preserve">„Industrial Internet </w:t>
      </w:r>
      <w:proofErr w:type="spellStart"/>
      <w:r w:rsidR="002B472E" w:rsidRPr="00265C58">
        <w:t>of</w:t>
      </w:r>
      <w:proofErr w:type="spellEnd"/>
      <w:r w:rsidR="002B472E" w:rsidRPr="00265C58">
        <w:t xml:space="preserve"> Things“</w:t>
      </w:r>
      <w:r w:rsidR="00BD7CD7" w:rsidRPr="00265C58">
        <w:t xml:space="preserve">, </w:t>
      </w:r>
      <w:proofErr w:type="spellStart"/>
      <w:r w:rsidR="002B472E" w:rsidRPr="00265C58">
        <w:t>IIoT</w:t>
      </w:r>
      <w:proofErr w:type="spellEnd"/>
      <w:r w:rsidR="002B472E" w:rsidRPr="00265C58">
        <w:t xml:space="preserve">) </w:t>
      </w:r>
      <w:r w:rsidR="00122A51" w:rsidRPr="00265C58">
        <w:t xml:space="preserve">haben, </w:t>
      </w:r>
      <w:r w:rsidR="00790FDE" w:rsidRPr="00265C58">
        <w:t>ist nun</w:t>
      </w:r>
      <w:r w:rsidR="00777154" w:rsidRPr="00265C58">
        <w:t xml:space="preserve"> unter dem Motto „</w:t>
      </w:r>
      <w:proofErr w:type="spellStart"/>
      <w:r w:rsidR="00777154" w:rsidRPr="00265C58">
        <w:t>Discover</w:t>
      </w:r>
      <w:proofErr w:type="spellEnd"/>
      <w:r w:rsidR="00777154" w:rsidRPr="00265C58">
        <w:t xml:space="preserve"> </w:t>
      </w:r>
      <w:proofErr w:type="spellStart"/>
      <w:r w:rsidR="00777154" w:rsidRPr="00265C58">
        <w:t>the</w:t>
      </w:r>
      <w:proofErr w:type="spellEnd"/>
      <w:r w:rsidR="00777154" w:rsidRPr="00265C58">
        <w:t xml:space="preserve"> Digital Today“</w:t>
      </w:r>
      <w:r w:rsidR="00790FDE" w:rsidRPr="00265C58">
        <w:t xml:space="preserve"> bei der nächsten Ausgabe der Leitmesse für Blechbearbeitung auf dem</w:t>
      </w:r>
      <w:r w:rsidR="00A60FFA" w:rsidRPr="00265C58">
        <w:t xml:space="preserve"> Schuler-St</w:t>
      </w:r>
      <w:r w:rsidR="00790FDE" w:rsidRPr="00265C58">
        <w:t xml:space="preserve">and zu </w:t>
      </w:r>
      <w:r w:rsidR="00EA4AAF" w:rsidRPr="00265C58">
        <w:t>sehen</w:t>
      </w:r>
      <w:r w:rsidR="00266BEF" w:rsidRPr="00265C58">
        <w:t xml:space="preserve"> (</w:t>
      </w:r>
      <w:r w:rsidR="00266BEF" w:rsidRPr="00265C58">
        <w:rPr>
          <w:color w:val="000000"/>
        </w:rPr>
        <w:t>F82 in Halle 27)</w:t>
      </w:r>
      <w:r w:rsidR="006018A4" w:rsidRPr="00265C58">
        <w:t xml:space="preserve">. </w:t>
      </w:r>
      <w:r w:rsidR="00EA4AAF" w:rsidRPr="00265C58">
        <w:t>Anhand des zentralen</w:t>
      </w:r>
      <w:r w:rsidR="00A42B82" w:rsidRPr="00265C58">
        <w:t xml:space="preserve"> Exponat</w:t>
      </w:r>
      <w:r w:rsidR="00920426" w:rsidRPr="00265C58">
        <w:t xml:space="preserve">s </w:t>
      </w:r>
      <w:r w:rsidR="00220F66" w:rsidRPr="00265C58">
        <w:t xml:space="preserve">aus echtem Stahl und Eisen </w:t>
      </w:r>
      <w:r w:rsidR="00920426" w:rsidRPr="00265C58">
        <w:t xml:space="preserve">– </w:t>
      </w:r>
      <w:r w:rsidR="00EA4AAF" w:rsidRPr="00265C58">
        <w:t>der</w:t>
      </w:r>
      <w:r w:rsidR="00EA4AAF">
        <w:t xml:space="preserve"> </w:t>
      </w:r>
      <w:r w:rsidR="00B10C27">
        <w:t>neue</w:t>
      </w:r>
      <w:r w:rsidR="003527B8">
        <w:t>n</w:t>
      </w:r>
      <w:r w:rsidR="00B10C27">
        <w:t xml:space="preserve"> </w:t>
      </w:r>
      <w:proofErr w:type="spellStart"/>
      <w:r w:rsidR="009A52F3">
        <w:t>Servopresse</w:t>
      </w:r>
      <w:proofErr w:type="spellEnd"/>
      <w:r w:rsidR="009A52F3">
        <w:t xml:space="preserve"> MSP 400</w:t>
      </w:r>
      <w:r w:rsidR="00295289">
        <w:t xml:space="preserve"> </w:t>
      </w:r>
      <w:r w:rsidR="00920426">
        <w:t xml:space="preserve">– </w:t>
      </w:r>
      <w:r w:rsidR="00EA4AAF">
        <w:t xml:space="preserve">können die Besucher </w:t>
      </w:r>
      <w:r w:rsidR="00DE08FA">
        <w:t xml:space="preserve">intelligente </w:t>
      </w:r>
      <w:r w:rsidR="00220F66">
        <w:t xml:space="preserve">Software </w:t>
      </w:r>
      <w:r w:rsidR="00335233">
        <w:t xml:space="preserve">wie etwa </w:t>
      </w:r>
      <w:r w:rsidR="00220F66">
        <w:t xml:space="preserve">den </w:t>
      </w:r>
      <w:r w:rsidR="00335233">
        <w:t>„Smart Assist“</w:t>
      </w:r>
      <w:r w:rsidR="00EA4AAF">
        <w:t xml:space="preserve"> </w:t>
      </w:r>
      <w:r w:rsidR="00687C9E">
        <w:t>und den „</w:t>
      </w:r>
      <w:proofErr w:type="spellStart"/>
      <w:r w:rsidR="00687C9E">
        <w:t>Optimizer</w:t>
      </w:r>
      <w:proofErr w:type="spellEnd"/>
      <w:r w:rsidR="00687C9E">
        <w:t xml:space="preserve">“ </w:t>
      </w:r>
      <w:r w:rsidR="00EA4AAF">
        <w:t>erleben</w:t>
      </w:r>
      <w:r w:rsidR="00DE08FA">
        <w:t>.</w:t>
      </w:r>
    </w:p>
    <w:p w:rsidR="00AB266E" w:rsidRDefault="00AB266E" w:rsidP="00D25719"/>
    <w:p w:rsidR="00D25719" w:rsidRDefault="00482BCA" w:rsidP="00D25719">
      <w:r>
        <w:t xml:space="preserve">„Die digitale Transformation des Presswerks ist bereits in vollem Gange“, erklärt Domenico </w:t>
      </w:r>
      <w:proofErr w:type="spellStart"/>
      <w:r>
        <w:t>Iacovelli</w:t>
      </w:r>
      <w:proofErr w:type="spellEnd"/>
      <w:r>
        <w:t>, seit April 2018</w:t>
      </w:r>
      <w:r w:rsidR="008402D1">
        <w:t xml:space="preserve"> Schuler-Vorstandsvorsitzender: „</w:t>
      </w:r>
      <w:r w:rsidR="00AC63FB">
        <w:t xml:space="preserve">Auf der </w:t>
      </w:r>
      <w:proofErr w:type="spellStart"/>
      <w:r w:rsidR="00AC63FB">
        <w:t>EuroBLECH</w:t>
      </w:r>
      <w:proofErr w:type="spellEnd"/>
      <w:r w:rsidR="00CD6E94">
        <w:t xml:space="preserve"> </w:t>
      </w:r>
      <w:r w:rsidR="00613106">
        <w:t>demonstrieren</w:t>
      </w:r>
      <w:r w:rsidR="008402D1">
        <w:t xml:space="preserve"> wir</w:t>
      </w:r>
      <w:r w:rsidR="00CD6E94">
        <w:t>, dass</w:t>
      </w:r>
      <w:r w:rsidR="00E71D28">
        <w:t xml:space="preserve"> </w:t>
      </w:r>
      <w:r w:rsidR="00007ABC">
        <w:t>nicht nur die großen Automobilhersteller, sondern auch m</w:t>
      </w:r>
      <w:r w:rsidR="001C7D1E">
        <w:t xml:space="preserve">ittelständische </w:t>
      </w:r>
      <w:r w:rsidR="00007ABC">
        <w:t>Zulieferer</w:t>
      </w:r>
      <w:r w:rsidR="00E71D28">
        <w:t xml:space="preserve"> </w:t>
      </w:r>
      <w:r w:rsidR="00E204EC">
        <w:t xml:space="preserve">mit dem </w:t>
      </w:r>
      <w:r w:rsidR="00F0017C">
        <w:t>Smart Press Shop</w:t>
      </w:r>
      <w:r w:rsidR="00E71D28">
        <w:t xml:space="preserve"> </w:t>
      </w:r>
      <w:r w:rsidR="008402D1">
        <w:t xml:space="preserve">effizienter produzieren und weniger Ausschuss generieren. </w:t>
      </w:r>
      <w:r w:rsidR="00007ABC">
        <w:t>So</w:t>
      </w:r>
      <w:r w:rsidR="00726D5B">
        <w:t xml:space="preserve"> gewinnen sie</w:t>
      </w:r>
      <w:r w:rsidR="00B23838">
        <w:t xml:space="preserve"> </w:t>
      </w:r>
      <w:r w:rsidR="006B67D6">
        <w:t>mit uns</w:t>
      </w:r>
      <w:r w:rsidR="00726D5B">
        <w:t xml:space="preserve"> </w:t>
      </w:r>
      <w:r w:rsidR="00933496">
        <w:t>den nötigen</w:t>
      </w:r>
      <w:r w:rsidR="00A753B4">
        <w:t xml:space="preserve"> </w:t>
      </w:r>
      <w:r w:rsidR="00E47DB8">
        <w:t>Wettbewerbsv</w:t>
      </w:r>
      <w:r w:rsidR="008F174C">
        <w:t>orsprung</w:t>
      </w:r>
      <w:r w:rsidR="00E47DB8">
        <w:t xml:space="preserve"> </w:t>
      </w:r>
      <w:r w:rsidR="00E77AA5">
        <w:t>– getreu d</w:t>
      </w:r>
      <w:r w:rsidR="00726D5B">
        <w:t>es</w:t>
      </w:r>
      <w:r w:rsidR="00E77AA5">
        <w:t xml:space="preserve"> diesjährigen</w:t>
      </w:r>
      <w:r w:rsidR="00726D5B">
        <w:t xml:space="preserve"> Messe-Mottos ‚</w:t>
      </w:r>
      <w:proofErr w:type="spellStart"/>
      <w:r w:rsidR="00E34D3A">
        <w:t>Ready</w:t>
      </w:r>
      <w:proofErr w:type="spellEnd"/>
      <w:r w:rsidR="00E34D3A">
        <w:t xml:space="preserve"> </w:t>
      </w:r>
      <w:proofErr w:type="spellStart"/>
      <w:r w:rsidR="00E34D3A">
        <w:t>to</w:t>
      </w:r>
      <w:proofErr w:type="spellEnd"/>
      <w:r w:rsidR="00E34D3A">
        <w:t xml:space="preserve"> </w:t>
      </w:r>
      <w:proofErr w:type="spellStart"/>
      <w:r w:rsidR="00E34D3A">
        <w:t>Win</w:t>
      </w:r>
      <w:proofErr w:type="spellEnd"/>
      <w:r w:rsidR="00E34D3A">
        <w:t xml:space="preserve"> </w:t>
      </w:r>
      <w:proofErr w:type="spellStart"/>
      <w:r w:rsidR="00E34D3A">
        <w:t>Together</w:t>
      </w:r>
      <w:proofErr w:type="spellEnd"/>
      <w:r w:rsidR="00726D5B">
        <w:t>‘.“</w:t>
      </w:r>
    </w:p>
    <w:p w:rsidR="00CA2D8F" w:rsidRDefault="00CA2D8F" w:rsidP="00D25719"/>
    <w:p w:rsidR="005D556A" w:rsidRDefault="008D2F2A" w:rsidP="005D556A">
      <w:r>
        <w:lastRenderedPageBreak/>
        <w:t xml:space="preserve">Schuler </w:t>
      </w:r>
      <w:r w:rsidR="00E96513">
        <w:t xml:space="preserve">zeigt </w:t>
      </w:r>
      <w:r>
        <w:t xml:space="preserve">auf </w:t>
      </w:r>
      <w:proofErr w:type="gramStart"/>
      <w:r>
        <w:t>der</w:t>
      </w:r>
      <w:proofErr w:type="gramEnd"/>
      <w:r>
        <w:t xml:space="preserve"> </w:t>
      </w:r>
      <w:proofErr w:type="spellStart"/>
      <w:r>
        <w:t>EuroBLECH</w:t>
      </w:r>
      <w:proofErr w:type="spellEnd"/>
      <w:r>
        <w:t xml:space="preserve"> auch die jüngsten Innovationen bei </w:t>
      </w:r>
      <w:proofErr w:type="spellStart"/>
      <w:r>
        <w:t>Servopressenlinien</w:t>
      </w:r>
      <w:proofErr w:type="spellEnd"/>
      <w:r>
        <w:t xml:space="preserve"> und hydraulischen Pressen sowie neue Entwicklungen bei der Automatisierungs- und Transfertechnik.</w:t>
      </w:r>
      <w:r w:rsidR="00DC0790">
        <w:t xml:space="preserve"> </w:t>
      </w:r>
      <w:r w:rsidR="00B82760">
        <w:t>W</w:t>
      </w:r>
      <w:r w:rsidR="00A32365">
        <w:t>erkzeug-Spezialist</w:t>
      </w:r>
      <w:r w:rsidR="00CA2F64">
        <w:t xml:space="preserve"> </w:t>
      </w:r>
      <w:r w:rsidR="00DC0790">
        <w:t xml:space="preserve"> </w:t>
      </w:r>
      <w:r w:rsidR="00647056">
        <w:t>AWEBA</w:t>
      </w:r>
      <w:r w:rsidR="00CA2F64">
        <w:t xml:space="preserve"> präsentiert in direkter Nachbarschaft auf </w:t>
      </w:r>
      <w:r w:rsidR="00DC0790">
        <w:t xml:space="preserve">Stand E82 </w:t>
      </w:r>
      <w:r w:rsidR="00B82760">
        <w:t>sein breites</w:t>
      </w:r>
      <w:r w:rsidR="00B82760" w:rsidRPr="00B82760">
        <w:t xml:space="preserve"> Produktspektrum </w:t>
      </w:r>
      <w:r w:rsidR="00A32365">
        <w:t>und</w:t>
      </w:r>
      <w:r w:rsidR="001239F3">
        <w:t xml:space="preserve"> tiefes</w:t>
      </w:r>
      <w:r w:rsidR="00A32365">
        <w:t xml:space="preserve"> Engineering-Know-how zum </w:t>
      </w:r>
      <w:r w:rsidR="00A32365" w:rsidRPr="005461EE">
        <w:t>Thema Umformen, Schneiden, Feinschneiden und Innenhochdruck-Umformung</w:t>
      </w:r>
      <w:r w:rsidR="00B82760" w:rsidRPr="005461EE">
        <w:t>.</w:t>
      </w:r>
      <w:r w:rsidR="005D556A" w:rsidRPr="005461EE">
        <w:t xml:space="preserve"> Zusammen mit </w:t>
      </w:r>
      <w:r w:rsidR="00427968" w:rsidRPr="005461EE">
        <w:t xml:space="preserve">der </w:t>
      </w:r>
      <w:r w:rsidR="00957A52" w:rsidRPr="005461EE">
        <w:t>Unternehmenst</w:t>
      </w:r>
      <w:r w:rsidR="00427968" w:rsidRPr="005461EE">
        <w:t xml:space="preserve">ochter </w:t>
      </w:r>
      <w:r w:rsidR="00B13A9A">
        <w:t>AWEBA</w:t>
      </w:r>
      <w:r w:rsidR="005D556A" w:rsidRPr="005461EE">
        <w:t xml:space="preserve"> ist Schuler der weltweit </w:t>
      </w:r>
      <w:r w:rsidR="009706A8" w:rsidRPr="005461EE">
        <w:t xml:space="preserve">einzige </w:t>
      </w:r>
      <w:r w:rsidR="00565D7E" w:rsidRPr="005461EE">
        <w:t>A</w:t>
      </w:r>
      <w:r w:rsidR="005461EE" w:rsidRPr="005461EE">
        <w:t xml:space="preserve">nbieter, der </w:t>
      </w:r>
      <w:r w:rsidR="00DD2A97" w:rsidRPr="005461EE">
        <w:t xml:space="preserve">sowohl </w:t>
      </w:r>
      <w:r w:rsidR="005D556A" w:rsidRPr="005461EE">
        <w:t>Pressen</w:t>
      </w:r>
      <w:r w:rsidR="00DD2A97" w:rsidRPr="005461EE">
        <w:t xml:space="preserve"> und</w:t>
      </w:r>
      <w:r w:rsidR="005D556A" w:rsidRPr="005461EE">
        <w:t xml:space="preserve"> Automation </w:t>
      </w:r>
      <w:r w:rsidR="00DD2A97" w:rsidRPr="005461EE">
        <w:t xml:space="preserve">als auch </w:t>
      </w:r>
      <w:r w:rsidR="005461EE" w:rsidRPr="005461EE">
        <w:t>Werkzeuge</w:t>
      </w:r>
      <w:r w:rsidR="005D556A" w:rsidRPr="005461EE">
        <w:t xml:space="preserve"> </w:t>
      </w:r>
      <w:r w:rsidR="003E1938" w:rsidRPr="005461EE">
        <w:t xml:space="preserve">zur Herstellung von </w:t>
      </w:r>
      <w:r w:rsidR="005461EE" w:rsidRPr="005461EE">
        <w:t>Elektro-</w:t>
      </w:r>
      <w:r w:rsidR="00491447" w:rsidRPr="005461EE">
        <w:t xml:space="preserve">Motoren </w:t>
      </w:r>
      <w:r w:rsidR="005461EE" w:rsidRPr="005461EE">
        <w:t>im Programm hat. Die Elektro-Mobilität bildet</w:t>
      </w:r>
      <w:r w:rsidR="005D556A" w:rsidRPr="005461EE">
        <w:t xml:space="preserve"> </w:t>
      </w:r>
      <w:r w:rsidR="005461EE" w:rsidRPr="005461EE">
        <w:t>einen weiteren</w:t>
      </w:r>
      <w:r w:rsidR="005D556A" w:rsidRPr="005461EE">
        <w:t xml:space="preserve"> Schwerpunkt des Messe-Auftritts.</w:t>
      </w:r>
    </w:p>
    <w:p w:rsidR="005D556A" w:rsidRDefault="005D556A" w:rsidP="005D556A"/>
    <w:p w:rsidR="00BD7CD7" w:rsidRDefault="009B6CF0" w:rsidP="009B6CF0">
      <w:pPr>
        <w:pStyle w:val="berschrift2"/>
      </w:pPr>
      <w:r>
        <w:t>Erhöhung der Gesamtanlagen-Effektivität</w:t>
      </w:r>
    </w:p>
    <w:p w:rsidR="007542D5" w:rsidRDefault="007731FD" w:rsidP="007542D5">
      <w:r>
        <w:t>Seine Kompetenz zur umfassenden Vernetzung von Produktionswerken hat Schuler</w:t>
      </w:r>
      <w:r w:rsidR="00524987">
        <w:t xml:space="preserve"> </w:t>
      </w:r>
      <w:r>
        <w:t xml:space="preserve">auch </w:t>
      </w:r>
      <w:r w:rsidR="00C53036">
        <w:t>m</w:t>
      </w:r>
      <w:r w:rsidR="00CA2D8F">
        <w:t>it Anlagen zur Herstellung von Großrohren</w:t>
      </w:r>
      <w:r w:rsidR="00647056">
        <w:t xml:space="preserve"> („Pipe ID 4.0“)</w:t>
      </w:r>
      <w:r w:rsidR="00CA2D8F">
        <w:t xml:space="preserve"> oder Eisenbahnrädern bereits unter Beweis gestellt</w:t>
      </w:r>
      <w:r w:rsidR="00410E75">
        <w:t xml:space="preserve">. </w:t>
      </w:r>
      <w:r w:rsidR="00A73D29">
        <w:t xml:space="preserve">Eine </w:t>
      </w:r>
      <w:r w:rsidR="00696765">
        <w:t xml:space="preserve">Voraussetzung ist die Bereitstellung der erforderlichen Daten </w:t>
      </w:r>
      <w:r w:rsidR="001D3762">
        <w:t xml:space="preserve">zur Ermittlung </w:t>
      </w:r>
      <w:r w:rsidR="000B5BB1">
        <w:t xml:space="preserve">und Erhöhung </w:t>
      </w:r>
      <w:r w:rsidR="001D3762">
        <w:t>der</w:t>
      </w:r>
      <w:r w:rsidR="00BA38CE">
        <w:t xml:space="preserve"> Gesamtanlagen-Effektivität („Overall Equipment </w:t>
      </w:r>
      <w:proofErr w:type="spellStart"/>
      <w:r w:rsidR="00BA38CE">
        <w:t>Effectiveness</w:t>
      </w:r>
      <w:proofErr w:type="spellEnd"/>
      <w:r w:rsidR="00BA38CE">
        <w:t>“, OEE)</w:t>
      </w:r>
      <w:r w:rsidR="00696765" w:rsidRPr="00E96513">
        <w:t>.</w:t>
      </w:r>
      <w:r w:rsidR="00851834">
        <w:t xml:space="preserve"> </w:t>
      </w:r>
      <w:r w:rsidR="00B25ECC">
        <w:t>D</w:t>
      </w:r>
      <w:r w:rsidR="007542D5">
        <w:t xml:space="preserve">as System </w:t>
      </w:r>
      <w:r w:rsidR="00B25ECC">
        <w:t xml:space="preserve">bereitet </w:t>
      </w:r>
      <w:r w:rsidR="007542D5">
        <w:t xml:space="preserve">die </w:t>
      </w:r>
      <w:r w:rsidR="007126CD">
        <w:t>Daten</w:t>
      </w:r>
      <w:r w:rsidR="009F3589">
        <w:t xml:space="preserve"> so auf</w:t>
      </w:r>
      <w:r w:rsidR="007542D5">
        <w:t xml:space="preserve">, </w:t>
      </w:r>
      <w:r w:rsidR="009F3589">
        <w:t xml:space="preserve">dass der </w:t>
      </w:r>
      <w:r w:rsidR="007542D5">
        <w:t xml:space="preserve">Produktionsleiter auf einen Blick erkennt, welche Stückzahl er erreicht hat, wie viele Teile davon in Ordnung </w:t>
      </w:r>
      <w:r w:rsidR="006D1A51">
        <w:t xml:space="preserve">sind </w:t>
      </w:r>
      <w:r w:rsidR="007542D5">
        <w:t>und welche Schicht die beste war.</w:t>
      </w:r>
    </w:p>
    <w:p w:rsidR="00335233" w:rsidRDefault="00335233" w:rsidP="007542D5"/>
    <w:p w:rsidR="00F410C6" w:rsidRDefault="00422E05" w:rsidP="00DD0D48">
      <w:r>
        <w:t>Die gesammelten Daten bilden auch die Grundlage für</w:t>
      </w:r>
      <w:r w:rsidR="00231BC6">
        <w:t xml:space="preserve"> </w:t>
      </w:r>
      <w:r w:rsidR="008E7D07">
        <w:t xml:space="preserve">Funktionen wie </w:t>
      </w:r>
      <w:r w:rsidR="00F410C6">
        <w:t xml:space="preserve">die Rückverfolgung von sicherheitsrelevanten </w:t>
      </w:r>
      <w:r w:rsidR="005E217B">
        <w:t xml:space="preserve">Teilen </w:t>
      </w:r>
      <w:r w:rsidR="00F410C6">
        <w:t xml:space="preserve"> („Track &amp; Trace“). Dabei verknüpft das System </w:t>
      </w:r>
      <w:r w:rsidR="005E217B">
        <w:t xml:space="preserve">mit ihnen </w:t>
      </w:r>
      <w:r w:rsidR="00F410C6">
        <w:t>unter anderem Informationen über das verwendete Ausgangsmaterial und seinen Ursprung, die Beölung und Ziehkraft der Anlage sowie die sonstigen Produktionsbedingungen. Das ermöglicht einen lückenlosen Nachweis bei Beanstandungen der Qualität.</w:t>
      </w:r>
    </w:p>
    <w:p w:rsidR="00F410C6" w:rsidRDefault="00F410C6" w:rsidP="00DD0D48"/>
    <w:p w:rsidR="00A4378E" w:rsidRDefault="00A82578" w:rsidP="00DD0D48">
      <w:r>
        <w:lastRenderedPageBreak/>
        <w:t xml:space="preserve">Für </w:t>
      </w:r>
      <w:r w:rsidR="008E7D07">
        <w:t xml:space="preserve">die </w:t>
      </w:r>
      <w:r w:rsidR="00B43045">
        <w:t>Zustandsüberwachung einzelner Komponenten</w:t>
      </w:r>
      <w:r w:rsidR="007C47FF" w:rsidRPr="007C47FF">
        <w:t xml:space="preserve"> </w:t>
      </w:r>
      <w:r w:rsidR="0092109E">
        <w:t>auf Veränderung, Verschleiß oder Schäden</w:t>
      </w:r>
      <w:r>
        <w:t xml:space="preserve"> („</w:t>
      </w:r>
      <w:proofErr w:type="spellStart"/>
      <w:r>
        <w:t>Condition</w:t>
      </w:r>
      <w:proofErr w:type="spellEnd"/>
      <w:r>
        <w:t xml:space="preserve"> Monitoring“) verbaut </w:t>
      </w:r>
      <w:r w:rsidR="007C47FF">
        <w:t xml:space="preserve">Schuler zunehmend mehr Sensoren in seinen Maschinen, die </w:t>
      </w:r>
      <w:r w:rsidR="00DD0D48">
        <w:t xml:space="preserve">beispielsweise </w:t>
      </w:r>
      <w:r w:rsidR="00777154">
        <w:t>Schwingungen</w:t>
      </w:r>
      <w:r w:rsidR="00DD0D48">
        <w:t xml:space="preserve"> oder die</w:t>
      </w:r>
      <w:r w:rsidR="009613DD">
        <w:t xml:space="preserve"> </w:t>
      </w:r>
      <w:r w:rsidR="00E96513" w:rsidRPr="00E96513">
        <w:t>T</w:t>
      </w:r>
      <w:r w:rsidR="00DD0D48" w:rsidRPr="00E96513">
        <w:t>emperatur</w:t>
      </w:r>
      <w:r w:rsidR="00EF7A36" w:rsidRPr="00E96513">
        <w:t>en</w:t>
      </w:r>
      <w:r w:rsidR="00DD0D48" w:rsidRPr="00E96513">
        <w:t xml:space="preserve"> messen</w:t>
      </w:r>
      <w:r w:rsidR="00E96513" w:rsidRPr="00E96513">
        <w:t>, damit</w:t>
      </w:r>
      <w:r w:rsidR="00EF7A36" w:rsidRPr="00E96513">
        <w:t xml:space="preserve"> diese Daten intelligent verarbeite</w:t>
      </w:r>
      <w:r w:rsidR="00E96513" w:rsidRPr="00E96513">
        <w:t>t</w:t>
      </w:r>
      <w:r w:rsidR="00EF7A36" w:rsidRPr="00E96513">
        <w:t xml:space="preserve"> und an</w:t>
      </w:r>
      <w:r w:rsidR="00E96513" w:rsidRPr="00E96513">
        <w:t>gezeigt werden</w:t>
      </w:r>
      <w:r w:rsidR="00E96513">
        <w:t xml:space="preserve"> können.</w:t>
      </w:r>
      <w:r w:rsidR="00EF7A36">
        <w:t xml:space="preserve"> </w:t>
      </w:r>
      <w:r w:rsidR="00A4378E">
        <w:t xml:space="preserve">Ein </w:t>
      </w:r>
      <w:r w:rsidR="00723E8C">
        <w:t xml:space="preserve">groß angelegter </w:t>
      </w:r>
      <w:r w:rsidR="00A4378E">
        <w:t xml:space="preserve">Feldversuch läuft </w:t>
      </w:r>
      <w:r w:rsidR="00C43788">
        <w:t>in Göppingen an</w:t>
      </w:r>
      <w:r w:rsidR="00A4378E">
        <w:t xml:space="preserve"> </w:t>
      </w:r>
      <w:r w:rsidR="00C43788">
        <w:t>einer 1.600 Tonnen starken hydraulischen Formhärtepresse</w:t>
      </w:r>
      <w:r w:rsidR="00A4378E">
        <w:t xml:space="preserve">, </w:t>
      </w:r>
      <w:r w:rsidR="00C43788">
        <w:t>die</w:t>
      </w:r>
      <w:r w:rsidR="00A7261F">
        <w:t xml:space="preserve"> aus 930 Grad Celsius heißem Stahlblech Teile für den automobilen Leichtbau</w:t>
      </w:r>
      <w:r w:rsidR="00C36EC7">
        <w:t xml:space="preserve"> produziert.</w:t>
      </w:r>
      <w:r w:rsidR="00C43788">
        <w:t xml:space="preserve"> Auf dem Schuler-Stand ist eine Live-Übertragung aus dem Hot </w:t>
      </w:r>
      <w:proofErr w:type="spellStart"/>
      <w:r w:rsidR="00C43788">
        <w:t>Stamping</w:t>
      </w:r>
      <w:proofErr w:type="spellEnd"/>
      <w:r w:rsidR="00C43788">
        <w:t xml:space="preserve"> </w:t>
      </w:r>
      <w:proofErr w:type="spellStart"/>
      <w:r w:rsidR="00C43788">
        <w:t>TechCenter</w:t>
      </w:r>
      <w:proofErr w:type="spellEnd"/>
      <w:r w:rsidR="00C43788">
        <w:t xml:space="preserve"> geplant.</w:t>
      </w:r>
    </w:p>
    <w:p w:rsidR="00B96A91" w:rsidRDefault="00B96A91" w:rsidP="00B96A91">
      <w:pPr>
        <w:pStyle w:val="berschrift2"/>
      </w:pPr>
    </w:p>
    <w:p w:rsidR="000B5BB1" w:rsidRPr="00E30991" w:rsidRDefault="000B5BB1" w:rsidP="000B5BB1">
      <w:pPr>
        <w:pStyle w:val="berschrift2"/>
      </w:pPr>
      <w:r>
        <w:t xml:space="preserve">Virtuelle </w:t>
      </w:r>
      <w:r w:rsidRPr="00E30991">
        <w:t>Bediener-Schulung</w:t>
      </w:r>
      <w:r w:rsidR="009F35BD" w:rsidRPr="00E30991">
        <w:t xml:space="preserve"> für Pressenlinien</w:t>
      </w:r>
    </w:p>
    <w:p w:rsidR="005074A2" w:rsidRDefault="005074A2" w:rsidP="005074A2">
      <w:r w:rsidRPr="00E30991">
        <w:t xml:space="preserve">Darüber hinaus können sich die Besucher </w:t>
      </w:r>
      <w:proofErr w:type="gramStart"/>
      <w:r w:rsidRPr="00E30991">
        <w:t xml:space="preserve">der </w:t>
      </w:r>
      <w:proofErr w:type="spellStart"/>
      <w:r w:rsidRPr="00E30991">
        <w:t>EuroBLECH</w:t>
      </w:r>
      <w:proofErr w:type="spellEnd"/>
      <w:proofErr w:type="gramEnd"/>
      <w:r w:rsidRPr="00E30991">
        <w:t xml:space="preserve"> von der </w:t>
      </w:r>
      <w:r w:rsidR="004243B6" w:rsidRPr="00E30991">
        <w:t xml:space="preserve">neuen </w:t>
      </w:r>
      <w:r w:rsidRPr="00E30991">
        <w:t xml:space="preserve">virtuellen </w:t>
      </w:r>
      <w:r w:rsidR="009F35BD" w:rsidRPr="00E30991">
        <w:t>Bedieners</w:t>
      </w:r>
      <w:r w:rsidRPr="00E30991">
        <w:t xml:space="preserve">chulung </w:t>
      </w:r>
      <w:r w:rsidR="005E23B7" w:rsidRPr="00E30991">
        <w:t xml:space="preserve">der </w:t>
      </w:r>
      <w:proofErr w:type="spellStart"/>
      <w:r w:rsidR="005E23B7" w:rsidRPr="00E30991">
        <w:t>Forming</w:t>
      </w:r>
      <w:proofErr w:type="spellEnd"/>
      <w:r w:rsidR="005E23B7" w:rsidRPr="00E30991">
        <w:t xml:space="preserve"> Academy </w:t>
      </w:r>
      <w:r w:rsidRPr="00E30991">
        <w:t>ein Bild machen</w:t>
      </w:r>
      <w:r w:rsidR="005E23B7" w:rsidRPr="00E30991">
        <w:t xml:space="preserve">. Sie </w:t>
      </w:r>
      <w:r w:rsidR="009F35BD" w:rsidRPr="00E30991">
        <w:t>dient</w:t>
      </w:r>
      <w:r w:rsidR="005E23B7" w:rsidRPr="00E30991">
        <w:t xml:space="preserve"> </w:t>
      </w:r>
      <w:r w:rsidR="009F35BD" w:rsidRPr="00E30991">
        <w:t>zur</w:t>
      </w:r>
      <w:r w:rsidR="005E23B7" w:rsidRPr="00E30991">
        <w:t xml:space="preserve"> </w:t>
      </w:r>
      <w:r w:rsidR="009F35BD" w:rsidRPr="00E30991">
        <w:t>Grundausbildung</w:t>
      </w:r>
      <w:r w:rsidR="005E23B7" w:rsidRPr="00E30991">
        <w:t xml:space="preserve"> </w:t>
      </w:r>
      <w:r w:rsidR="009F35BD" w:rsidRPr="00E30991">
        <w:t>der Bediener</w:t>
      </w:r>
      <w:r w:rsidR="005E23B7" w:rsidRPr="00E30991">
        <w:t xml:space="preserve"> </w:t>
      </w:r>
      <w:r w:rsidR="00C60D1C" w:rsidRPr="00E30991">
        <w:t>im</w:t>
      </w:r>
      <w:r w:rsidR="009F35BD" w:rsidRPr="00E30991">
        <w:t xml:space="preserve"> Umgang mit den </w:t>
      </w:r>
      <w:r w:rsidR="005E23B7" w:rsidRPr="00E30991">
        <w:t>realen</w:t>
      </w:r>
      <w:r w:rsidR="00FC3507" w:rsidRPr="00E30991">
        <w:t xml:space="preserve"> </w:t>
      </w:r>
      <w:r w:rsidR="00E30991" w:rsidRPr="00E30991">
        <w:t>Umformsystemen</w:t>
      </w:r>
      <w:r w:rsidR="00C60D1C" w:rsidRPr="00E30991">
        <w:t xml:space="preserve"> im Presswerk</w:t>
      </w:r>
      <w:r w:rsidR="009F35BD" w:rsidRPr="00E30991">
        <w:t>.</w:t>
      </w:r>
      <w:r w:rsidR="005E23B7" w:rsidRPr="00E30991">
        <w:t xml:space="preserve"> </w:t>
      </w:r>
      <w:r w:rsidR="00C60D1C" w:rsidRPr="00E30991">
        <w:t>Dies erfolgt im virtuellen Raum parallel zur Inbetriebnahme einer neuen Anlage oder während bereits laufender Produktion. So wird die Produktion im Presswerk nicht gestört und die Bediener können optimal vorbereitet werden.</w:t>
      </w:r>
    </w:p>
    <w:p w:rsidR="005074A2" w:rsidRDefault="005074A2" w:rsidP="005074A2"/>
    <w:p w:rsidR="00AA4970" w:rsidRDefault="00AA4970" w:rsidP="00D25719">
      <w:r>
        <w:t>„</w:t>
      </w:r>
      <w:r w:rsidR="00317E96">
        <w:t>Schuler bringt</w:t>
      </w:r>
      <w:r w:rsidR="001B35DE">
        <w:t xml:space="preserve"> </w:t>
      </w:r>
      <w:r w:rsidR="00384476">
        <w:t>die</w:t>
      </w:r>
      <w:r w:rsidR="00883077">
        <w:t xml:space="preserve"> Umformtechnik</w:t>
      </w:r>
      <w:r w:rsidR="001B35DE">
        <w:t xml:space="preserve"> mit H</w:t>
      </w:r>
      <w:r w:rsidR="00E81D5C">
        <w:t>öchst</w:t>
      </w:r>
      <w:r w:rsidR="001B7438">
        <w:t xml:space="preserve">geschwindigkeit auf den Weg </w:t>
      </w:r>
      <w:r w:rsidR="009B594D">
        <w:t xml:space="preserve">in die digitale Zukunft“, </w:t>
      </w:r>
      <w:r w:rsidR="001D3B6C">
        <w:t>fasst</w:t>
      </w:r>
      <w:r w:rsidR="009B594D">
        <w:t xml:space="preserve"> CEO Domenico </w:t>
      </w:r>
      <w:proofErr w:type="spellStart"/>
      <w:r w:rsidR="009B594D">
        <w:t>Iacovelli</w:t>
      </w:r>
      <w:proofErr w:type="spellEnd"/>
      <w:r w:rsidR="009B594D">
        <w:t xml:space="preserve"> </w:t>
      </w:r>
      <w:r w:rsidR="001D3B6C">
        <w:t>zusammen</w:t>
      </w:r>
      <w:r w:rsidR="001C7BCD">
        <w:t xml:space="preserve"> und zieht einen Vergleich mit de</w:t>
      </w:r>
      <w:r w:rsidR="00396E63">
        <w:t xml:space="preserve">m Bobsport: </w:t>
      </w:r>
      <w:r w:rsidR="001C7BCD">
        <w:t>„</w:t>
      </w:r>
      <w:r w:rsidR="007E0375">
        <w:t xml:space="preserve">Wir schieben an, </w:t>
      </w:r>
      <w:r w:rsidR="00814E3D">
        <w:t>aber</w:t>
      </w:r>
      <w:r w:rsidR="00176193">
        <w:t xml:space="preserve"> der Kunde steuert </w:t>
      </w:r>
      <w:r w:rsidR="007E0375">
        <w:t xml:space="preserve">das technisch hoch entwickelte </w:t>
      </w:r>
      <w:r w:rsidR="002E5824">
        <w:t>Gerät</w:t>
      </w:r>
      <w:r w:rsidR="008B4204">
        <w:t>.“</w:t>
      </w:r>
    </w:p>
    <w:p w:rsidR="002F52BA" w:rsidRDefault="002F52BA" w:rsidP="00D25719"/>
    <w:p w:rsidR="00717635" w:rsidRDefault="007C1B6C" w:rsidP="00717635">
      <w:pPr>
        <w:rPr>
          <w:i/>
        </w:rPr>
      </w:pPr>
      <w:r>
        <w:rPr>
          <w:i/>
        </w:rPr>
        <w:t xml:space="preserve">Auf </w:t>
      </w:r>
      <w:proofErr w:type="gramStart"/>
      <w:r>
        <w:rPr>
          <w:i/>
        </w:rPr>
        <w:t>der</w:t>
      </w:r>
      <w:proofErr w:type="gramEnd"/>
      <w:r>
        <w:rPr>
          <w:i/>
        </w:rPr>
        <w:t xml:space="preserve"> </w:t>
      </w:r>
      <w:proofErr w:type="spellStart"/>
      <w:r>
        <w:rPr>
          <w:i/>
        </w:rPr>
        <w:t>EuroBLECH</w:t>
      </w:r>
      <w:proofErr w:type="spellEnd"/>
      <w:r>
        <w:rPr>
          <w:i/>
        </w:rPr>
        <w:t xml:space="preserve"> in Hannover stellt Schuler </w:t>
      </w:r>
      <w:r w:rsidR="002F52BA" w:rsidRPr="002F52BA">
        <w:rPr>
          <w:i/>
        </w:rPr>
        <w:t>vom 23. bis 26. Oktober 2018 in Halle 27 auf Stand F82</w:t>
      </w:r>
      <w:r>
        <w:rPr>
          <w:i/>
        </w:rPr>
        <w:t xml:space="preserve"> aus, </w:t>
      </w:r>
      <w:r w:rsidR="00B13A9A">
        <w:rPr>
          <w:i/>
        </w:rPr>
        <w:t>AWEBA</w:t>
      </w:r>
      <w:r>
        <w:rPr>
          <w:i/>
        </w:rPr>
        <w:t xml:space="preserve"> auf Stand E82 direkt daneben.</w:t>
      </w:r>
      <w:r w:rsidR="009A269A">
        <w:rPr>
          <w:i/>
        </w:rPr>
        <w:t xml:space="preserve"> Journalisten sind herzlich eingeladen zur Pressekonferenz am Dienstag, dem ersten Messe-Tag, um 9.30 Uhr auf dem Stand.</w:t>
      </w:r>
      <w:r w:rsidR="00717635">
        <w:rPr>
          <w:i/>
        </w:rPr>
        <w:br w:type="page"/>
      </w:r>
    </w:p>
    <w:p w:rsidR="007E1606" w:rsidRDefault="007E1606" w:rsidP="00717635">
      <w:pPr>
        <w:pStyle w:val="berschrift2"/>
      </w:pPr>
      <w:r>
        <w:lastRenderedPageBreak/>
        <w:t>Bildunterschriften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9"/>
        <w:gridCol w:w="2779"/>
      </w:tblGrid>
      <w:tr w:rsidR="00717635" w:rsidRPr="00717635" w:rsidTr="00717635">
        <w:tc>
          <w:tcPr>
            <w:tcW w:w="4099" w:type="dxa"/>
          </w:tcPr>
          <w:p w:rsidR="00717635" w:rsidRPr="00717635" w:rsidRDefault="00717635" w:rsidP="00717635">
            <w:r>
              <w:rPr>
                <w:noProof/>
              </w:rPr>
              <w:drawing>
                <wp:inline distT="0" distB="0" distL="0" distR="0" wp14:anchorId="55C0A624" wp14:editId="5AB28BA4">
                  <wp:extent cx="2466273" cy="3064933"/>
                  <wp:effectExtent l="0" t="0" r="0" b="2540"/>
                  <wp:docPr id="3" name="Grafik 3" descr="M:\DATEN\GP\Media Relations\Messen\2018\2018_10_23_EuroBLECH\PMs\2018_06_13_euroblec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ATEN\GP\Media Relations\Messen\2018\2018_10_23_EuroBLECH\PMs\2018_06_13_euroblech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71396" cy="3071299"/>
                          </a:xfrm>
                          <a:prstGeom prst="rect">
                            <a:avLst/>
                          </a:prstGeom>
                          <a:noFill/>
                          <a:ln>
                            <a:noFill/>
                          </a:ln>
                        </pic:spPr>
                      </pic:pic>
                    </a:graphicData>
                  </a:graphic>
                </wp:inline>
              </w:drawing>
            </w:r>
          </w:p>
        </w:tc>
        <w:tc>
          <w:tcPr>
            <w:tcW w:w="2779" w:type="dxa"/>
          </w:tcPr>
          <w:p w:rsidR="00D052ED" w:rsidRDefault="00D052ED" w:rsidP="00717635">
            <w:r>
              <w:t>schuler_euroblech</w:t>
            </w:r>
            <w:r w:rsidR="00717635" w:rsidRPr="00717635">
              <w:t xml:space="preserve">1.jpg: </w:t>
            </w:r>
          </w:p>
          <w:p w:rsidR="00717635" w:rsidRPr="00717635" w:rsidRDefault="00717635" w:rsidP="00717635">
            <w:r w:rsidRPr="00717635">
              <w:t xml:space="preserve">Auf der </w:t>
            </w:r>
            <w:proofErr w:type="spellStart"/>
            <w:r w:rsidRPr="00717635">
              <w:t>EuroBLECH</w:t>
            </w:r>
            <w:proofErr w:type="spellEnd"/>
            <w:r w:rsidRPr="00717635">
              <w:t xml:space="preserve"> in Hannover zeigt Schuler die neue </w:t>
            </w:r>
            <w:proofErr w:type="spellStart"/>
            <w:r w:rsidRPr="00717635">
              <w:t>Servopresse</w:t>
            </w:r>
            <w:proofErr w:type="spellEnd"/>
            <w:r w:rsidRPr="00717635">
              <w:t xml:space="preserve"> MSP 400 einschließlich der Bediener-Software „Smart Assist“.</w:t>
            </w:r>
          </w:p>
        </w:tc>
      </w:tr>
      <w:tr w:rsidR="00717635" w:rsidRPr="00717635" w:rsidTr="00717635">
        <w:tc>
          <w:tcPr>
            <w:tcW w:w="4099" w:type="dxa"/>
          </w:tcPr>
          <w:p w:rsidR="00717635" w:rsidRPr="00717635" w:rsidRDefault="00717635" w:rsidP="00EA13B2">
            <w:r>
              <w:rPr>
                <w:noProof/>
              </w:rPr>
              <w:drawing>
                <wp:inline distT="0" distB="0" distL="0" distR="0" wp14:anchorId="2CFD9A48" wp14:editId="18148D28">
                  <wp:extent cx="2463800" cy="3680697"/>
                  <wp:effectExtent l="0" t="0" r="0" b="0"/>
                  <wp:docPr id="4" name="Grafik 4" descr="M:\DATEN\GP\Media Relations\Messen\2018\2018_10_23_EuroBLECH\PMs\2018_06_13_euroblec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DATEN\GP\Media Relations\Messen\2018\2018_10_23_EuroBLECH\PMs\2018_06_13_euroblech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67062" cy="3685570"/>
                          </a:xfrm>
                          <a:prstGeom prst="rect">
                            <a:avLst/>
                          </a:prstGeom>
                          <a:noFill/>
                          <a:ln>
                            <a:noFill/>
                          </a:ln>
                        </pic:spPr>
                      </pic:pic>
                    </a:graphicData>
                  </a:graphic>
                </wp:inline>
              </w:drawing>
            </w:r>
          </w:p>
        </w:tc>
        <w:tc>
          <w:tcPr>
            <w:tcW w:w="2779" w:type="dxa"/>
          </w:tcPr>
          <w:p w:rsidR="00D052ED" w:rsidRDefault="00D052ED" w:rsidP="008E1FDC">
            <w:r>
              <w:t>schuler_euroblech</w:t>
            </w:r>
            <w:r>
              <w:t>2</w:t>
            </w:r>
            <w:r w:rsidR="00717635" w:rsidRPr="00717635">
              <w:t xml:space="preserve">.jpg: </w:t>
            </w:r>
          </w:p>
          <w:p w:rsidR="00717635" w:rsidRPr="00717635" w:rsidRDefault="00717635" w:rsidP="008E1FDC">
            <w:bookmarkStart w:id="0" w:name="_GoBack"/>
            <w:bookmarkEnd w:id="0"/>
            <w:r w:rsidRPr="00717635">
              <w:t xml:space="preserve">Im Hot </w:t>
            </w:r>
            <w:proofErr w:type="spellStart"/>
            <w:r w:rsidRPr="00717635">
              <w:t>Stamping</w:t>
            </w:r>
            <w:proofErr w:type="spellEnd"/>
            <w:r w:rsidRPr="00717635">
              <w:t xml:space="preserve"> </w:t>
            </w:r>
            <w:proofErr w:type="spellStart"/>
            <w:r w:rsidRPr="00717635">
              <w:t>TechCenter</w:t>
            </w:r>
            <w:proofErr w:type="spellEnd"/>
            <w:r w:rsidRPr="00717635">
              <w:t xml:space="preserve"> in Göppingen führt Schuler derzeit einen Feldversuch zum Thema </w:t>
            </w:r>
            <w:proofErr w:type="spellStart"/>
            <w:r w:rsidRPr="00717635">
              <w:t>Condition</w:t>
            </w:r>
            <w:proofErr w:type="spellEnd"/>
            <w:r w:rsidRPr="00717635">
              <w:t xml:space="preserve"> Monitoring durch.</w:t>
            </w:r>
          </w:p>
        </w:tc>
      </w:tr>
    </w:tbl>
    <w:p w:rsidR="001D1C93" w:rsidRPr="00717635" w:rsidRDefault="00FC66C2" w:rsidP="00717635">
      <w:pPr>
        <w:rPr>
          <w:i/>
        </w:rPr>
      </w:pPr>
      <w:r w:rsidRPr="005833D5">
        <w:rPr>
          <w:i/>
        </w:rPr>
        <w:t>Als Bildquelle bitte Schuler angeben.</w:t>
      </w:r>
    </w:p>
    <w:sectPr w:rsidR="001D1C93" w:rsidRPr="00717635" w:rsidSect="007E1606">
      <w:headerReference w:type="default" r:id="rId15"/>
      <w:footerReference w:type="default" r:id="rId16"/>
      <w:headerReference w:type="first" r:id="rId17"/>
      <w:footerReference w:type="first" r:id="rId18"/>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FF1" w:rsidRDefault="00D03FF1" w:rsidP="007E132D">
      <w:r>
        <w:separator/>
      </w:r>
    </w:p>
    <w:p w:rsidR="00D03FF1" w:rsidRDefault="00D03FF1" w:rsidP="007E132D"/>
  </w:endnote>
  <w:endnote w:type="continuationSeparator" w:id="0">
    <w:p w:rsidR="00D03FF1" w:rsidRDefault="00D03FF1" w:rsidP="007E132D">
      <w:r>
        <w:continuationSeparator/>
      </w:r>
    </w:p>
    <w:p w:rsidR="00D03FF1" w:rsidRDefault="00D03FF1"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FD5911" w:rsidP="00086F40">
          <w:pPr>
            <w:pStyle w:val="Absenderinformation"/>
            <w:framePr w:hSpace="0" w:vSpace="0" w:wrap="auto" w:vAnchor="margin" w:hAnchor="text" w:xAlign="left" w:yAlign="inline"/>
            <w:rPr>
              <w:rFonts w:eastAsia="Calibri"/>
            </w:rPr>
          </w:pPr>
          <w:r w:rsidRPr="007E1606">
            <w:rPr>
              <w:rFonts w:eastAsia="Calibri"/>
            </w:rPr>
            <w:fldChar w:fldCharType="begin"/>
          </w:r>
          <w:r w:rsidR="00377DED" w:rsidRPr="007E1606">
            <w:rPr>
              <w:rFonts w:eastAsia="Calibri"/>
            </w:rPr>
            <w:instrText xml:space="preserve"> IF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D052ED">
            <w:rPr>
              <w:rFonts w:eastAsia="Calibri"/>
              <w:noProof/>
            </w:rPr>
            <w:instrText>4</w:instrText>
          </w:r>
          <w:r w:rsidRPr="007E1606">
            <w:rPr>
              <w:rFonts w:eastAsia="Calibri"/>
              <w:noProof/>
            </w:rPr>
            <w:fldChar w:fldCharType="end"/>
          </w:r>
          <w:r w:rsidR="00377DED" w:rsidRPr="007E1606">
            <w:rPr>
              <w:rFonts w:eastAsia="Calibri"/>
            </w:rPr>
            <w:instrText xml:space="preserve"> &gt; 1 "Seite </w:instrText>
          </w:r>
          <w:r w:rsidRPr="007E1606">
            <w:rPr>
              <w:rFonts w:eastAsia="Calibri"/>
            </w:rPr>
            <w:fldChar w:fldCharType="begin"/>
          </w:r>
          <w:r w:rsidR="00377DED" w:rsidRPr="007E1606">
            <w:rPr>
              <w:rFonts w:eastAsia="Calibri"/>
            </w:rPr>
            <w:instrText xml:space="preserve"> PAGE </w:instrText>
          </w:r>
          <w:r w:rsidRPr="007E1606">
            <w:rPr>
              <w:rFonts w:eastAsia="Calibri"/>
            </w:rPr>
            <w:fldChar w:fldCharType="separate"/>
          </w:r>
          <w:r w:rsidR="00D052ED">
            <w:rPr>
              <w:rFonts w:eastAsia="Calibri"/>
              <w:noProof/>
            </w:rPr>
            <w:instrText>4</w:instrText>
          </w:r>
          <w:r w:rsidRPr="007E1606">
            <w:rPr>
              <w:rFonts w:eastAsia="Calibri"/>
            </w:rPr>
            <w:fldChar w:fldCharType="end"/>
          </w:r>
          <w:r w:rsidR="00377DED" w:rsidRPr="007E1606">
            <w:rPr>
              <w:rFonts w:eastAsia="Calibri"/>
            </w:rPr>
            <w:instrText xml:space="preserve"> von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D052ED">
            <w:rPr>
              <w:rFonts w:eastAsia="Calibri"/>
              <w:noProof/>
            </w:rPr>
            <w:instrText>4</w:instrText>
          </w:r>
          <w:r w:rsidRPr="007E1606">
            <w:rPr>
              <w:rFonts w:eastAsia="Calibri"/>
              <w:noProof/>
            </w:rPr>
            <w:fldChar w:fldCharType="end"/>
          </w:r>
          <w:r w:rsidR="00377DED" w:rsidRPr="007E1606">
            <w:rPr>
              <w:rFonts w:eastAsia="Calibri"/>
            </w:rPr>
            <w:instrText>" " "</w:instrText>
          </w:r>
          <w:r w:rsidRPr="007E1606">
            <w:rPr>
              <w:rFonts w:eastAsia="Calibri"/>
            </w:rPr>
            <w:fldChar w:fldCharType="separate"/>
          </w:r>
          <w:r w:rsidR="00D052ED" w:rsidRPr="007E1606">
            <w:rPr>
              <w:rFonts w:eastAsia="Calibri"/>
              <w:noProof/>
            </w:rPr>
            <w:t xml:space="preserve">Seite </w:t>
          </w:r>
          <w:r w:rsidR="00D052ED">
            <w:rPr>
              <w:rFonts w:eastAsia="Calibri"/>
              <w:noProof/>
            </w:rPr>
            <w:t>4</w:t>
          </w:r>
          <w:r w:rsidR="00D052ED" w:rsidRPr="007E1606">
            <w:rPr>
              <w:rFonts w:eastAsia="Calibri"/>
              <w:noProof/>
            </w:rPr>
            <w:t xml:space="preserve"> von </w:t>
          </w:r>
          <w:r w:rsidR="00D052ED">
            <w:rPr>
              <w:rFonts w:eastAsia="Calibri"/>
              <w:noProof/>
            </w:rPr>
            <w:t>4</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FF1" w:rsidRDefault="00D03FF1" w:rsidP="007E132D">
      <w:r>
        <w:separator/>
      </w:r>
    </w:p>
    <w:p w:rsidR="00D03FF1" w:rsidRDefault="00D03FF1" w:rsidP="007E132D"/>
  </w:footnote>
  <w:footnote w:type="continuationSeparator" w:id="0">
    <w:p w:rsidR="00D03FF1" w:rsidRDefault="00D03FF1" w:rsidP="007E132D">
      <w:r>
        <w:continuationSeparator/>
      </w:r>
    </w:p>
    <w:p w:rsidR="00D03FF1" w:rsidRDefault="00D03FF1"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147DE0E5" wp14:editId="3C2962DF">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14:anchorId="1AC2C8E6" wp14:editId="3DA1E8C3">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076B4614" wp14:editId="396C1A73">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033F7590" wp14:editId="348DC93D">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61E"/>
    <w:rsid w:val="00003CBE"/>
    <w:rsid w:val="00004C7F"/>
    <w:rsid w:val="0000519E"/>
    <w:rsid w:val="00005445"/>
    <w:rsid w:val="0000617F"/>
    <w:rsid w:val="00007ABC"/>
    <w:rsid w:val="00010A9A"/>
    <w:rsid w:val="00013A6E"/>
    <w:rsid w:val="000150F8"/>
    <w:rsid w:val="000167B7"/>
    <w:rsid w:val="00017E6D"/>
    <w:rsid w:val="00022B26"/>
    <w:rsid w:val="0002541E"/>
    <w:rsid w:val="00027BD1"/>
    <w:rsid w:val="00030F9E"/>
    <w:rsid w:val="00031750"/>
    <w:rsid w:val="00031A70"/>
    <w:rsid w:val="00033BD2"/>
    <w:rsid w:val="0003642F"/>
    <w:rsid w:val="00037998"/>
    <w:rsid w:val="0004118A"/>
    <w:rsid w:val="00042AD0"/>
    <w:rsid w:val="000445D8"/>
    <w:rsid w:val="00044F13"/>
    <w:rsid w:val="00047EBD"/>
    <w:rsid w:val="000558A7"/>
    <w:rsid w:val="00056A08"/>
    <w:rsid w:val="00063F33"/>
    <w:rsid w:val="00065F06"/>
    <w:rsid w:val="000660B1"/>
    <w:rsid w:val="00066695"/>
    <w:rsid w:val="000716BA"/>
    <w:rsid w:val="00071D07"/>
    <w:rsid w:val="00071D18"/>
    <w:rsid w:val="00071F59"/>
    <w:rsid w:val="00072BAB"/>
    <w:rsid w:val="00073E83"/>
    <w:rsid w:val="000741E6"/>
    <w:rsid w:val="00081E29"/>
    <w:rsid w:val="00082C48"/>
    <w:rsid w:val="00082D93"/>
    <w:rsid w:val="00086F40"/>
    <w:rsid w:val="000900FC"/>
    <w:rsid w:val="00090D86"/>
    <w:rsid w:val="000922C9"/>
    <w:rsid w:val="000937D0"/>
    <w:rsid w:val="000A42BB"/>
    <w:rsid w:val="000A52A8"/>
    <w:rsid w:val="000A623B"/>
    <w:rsid w:val="000A6BD7"/>
    <w:rsid w:val="000A6E64"/>
    <w:rsid w:val="000B5BB1"/>
    <w:rsid w:val="000B704A"/>
    <w:rsid w:val="000B77CB"/>
    <w:rsid w:val="000C0CAD"/>
    <w:rsid w:val="000C63FA"/>
    <w:rsid w:val="000D0DBF"/>
    <w:rsid w:val="000D1D21"/>
    <w:rsid w:val="000D2E0B"/>
    <w:rsid w:val="000D52F1"/>
    <w:rsid w:val="000D68E5"/>
    <w:rsid w:val="000D6AE1"/>
    <w:rsid w:val="000D6D26"/>
    <w:rsid w:val="000E228F"/>
    <w:rsid w:val="000E2653"/>
    <w:rsid w:val="000E2DB8"/>
    <w:rsid w:val="000E3D95"/>
    <w:rsid w:val="000E40F8"/>
    <w:rsid w:val="000E5FB1"/>
    <w:rsid w:val="000E6BDA"/>
    <w:rsid w:val="000F03B2"/>
    <w:rsid w:val="000F2F77"/>
    <w:rsid w:val="000F3D7B"/>
    <w:rsid w:val="000F7F7E"/>
    <w:rsid w:val="00100280"/>
    <w:rsid w:val="0010047A"/>
    <w:rsid w:val="00100776"/>
    <w:rsid w:val="00102187"/>
    <w:rsid w:val="0010483E"/>
    <w:rsid w:val="00120071"/>
    <w:rsid w:val="00122822"/>
    <w:rsid w:val="00122A51"/>
    <w:rsid w:val="00123225"/>
    <w:rsid w:val="001239F3"/>
    <w:rsid w:val="00124619"/>
    <w:rsid w:val="00130A5F"/>
    <w:rsid w:val="00134363"/>
    <w:rsid w:val="00136218"/>
    <w:rsid w:val="001365B4"/>
    <w:rsid w:val="00136E90"/>
    <w:rsid w:val="00140A13"/>
    <w:rsid w:val="00150986"/>
    <w:rsid w:val="00152C69"/>
    <w:rsid w:val="001535FD"/>
    <w:rsid w:val="00163084"/>
    <w:rsid w:val="001631E1"/>
    <w:rsid w:val="0016339C"/>
    <w:rsid w:val="0016495A"/>
    <w:rsid w:val="001707F4"/>
    <w:rsid w:val="00173722"/>
    <w:rsid w:val="00176193"/>
    <w:rsid w:val="0017697C"/>
    <w:rsid w:val="0017700B"/>
    <w:rsid w:val="0017719D"/>
    <w:rsid w:val="00184AE9"/>
    <w:rsid w:val="00185135"/>
    <w:rsid w:val="00192104"/>
    <w:rsid w:val="001A0A52"/>
    <w:rsid w:val="001A1955"/>
    <w:rsid w:val="001A1E80"/>
    <w:rsid w:val="001A3857"/>
    <w:rsid w:val="001A65F5"/>
    <w:rsid w:val="001A6B71"/>
    <w:rsid w:val="001B0726"/>
    <w:rsid w:val="001B16C5"/>
    <w:rsid w:val="001B1B07"/>
    <w:rsid w:val="001B1BB9"/>
    <w:rsid w:val="001B35DE"/>
    <w:rsid w:val="001B65BD"/>
    <w:rsid w:val="001B7438"/>
    <w:rsid w:val="001B7795"/>
    <w:rsid w:val="001C04B6"/>
    <w:rsid w:val="001C1FA2"/>
    <w:rsid w:val="001C37DF"/>
    <w:rsid w:val="001C3EE2"/>
    <w:rsid w:val="001C5F13"/>
    <w:rsid w:val="001C6220"/>
    <w:rsid w:val="001C7BCD"/>
    <w:rsid w:val="001C7D1E"/>
    <w:rsid w:val="001D166C"/>
    <w:rsid w:val="001D1C93"/>
    <w:rsid w:val="001D3762"/>
    <w:rsid w:val="001D3B6C"/>
    <w:rsid w:val="001D57CB"/>
    <w:rsid w:val="001E0C3C"/>
    <w:rsid w:val="001E3512"/>
    <w:rsid w:val="001E4F09"/>
    <w:rsid w:val="001E7863"/>
    <w:rsid w:val="001F37FF"/>
    <w:rsid w:val="001F42D1"/>
    <w:rsid w:val="001F5DFD"/>
    <w:rsid w:val="001F6280"/>
    <w:rsid w:val="002077B7"/>
    <w:rsid w:val="00212513"/>
    <w:rsid w:val="00215C8A"/>
    <w:rsid w:val="00220F66"/>
    <w:rsid w:val="00226905"/>
    <w:rsid w:val="002315E0"/>
    <w:rsid w:val="00231BC6"/>
    <w:rsid w:val="002362D1"/>
    <w:rsid w:val="00237A5E"/>
    <w:rsid w:val="00243CA6"/>
    <w:rsid w:val="0024790B"/>
    <w:rsid w:val="00251894"/>
    <w:rsid w:val="00262B16"/>
    <w:rsid w:val="00263E36"/>
    <w:rsid w:val="0026524C"/>
    <w:rsid w:val="00265C58"/>
    <w:rsid w:val="00266BEF"/>
    <w:rsid w:val="002712C2"/>
    <w:rsid w:val="00273FFD"/>
    <w:rsid w:val="002762C9"/>
    <w:rsid w:val="002810EA"/>
    <w:rsid w:val="00284367"/>
    <w:rsid w:val="0029198C"/>
    <w:rsid w:val="00293BB6"/>
    <w:rsid w:val="00294A33"/>
    <w:rsid w:val="00295289"/>
    <w:rsid w:val="00296034"/>
    <w:rsid w:val="002A1D04"/>
    <w:rsid w:val="002A2776"/>
    <w:rsid w:val="002A3A54"/>
    <w:rsid w:val="002A42B6"/>
    <w:rsid w:val="002A4B0E"/>
    <w:rsid w:val="002A5834"/>
    <w:rsid w:val="002A5DE3"/>
    <w:rsid w:val="002B391B"/>
    <w:rsid w:val="002B41E8"/>
    <w:rsid w:val="002B472E"/>
    <w:rsid w:val="002B6B23"/>
    <w:rsid w:val="002C1F0D"/>
    <w:rsid w:val="002C318B"/>
    <w:rsid w:val="002C5C4D"/>
    <w:rsid w:val="002D0044"/>
    <w:rsid w:val="002D1C54"/>
    <w:rsid w:val="002D3CE9"/>
    <w:rsid w:val="002D40E8"/>
    <w:rsid w:val="002D6C10"/>
    <w:rsid w:val="002E3798"/>
    <w:rsid w:val="002E5824"/>
    <w:rsid w:val="002E671F"/>
    <w:rsid w:val="002F4487"/>
    <w:rsid w:val="002F52BA"/>
    <w:rsid w:val="002F6C96"/>
    <w:rsid w:val="002F7B94"/>
    <w:rsid w:val="00305B2C"/>
    <w:rsid w:val="00307B6B"/>
    <w:rsid w:val="00317692"/>
    <w:rsid w:val="00317E96"/>
    <w:rsid w:val="003200CC"/>
    <w:rsid w:val="003230D4"/>
    <w:rsid w:val="00323555"/>
    <w:rsid w:val="00325DAF"/>
    <w:rsid w:val="00327544"/>
    <w:rsid w:val="00332BE1"/>
    <w:rsid w:val="003339B3"/>
    <w:rsid w:val="00335233"/>
    <w:rsid w:val="00341573"/>
    <w:rsid w:val="00347844"/>
    <w:rsid w:val="00350AB7"/>
    <w:rsid w:val="00350AC1"/>
    <w:rsid w:val="003527B8"/>
    <w:rsid w:val="003539EE"/>
    <w:rsid w:val="00355640"/>
    <w:rsid w:val="00357650"/>
    <w:rsid w:val="003578AA"/>
    <w:rsid w:val="00363740"/>
    <w:rsid w:val="00365A9E"/>
    <w:rsid w:val="00367B74"/>
    <w:rsid w:val="003728F6"/>
    <w:rsid w:val="00373C01"/>
    <w:rsid w:val="0037531C"/>
    <w:rsid w:val="00375822"/>
    <w:rsid w:val="0037762B"/>
    <w:rsid w:val="00377DED"/>
    <w:rsid w:val="0038001D"/>
    <w:rsid w:val="00381DAB"/>
    <w:rsid w:val="00382CD7"/>
    <w:rsid w:val="00383686"/>
    <w:rsid w:val="00384476"/>
    <w:rsid w:val="00391B55"/>
    <w:rsid w:val="0039240E"/>
    <w:rsid w:val="00393327"/>
    <w:rsid w:val="003941E6"/>
    <w:rsid w:val="00396E63"/>
    <w:rsid w:val="003A1360"/>
    <w:rsid w:val="003A161D"/>
    <w:rsid w:val="003A29B0"/>
    <w:rsid w:val="003A2CF9"/>
    <w:rsid w:val="003C01DD"/>
    <w:rsid w:val="003C457B"/>
    <w:rsid w:val="003C626A"/>
    <w:rsid w:val="003D01C1"/>
    <w:rsid w:val="003D65B2"/>
    <w:rsid w:val="003D76C7"/>
    <w:rsid w:val="003E110F"/>
    <w:rsid w:val="003E1938"/>
    <w:rsid w:val="003E30C0"/>
    <w:rsid w:val="003E3894"/>
    <w:rsid w:val="003E6C32"/>
    <w:rsid w:val="003E6C8F"/>
    <w:rsid w:val="003E7B2A"/>
    <w:rsid w:val="003F0681"/>
    <w:rsid w:val="003F1892"/>
    <w:rsid w:val="003F6888"/>
    <w:rsid w:val="004001A5"/>
    <w:rsid w:val="00401F45"/>
    <w:rsid w:val="00403EFF"/>
    <w:rsid w:val="00404A39"/>
    <w:rsid w:val="00410E75"/>
    <w:rsid w:val="004156E7"/>
    <w:rsid w:val="00422A95"/>
    <w:rsid w:val="00422E05"/>
    <w:rsid w:val="004231D2"/>
    <w:rsid w:val="004243B6"/>
    <w:rsid w:val="00424F17"/>
    <w:rsid w:val="00425174"/>
    <w:rsid w:val="00427968"/>
    <w:rsid w:val="00435258"/>
    <w:rsid w:val="004355F7"/>
    <w:rsid w:val="00435E68"/>
    <w:rsid w:val="0044499A"/>
    <w:rsid w:val="00445ABC"/>
    <w:rsid w:val="00453A0D"/>
    <w:rsid w:val="0045780F"/>
    <w:rsid w:val="00462A5B"/>
    <w:rsid w:val="00464701"/>
    <w:rsid w:val="00467BC4"/>
    <w:rsid w:val="00470C6D"/>
    <w:rsid w:val="00470CF6"/>
    <w:rsid w:val="00472C03"/>
    <w:rsid w:val="00476782"/>
    <w:rsid w:val="00476D9C"/>
    <w:rsid w:val="00476FC4"/>
    <w:rsid w:val="00482626"/>
    <w:rsid w:val="00482BCA"/>
    <w:rsid w:val="00485484"/>
    <w:rsid w:val="00485C6B"/>
    <w:rsid w:val="00487341"/>
    <w:rsid w:val="004876E8"/>
    <w:rsid w:val="00491447"/>
    <w:rsid w:val="00493A8A"/>
    <w:rsid w:val="00495178"/>
    <w:rsid w:val="004B0587"/>
    <w:rsid w:val="004C083A"/>
    <w:rsid w:val="004C166F"/>
    <w:rsid w:val="004C30D3"/>
    <w:rsid w:val="004C3CBC"/>
    <w:rsid w:val="004C4838"/>
    <w:rsid w:val="004C4B30"/>
    <w:rsid w:val="004C697D"/>
    <w:rsid w:val="004C6EA6"/>
    <w:rsid w:val="004D3A47"/>
    <w:rsid w:val="004D76DD"/>
    <w:rsid w:val="004E0917"/>
    <w:rsid w:val="004E63AD"/>
    <w:rsid w:val="004E78B3"/>
    <w:rsid w:val="004F6224"/>
    <w:rsid w:val="004F6610"/>
    <w:rsid w:val="0050248C"/>
    <w:rsid w:val="00503100"/>
    <w:rsid w:val="005074A2"/>
    <w:rsid w:val="00511252"/>
    <w:rsid w:val="0051416F"/>
    <w:rsid w:val="00515110"/>
    <w:rsid w:val="00520B66"/>
    <w:rsid w:val="00523A82"/>
    <w:rsid w:val="00524987"/>
    <w:rsid w:val="00531DDB"/>
    <w:rsid w:val="00533491"/>
    <w:rsid w:val="0053557C"/>
    <w:rsid w:val="00536B0F"/>
    <w:rsid w:val="005402BA"/>
    <w:rsid w:val="00540E46"/>
    <w:rsid w:val="00542107"/>
    <w:rsid w:val="00542C94"/>
    <w:rsid w:val="00544122"/>
    <w:rsid w:val="00544665"/>
    <w:rsid w:val="005461EE"/>
    <w:rsid w:val="00546A3C"/>
    <w:rsid w:val="00552A9D"/>
    <w:rsid w:val="005547DF"/>
    <w:rsid w:val="005549EB"/>
    <w:rsid w:val="0056109F"/>
    <w:rsid w:val="00565D7E"/>
    <w:rsid w:val="0056768B"/>
    <w:rsid w:val="005727A1"/>
    <w:rsid w:val="00572CCF"/>
    <w:rsid w:val="00573D26"/>
    <w:rsid w:val="00575FA0"/>
    <w:rsid w:val="00581F38"/>
    <w:rsid w:val="005833D5"/>
    <w:rsid w:val="00585F67"/>
    <w:rsid w:val="005922FE"/>
    <w:rsid w:val="00592583"/>
    <w:rsid w:val="0059377E"/>
    <w:rsid w:val="0059457B"/>
    <w:rsid w:val="005958D9"/>
    <w:rsid w:val="00595D96"/>
    <w:rsid w:val="00596272"/>
    <w:rsid w:val="005A59AD"/>
    <w:rsid w:val="005A6778"/>
    <w:rsid w:val="005B2FC9"/>
    <w:rsid w:val="005C0BBB"/>
    <w:rsid w:val="005C2EB4"/>
    <w:rsid w:val="005C3D2B"/>
    <w:rsid w:val="005C51E5"/>
    <w:rsid w:val="005C6065"/>
    <w:rsid w:val="005C6AE3"/>
    <w:rsid w:val="005D556A"/>
    <w:rsid w:val="005E217B"/>
    <w:rsid w:val="005E23B7"/>
    <w:rsid w:val="005E2E0B"/>
    <w:rsid w:val="005E3920"/>
    <w:rsid w:val="005E770E"/>
    <w:rsid w:val="005E7BD5"/>
    <w:rsid w:val="005F2B50"/>
    <w:rsid w:val="005F46D4"/>
    <w:rsid w:val="005F4E0D"/>
    <w:rsid w:val="005F6627"/>
    <w:rsid w:val="005F6D99"/>
    <w:rsid w:val="005F6DB8"/>
    <w:rsid w:val="00600F3F"/>
    <w:rsid w:val="00601238"/>
    <w:rsid w:val="0060142A"/>
    <w:rsid w:val="006018A4"/>
    <w:rsid w:val="00605ED4"/>
    <w:rsid w:val="00610CA7"/>
    <w:rsid w:val="006112E4"/>
    <w:rsid w:val="00613106"/>
    <w:rsid w:val="006159F5"/>
    <w:rsid w:val="00616259"/>
    <w:rsid w:val="006203F1"/>
    <w:rsid w:val="0062291F"/>
    <w:rsid w:val="0062363F"/>
    <w:rsid w:val="00624DCA"/>
    <w:rsid w:val="006265C7"/>
    <w:rsid w:val="006310CE"/>
    <w:rsid w:val="00632655"/>
    <w:rsid w:val="00632CB6"/>
    <w:rsid w:val="00633515"/>
    <w:rsid w:val="006342E5"/>
    <w:rsid w:val="00637503"/>
    <w:rsid w:val="00642B1C"/>
    <w:rsid w:val="00647056"/>
    <w:rsid w:val="00647A3B"/>
    <w:rsid w:val="00650AF0"/>
    <w:rsid w:val="0065451D"/>
    <w:rsid w:val="00654B60"/>
    <w:rsid w:val="00655070"/>
    <w:rsid w:val="00656616"/>
    <w:rsid w:val="00660D47"/>
    <w:rsid w:val="00660E28"/>
    <w:rsid w:val="00661FD1"/>
    <w:rsid w:val="00664530"/>
    <w:rsid w:val="00667915"/>
    <w:rsid w:val="00671E3C"/>
    <w:rsid w:val="00672EF4"/>
    <w:rsid w:val="00673FE4"/>
    <w:rsid w:val="00674EF3"/>
    <w:rsid w:val="00675406"/>
    <w:rsid w:val="00677E0E"/>
    <w:rsid w:val="0068026F"/>
    <w:rsid w:val="00680C48"/>
    <w:rsid w:val="006813B8"/>
    <w:rsid w:val="0068251B"/>
    <w:rsid w:val="00683A25"/>
    <w:rsid w:val="006848FF"/>
    <w:rsid w:val="00684FEA"/>
    <w:rsid w:val="006852A2"/>
    <w:rsid w:val="00685D2A"/>
    <w:rsid w:val="00687868"/>
    <w:rsid w:val="00687C21"/>
    <w:rsid w:val="00687C9E"/>
    <w:rsid w:val="00691507"/>
    <w:rsid w:val="00692DFF"/>
    <w:rsid w:val="006935B4"/>
    <w:rsid w:val="00695E0F"/>
    <w:rsid w:val="00696765"/>
    <w:rsid w:val="006A0696"/>
    <w:rsid w:val="006A31D9"/>
    <w:rsid w:val="006A3D43"/>
    <w:rsid w:val="006A5B3D"/>
    <w:rsid w:val="006A659E"/>
    <w:rsid w:val="006A7F52"/>
    <w:rsid w:val="006B67D6"/>
    <w:rsid w:val="006B7B17"/>
    <w:rsid w:val="006C283D"/>
    <w:rsid w:val="006C3AE7"/>
    <w:rsid w:val="006C620F"/>
    <w:rsid w:val="006D1A51"/>
    <w:rsid w:val="006D3F79"/>
    <w:rsid w:val="006D61DA"/>
    <w:rsid w:val="006D7242"/>
    <w:rsid w:val="006D75E8"/>
    <w:rsid w:val="006E007A"/>
    <w:rsid w:val="006E16EE"/>
    <w:rsid w:val="006F1D8E"/>
    <w:rsid w:val="006F260F"/>
    <w:rsid w:val="006F2DBA"/>
    <w:rsid w:val="006F34A5"/>
    <w:rsid w:val="006F3533"/>
    <w:rsid w:val="00700447"/>
    <w:rsid w:val="00704065"/>
    <w:rsid w:val="00706813"/>
    <w:rsid w:val="007126CD"/>
    <w:rsid w:val="00714E5C"/>
    <w:rsid w:val="00716483"/>
    <w:rsid w:val="00717635"/>
    <w:rsid w:val="0072042B"/>
    <w:rsid w:val="00722DC7"/>
    <w:rsid w:val="00723379"/>
    <w:rsid w:val="00723E8C"/>
    <w:rsid w:val="007252A8"/>
    <w:rsid w:val="00726D5B"/>
    <w:rsid w:val="00733AAF"/>
    <w:rsid w:val="00734AA5"/>
    <w:rsid w:val="007439FB"/>
    <w:rsid w:val="00745797"/>
    <w:rsid w:val="0074799D"/>
    <w:rsid w:val="00752898"/>
    <w:rsid w:val="00753D11"/>
    <w:rsid w:val="007542D5"/>
    <w:rsid w:val="00755AFB"/>
    <w:rsid w:val="00756B6A"/>
    <w:rsid w:val="007649A2"/>
    <w:rsid w:val="007656A5"/>
    <w:rsid w:val="00767171"/>
    <w:rsid w:val="007730F8"/>
    <w:rsid w:val="007731FD"/>
    <w:rsid w:val="00776899"/>
    <w:rsid w:val="00776DEF"/>
    <w:rsid w:val="00777154"/>
    <w:rsid w:val="00780F06"/>
    <w:rsid w:val="007826E4"/>
    <w:rsid w:val="00784E5A"/>
    <w:rsid w:val="00785DDA"/>
    <w:rsid w:val="00786D78"/>
    <w:rsid w:val="00787783"/>
    <w:rsid w:val="00787DDC"/>
    <w:rsid w:val="00790FDE"/>
    <w:rsid w:val="00794AEE"/>
    <w:rsid w:val="00797231"/>
    <w:rsid w:val="007A3207"/>
    <w:rsid w:val="007A3C77"/>
    <w:rsid w:val="007A3CE6"/>
    <w:rsid w:val="007A3F08"/>
    <w:rsid w:val="007A4CA5"/>
    <w:rsid w:val="007B021A"/>
    <w:rsid w:val="007B0BF4"/>
    <w:rsid w:val="007B0C2F"/>
    <w:rsid w:val="007B0E3A"/>
    <w:rsid w:val="007B0E98"/>
    <w:rsid w:val="007B19AE"/>
    <w:rsid w:val="007B3BD4"/>
    <w:rsid w:val="007B5F6E"/>
    <w:rsid w:val="007C16F5"/>
    <w:rsid w:val="007C1B6C"/>
    <w:rsid w:val="007C27F7"/>
    <w:rsid w:val="007C3D91"/>
    <w:rsid w:val="007C3D9E"/>
    <w:rsid w:val="007C47FF"/>
    <w:rsid w:val="007C489D"/>
    <w:rsid w:val="007C4CC2"/>
    <w:rsid w:val="007C5293"/>
    <w:rsid w:val="007C7AE5"/>
    <w:rsid w:val="007D3BEE"/>
    <w:rsid w:val="007D4426"/>
    <w:rsid w:val="007D4759"/>
    <w:rsid w:val="007D5C4E"/>
    <w:rsid w:val="007E0375"/>
    <w:rsid w:val="007E132D"/>
    <w:rsid w:val="007E1606"/>
    <w:rsid w:val="007E2D8B"/>
    <w:rsid w:val="007E2F7D"/>
    <w:rsid w:val="007E3244"/>
    <w:rsid w:val="007F0687"/>
    <w:rsid w:val="007F2302"/>
    <w:rsid w:val="007F40FA"/>
    <w:rsid w:val="007F4512"/>
    <w:rsid w:val="0080438D"/>
    <w:rsid w:val="0080525A"/>
    <w:rsid w:val="008053A1"/>
    <w:rsid w:val="008075C4"/>
    <w:rsid w:val="00812C69"/>
    <w:rsid w:val="00813ABF"/>
    <w:rsid w:val="00814290"/>
    <w:rsid w:val="00814E3D"/>
    <w:rsid w:val="00815E8E"/>
    <w:rsid w:val="008213E8"/>
    <w:rsid w:val="00821B54"/>
    <w:rsid w:val="00821D51"/>
    <w:rsid w:val="00821E5D"/>
    <w:rsid w:val="00822597"/>
    <w:rsid w:val="008258E8"/>
    <w:rsid w:val="00831C9D"/>
    <w:rsid w:val="00831F37"/>
    <w:rsid w:val="008334D5"/>
    <w:rsid w:val="00835655"/>
    <w:rsid w:val="0083574B"/>
    <w:rsid w:val="00837858"/>
    <w:rsid w:val="008402D1"/>
    <w:rsid w:val="0084110B"/>
    <w:rsid w:val="00844411"/>
    <w:rsid w:val="00845833"/>
    <w:rsid w:val="00846FD1"/>
    <w:rsid w:val="00851834"/>
    <w:rsid w:val="00851DE0"/>
    <w:rsid w:val="008550F6"/>
    <w:rsid w:val="00856B94"/>
    <w:rsid w:val="008602DC"/>
    <w:rsid w:val="0086361E"/>
    <w:rsid w:val="00864B6F"/>
    <w:rsid w:val="00865753"/>
    <w:rsid w:val="00865B83"/>
    <w:rsid w:val="00866816"/>
    <w:rsid w:val="00866E56"/>
    <w:rsid w:val="00870E30"/>
    <w:rsid w:val="008718D2"/>
    <w:rsid w:val="0087295F"/>
    <w:rsid w:val="00876E6E"/>
    <w:rsid w:val="00877DC8"/>
    <w:rsid w:val="008806E1"/>
    <w:rsid w:val="00880899"/>
    <w:rsid w:val="00883077"/>
    <w:rsid w:val="00886847"/>
    <w:rsid w:val="00894865"/>
    <w:rsid w:val="008956D6"/>
    <w:rsid w:val="00896C53"/>
    <w:rsid w:val="008A22B2"/>
    <w:rsid w:val="008A2BB5"/>
    <w:rsid w:val="008A678D"/>
    <w:rsid w:val="008A7983"/>
    <w:rsid w:val="008B3C82"/>
    <w:rsid w:val="008B4204"/>
    <w:rsid w:val="008B5E40"/>
    <w:rsid w:val="008B67ED"/>
    <w:rsid w:val="008B6BAB"/>
    <w:rsid w:val="008C251E"/>
    <w:rsid w:val="008C6578"/>
    <w:rsid w:val="008C6A6A"/>
    <w:rsid w:val="008C7910"/>
    <w:rsid w:val="008D10E2"/>
    <w:rsid w:val="008D1374"/>
    <w:rsid w:val="008D2287"/>
    <w:rsid w:val="008D2CB8"/>
    <w:rsid w:val="008D2F2A"/>
    <w:rsid w:val="008D67FA"/>
    <w:rsid w:val="008E1F8F"/>
    <w:rsid w:val="008E4D86"/>
    <w:rsid w:val="008E7D07"/>
    <w:rsid w:val="008F174C"/>
    <w:rsid w:val="008F4173"/>
    <w:rsid w:val="008F5E25"/>
    <w:rsid w:val="009060ED"/>
    <w:rsid w:val="00907340"/>
    <w:rsid w:val="00907911"/>
    <w:rsid w:val="00910957"/>
    <w:rsid w:val="00910AC0"/>
    <w:rsid w:val="009147A8"/>
    <w:rsid w:val="009152CA"/>
    <w:rsid w:val="00920426"/>
    <w:rsid w:val="00920948"/>
    <w:rsid w:val="00920E41"/>
    <w:rsid w:val="0092109E"/>
    <w:rsid w:val="00921857"/>
    <w:rsid w:val="00926076"/>
    <w:rsid w:val="009263A8"/>
    <w:rsid w:val="00933113"/>
    <w:rsid w:val="00933496"/>
    <w:rsid w:val="00940557"/>
    <w:rsid w:val="00941203"/>
    <w:rsid w:val="009419C4"/>
    <w:rsid w:val="00946BE7"/>
    <w:rsid w:val="00952F40"/>
    <w:rsid w:val="0095381C"/>
    <w:rsid w:val="009558B5"/>
    <w:rsid w:val="00957868"/>
    <w:rsid w:val="00957A52"/>
    <w:rsid w:val="009613DD"/>
    <w:rsid w:val="00961469"/>
    <w:rsid w:val="0096271D"/>
    <w:rsid w:val="00962829"/>
    <w:rsid w:val="009705CD"/>
    <w:rsid w:val="009706A8"/>
    <w:rsid w:val="00971059"/>
    <w:rsid w:val="009718C8"/>
    <w:rsid w:val="009733D3"/>
    <w:rsid w:val="00975A13"/>
    <w:rsid w:val="00976F02"/>
    <w:rsid w:val="009805E6"/>
    <w:rsid w:val="00980ECA"/>
    <w:rsid w:val="0098365A"/>
    <w:rsid w:val="0098481A"/>
    <w:rsid w:val="00997DFF"/>
    <w:rsid w:val="009A2427"/>
    <w:rsid w:val="009A269A"/>
    <w:rsid w:val="009A2A3E"/>
    <w:rsid w:val="009A38FF"/>
    <w:rsid w:val="009A3C1E"/>
    <w:rsid w:val="009A52F3"/>
    <w:rsid w:val="009A5891"/>
    <w:rsid w:val="009A6753"/>
    <w:rsid w:val="009A680E"/>
    <w:rsid w:val="009B0EFE"/>
    <w:rsid w:val="009B1496"/>
    <w:rsid w:val="009B1E7C"/>
    <w:rsid w:val="009B2577"/>
    <w:rsid w:val="009B3EB7"/>
    <w:rsid w:val="009B4BD0"/>
    <w:rsid w:val="009B594D"/>
    <w:rsid w:val="009B6CF0"/>
    <w:rsid w:val="009C082E"/>
    <w:rsid w:val="009C154B"/>
    <w:rsid w:val="009C1EC8"/>
    <w:rsid w:val="009C3CB2"/>
    <w:rsid w:val="009D0372"/>
    <w:rsid w:val="009D25C7"/>
    <w:rsid w:val="009D49CD"/>
    <w:rsid w:val="009E0038"/>
    <w:rsid w:val="009F0433"/>
    <w:rsid w:val="009F0987"/>
    <w:rsid w:val="009F12BC"/>
    <w:rsid w:val="009F3589"/>
    <w:rsid w:val="009F35BD"/>
    <w:rsid w:val="009F414C"/>
    <w:rsid w:val="009F5CA5"/>
    <w:rsid w:val="009F65F3"/>
    <w:rsid w:val="00A00ECC"/>
    <w:rsid w:val="00A0214C"/>
    <w:rsid w:val="00A03ABB"/>
    <w:rsid w:val="00A03C99"/>
    <w:rsid w:val="00A04810"/>
    <w:rsid w:val="00A078DA"/>
    <w:rsid w:val="00A1066C"/>
    <w:rsid w:val="00A16641"/>
    <w:rsid w:val="00A166C4"/>
    <w:rsid w:val="00A1783E"/>
    <w:rsid w:val="00A30150"/>
    <w:rsid w:val="00A31D72"/>
    <w:rsid w:val="00A32365"/>
    <w:rsid w:val="00A32B85"/>
    <w:rsid w:val="00A41221"/>
    <w:rsid w:val="00A414B6"/>
    <w:rsid w:val="00A418E4"/>
    <w:rsid w:val="00A42B82"/>
    <w:rsid w:val="00A42CDC"/>
    <w:rsid w:val="00A4378E"/>
    <w:rsid w:val="00A44AC5"/>
    <w:rsid w:val="00A45D9C"/>
    <w:rsid w:val="00A46561"/>
    <w:rsid w:val="00A500A4"/>
    <w:rsid w:val="00A520DF"/>
    <w:rsid w:val="00A53CA4"/>
    <w:rsid w:val="00A56658"/>
    <w:rsid w:val="00A57D2C"/>
    <w:rsid w:val="00A60FFA"/>
    <w:rsid w:val="00A62E91"/>
    <w:rsid w:val="00A63A9D"/>
    <w:rsid w:val="00A64593"/>
    <w:rsid w:val="00A663DE"/>
    <w:rsid w:val="00A66F1F"/>
    <w:rsid w:val="00A71C02"/>
    <w:rsid w:val="00A7261F"/>
    <w:rsid w:val="00A72805"/>
    <w:rsid w:val="00A73D29"/>
    <w:rsid w:val="00A74754"/>
    <w:rsid w:val="00A753B4"/>
    <w:rsid w:val="00A768C4"/>
    <w:rsid w:val="00A76CB6"/>
    <w:rsid w:val="00A771A5"/>
    <w:rsid w:val="00A77D6A"/>
    <w:rsid w:val="00A81E4B"/>
    <w:rsid w:val="00A82578"/>
    <w:rsid w:val="00A83F7C"/>
    <w:rsid w:val="00A85091"/>
    <w:rsid w:val="00A86ACD"/>
    <w:rsid w:val="00A87DB0"/>
    <w:rsid w:val="00A9156A"/>
    <w:rsid w:val="00A91986"/>
    <w:rsid w:val="00A91F48"/>
    <w:rsid w:val="00A92628"/>
    <w:rsid w:val="00A928E6"/>
    <w:rsid w:val="00A93519"/>
    <w:rsid w:val="00AA0D16"/>
    <w:rsid w:val="00AA0D2F"/>
    <w:rsid w:val="00AA1B6F"/>
    <w:rsid w:val="00AA2939"/>
    <w:rsid w:val="00AA4970"/>
    <w:rsid w:val="00AA6BC9"/>
    <w:rsid w:val="00AA76DE"/>
    <w:rsid w:val="00AB047D"/>
    <w:rsid w:val="00AB266E"/>
    <w:rsid w:val="00AB2C21"/>
    <w:rsid w:val="00AB545A"/>
    <w:rsid w:val="00AC0686"/>
    <w:rsid w:val="00AC0743"/>
    <w:rsid w:val="00AC4346"/>
    <w:rsid w:val="00AC55D1"/>
    <w:rsid w:val="00AC63FB"/>
    <w:rsid w:val="00AC6510"/>
    <w:rsid w:val="00AD4193"/>
    <w:rsid w:val="00AD4626"/>
    <w:rsid w:val="00AD4A25"/>
    <w:rsid w:val="00AD4B0C"/>
    <w:rsid w:val="00AE1F62"/>
    <w:rsid w:val="00AE3AFF"/>
    <w:rsid w:val="00AE7C0D"/>
    <w:rsid w:val="00AF1461"/>
    <w:rsid w:val="00AF2D43"/>
    <w:rsid w:val="00AF3CEC"/>
    <w:rsid w:val="00AF4564"/>
    <w:rsid w:val="00AF56D1"/>
    <w:rsid w:val="00AF64B9"/>
    <w:rsid w:val="00AF68CD"/>
    <w:rsid w:val="00B01B58"/>
    <w:rsid w:val="00B01CEF"/>
    <w:rsid w:val="00B06BC4"/>
    <w:rsid w:val="00B10832"/>
    <w:rsid w:val="00B10C27"/>
    <w:rsid w:val="00B13A9A"/>
    <w:rsid w:val="00B1485E"/>
    <w:rsid w:val="00B15B1E"/>
    <w:rsid w:val="00B206B1"/>
    <w:rsid w:val="00B213F4"/>
    <w:rsid w:val="00B21A61"/>
    <w:rsid w:val="00B23715"/>
    <w:rsid w:val="00B23838"/>
    <w:rsid w:val="00B243B2"/>
    <w:rsid w:val="00B25ECC"/>
    <w:rsid w:val="00B26A27"/>
    <w:rsid w:val="00B307A6"/>
    <w:rsid w:val="00B32A2C"/>
    <w:rsid w:val="00B3715E"/>
    <w:rsid w:val="00B40FC7"/>
    <w:rsid w:val="00B43045"/>
    <w:rsid w:val="00B445F5"/>
    <w:rsid w:val="00B44C38"/>
    <w:rsid w:val="00B47659"/>
    <w:rsid w:val="00B477E4"/>
    <w:rsid w:val="00B55136"/>
    <w:rsid w:val="00B60769"/>
    <w:rsid w:val="00B74DF4"/>
    <w:rsid w:val="00B762C9"/>
    <w:rsid w:val="00B774C2"/>
    <w:rsid w:val="00B80155"/>
    <w:rsid w:val="00B80E1F"/>
    <w:rsid w:val="00B819C1"/>
    <w:rsid w:val="00B82760"/>
    <w:rsid w:val="00B93413"/>
    <w:rsid w:val="00B95D9E"/>
    <w:rsid w:val="00B96A91"/>
    <w:rsid w:val="00BA38CE"/>
    <w:rsid w:val="00BA787C"/>
    <w:rsid w:val="00BB06F4"/>
    <w:rsid w:val="00BB08D9"/>
    <w:rsid w:val="00BB0A06"/>
    <w:rsid w:val="00BB1520"/>
    <w:rsid w:val="00BB6740"/>
    <w:rsid w:val="00BC24C2"/>
    <w:rsid w:val="00BC2751"/>
    <w:rsid w:val="00BD30A6"/>
    <w:rsid w:val="00BD3B24"/>
    <w:rsid w:val="00BD5392"/>
    <w:rsid w:val="00BD7CD7"/>
    <w:rsid w:val="00BE27B9"/>
    <w:rsid w:val="00BF1D70"/>
    <w:rsid w:val="00C01D4A"/>
    <w:rsid w:val="00C03F20"/>
    <w:rsid w:val="00C04A0C"/>
    <w:rsid w:val="00C06A60"/>
    <w:rsid w:val="00C208F6"/>
    <w:rsid w:val="00C25A0B"/>
    <w:rsid w:val="00C26791"/>
    <w:rsid w:val="00C33B7C"/>
    <w:rsid w:val="00C36870"/>
    <w:rsid w:val="00C36EC7"/>
    <w:rsid w:val="00C41AF6"/>
    <w:rsid w:val="00C43788"/>
    <w:rsid w:val="00C460D5"/>
    <w:rsid w:val="00C47106"/>
    <w:rsid w:val="00C47929"/>
    <w:rsid w:val="00C512EB"/>
    <w:rsid w:val="00C53036"/>
    <w:rsid w:val="00C60D1C"/>
    <w:rsid w:val="00C6103F"/>
    <w:rsid w:val="00C622D9"/>
    <w:rsid w:val="00C636E7"/>
    <w:rsid w:val="00C636EB"/>
    <w:rsid w:val="00C7013A"/>
    <w:rsid w:val="00C71997"/>
    <w:rsid w:val="00C72CD3"/>
    <w:rsid w:val="00C746E9"/>
    <w:rsid w:val="00C75467"/>
    <w:rsid w:val="00C7609D"/>
    <w:rsid w:val="00C77160"/>
    <w:rsid w:val="00C8032D"/>
    <w:rsid w:val="00C80B78"/>
    <w:rsid w:val="00C80E22"/>
    <w:rsid w:val="00C82B81"/>
    <w:rsid w:val="00C84DDD"/>
    <w:rsid w:val="00C90404"/>
    <w:rsid w:val="00C96DAD"/>
    <w:rsid w:val="00CA2D8F"/>
    <w:rsid w:val="00CA2E4B"/>
    <w:rsid w:val="00CA2F64"/>
    <w:rsid w:val="00CA3949"/>
    <w:rsid w:val="00CA5D2F"/>
    <w:rsid w:val="00CB0BC5"/>
    <w:rsid w:val="00CB11D8"/>
    <w:rsid w:val="00CB1C2D"/>
    <w:rsid w:val="00CB246A"/>
    <w:rsid w:val="00CB2B5C"/>
    <w:rsid w:val="00CB5860"/>
    <w:rsid w:val="00CB5D09"/>
    <w:rsid w:val="00CC02BD"/>
    <w:rsid w:val="00CC03A2"/>
    <w:rsid w:val="00CC25EC"/>
    <w:rsid w:val="00CC390B"/>
    <w:rsid w:val="00CC7CCA"/>
    <w:rsid w:val="00CD3AA7"/>
    <w:rsid w:val="00CD47BA"/>
    <w:rsid w:val="00CD4BD8"/>
    <w:rsid w:val="00CD6E94"/>
    <w:rsid w:val="00CD7D06"/>
    <w:rsid w:val="00CE0A9B"/>
    <w:rsid w:val="00CE6951"/>
    <w:rsid w:val="00CE73CD"/>
    <w:rsid w:val="00CF17BF"/>
    <w:rsid w:val="00CF460A"/>
    <w:rsid w:val="00D026E1"/>
    <w:rsid w:val="00D03FF1"/>
    <w:rsid w:val="00D04F42"/>
    <w:rsid w:val="00D052ED"/>
    <w:rsid w:val="00D12F45"/>
    <w:rsid w:val="00D13BC7"/>
    <w:rsid w:val="00D1430E"/>
    <w:rsid w:val="00D14566"/>
    <w:rsid w:val="00D15E35"/>
    <w:rsid w:val="00D1667D"/>
    <w:rsid w:val="00D16703"/>
    <w:rsid w:val="00D20FDD"/>
    <w:rsid w:val="00D213DD"/>
    <w:rsid w:val="00D230DA"/>
    <w:rsid w:val="00D250DB"/>
    <w:rsid w:val="00D25719"/>
    <w:rsid w:val="00D272FB"/>
    <w:rsid w:val="00D27DF4"/>
    <w:rsid w:val="00D27FAB"/>
    <w:rsid w:val="00D301EE"/>
    <w:rsid w:val="00D33FB9"/>
    <w:rsid w:val="00D36969"/>
    <w:rsid w:val="00D42027"/>
    <w:rsid w:val="00D432B1"/>
    <w:rsid w:val="00D43C7B"/>
    <w:rsid w:val="00D43EC4"/>
    <w:rsid w:val="00D47DA7"/>
    <w:rsid w:val="00D52F12"/>
    <w:rsid w:val="00D539AE"/>
    <w:rsid w:val="00D5679F"/>
    <w:rsid w:val="00D56872"/>
    <w:rsid w:val="00D62BAD"/>
    <w:rsid w:val="00D6309B"/>
    <w:rsid w:val="00D66BFA"/>
    <w:rsid w:val="00D70D00"/>
    <w:rsid w:val="00D73811"/>
    <w:rsid w:val="00D74A0D"/>
    <w:rsid w:val="00D7510E"/>
    <w:rsid w:val="00D76094"/>
    <w:rsid w:val="00D76894"/>
    <w:rsid w:val="00D82AE7"/>
    <w:rsid w:val="00D87B20"/>
    <w:rsid w:val="00D87CF3"/>
    <w:rsid w:val="00D90227"/>
    <w:rsid w:val="00D90AC5"/>
    <w:rsid w:val="00D91464"/>
    <w:rsid w:val="00D91AED"/>
    <w:rsid w:val="00D92716"/>
    <w:rsid w:val="00D95005"/>
    <w:rsid w:val="00D96870"/>
    <w:rsid w:val="00DA19FF"/>
    <w:rsid w:val="00DA1E74"/>
    <w:rsid w:val="00DA2960"/>
    <w:rsid w:val="00DA55B4"/>
    <w:rsid w:val="00DB3F3F"/>
    <w:rsid w:val="00DB46B7"/>
    <w:rsid w:val="00DB73FC"/>
    <w:rsid w:val="00DC0790"/>
    <w:rsid w:val="00DC300B"/>
    <w:rsid w:val="00DC510D"/>
    <w:rsid w:val="00DC5C7D"/>
    <w:rsid w:val="00DC71CA"/>
    <w:rsid w:val="00DD0D48"/>
    <w:rsid w:val="00DD16C5"/>
    <w:rsid w:val="00DD2A97"/>
    <w:rsid w:val="00DD3AE0"/>
    <w:rsid w:val="00DD4A71"/>
    <w:rsid w:val="00DD4DD0"/>
    <w:rsid w:val="00DE04D2"/>
    <w:rsid w:val="00DE08FA"/>
    <w:rsid w:val="00DE35EB"/>
    <w:rsid w:val="00DE407F"/>
    <w:rsid w:val="00DE41D1"/>
    <w:rsid w:val="00DE6930"/>
    <w:rsid w:val="00DF14CC"/>
    <w:rsid w:val="00DF2D9C"/>
    <w:rsid w:val="00E0248E"/>
    <w:rsid w:val="00E06880"/>
    <w:rsid w:val="00E10302"/>
    <w:rsid w:val="00E13119"/>
    <w:rsid w:val="00E13B57"/>
    <w:rsid w:val="00E16ECB"/>
    <w:rsid w:val="00E204EC"/>
    <w:rsid w:val="00E207BB"/>
    <w:rsid w:val="00E21E3E"/>
    <w:rsid w:val="00E2304D"/>
    <w:rsid w:val="00E236A9"/>
    <w:rsid w:val="00E26210"/>
    <w:rsid w:val="00E26828"/>
    <w:rsid w:val="00E30991"/>
    <w:rsid w:val="00E3363B"/>
    <w:rsid w:val="00E34D3A"/>
    <w:rsid w:val="00E36721"/>
    <w:rsid w:val="00E37FCD"/>
    <w:rsid w:val="00E400BE"/>
    <w:rsid w:val="00E41800"/>
    <w:rsid w:val="00E45959"/>
    <w:rsid w:val="00E47DB8"/>
    <w:rsid w:val="00E51637"/>
    <w:rsid w:val="00E532C3"/>
    <w:rsid w:val="00E55CA4"/>
    <w:rsid w:val="00E56CC9"/>
    <w:rsid w:val="00E56CDD"/>
    <w:rsid w:val="00E5769E"/>
    <w:rsid w:val="00E6320B"/>
    <w:rsid w:val="00E64038"/>
    <w:rsid w:val="00E71D28"/>
    <w:rsid w:val="00E75191"/>
    <w:rsid w:val="00E75782"/>
    <w:rsid w:val="00E75D39"/>
    <w:rsid w:val="00E77AA5"/>
    <w:rsid w:val="00E8131A"/>
    <w:rsid w:val="00E81D5C"/>
    <w:rsid w:val="00E856DA"/>
    <w:rsid w:val="00E85A97"/>
    <w:rsid w:val="00E90330"/>
    <w:rsid w:val="00E90A71"/>
    <w:rsid w:val="00E94A8B"/>
    <w:rsid w:val="00E94CAA"/>
    <w:rsid w:val="00E96513"/>
    <w:rsid w:val="00E97B4B"/>
    <w:rsid w:val="00EA047E"/>
    <w:rsid w:val="00EA082D"/>
    <w:rsid w:val="00EA0877"/>
    <w:rsid w:val="00EA0CA3"/>
    <w:rsid w:val="00EA111A"/>
    <w:rsid w:val="00EA4AAF"/>
    <w:rsid w:val="00EA7DC3"/>
    <w:rsid w:val="00EB0995"/>
    <w:rsid w:val="00EB1084"/>
    <w:rsid w:val="00EB1C2E"/>
    <w:rsid w:val="00EB3066"/>
    <w:rsid w:val="00EB3DAB"/>
    <w:rsid w:val="00EB7C19"/>
    <w:rsid w:val="00EC060A"/>
    <w:rsid w:val="00EC486E"/>
    <w:rsid w:val="00EC4F7A"/>
    <w:rsid w:val="00EC701C"/>
    <w:rsid w:val="00EC78C2"/>
    <w:rsid w:val="00ED013D"/>
    <w:rsid w:val="00ED0BBA"/>
    <w:rsid w:val="00ED17A9"/>
    <w:rsid w:val="00EE27D2"/>
    <w:rsid w:val="00EE6852"/>
    <w:rsid w:val="00EE7566"/>
    <w:rsid w:val="00EF0339"/>
    <w:rsid w:val="00EF3C9E"/>
    <w:rsid w:val="00EF40D9"/>
    <w:rsid w:val="00EF5786"/>
    <w:rsid w:val="00EF5C7A"/>
    <w:rsid w:val="00EF6451"/>
    <w:rsid w:val="00EF7A36"/>
    <w:rsid w:val="00F0017C"/>
    <w:rsid w:val="00F02A9A"/>
    <w:rsid w:val="00F02ABC"/>
    <w:rsid w:val="00F10BEC"/>
    <w:rsid w:val="00F12833"/>
    <w:rsid w:val="00F17282"/>
    <w:rsid w:val="00F23AAD"/>
    <w:rsid w:val="00F26125"/>
    <w:rsid w:val="00F26AD2"/>
    <w:rsid w:val="00F30D5B"/>
    <w:rsid w:val="00F33626"/>
    <w:rsid w:val="00F3561F"/>
    <w:rsid w:val="00F40B7E"/>
    <w:rsid w:val="00F410C6"/>
    <w:rsid w:val="00F44765"/>
    <w:rsid w:val="00F5073A"/>
    <w:rsid w:val="00F51FAC"/>
    <w:rsid w:val="00F53375"/>
    <w:rsid w:val="00F538ED"/>
    <w:rsid w:val="00F570CC"/>
    <w:rsid w:val="00F579EE"/>
    <w:rsid w:val="00F61299"/>
    <w:rsid w:val="00F62B7C"/>
    <w:rsid w:val="00F62D75"/>
    <w:rsid w:val="00F654EB"/>
    <w:rsid w:val="00F66369"/>
    <w:rsid w:val="00F708AE"/>
    <w:rsid w:val="00F733CA"/>
    <w:rsid w:val="00F7676C"/>
    <w:rsid w:val="00F772E9"/>
    <w:rsid w:val="00F83853"/>
    <w:rsid w:val="00F8472E"/>
    <w:rsid w:val="00F91A78"/>
    <w:rsid w:val="00F91CC1"/>
    <w:rsid w:val="00F973B0"/>
    <w:rsid w:val="00FA2389"/>
    <w:rsid w:val="00FA4FB3"/>
    <w:rsid w:val="00FA5C57"/>
    <w:rsid w:val="00FA6949"/>
    <w:rsid w:val="00FB5C58"/>
    <w:rsid w:val="00FB7FB7"/>
    <w:rsid w:val="00FC003F"/>
    <w:rsid w:val="00FC15FC"/>
    <w:rsid w:val="00FC204C"/>
    <w:rsid w:val="00FC2827"/>
    <w:rsid w:val="00FC3507"/>
    <w:rsid w:val="00FC3BDB"/>
    <w:rsid w:val="00FC66C2"/>
    <w:rsid w:val="00FC70B5"/>
    <w:rsid w:val="00FC750E"/>
    <w:rsid w:val="00FD14E5"/>
    <w:rsid w:val="00FD167E"/>
    <w:rsid w:val="00FD1AC7"/>
    <w:rsid w:val="00FD3B44"/>
    <w:rsid w:val="00FD5911"/>
    <w:rsid w:val="00FD5C52"/>
    <w:rsid w:val="00FE2FB7"/>
    <w:rsid w:val="00FE71D2"/>
    <w:rsid w:val="00FE7710"/>
    <w:rsid w:val="00FF0062"/>
    <w:rsid w:val="00FF1A07"/>
    <w:rsid w:val="00FF46BF"/>
    <w:rsid w:val="00FF7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chulergroup.com/p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simon.scherrenbacher@schulergroup.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schemas.microsoft.com/office/2006/documentManagement/types"/>
    <ds:schemaRef ds:uri="http://purl.org/dc/terms/"/>
    <ds:schemaRef ds:uri="http://purl.org/dc/dcmitype/"/>
    <ds:schemaRef ds:uri="http://purl.org/dc/elements/1.1/"/>
    <ds:schemaRef ds:uri="14CA36B4-80C0-40BA-B310-DCB654F98268"/>
    <ds:schemaRef ds:uri="http://www.w3.org/XML/1998/namespace"/>
    <ds:schemaRef ds:uri="http://schemas.microsoft.com/office/infopath/2007/PartnerControls"/>
    <ds:schemaRef ds:uri="http://schemas.openxmlformats.org/package/2006/metadata/core-properties"/>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36F56BC4-7359-4549-8D69-C477D622C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672</Words>
  <Characters>4636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5298</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Simon Scherrenbacher</cp:lastModifiedBy>
  <cp:revision>5</cp:revision>
  <cp:lastPrinted>2018-09-20T14:53:00Z</cp:lastPrinted>
  <dcterms:created xsi:type="dcterms:W3CDTF">2018-09-20T14:48:00Z</dcterms:created>
  <dcterms:modified xsi:type="dcterms:W3CDTF">2018-09-24T15:09:00Z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