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183CFE" w:rsidP="00365A9E">
      <w:pPr>
        <w:pStyle w:val="berschrift1"/>
      </w:pPr>
      <w:r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871901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 xml:space="preserve">Simon </w:t>
            </w:r>
            <w:proofErr w:type="spellStart"/>
            <w:r>
              <w:rPr>
                <w:rFonts w:eastAsia="Calibri"/>
                <w:b/>
                <w:sz w:val="17"/>
                <w:szCs w:val="17"/>
                <w:lang w:eastAsia="en-US"/>
              </w:rPr>
              <w:t>Scherrenbacher</w:t>
            </w:r>
            <w:proofErr w:type="spellEnd"/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Tele</w:t>
            </w:r>
            <w:r w:rsidR="00183CFE">
              <w:rPr>
                <w:rFonts w:eastAsia="Calibri"/>
                <w:sz w:val="17"/>
                <w:szCs w:val="17"/>
                <w:lang w:val="en-US" w:eastAsia="en-US"/>
              </w:rPr>
              <w:t>fon</w:t>
            </w:r>
            <w:proofErr w:type="spellEnd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946BE7" w:rsidRDefault="008217E5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 xml:space="preserve">Simon </w:t>
              </w:r>
              <w:proofErr w:type="spellStart"/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Scherrenbacher</w:t>
              </w:r>
              <w:proofErr w:type="spellEnd"/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871901" w:rsidRDefault="008217E5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871901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:rsidR="007E1606" w:rsidRPr="00871901" w:rsidRDefault="007E1606" w:rsidP="007E132D">
      <w:pPr>
        <w:rPr>
          <w:lang w:val="en-US"/>
        </w:rPr>
      </w:pPr>
    </w:p>
    <w:p w:rsidR="00476D9C" w:rsidRPr="00871901" w:rsidRDefault="00476D9C" w:rsidP="007E132D">
      <w:pPr>
        <w:rPr>
          <w:lang w:val="en-US"/>
        </w:rPr>
      </w:pPr>
    </w:p>
    <w:p w:rsidR="00476D9C" w:rsidRPr="00871901" w:rsidRDefault="00476D9C" w:rsidP="007E132D">
      <w:pPr>
        <w:rPr>
          <w:lang w:val="en-US"/>
        </w:rPr>
      </w:pPr>
    </w:p>
    <w:p w:rsidR="00476D9C" w:rsidRPr="00871901" w:rsidRDefault="00476D9C" w:rsidP="007E132D">
      <w:pPr>
        <w:rPr>
          <w:lang w:val="en-US"/>
        </w:rPr>
      </w:pPr>
    </w:p>
    <w:p w:rsidR="00476D9C" w:rsidRPr="00D8748D" w:rsidRDefault="00A22682" w:rsidP="00365A9E">
      <w:pPr>
        <w:pStyle w:val="berschrift1"/>
        <w:rPr>
          <w:sz w:val="2"/>
        </w:rPr>
      </w:pPr>
      <w:r>
        <w:t xml:space="preserve">Auftrag über </w:t>
      </w:r>
      <w:r w:rsidR="00715938">
        <w:t xml:space="preserve">vier </w:t>
      </w:r>
      <w:r>
        <w:t xml:space="preserve">Schmiedelinien </w:t>
      </w:r>
    </w:p>
    <w:p w:rsidR="00476D9C" w:rsidRDefault="00A22682" w:rsidP="00E945B0">
      <w:pPr>
        <w:pStyle w:val="berschrift2"/>
      </w:pPr>
      <w:r>
        <w:t xml:space="preserve">Schuler liefert mechanische </w:t>
      </w:r>
      <w:r w:rsidR="002B20B6">
        <w:t xml:space="preserve">Mehrstufenpressen </w:t>
      </w:r>
      <w:r>
        <w:t>mit einer Presskraft zwischen 8.000 und 20.000 Kilonewton</w:t>
      </w:r>
      <w:r w:rsidR="008E6F80">
        <w:t xml:space="preserve"> nach China</w:t>
      </w:r>
    </w:p>
    <w:p w:rsidR="00D8748D" w:rsidRPr="00D8748D" w:rsidRDefault="00D8748D" w:rsidP="00476D9C"/>
    <w:p w:rsidR="004A0EB9" w:rsidRDefault="00E945B0" w:rsidP="00DA6E27">
      <w:r>
        <w:rPr>
          <w:i/>
        </w:rPr>
        <w:t>Göppingen</w:t>
      </w:r>
      <w:r w:rsidR="00AD005F">
        <w:rPr>
          <w:i/>
        </w:rPr>
        <w:t>/Weingarten</w:t>
      </w:r>
      <w:r w:rsidR="00D841E8" w:rsidRPr="00A1766F">
        <w:rPr>
          <w:i/>
        </w:rPr>
        <w:t>,</w:t>
      </w:r>
      <w:r>
        <w:rPr>
          <w:i/>
        </w:rPr>
        <w:t xml:space="preserve"> </w:t>
      </w:r>
      <w:r w:rsidR="00024587">
        <w:rPr>
          <w:i/>
        </w:rPr>
        <w:t>2</w:t>
      </w:r>
      <w:r w:rsidR="008217E5">
        <w:rPr>
          <w:i/>
        </w:rPr>
        <w:t>7</w:t>
      </w:r>
      <w:bookmarkStart w:id="0" w:name="_GoBack"/>
      <w:bookmarkEnd w:id="0"/>
      <w:r w:rsidR="00342D9F">
        <w:rPr>
          <w:i/>
        </w:rPr>
        <w:t>.0</w:t>
      </w:r>
      <w:r w:rsidR="00451825">
        <w:rPr>
          <w:i/>
        </w:rPr>
        <w:t>7</w:t>
      </w:r>
      <w:r w:rsidR="00342D9F">
        <w:rPr>
          <w:i/>
        </w:rPr>
        <w:t xml:space="preserve">.2017 </w:t>
      </w:r>
      <w:r w:rsidR="002818A1" w:rsidRPr="00A1766F">
        <w:t>–</w:t>
      </w:r>
      <w:r w:rsidR="00DA1BAD">
        <w:t xml:space="preserve"> Der Automobilzulieferer Chongqing </w:t>
      </w:r>
      <w:proofErr w:type="spellStart"/>
      <w:r w:rsidR="00DA1BAD">
        <w:t>Lianhao</w:t>
      </w:r>
      <w:proofErr w:type="spellEnd"/>
      <w:r w:rsidR="00DA1BAD">
        <w:t xml:space="preserve"> Technology </w:t>
      </w:r>
      <w:r w:rsidR="007419C9">
        <w:t xml:space="preserve">aus China </w:t>
      </w:r>
      <w:r w:rsidR="00DA1BAD">
        <w:t xml:space="preserve">hat vier mechanische Schmiedelinien bei Schuler </w:t>
      </w:r>
      <w:r w:rsidR="005330F4">
        <w:t>bestellt</w:t>
      </w:r>
      <w:r w:rsidR="00DA1BAD">
        <w:t xml:space="preserve">. </w:t>
      </w:r>
      <w:r w:rsidR="00117EF0">
        <w:t>Die mechanischen Mehrstufenpressen mit Kniegelenkantrieb verfügen über eine Presskraft zwischen 8.000 und 20.000 Kilonewton.</w:t>
      </w:r>
    </w:p>
    <w:p w:rsidR="00871901" w:rsidRDefault="00871901" w:rsidP="00DA6E27"/>
    <w:p w:rsidR="00E913DD" w:rsidRDefault="00A130A4" w:rsidP="004A0EB9">
      <w:r w:rsidRPr="00242D0A">
        <w:t>„Die Akquise d</w:t>
      </w:r>
      <w:r w:rsidR="004D6092" w:rsidRPr="00242D0A">
        <w:t>ieses</w:t>
      </w:r>
      <w:r w:rsidRPr="00242D0A">
        <w:t xml:space="preserve"> Auftrags erfolgte </w:t>
      </w:r>
      <w:r w:rsidR="00242D0A" w:rsidRPr="00242D0A">
        <w:t>durch den</w:t>
      </w:r>
      <w:r w:rsidRPr="00242D0A">
        <w:t xml:space="preserve"> Vertrieb</w:t>
      </w:r>
      <w:r w:rsidR="004D6092" w:rsidRPr="00242D0A">
        <w:t xml:space="preserve"> </w:t>
      </w:r>
      <w:r w:rsidRPr="00242D0A">
        <w:t>in Weingarten, wo auch die technische Hoheit über dieses Produkt liegt und die Auslegung der Anlage durchgeführt wird</w:t>
      </w:r>
      <w:r w:rsidR="00E913DD" w:rsidRPr="00242D0A">
        <w:t xml:space="preserve">“, erklärt </w:t>
      </w:r>
      <w:r w:rsidR="00D17817">
        <w:t>Markus Bieg</w:t>
      </w:r>
      <w:r w:rsidR="00E913DD">
        <w:t xml:space="preserve">, </w:t>
      </w:r>
      <w:r w:rsidR="00F658AC">
        <w:t>der</w:t>
      </w:r>
      <w:r w:rsidR="00E913DD">
        <w:t xml:space="preserve"> </w:t>
      </w:r>
      <w:r w:rsidR="00F658AC">
        <w:t>die</w:t>
      </w:r>
      <w:r w:rsidR="00E913DD">
        <w:t xml:space="preserve"> Division </w:t>
      </w:r>
      <w:proofErr w:type="spellStart"/>
      <w:r w:rsidR="00E913DD">
        <w:t>Industry</w:t>
      </w:r>
      <w:proofErr w:type="spellEnd"/>
      <w:r w:rsidR="00E913DD">
        <w:t xml:space="preserve"> </w:t>
      </w:r>
      <w:r w:rsidR="00F658AC">
        <w:t>dort leitet</w:t>
      </w:r>
      <w:r w:rsidR="00E913DD">
        <w:t>. „</w:t>
      </w:r>
      <w:r w:rsidR="00F658AC">
        <w:t xml:space="preserve">Das macht deutlich, </w:t>
      </w:r>
      <w:r w:rsidR="00F658AC" w:rsidRPr="00903C5D">
        <w:t xml:space="preserve">welche hohe Bedeutung </w:t>
      </w:r>
      <w:r w:rsidR="009C11CC" w:rsidRPr="00903C5D">
        <w:t xml:space="preserve">der Standort </w:t>
      </w:r>
      <w:r w:rsidR="002B1B8F" w:rsidRPr="00903C5D">
        <w:t>für den</w:t>
      </w:r>
      <w:r w:rsidR="009C11CC" w:rsidRPr="00903C5D">
        <w:t xml:space="preserve"> Schuler-Konzer</w:t>
      </w:r>
      <w:r w:rsidR="002B1B8F" w:rsidRPr="00903C5D">
        <w:t>n</w:t>
      </w:r>
      <w:r w:rsidR="009C11CC" w:rsidRPr="00903C5D">
        <w:t xml:space="preserve"> hat</w:t>
      </w:r>
      <w:r w:rsidR="00E913DD" w:rsidRPr="00903C5D">
        <w:t>.“</w:t>
      </w:r>
      <w:r w:rsidR="00F658AC" w:rsidRPr="00903C5D">
        <w:t xml:space="preserve"> Fertigung und Montage erfolgen a</w:t>
      </w:r>
      <w:r w:rsidR="00FC616B" w:rsidRPr="00903C5D">
        <w:t>n den</w:t>
      </w:r>
      <w:r w:rsidR="00F658AC" w:rsidRPr="00903C5D">
        <w:t xml:space="preserve"> Standort</w:t>
      </w:r>
      <w:r w:rsidR="00FC616B" w:rsidRPr="00903C5D">
        <w:t>en</w:t>
      </w:r>
      <w:r w:rsidR="00F658AC" w:rsidRPr="00903C5D">
        <w:t xml:space="preserve"> Göppingen</w:t>
      </w:r>
      <w:r w:rsidR="00FC616B" w:rsidRPr="00903C5D">
        <w:t xml:space="preserve"> und Erfurt</w:t>
      </w:r>
      <w:r w:rsidR="00F658AC" w:rsidRPr="00903C5D">
        <w:t xml:space="preserve">. Die Auslieferung der </w:t>
      </w:r>
      <w:r w:rsidR="00F8206B">
        <w:t>vier</w:t>
      </w:r>
      <w:r w:rsidR="00F8206B" w:rsidRPr="00903C5D">
        <w:t xml:space="preserve"> </w:t>
      </w:r>
      <w:r w:rsidR="00F658AC" w:rsidRPr="00903C5D">
        <w:t>Schmiedelinien ist im Verlauf des ersten Halbjahres</w:t>
      </w:r>
      <w:r w:rsidR="00F658AC">
        <w:t xml:space="preserve"> 2018 geplant.</w:t>
      </w:r>
    </w:p>
    <w:p w:rsidR="00F658AC" w:rsidRDefault="00F658AC" w:rsidP="004A0EB9"/>
    <w:p w:rsidR="00C270F4" w:rsidRDefault="00282875" w:rsidP="00C270F4">
      <w:r>
        <w:t>Pressen vom Typ MML</w:t>
      </w:r>
      <w:r w:rsidR="0098310B">
        <w:t>2</w:t>
      </w:r>
      <w:r w:rsidR="00006DC7">
        <w:t xml:space="preserve"> mit Kniegelenkantrieb</w:t>
      </w:r>
      <w:r>
        <w:t xml:space="preserve">, die optional auch mit </w:t>
      </w:r>
      <w:proofErr w:type="spellStart"/>
      <w:r>
        <w:t>ServoDirekt</w:t>
      </w:r>
      <w:proofErr w:type="spellEnd"/>
      <w:r>
        <w:t xml:space="preserve"> Technologie erhältlich sind, </w:t>
      </w:r>
      <w:r w:rsidR="00F658AC">
        <w:t xml:space="preserve">eignen sich durch den großen Hubbereich </w:t>
      </w:r>
      <w:r w:rsidR="007938B5">
        <w:t xml:space="preserve">von 250 bis 800 Millimetern </w:t>
      </w:r>
      <w:r w:rsidR="00F658AC">
        <w:t>für die Massenfertigung</w:t>
      </w:r>
      <w:r w:rsidR="00ED6938">
        <w:t xml:space="preserve"> von Antriebs- und Fahrwerkkomponenten</w:t>
      </w:r>
      <w:r w:rsidR="00F658AC">
        <w:t xml:space="preserve"> </w:t>
      </w:r>
      <w:r w:rsidR="00886873">
        <w:t>in unterschiedlich</w:t>
      </w:r>
      <w:r w:rsidR="0098310B">
        <w:t>ster Größe –</w:t>
      </w:r>
      <w:r w:rsidR="00886873">
        <w:t xml:space="preserve"> von </w:t>
      </w:r>
      <w:r w:rsidR="00F658AC">
        <w:t>Kegelzahnräder</w:t>
      </w:r>
      <w:r w:rsidR="00886873">
        <w:t>n</w:t>
      </w:r>
      <w:r w:rsidR="00ED6938">
        <w:t xml:space="preserve"> </w:t>
      </w:r>
      <w:r w:rsidR="00886873">
        <w:t xml:space="preserve">bis hin zu </w:t>
      </w:r>
      <w:r w:rsidR="00F658AC">
        <w:t>Getriebew</w:t>
      </w:r>
      <w:r w:rsidR="00ED6938">
        <w:t>ellen.</w:t>
      </w:r>
      <w:r w:rsidR="007938B5">
        <w:t xml:space="preserve"> </w:t>
      </w:r>
      <w:r w:rsidR="001422A1">
        <w:t>D</w:t>
      </w:r>
      <w:r w:rsidR="00CC4B8F">
        <w:t>urch d</w:t>
      </w:r>
      <w:r w:rsidR="001422A1">
        <w:t xml:space="preserve">ie Kniegelenk-Kinematik reduziert </w:t>
      </w:r>
      <w:r w:rsidR="00CC4B8F">
        <w:t xml:space="preserve">sich </w:t>
      </w:r>
      <w:r w:rsidR="001422A1">
        <w:t xml:space="preserve">die Umformgeschwindigkeit, wodurch sich </w:t>
      </w:r>
      <w:r w:rsidR="001422A1">
        <w:lastRenderedPageBreak/>
        <w:t xml:space="preserve">sowohl </w:t>
      </w:r>
      <w:r w:rsidR="00903C5D">
        <w:t>die Teile-Qualität als auch die Formbarkeit des Materials er</w:t>
      </w:r>
      <w:r w:rsidR="001422A1">
        <w:t>höhen.</w:t>
      </w:r>
      <w:r w:rsidR="00C270F4" w:rsidRPr="00C270F4">
        <w:t xml:space="preserve"> </w:t>
      </w:r>
      <w:r w:rsidR="00C270F4">
        <w:t>Das von Schuler entwickelte Gelenksystem der MML2 lässt sich beim Bau der Presse optimal an die jeweiligen Anforderungen der Bauteile anpassen</w:t>
      </w:r>
      <w:r w:rsidR="00F922ED">
        <w:t xml:space="preserve"> und ermöglicht einen Einsatz</w:t>
      </w:r>
      <w:r w:rsidR="00C270F4">
        <w:t xml:space="preserve"> </w:t>
      </w:r>
      <w:r w:rsidR="00C270F4" w:rsidRPr="00903C5D">
        <w:t xml:space="preserve">sowohl für die Kaltumformung als auch für </w:t>
      </w:r>
      <w:r w:rsidR="00FC616B" w:rsidRPr="00903C5D">
        <w:t>die</w:t>
      </w:r>
      <w:r w:rsidR="00C270F4" w:rsidRPr="00903C5D">
        <w:t xml:space="preserve"> Halbwarmumformung.</w:t>
      </w:r>
    </w:p>
    <w:p w:rsidR="005A6ED2" w:rsidRDefault="005A6ED2" w:rsidP="00DA6E27"/>
    <w:p w:rsidR="00515365" w:rsidRDefault="00515365" w:rsidP="00515365">
      <w:r>
        <w:t xml:space="preserve">„Es ist das optimale Zusammenspiel von Anlage, Verfahrens-Knowhow und Werkzeugtechnik, das die wirtschaftliche Herstellung von Serienteilen ermöglicht“, sagt </w:t>
      </w:r>
      <w:r w:rsidR="00D17817">
        <w:t>Markus Bieg</w:t>
      </w:r>
      <w:r>
        <w:t xml:space="preserve">. „Bei Schuler verbindet sich dieses Wissen mit langjähriger Erfahrung. Das Ergebnis: </w:t>
      </w:r>
      <w:r w:rsidR="00A144D8">
        <w:t>D</w:t>
      </w:r>
      <w:r>
        <w:t>ie besondere Kompetenz, effiziente Komplettlösungen zu realisieren – wie die Pressenbaureihe MML2.“</w:t>
      </w:r>
    </w:p>
    <w:p w:rsidR="00515365" w:rsidRDefault="00515365" w:rsidP="00515365"/>
    <w:p w:rsidR="0098310B" w:rsidRDefault="0098310B" w:rsidP="00DA6E27"/>
    <w:p w:rsidR="00A1766F" w:rsidRDefault="00EF2A68" w:rsidP="00A1766F">
      <w:pPr>
        <w:pStyle w:val="berschrift2"/>
      </w:pPr>
      <w:r>
        <w:t>Bildunterschrift</w:t>
      </w:r>
    </w:p>
    <w:p w:rsidR="00EC21CD" w:rsidRDefault="00A1766F" w:rsidP="00EC21CD">
      <w:r>
        <w:t>Bild</w:t>
      </w:r>
      <w:r w:rsidR="009B30A2">
        <w:t>1</w:t>
      </w:r>
      <w:r>
        <w:t>.jpg:</w:t>
      </w:r>
      <w:r w:rsidR="00C365A8">
        <w:t xml:space="preserve"> </w:t>
      </w:r>
      <w:r w:rsidR="009B30A2">
        <w:t xml:space="preserve">Der Automobilzulieferer Chongqing </w:t>
      </w:r>
      <w:proofErr w:type="spellStart"/>
      <w:r w:rsidR="009B30A2">
        <w:t>Lianhao</w:t>
      </w:r>
      <w:proofErr w:type="spellEnd"/>
      <w:r w:rsidR="009B30A2">
        <w:t xml:space="preserve"> Technology aus China hat vier mechanische Schmiedelinien bei Schuler bestellt</w:t>
      </w:r>
      <w:r w:rsidR="00467EB8">
        <w:t>.</w:t>
      </w:r>
    </w:p>
    <w:p w:rsidR="009B30A2" w:rsidRPr="00A1766F" w:rsidRDefault="009B30A2" w:rsidP="00EC21CD">
      <w:r>
        <w:t>Bild2.jpg</w:t>
      </w:r>
      <w:r w:rsidR="00D16B11">
        <w:t xml:space="preserve">, </w:t>
      </w:r>
      <w:r w:rsidR="00FB6289">
        <w:t>Bild3.jpg</w:t>
      </w:r>
      <w:r>
        <w:t xml:space="preserve">: </w:t>
      </w:r>
      <w:r w:rsidR="00362CA2">
        <w:t xml:space="preserve">Die Pressen vom Typ MML2 </w:t>
      </w:r>
      <w:r w:rsidR="00FB6289">
        <w:t>formen</w:t>
      </w:r>
      <w:r w:rsidR="00362CA2">
        <w:t xml:space="preserve"> Antriebs- und Fahrwerkkomponenten wie</w:t>
      </w:r>
      <w:r w:rsidR="00362CA2" w:rsidRPr="00362CA2">
        <w:t xml:space="preserve"> </w:t>
      </w:r>
      <w:r w:rsidR="00362CA2">
        <w:t>Kegelzahnräder</w:t>
      </w:r>
      <w:r w:rsidR="00FB6289">
        <w:t xml:space="preserve"> </w:t>
      </w:r>
      <w:r w:rsidR="00362CA2">
        <w:t>oder Getriebewellen.</w:t>
      </w:r>
    </w:p>
    <w:p w:rsidR="00E06267" w:rsidRDefault="00EF2A68" w:rsidP="00467EB8">
      <w:pPr>
        <w:rPr>
          <w:rFonts w:cs="Arial"/>
        </w:rPr>
      </w:pPr>
      <w:r w:rsidRPr="005833D5">
        <w:rPr>
          <w:i/>
        </w:rPr>
        <w:t>Als Bildquelle bitte Schuler angeben.</w:t>
      </w:r>
      <w:r w:rsidR="00E06267">
        <w:rPr>
          <w:rFonts w:cs="Arial"/>
        </w:rPr>
        <w:br w:type="page"/>
      </w:r>
    </w:p>
    <w:p w:rsidR="00EF2A68" w:rsidRDefault="00EF2A68" w:rsidP="00EF2A68">
      <w:pPr>
        <w:spacing w:line="240" w:lineRule="auto"/>
        <w:rPr>
          <w:rFonts w:cs="Arial"/>
        </w:rPr>
      </w:pPr>
    </w:p>
    <w:p w:rsidR="00EF2A68" w:rsidRPr="00AF64B9" w:rsidRDefault="00EF2A68" w:rsidP="00EF2A68">
      <w:pPr>
        <w:pBdr>
          <w:top w:val="single" w:sz="4" w:space="1" w:color="auto"/>
        </w:pBdr>
        <w:spacing w:line="240" w:lineRule="auto"/>
        <w:jc w:val="both"/>
      </w:pPr>
    </w:p>
    <w:p w:rsidR="00EF2A68" w:rsidRDefault="00EF2A68" w:rsidP="00EF2A68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Pr="00D808EA">
          <w:rPr>
            <w:rStyle w:val="Hyperlink"/>
            <w:b/>
            <w:i/>
          </w:rPr>
          <w:t>www.schulergroup.com</w:t>
        </w:r>
      </w:hyperlink>
    </w:p>
    <w:p w:rsidR="005833D5" w:rsidRPr="00EF2A68" w:rsidRDefault="00EF2A68" w:rsidP="00EF2A68">
      <w:pPr>
        <w:spacing w:line="240" w:lineRule="auto"/>
        <w:ind w:right="-15"/>
        <w:jc w:val="both"/>
        <w:outlineLvl w:val="0"/>
        <w:rPr>
          <w:i/>
        </w:rPr>
      </w:pPr>
      <w:r w:rsidRPr="007C5293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Schienenverkehr und die Großrohr-Fertigung.  Im Geschäftsjahr 201</w:t>
      </w:r>
      <w:r>
        <w:rPr>
          <w:i/>
        </w:rPr>
        <w:t>6</w:t>
      </w:r>
      <w:r w:rsidRPr="007C5293">
        <w:rPr>
          <w:i/>
        </w:rPr>
        <w:t xml:space="preserve"> erzielte Schuler einen Umsatz von </w:t>
      </w:r>
      <w:r>
        <w:rPr>
          <w:i/>
        </w:rPr>
        <w:t>1.174,2</w:t>
      </w:r>
      <w:r w:rsidRPr="007C5293">
        <w:rPr>
          <w:i/>
        </w:rPr>
        <w:t xml:space="preserve"> Millionen Euro. Nach der Übernahme des Werkzeugbauers AWEBA und der Mehrheitsbeteiligung am chinesischen Pressenhersteller </w:t>
      </w:r>
      <w:proofErr w:type="spellStart"/>
      <w:r w:rsidRPr="007C5293">
        <w:rPr>
          <w:i/>
        </w:rPr>
        <w:t>Yadon</w:t>
      </w:r>
      <w:proofErr w:type="spellEnd"/>
      <w:r w:rsidRPr="007C5293">
        <w:rPr>
          <w:i/>
        </w:rPr>
        <w:t xml:space="preserve"> ist Schuler mit rund 6.</w:t>
      </w:r>
      <w:r>
        <w:rPr>
          <w:i/>
        </w:rPr>
        <w:t>6</w:t>
      </w:r>
      <w:r w:rsidRPr="007C5293">
        <w:rPr>
          <w:i/>
        </w:rPr>
        <w:t>00 Mitarbeitern in 40 Ländern präsent. Schuler gehört mehrheitlich zur österreichischen ANDRITZ-Gruppe.</w:t>
      </w:r>
    </w:p>
    <w:sectPr w:rsidR="005833D5" w:rsidRPr="00EF2A68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20B" w:rsidRDefault="007F720B" w:rsidP="007E132D">
      <w:r>
        <w:separator/>
      </w:r>
    </w:p>
    <w:p w:rsidR="007F720B" w:rsidRDefault="007F720B" w:rsidP="007E132D"/>
  </w:endnote>
  <w:endnote w:type="continuationSeparator" w:id="0">
    <w:p w:rsidR="007F720B" w:rsidRDefault="007F720B" w:rsidP="007E132D">
      <w:r>
        <w:continuationSeparator/>
      </w:r>
    </w:p>
    <w:p w:rsidR="007F720B" w:rsidRDefault="007F720B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217E5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8217E5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217E5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8217E5" w:rsidRPr="007E1606">
            <w:rPr>
              <w:rFonts w:eastAsia="Calibri"/>
              <w:noProof/>
            </w:rPr>
            <w:t xml:space="preserve">Seite </w:t>
          </w:r>
          <w:r w:rsidR="008217E5">
            <w:rPr>
              <w:rFonts w:eastAsia="Calibri"/>
              <w:noProof/>
            </w:rPr>
            <w:t>1</w:t>
          </w:r>
          <w:r w:rsidR="008217E5" w:rsidRPr="007E1606">
            <w:rPr>
              <w:rFonts w:eastAsia="Calibri"/>
              <w:noProof/>
            </w:rPr>
            <w:t xml:space="preserve"> von </w:t>
          </w:r>
          <w:r w:rsidR="008217E5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20B" w:rsidRDefault="007F720B" w:rsidP="007E132D">
      <w:r>
        <w:separator/>
      </w:r>
    </w:p>
    <w:p w:rsidR="007F720B" w:rsidRDefault="007F720B" w:rsidP="007E132D"/>
  </w:footnote>
  <w:footnote w:type="continuationSeparator" w:id="0">
    <w:p w:rsidR="007F720B" w:rsidRDefault="007F720B" w:rsidP="007E132D">
      <w:r>
        <w:continuationSeparator/>
      </w:r>
    </w:p>
    <w:p w:rsidR="007F720B" w:rsidRDefault="007F720B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BC"/>
    <w:rsid w:val="000031E4"/>
    <w:rsid w:val="00003CBE"/>
    <w:rsid w:val="000040BB"/>
    <w:rsid w:val="00004C7F"/>
    <w:rsid w:val="00006DC7"/>
    <w:rsid w:val="00024587"/>
    <w:rsid w:val="00031750"/>
    <w:rsid w:val="00033BD2"/>
    <w:rsid w:val="0004025C"/>
    <w:rsid w:val="00056BB2"/>
    <w:rsid w:val="00067574"/>
    <w:rsid w:val="000716BA"/>
    <w:rsid w:val="00081777"/>
    <w:rsid w:val="000822EF"/>
    <w:rsid w:val="0008236D"/>
    <w:rsid w:val="00086F40"/>
    <w:rsid w:val="000900F8"/>
    <w:rsid w:val="000A5158"/>
    <w:rsid w:val="000A52A8"/>
    <w:rsid w:val="000B704A"/>
    <w:rsid w:val="000C0CAD"/>
    <w:rsid w:val="000C4488"/>
    <w:rsid w:val="000C4C90"/>
    <w:rsid w:val="000C5ECA"/>
    <w:rsid w:val="000D5B2A"/>
    <w:rsid w:val="000E228F"/>
    <w:rsid w:val="000F2F77"/>
    <w:rsid w:val="000F6BD2"/>
    <w:rsid w:val="00102187"/>
    <w:rsid w:val="00117C12"/>
    <w:rsid w:val="00117EF0"/>
    <w:rsid w:val="0012386C"/>
    <w:rsid w:val="00130A5F"/>
    <w:rsid w:val="00136218"/>
    <w:rsid w:val="00136E90"/>
    <w:rsid w:val="001422A1"/>
    <w:rsid w:val="001443AE"/>
    <w:rsid w:val="00146AAB"/>
    <w:rsid w:val="00151574"/>
    <w:rsid w:val="00152C69"/>
    <w:rsid w:val="001631E1"/>
    <w:rsid w:val="0016339C"/>
    <w:rsid w:val="0016495A"/>
    <w:rsid w:val="00173722"/>
    <w:rsid w:val="0017692E"/>
    <w:rsid w:val="0017697C"/>
    <w:rsid w:val="0018339C"/>
    <w:rsid w:val="00183CFE"/>
    <w:rsid w:val="00187D73"/>
    <w:rsid w:val="001A2C37"/>
    <w:rsid w:val="001B1B07"/>
    <w:rsid w:val="001B2B33"/>
    <w:rsid w:val="001B4B81"/>
    <w:rsid w:val="001B4CED"/>
    <w:rsid w:val="001C1FA2"/>
    <w:rsid w:val="001C2E5E"/>
    <w:rsid w:val="001C3EE2"/>
    <w:rsid w:val="001E0C3C"/>
    <w:rsid w:val="001E4D7D"/>
    <w:rsid w:val="001F60A8"/>
    <w:rsid w:val="001F6280"/>
    <w:rsid w:val="002077B7"/>
    <w:rsid w:val="00212513"/>
    <w:rsid w:val="00215C8A"/>
    <w:rsid w:val="002307E4"/>
    <w:rsid w:val="002315E0"/>
    <w:rsid w:val="002362D1"/>
    <w:rsid w:val="00242175"/>
    <w:rsid w:val="00242D0A"/>
    <w:rsid w:val="002712C2"/>
    <w:rsid w:val="002818A1"/>
    <w:rsid w:val="00282875"/>
    <w:rsid w:val="002A1D04"/>
    <w:rsid w:val="002A3A54"/>
    <w:rsid w:val="002A42B6"/>
    <w:rsid w:val="002A4B0E"/>
    <w:rsid w:val="002B1B8F"/>
    <w:rsid w:val="002B20B6"/>
    <w:rsid w:val="002B391B"/>
    <w:rsid w:val="002B41E8"/>
    <w:rsid w:val="002B6045"/>
    <w:rsid w:val="002D1F08"/>
    <w:rsid w:val="002E5A0C"/>
    <w:rsid w:val="002E74A6"/>
    <w:rsid w:val="003230D4"/>
    <w:rsid w:val="00323555"/>
    <w:rsid w:val="00342D9F"/>
    <w:rsid w:val="00361767"/>
    <w:rsid w:val="00362CA2"/>
    <w:rsid w:val="00363740"/>
    <w:rsid w:val="00365A9E"/>
    <w:rsid w:val="003665BB"/>
    <w:rsid w:val="003666FF"/>
    <w:rsid w:val="00366846"/>
    <w:rsid w:val="00372846"/>
    <w:rsid w:val="003728F6"/>
    <w:rsid w:val="00373C01"/>
    <w:rsid w:val="00377DED"/>
    <w:rsid w:val="003875B2"/>
    <w:rsid w:val="00393018"/>
    <w:rsid w:val="003A129F"/>
    <w:rsid w:val="003A421C"/>
    <w:rsid w:val="003B67C5"/>
    <w:rsid w:val="003C0BD7"/>
    <w:rsid w:val="003C626A"/>
    <w:rsid w:val="003D3770"/>
    <w:rsid w:val="003D76C7"/>
    <w:rsid w:val="003E2158"/>
    <w:rsid w:val="003E30C0"/>
    <w:rsid w:val="003E4EC3"/>
    <w:rsid w:val="003E51E7"/>
    <w:rsid w:val="003F0681"/>
    <w:rsid w:val="003F6888"/>
    <w:rsid w:val="00403EFF"/>
    <w:rsid w:val="00413F68"/>
    <w:rsid w:val="004203D9"/>
    <w:rsid w:val="00423EC1"/>
    <w:rsid w:val="004257AB"/>
    <w:rsid w:val="00430133"/>
    <w:rsid w:val="004304E5"/>
    <w:rsid w:val="004333CE"/>
    <w:rsid w:val="004355F7"/>
    <w:rsid w:val="00442EB3"/>
    <w:rsid w:val="00446DAB"/>
    <w:rsid w:val="00451825"/>
    <w:rsid w:val="0046046E"/>
    <w:rsid w:val="00461B72"/>
    <w:rsid w:val="00467EB8"/>
    <w:rsid w:val="00476782"/>
    <w:rsid w:val="00476D9C"/>
    <w:rsid w:val="00485BC8"/>
    <w:rsid w:val="00485C6B"/>
    <w:rsid w:val="00491CA9"/>
    <w:rsid w:val="004926BC"/>
    <w:rsid w:val="004A0EB9"/>
    <w:rsid w:val="004A25A9"/>
    <w:rsid w:val="004B2A72"/>
    <w:rsid w:val="004C4B30"/>
    <w:rsid w:val="004C697D"/>
    <w:rsid w:val="004D6092"/>
    <w:rsid w:val="004D76DD"/>
    <w:rsid w:val="004D7E3C"/>
    <w:rsid w:val="004E17C6"/>
    <w:rsid w:val="004E547E"/>
    <w:rsid w:val="004F6D6B"/>
    <w:rsid w:val="004F72E2"/>
    <w:rsid w:val="004F7C7B"/>
    <w:rsid w:val="00503365"/>
    <w:rsid w:val="0051273A"/>
    <w:rsid w:val="00515365"/>
    <w:rsid w:val="00522144"/>
    <w:rsid w:val="00531DDB"/>
    <w:rsid w:val="005330F4"/>
    <w:rsid w:val="00533491"/>
    <w:rsid w:val="0053356B"/>
    <w:rsid w:val="00534C9B"/>
    <w:rsid w:val="00537D40"/>
    <w:rsid w:val="00552A9D"/>
    <w:rsid w:val="005547DF"/>
    <w:rsid w:val="005613F0"/>
    <w:rsid w:val="005629DF"/>
    <w:rsid w:val="00564133"/>
    <w:rsid w:val="0056768B"/>
    <w:rsid w:val="00575D0C"/>
    <w:rsid w:val="00575FA0"/>
    <w:rsid w:val="00582898"/>
    <w:rsid w:val="005833D5"/>
    <w:rsid w:val="00595D96"/>
    <w:rsid w:val="005A617D"/>
    <w:rsid w:val="005A6ED2"/>
    <w:rsid w:val="005C0BBB"/>
    <w:rsid w:val="005C0EDE"/>
    <w:rsid w:val="005C6AE3"/>
    <w:rsid w:val="005F6D99"/>
    <w:rsid w:val="00601238"/>
    <w:rsid w:val="0060142A"/>
    <w:rsid w:val="00607CA2"/>
    <w:rsid w:val="006200EF"/>
    <w:rsid w:val="006224C7"/>
    <w:rsid w:val="006511F4"/>
    <w:rsid w:val="00652570"/>
    <w:rsid w:val="0065451D"/>
    <w:rsid w:val="00654B60"/>
    <w:rsid w:val="0065595D"/>
    <w:rsid w:val="00660D47"/>
    <w:rsid w:val="0066372C"/>
    <w:rsid w:val="00671E3C"/>
    <w:rsid w:val="00672BED"/>
    <w:rsid w:val="00674EF3"/>
    <w:rsid w:val="006813B8"/>
    <w:rsid w:val="0068251B"/>
    <w:rsid w:val="006848FF"/>
    <w:rsid w:val="006859AE"/>
    <w:rsid w:val="00687789"/>
    <w:rsid w:val="00687868"/>
    <w:rsid w:val="00687FFA"/>
    <w:rsid w:val="006A31D9"/>
    <w:rsid w:val="006A659E"/>
    <w:rsid w:val="006A7F52"/>
    <w:rsid w:val="006D6FF6"/>
    <w:rsid w:val="006D7242"/>
    <w:rsid w:val="006E6492"/>
    <w:rsid w:val="00714E5C"/>
    <w:rsid w:val="00715938"/>
    <w:rsid w:val="00716675"/>
    <w:rsid w:val="0072042B"/>
    <w:rsid w:val="007238AF"/>
    <w:rsid w:val="00733AAF"/>
    <w:rsid w:val="00733DAF"/>
    <w:rsid w:val="007419C9"/>
    <w:rsid w:val="00747FCC"/>
    <w:rsid w:val="007649A2"/>
    <w:rsid w:val="00771301"/>
    <w:rsid w:val="007826E4"/>
    <w:rsid w:val="00784E5A"/>
    <w:rsid w:val="007938B5"/>
    <w:rsid w:val="00794AEE"/>
    <w:rsid w:val="00795D59"/>
    <w:rsid w:val="007B0BF4"/>
    <w:rsid w:val="007B5AB1"/>
    <w:rsid w:val="007C00F8"/>
    <w:rsid w:val="007C16F5"/>
    <w:rsid w:val="007C1E93"/>
    <w:rsid w:val="007C5293"/>
    <w:rsid w:val="007D2C86"/>
    <w:rsid w:val="007E132D"/>
    <w:rsid w:val="007E1606"/>
    <w:rsid w:val="007E3244"/>
    <w:rsid w:val="007E35DC"/>
    <w:rsid w:val="007F4512"/>
    <w:rsid w:val="007F720B"/>
    <w:rsid w:val="008045AD"/>
    <w:rsid w:val="00813C4E"/>
    <w:rsid w:val="00820128"/>
    <w:rsid w:val="008217E5"/>
    <w:rsid w:val="00821B54"/>
    <w:rsid w:val="00821E5D"/>
    <w:rsid w:val="00822597"/>
    <w:rsid w:val="008258E8"/>
    <w:rsid w:val="0083087E"/>
    <w:rsid w:val="00831BA3"/>
    <w:rsid w:val="008334D5"/>
    <w:rsid w:val="0083557C"/>
    <w:rsid w:val="00853C31"/>
    <w:rsid w:val="00862BC6"/>
    <w:rsid w:val="00865B83"/>
    <w:rsid w:val="0087009C"/>
    <w:rsid w:val="008718D2"/>
    <w:rsid w:val="00871901"/>
    <w:rsid w:val="0087295F"/>
    <w:rsid w:val="00876E6E"/>
    <w:rsid w:val="00877DC8"/>
    <w:rsid w:val="00882EDF"/>
    <w:rsid w:val="00886873"/>
    <w:rsid w:val="00891EE2"/>
    <w:rsid w:val="00894865"/>
    <w:rsid w:val="008A1F83"/>
    <w:rsid w:val="008A7918"/>
    <w:rsid w:val="008B6346"/>
    <w:rsid w:val="008C6578"/>
    <w:rsid w:val="008D1374"/>
    <w:rsid w:val="008D67FA"/>
    <w:rsid w:val="008D7BA9"/>
    <w:rsid w:val="008E0DC7"/>
    <w:rsid w:val="008E1F8F"/>
    <w:rsid w:val="008E6F80"/>
    <w:rsid w:val="008E7483"/>
    <w:rsid w:val="008F5E25"/>
    <w:rsid w:val="00903C5D"/>
    <w:rsid w:val="009060ED"/>
    <w:rsid w:val="00910CC2"/>
    <w:rsid w:val="00920948"/>
    <w:rsid w:val="00925FF2"/>
    <w:rsid w:val="00926076"/>
    <w:rsid w:val="00941203"/>
    <w:rsid w:val="00946BE7"/>
    <w:rsid w:val="00947A2B"/>
    <w:rsid w:val="00951B19"/>
    <w:rsid w:val="00953FB2"/>
    <w:rsid w:val="009547A5"/>
    <w:rsid w:val="00961469"/>
    <w:rsid w:val="00972ED5"/>
    <w:rsid w:val="00974E0C"/>
    <w:rsid w:val="00975A13"/>
    <w:rsid w:val="009805FA"/>
    <w:rsid w:val="00980C78"/>
    <w:rsid w:val="0098310B"/>
    <w:rsid w:val="00994D28"/>
    <w:rsid w:val="009A4B53"/>
    <w:rsid w:val="009A680E"/>
    <w:rsid w:val="009B2577"/>
    <w:rsid w:val="009B30A2"/>
    <w:rsid w:val="009B3EB7"/>
    <w:rsid w:val="009B5A16"/>
    <w:rsid w:val="009B64EE"/>
    <w:rsid w:val="009C11CC"/>
    <w:rsid w:val="009C1A6F"/>
    <w:rsid w:val="009C6A5B"/>
    <w:rsid w:val="009D2F26"/>
    <w:rsid w:val="009D3E89"/>
    <w:rsid w:val="009E330A"/>
    <w:rsid w:val="009F2181"/>
    <w:rsid w:val="009F65F3"/>
    <w:rsid w:val="009F786C"/>
    <w:rsid w:val="00A01585"/>
    <w:rsid w:val="00A0214C"/>
    <w:rsid w:val="00A130A4"/>
    <w:rsid w:val="00A144D8"/>
    <w:rsid w:val="00A166C4"/>
    <w:rsid w:val="00A1766F"/>
    <w:rsid w:val="00A1783E"/>
    <w:rsid w:val="00A22682"/>
    <w:rsid w:val="00A31D72"/>
    <w:rsid w:val="00A32B85"/>
    <w:rsid w:val="00A46561"/>
    <w:rsid w:val="00A47DD5"/>
    <w:rsid w:val="00A500A4"/>
    <w:rsid w:val="00A632C8"/>
    <w:rsid w:val="00A706F7"/>
    <w:rsid w:val="00A7686D"/>
    <w:rsid w:val="00A77EE1"/>
    <w:rsid w:val="00A826DC"/>
    <w:rsid w:val="00A85795"/>
    <w:rsid w:val="00A85984"/>
    <w:rsid w:val="00A86ACD"/>
    <w:rsid w:val="00A9156A"/>
    <w:rsid w:val="00A91986"/>
    <w:rsid w:val="00A93519"/>
    <w:rsid w:val="00A94601"/>
    <w:rsid w:val="00AA209F"/>
    <w:rsid w:val="00AA265A"/>
    <w:rsid w:val="00AA5352"/>
    <w:rsid w:val="00AA6B73"/>
    <w:rsid w:val="00AC55D1"/>
    <w:rsid w:val="00AC6510"/>
    <w:rsid w:val="00AD005F"/>
    <w:rsid w:val="00AD2710"/>
    <w:rsid w:val="00AD690C"/>
    <w:rsid w:val="00AE09A8"/>
    <w:rsid w:val="00AE3AFF"/>
    <w:rsid w:val="00AF2D43"/>
    <w:rsid w:val="00AF64B9"/>
    <w:rsid w:val="00B01B58"/>
    <w:rsid w:val="00B01CEF"/>
    <w:rsid w:val="00B06BC4"/>
    <w:rsid w:val="00B070EA"/>
    <w:rsid w:val="00B15B68"/>
    <w:rsid w:val="00B206B1"/>
    <w:rsid w:val="00B23715"/>
    <w:rsid w:val="00B263DD"/>
    <w:rsid w:val="00B27193"/>
    <w:rsid w:val="00B303ED"/>
    <w:rsid w:val="00B307A6"/>
    <w:rsid w:val="00B37518"/>
    <w:rsid w:val="00B47659"/>
    <w:rsid w:val="00B5445E"/>
    <w:rsid w:val="00B55136"/>
    <w:rsid w:val="00B72F39"/>
    <w:rsid w:val="00B762C9"/>
    <w:rsid w:val="00B77259"/>
    <w:rsid w:val="00B82745"/>
    <w:rsid w:val="00B85B6A"/>
    <w:rsid w:val="00B93730"/>
    <w:rsid w:val="00B93AE6"/>
    <w:rsid w:val="00BA2362"/>
    <w:rsid w:val="00BA563D"/>
    <w:rsid w:val="00BA78F7"/>
    <w:rsid w:val="00BB3597"/>
    <w:rsid w:val="00BC1CA3"/>
    <w:rsid w:val="00C15511"/>
    <w:rsid w:val="00C1615B"/>
    <w:rsid w:val="00C22A24"/>
    <w:rsid w:val="00C246A0"/>
    <w:rsid w:val="00C270F4"/>
    <w:rsid w:val="00C365A8"/>
    <w:rsid w:val="00C375F0"/>
    <w:rsid w:val="00C453C7"/>
    <w:rsid w:val="00C464E7"/>
    <w:rsid w:val="00C4732C"/>
    <w:rsid w:val="00C6573D"/>
    <w:rsid w:val="00C72CD3"/>
    <w:rsid w:val="00C82B81"/>
    <w:rsid w:val="00C8386A"/>
    <w:rsid w:val="00C854EB"/>
    <w:rsid w:val="00C96DAD"/>
    <w:rsid w:val="00CA12F9"/>
    <w:rsid w:val="00CA750F"/>
    <w:rsid w:val="00CB0B50"/>
    <w:rsid w:val="00CB2B5C"/>
    <w:rsid w:val="00CB4524"/>
    <w:rsid w:val="00CC4B8F"/>
    <w:rsid w:val="00CC6C31"/>
    <w:rsid w:val="00CC7CCA"/>
    <w:rsid w:val="00CD3AA7"/>
    <w:rsid w:val="00CE5604"/>
    <w:rsid w:val="00CF49BC"/>
    <w:rsid w:val="00CF5225"/>
    <w:rsid w:val="00CF59B7"/>
    <w:rsid w:val="00CF74CE"/>
    <w:rsid w:val="00D10EA1"/>
    <w:rsid w:val="00D14566"/>
    <w:rsid w:val="00D15E35"/>
    <w:rsid w:val="00D16703"/>
    <w:rsid w:val="00D16B11"/>
    <w:rsid w:val="00D17817"/>
    <w:rsid w:val="00D2522B"/>
    <w:rsid w:val="00D260A1"/>
    <w:rsid w:val="00D32BDA"/>
    <w:rsid w:val="00D36969"/>
    <w:rsid w:val="00D4600C"/>
    <w:rsid w:val="00D52577"/>
    <w:rsid w:val="00D5679F"/>
    <w:rsid w:val="00D577A9"/>
    <w:rsid w:val="00D605B7"/>
    <w:rsid w:val="00D76894"/>
    <w:rsid w:val="00D82AE7"/>
    <w:rsid w:val="00D841E8"/>
    <w:rsid w:val="00D8748D"/>
    <w:rsid w:val="00D95005"/>
    <w:rsid w:val="00DA1BAD"/>
    <w:rsid w:val="00DA22F4"/>
    <w:rsid w:val="00DA6E27"/>
    <w:rsid w:val="00DA7EA5"/>
    <w:rsid w:val="00DB3F3F"/>
    <w:rsid w:val="00DB73FC"/>
    <w:rsid w:val="00DC148A"/>
    <w:rsid w:val="00DC5C7D"/>
    <w:rsid w:val="00DD16C5"/>
    <w:rsid w:val="00DD78BA"/>
    <w:rsid w:val="00DE35EB"/>
    <w:rsid w:val="00DE6930"/>
    <w:rsid w:val="00E00192"/>
    <w:rsid w:val="00E06267"/>
    <w:rsid w:val="00E134FA"/>
    <w:rsid w:val="00E1672D"/>
    <w:rsid w:val="00E207BB"/>
    <w:rsid w:val="00E22BC4"/>
    <w:rsid w:val="00E2304D"/>
    <w:rsid w:val="00E26828"/>
    <w:rsid w:val="00E3363B"/>
    <w:rsid w:val="00E3547A"/>
    <w:rsid w:val="00E36721"/>
    <w:rsid w:val="00E41EE8"/>
    <w:rsid w:val="00E5728E"/>
    <w:rsid w:val="00E5769E"/>
    <w:rsid w:val="00E6320B"/>
    <w:rsid w:val="00E8046A"/>
    <w:rsid w:val="00E813AC"/>
    <w:rsid w:val="00E85A97"/>
    <w:rsid w:val="00E90330"/>
    <w:rsid w:val="00E913DD"/>
    <w:rsid w:val="00E945B0"/>
    <w:rsid w:val="00E94A8B"/>
    <w:rsid w:val="00E94CAA"/>
    <w:rsid w:val="00EA0877"/>
    <w:rsid w:val="00EA3407"/>
    <w:rsid w:val="00EA7DC3"/>
    <w:rsid w:val="00EB1C2E"/>
    <w:rsid w:val="00EC21CD"/>
    <w:rsid w:val="00EC55D2"/>
    <w:rsid w:val="00ED0BF8"/>
    <w:rsid w:val="00ED2834"/>
    <w:rsid w:val="00ED486F"/>
    <w:rsid w:val="00ED6938"/>
    <w:rsid w:val="00EF2A68"/>
    <w:rsid w:val="00F23AAD"/>
    <w:rsid w:val="00F2738A"/>
    <w:rsid w:val="00F329A8"/>
    <w:rsid w:val="00F44765"/>
    <w:rsid w:val="00F5073A"/>
    <w:rsid w:val="00F57649"/>
    <w:rsid w:val="00F62B05"/>
    <w:rsid w:val="00F654EB"/>
    <w:rsid w:val="00F658AC"/>
    <w:rsid w:val="00F7676C"/>
    <w:rsid w:val="00F8146B"/>
    <w:rsid w:val="00F8206B"/>
    <w:rsid w:val="00F860B9"/>
    <w:rsid w:val="00F922ED"/>
    <w:rsid w:val="00FB6289"/>
    <w:rsid w:val="00FC1AA2"/>
    <w:rsid w:val="00FC5DF7"/>
    <w:rsid w:val="00FC616B"/>
    <w:rsid w:val="00FD1AC7"/>
    <w:rsid w:val="00FD3FE3"/>
    <w:rsid w:val="00FE2061"/>
    <w:rsid w:val="00FE2FB7"/>
    <w:rsid w:val="00FE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AE09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AE09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35068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37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8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87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83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89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AEAEA"/>
                                        <w:right w:val="none" w:sz="0" w:space="0" w:color="auto"/>
                                      </w:divBdr>
                                      <w:divsChild>
                                        <w:div w:id="1960137499">
                                          <w:marLeft w:val="120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29564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64234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76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68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36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AEAEA"/>
                                        <w:right w:val="none" w:sz="0" w:space="0" w:color="auto"/>
                                      </w:divBdr>
                                      <w:divsChild>
                                        <w:div w:id="160852341">
                                          <w:marLeft w:val="120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3843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925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8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67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54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88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AEAEA"/>
                                        <w:right w:val="none" w:sz="0" w:space="0" w:color="auto"/>
                                      </w:divBdr>
                                      <w:divsChild>
                                        <w:div w:id="460147691">
                                          <w:marLeft w:val="120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Ingo.Schnaitmann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purl.org/dc/dcmitype/"/>
    <ds:schemaRef ds:uri="http://purl.org/dc/elements/1.1/"/>
    <ds:schemaRef ds:uri="http://schemas.microsoft.com/office/2006/documentManagement/types"/>
    <ds:schemaRef ds:uri="14CA36B4-80C0-40BA-B310-DCB654F98268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490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3572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Simon Scherrenbacher</cp:lastModifiedBy>
  <cp:revision>20</cp:revision>
  <cp:lastPrinted>2017-07-26T09:38:00Z</cp:lastPrinted>
  <dcterms:created xsi:type="dcterms:W3CDTF">2017-06-07T13:25:00Z</dcterms:created>
  <dcterms:modified xsi:type="dcterms:W3CDTF">2017-07-26T09:38:00Z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AdHocReviewCycleID">
    <vt:i4>-1708585656</vt:i4>
  </property>
  <property fmtid="{D5CDD505-2E9C-101B-9397-08002B2CF9AE}" pid="4" name="_NewReviewCycle">
    <vt:lpwstr/>
  </property>
  <property fmtid="{D5CDD505-2E9C-101B-9397-08002B2CF9AE}" pid="5" name="_EmailSubject">
    <vt:lpwstr>Pressemitteilung Chonqing-Auftrag</vt:lpwstr>
  </property>
  <property fmtid="{D5CDD505-2E9C-101B-9397-08002B2CF9AE}" pid="6" name="_AuthorEmail">
    <vt:lpwstr>Markus.Bieg@schulergroup.com</vt:lpwstr>
  </property>
  <property fmtid="{D5CDD505-2E9C-101B-9397-08002B2CF9AE}" pid="7" name="_AuthorEmailDisplayName">
    <vt:lpwstr>Bieg, Markus &lt;Markus.Bieg@schulergroup.com&gt;</vt:lpwstr>
  </property>
  <property fmtid="{D5CDD505-2E9C-101B-9397-08002B2CF9AE}" pid="8" name="_ReviewingToolsShownOnce">
    <vt:lpwstr/>
  </property>
</Properties>
</file>