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183CFE" w:rsidP="00365A9E">
      <w:pPr>
        <w:pStyle w:val="berschrift1"/>
      </w:pPr>
      <w:r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946BE7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946BE7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Tele</w:t>
            </w:r>
            <w:r w:rsidR="00183CFE">
              <w:rPr>
                <w:rFonts w:eastAsia="Calibri"/>
                <w:sz w:val="17"/>
                <w:szCs w:val="17"/>
                <w:lang w:val="en-US" w:eastAsia="en-US"/>
              </w:rPr>
              <w:t>fon</w:t>
            </w: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 xml:space="preserve"> +49 7161 66-7789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4C4B30" w:rsidRPr="00946BE7" w:rsidRDefault="001C7428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Simon Scherrenbacher@</w:t>
              </w:r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:rsidR="004C4B30" w:rsidRPr="004C4B30" w:rsidRDefault="001C7428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1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D8748D" w:rsidRDefault="007C00F8" w:rsidP="00365A9E">
      <w:pPr>
        <w:pStyle w:val="berschrift1"/>
        <w:rPr>
          <w:sz w:val="2"/>
        </w:rPr>
      </w:pPr>
      <w:r>
        <w:t>A</w:t>
      </w:r>
      <w:r w:rsidR="00D8748D" w:rsidRPr="00D8748D">
        <w:t>utomatisierte Schmiedelinien für Mongolei</w:t>
      </w:r>
    </w:p>
    <w:p w:rsidR="00476D9C" w:rsidRDefault="00D8748D" w:rsidP="00476D9C">
      <w:pPr>
        <w:rPr>
          <w:rFonts w:cs="Arial"/>
          <w:b/>
          <w:szCs w:val="24"/>
        </w:rPr>
      </w:pPr>
      <w:r w:rsidRPr="00D8748D">
        <w:rPr>
          <w:rFonts w:cs="Arial"/>
          <w:b/>
          <w:szCs w:val="24"/>
        </w:rPr>
        <w:t xml:space="preserve">Im Hüttenwerk </w:t>
      </w:r>
      <w:r>
        <w:rPr>
          <w:rFonts w:cs="Arial"/>
          <w:b/>
          <w:szCs w:val="24"/>
        </w:rPr>
        <w:t xml:space="preserve">Darkhan </w:t>
      </w:r>
      <w:r w:rsidRPr="00D8748D">
        <w:rPr>
          <w:rFonts w:cs="Arial"/>
          <w:b/>
          <w:szCs w:val="24"/>
        </w:rPr>
        <w:t>installiert Schuler</w:t>
      </w:r>
      <w:r w:rsidR="00CE5604">
        <w:rPr>
          <w:rFonts w:cs="Arial"/>
          <w:b/>
          <w:szCs w:val="24"/>
        </w:rPr>
        <w:t xml:space="preserve"> Induktionsö</w:t>
      </w:r>
      <w:r w:rsidR="006E6492">
        <w:rPr>
          <w:rFonts w:cs="Arial"/>
          <w:b/>
          <w:szCs w:val="24"/>
        </w:rPr>
        <w:t>fen</w:t>
      </w:r>
      <w:r w:rsidRPr="00D8748D">
        <w:rPr>
          <w:rFonts w:cs="Arial"/>
          <w:b/>
          <w:szCs w:val="24"/>
        </w:rPr>
        <w:t>,</w:t>
      </w:r>
      <w:r w:rsidR="000D5B2A">
        <w:rPr>
          <w:rFonts w:cs="Arial"/>
          <w:b/>
          <w:szCs w:val="24"/>
        </w:rPr>
        <w:t xml:space="preserve"> </w:t>
      </w:r>
      <w:r w:rsidR="00CE5604">
        <w:rPr>
          <w:rFonts w:cs="Arial"/>
          <w:b/>
          <w:szCs w:val="24"/>
        </w:rPr>
        <w:t>Gesenk</w:t>
      </w:r>
      <w:r w:rsidR="000D5B2A">
        <w:rPr>
          <w:rFonts w:cs="Arial"/>
          <w:b/>
          <w:szCs w:val="24"/>
        </w:rPr>
        <w:t>h</w:t>
      </w:r>
      <w:r w:rsidRPr="00D8748D">
        <w:rPr>
          <w:rFonts w:cs="Arial"/>
          <w:b/>
          <w:szCs w:val="24"/>
        </w:rPr>
        <w:t xml:space="preserve">ämmer </w:t>
      </w:r>
      <w:r w:rsidR="00CE5604">
        <w:rPr>
          <w:rFonts w:cs="Arial"/>
          <w:b/>
          <w:szCs w:val="24"/>
        </w:rPr>
        <w:t xml:space="preserve">und Roboter </w:t>
      </w:r>
      <w:r>
        <w:rPr>
          <w:rFonts w:cs="Arial"/>
          <w:b/>
          <w:szCs w:val="24"/>
        </w:rPr>
        <w:t xml:space="preserve">zur </w:t>
      </w:r>
      <w:r w:rsidRPr="00D8748D">
        <w:rPr>
          <w:rFonts w:cs="Arial"/>
          <w:b/>
          <w:szCs w:val="24"/>
        </w:rPr>
        <w:t>Herstellung von Stahlkugeln</w:t>
      </w:r>
    </w:p>
    <w:p w:rsidR="00D8748D" w:rsidRPr="00D8748D" w:rsidRDefault="00D8748D" w:rsidP="00476D9C"/>
    <w:p w:rsidR="00A1766F" w:rsidRDefault="00974E0C" w:rsidP="00A1766F">
      <w:r w:rsidRPr="00A1766F">
        <w:rPr>
          <w:i/>
        </w:rPr>
        <w:t>Weingarten</w:t>
      </w:r>
      <w:r w:rsidR="002818A1" w:rsidRPr="00A1766F">
        <w:rPr>
          <w:i/>
        </w:rPr>
        <w:t>/</w:t>
      </w:r>
      <w:r w:rsidR="000D515D">
        <w:rPr>
          <w:i/>
        </w:rPr>
        <w:t xml:space="preserve">Ulaanbaatar, </w:t>
      </w:r>
      <w:r w:rsidR="00CA6AC9">
        <w:rPr>
          <w:i/>
        </w:rPr>
        <w:t>2</w:t>
      </w:r>
      <w:r w:rsidR="00652B4D">
        <w:rPr>
          <w:i/>
        </w:rPr>
        <w:t>6</w:t>
      </w:r>
      <w:r w:rsidR="000D515D">
        <w:rPr>
          <w:i/>
        </w:rPr>
        <w:t>.0</w:t>
      </w:r>
      <w:r w:rsidR="0094587F">
        <w:rPr>
          <w:i/>
        </w:rPr>
        <w:t>7</w:t>
      </w:r>
      <w:r w:rsidR="002818A1" w:rsidRPr="00A1766F">
        <w:rPr>
          <w:i/>
        </w:rPr>
        <w:t>.201</w:t>
      </w:r>
      <w:r w:rsidR="000D515D">
        <w:rPr>
          <w:i/>
        </w:rPr>
        <w:t>7</w:t>
      </w:r>
      <w:r w:rsidR="002818A1" w:rsidRPr="00A1766F">
        <w:rPr>
          <w:i/>
        </w:rPr>
        <w:t xml:space="preserve"> </w:t>
      </w:r>
      <w:r w:rsidR="002818A1" w:rsidRPr="00A1766F">
        <w:t xml:space="preserve">– </w:t>
      </w:r>
      <w:r w:rsidR="00B37518">
        <w:t xml:space="preserve">Die </w:t>
      </w:r>
      <w:r w:rsidR="00A1766F">
        <w:t xml:space="preserve">Mongolei, ein Binnenland in Zentralasien, ist bekannt für seine riesigen </w:t>
      </w:r>
      <w:r w:rsidR="00B37518">
        <w:t>Vorkommen an</w:t>
      </w:r>
      <w:r w:rsidR="00A1766F">
        <w:t xml:space="preserve"> Kohle, Kupfer, Gold und Eisenerz. In den </w:t>
      </w:r>
      <w:r w:rsidR="00B37518">
        <w:t xml:space="preserve">vergangenen </w:t>
      </w:r>
      <w:r w:rsidR="00A1766F">
        <w:t xml:space="preserve">Jahren hat sich vor allem der </w:t>
      </w:r>
      <w:r w:rsidR="00146AAB">
        <w:t>Bedarf an</w:t>
      </w:r>
      <w:r w:rsidR="00A1766F">
        <w:t xml:space="preserve"> </w:t>
      </w:r>
      <w:r w:rsidR="00146AAB">
        <w:t>Mahl</w:t>
      </w:r>
      <w:r w:rsidR="00A1766F">
        <w:t xml:space="preserve">medien erhöht. Das 1990 gegründete Darkhan Metallurgische Werk (DMP), das sich etwa 200 Kilometer nördlich der Hauptstadt Ulaanbaatar befindet, hat nun zwei </w:t>
      </w:r>
      <w:r w:rsidR="007C00F8">
        <w:t>automatisierte</w:t>
      </w:r>
      <w:r w:rsidR="00A1766F">
        <w:t xml:space="preserve"> Schuler-Schmiede</w:t>
      </w:r>
      <w:r w:rsidR="00CF74CE">
        <w:t>linien</w:t>
      </w:r>
      <w:r w:rsidR="00A1766F">
        <w:t xml:space="preserve"> mit Kurzhub-</w:t>
      </w:r>
      <w:r w:rsidR="00882EDF">
        <w:t>Gesenk</w:t>
      </w:r>
      <w:r w:rsidR="007B5AB1">
        <w:t>h</w:t>
      </w:r>
      <w:r w:rsidR="00A1766F">
        <w:t>ämmer</w:t>
      </w:r>
      <w:r w:rsidR="007B5AB1">
        <w:t>n vom Typ KGH 5.0b</w:t>
      </w:r>
      <w:r w:rsidR="00A1766F">
        <w:t xml:space="preserve"> für die Herstellung von Stahlkugeln mit </w:t>
      </w:r>
      <w:r w:rsidR="00C15511">
        <w:t>einem Durchmesser</w:t>
      </w:r>
      <w:r w:rsidR="00A1766F">
        <w:t xml:space="preserve"> von 100 bis 140 Millimeter</w:t>
      </w:r>
      <w:r w:rsidR="007B5AB1">
        <w:t xml:space="preserve"> in Betrieb genommen</w:t>
      </w:r>
      <w:r w:rsidR="00A1766F">
        <w:t>.</w:t>
      </w:r>
      <w:r w:rsidR="00A1766F">
        <w:br/>
      </w:r>
      <w:r w:rsidR="00A1766F">
        <w:br/>
        <w:t xml:space="preserve">Im ersten Schritt des Herstellungsprozesses werden runde Stahlstäbe </w:t>
      </w:r>
      <w:r w:rsidR="00D260A1">
        <w:t xml:space="preserve">von </w:t>
      </w:r>
      <w:r w:rsidR="00A1766F">
        <w:t>eine</w:t>
      </w:r>
      <w:r w:rsidR="00D260A1">
        <w:t>r</w:t>
      </w:r>
      <w:r w:rsidR="00A1766F">
        <w:t xml:space="preserve"> Kreissäge in Stücke ge</w:t>
      </w:r>
      <w:r w:rsidR="00D32BDA" w:rsidRPr="00E5728E">
        <w:t>sägt</w:t>
      </w:r>
      <w:r w:rsidR="00D32BDA">
        <w:t xml:space="preserve"> </w:t>
      </w:r>
      <w:r w:rsidR="00A1766F">
        <w:t xml:space="preserve">und </w:t>
      </w:r>
      <w:r w:rsidR="00D260A1">
        <w:t xml:space="preserve">anschließend </w:t>
      </w:r>
      <w:r w:rsidR="00A1766F">
        <w:t>durch Induktion erwärmt. Als nächst</w:t>
      </w:r>
      <w:r w:rsidR="009D2F26">
        <w:t>es nimmt ein Roboterarm die rot glühenden</w:t>
      </w:r>
      <w:r w:rsidR="00A1766F">
        <w:t xml:space="preserve"> Teile </w:t>
      </w:r>
      <w:r w:rsidR="00AA209F">
        <w:t xml:space="preserve">vom Zuführungsband </w:t>
      </w:r>
      <w:r w:rsidR="00A1766F">
        <w:t xml:space="preserve">und </w:t>
      </w:r>
      <w:r w:rsidR="009D2F26">
        <w:t xml:space="preserve">legt </w:t>
      </w:r>
      <w:r w:rsidR="00A1766F">
        <w:t xml:space="preserve">sie in den Schuler-Hammer ein. </w:t>
      </w:r>
      <w:r w:rsidR="00CB0B50">
        <w:t>Die geschmiedeten Stahlkugeln</w:t>
      </w:r>
      <w:r w:rsidR="00A1766F">
        <w:t xml:space="preserve"> </w:t>
      </w:r>
      <w:r w:rsidR="003666FF">
        <w:t>entnimmt</w:t>
      </w:r>
      <w:r w:rsidR="00A1766F">
        <w:t xml:space="preserve"> ein </w:t>
      </w:r>
      <w:r w:rsidR="00AA209F">
        <w:t>Mitarbeiter</w:t>
      </w:r>
      <w:r w:rsidR="00A1766F">
        <w:t xml:space="preserve"> </w:t>
      </w:r>
      <w:r w:rsidR="00CB0B50">
        <w:t xml:space="preserve">dann </w:t>
      </w:r>
      <w:r w:rsidR="00AA209F">
        <w:t>von einer im Werkzeugraum integrierte</w:t>
      </w:r>
      <w:r w:rsidR="00F2738A">
        <w:t>n</w:t>
      </w:r>
      <w:r w:rsidR="00AA209F">
        <w:t xml:space="preserve"> Abfuhrrutsche</w:t>
      </w:r>
      <w:r w:rsidR="00A1766F">
        <w:t xml:space="preserve">. </w:t>
      </w:r>
      <w:r w:rsidR="00F329A8">
        <w:t xml:space="preserve">Nach </w:t>
      </w:r>
      <w:r w:rsidR="004926BC">
        <w:t xml:space="preserve">ihrer </w:t>
      </w:r>
      <w:r w:rsidR="00FC1AA2">
        <w:t>Abschreckung</w:t>
      </w:r>
      <w:r w:rsidR="004926BC">
        <w:t xml:space="preserve"> und</w:t>
      </w:r>
      <w:r w:rsidR="00A1766F">
        <w:t xml:space="preserve"> </w:t>
      </w:r>
      <w:r w:rsidR="00FC1AA2">
        <w:t>Härtung</w:t>
      </w:r>
      <w:r w:rsidR="004926BC">
        <w:t xml:space="preserve"> sowie dem darauf folgenden</w:t>
      </w:r>
      <w:r w:rsidR="00F329A8">
        <w:t xml:space="preserve"> Anlassverfahren</w:t>
      </w:r>
      <w:r w:rsidR="00FC1AA2">
        <w:t xml:space="preserve"> </w:t>
      </w:r>
      <w:r w:rsidR="00A1766F">
        <w:t xml:space="preserve">und </w:t>
      </w:r>
      <w:r w:rsidR="004926BC">
        <w:t xml:space="preserve">der </w:t>
      </w:r>
      <w:r w:rsidR="00A1766F">
        <w:t xml:space="preserve">Qualitätskontrolle sind </w:t>
      </w:r>
      <w:r w:rsidR="00F329A8">
        <w:t>die Mahlkugeln einsatzbereit</w:t>
      </w:r>
      <w:r w:rsidR="00A1766F">
        <w:t>.</w:t>
      </w:r>
      <w:r w:rsidR="00A1766F">
        <w:br/>
      </w:r>
      <w:r w:rsidR="00A1766F">
        <w:br/>
        <w:t xml:space="preserve">Als Systemlieferant hat Schuler die </w:t>
      </w:r>
      <w:r w:rsidR="00FC1AA2">
        <w:t>gesamte</w:t>
      </w:r>
      <w:r w:rsidR="00A1766F">
        <w:t xml:space="preserve"> Linie inklusive der </w:t>
      </w:r>
      <w:r w:rsidR="00FC1AA2">
        <w:t>Gesenke</w:t>
      </w:r>
      <w:r w:rsidR="00A1766F">
        <w:t xml:space="preserve"> </w:t>
      </w:r>
      <w:r w:rsidR="00A1766F">
        <w:lastRenderedPageBreak/>
        <w:t xml:space="preserve">und Schmierung innerhalb von sieben Monaten </w:t>
      </w:r>
      <w:r w:rsidR="00FC1AA2">
        <w:t>geliefert</w:t>
      </w:r>
      <w:r w:rsidR="00A1766F">
        <w:t xml:space="preserve">. Die Montage begann im November 2016, die Konfiguration und Prüfung der Maschinen wurde am 14. Dezember 2016 abgeschlossen. Mittlerweile hat DMP die Linien </w:t>
      </w:r>
      <w:r w:rsidR="00980C78">
        <w:t>in Betrieb genommen</w:t>
      </w:r>
      <w:r w:rsidR="00A1766F">
        <w:t xml:space="preserve">. </w:t>
      </w:r>
      <w:r w:rsidR="00980C78">
        <w:t xml:space="preserve">Alle acht Sekunden </w:t>
      </w:r>
      <w:r w:rsidR="00747FCC">
        <w:t>produzierte jede Linie</w:t>
      </w:r>
      <w:r w:rsidR="00980C78">
        <w:t xml:space="preserve"> e</w:t>
      </w:r>
      <w:r w:rsidR="00A1766F">
        <w:t>ine neue Stahlkugel</w:t>
      </w:r>
      <w:r w:rsidR="00980C78">
        <w:t>, d</w:t>
      </w:r>
      <w:r w:rsidR="00A1766F">
        <w:t xml:space="preserve">ie jährliche Kapazität beider Linien </w:t>
      </w:r>
      <w:r w:rsidR="00980C78">
        <w:t xml:space="preserve">zusammen </w:t>
      </w:r>
      <w:r w:rsidR="00A1766F">
        <w:t>beträgt 25.000 Tonnen.</w:t>
      </w:r>
      <w:r w:rsidR="00A1766F">
        <w:br/>
      </w:r>
      <w:r w:rsidR="00A1766F">
        <w:br/>
      </w:r>
      <w:r w:rsidR="00151574">
        <w:t>„</w:t>
      </w:r>
      <w:r w:rsidR="00A1766F">
        <w:t xml:space="preserve">Unser Kunde hatte keine Erfahrung im Schmieden, deshalb haben wir ihn </w:t>
      </w:r>
      <w:r w:rsidR="00A94601">
        <w:t>Schritt für Schritt an diese neue</w:t>
      </w:r>
      <w:r w:rsidR="00A1766F">
        <w:t xml:space="preserve"> Technologie </w:t>
      </w:r>
      <w:r w:rsidR="00A94601">
        <w:t xml:space="preserve">herangeführt </w:t>
      </w:r>
      <w:r w:rsidR="00A1766F">
        <w:t xml:space="preserve">und </w:t>
      </w:r>
      <w:r w:rsidR="00DA7EA5">
        <w:t xml:space="preserve">Schulungen zur Bedienung, </w:t>
      </w:r>
      <w:r w:rsidR="00A94601">
        <w:t xml:space="preserve">Instandhaltung </w:t>
      </w:r>
      <w:r w:rsidR="00DA7EA5">
        <w:t xml:space="preserve">und Sicherheit </w:t>
      </w:r>
      <w:r w:rsidR="00A94601">
        <w:t>durchgeführt</w:t>
      </w:r>
      <w:r w:rsidR="00151574">
        <w:t>“</w:t>
      </w:r>
      <w:r w:rsidR="00A1766F">
        <w:t xml:space="preserve">, sagt </w:t>
      </w:r>
      <w:r w:rsidR="0094587F">
        <w:t>Markus Bieg, Leiter</w:t>
      </w:r>
      <w:r w:rsidR="00A1766F">
        <w:t xml:space="preserve"> </w:t>
      </w:r>
      <w:r w:rsidR="00A94601">
        <w:t>der Schuler-Division</w:t>
      </w:r>
      <w:r w:rsidR="00151574">
        <w:t xml:space="preserve"> „</w:t>
      </w:r>
      <w:r w:rsidR="00D32BDA" w:rsidRPr="00E5728E">
        <w:t>Industry</w:t>
      </w:r>
      <w:r w:rsidR="00151574">
        <w:t>“</w:t>
      </w:r>
      <w:r w:rsidR="00A1766F">
        <w:t xml:space="preserve"> in Weingarten. </w:t>
      </w:r>
      <w:r w:rsidR="00151574">
        <w:t>„</w:t>
      </w:r>
      <w:r w:rsidR="00A1766F">
        <w:t>Über den Remote Service können wir DMP</w:t>
      </w:r>
      <w:r w:rsidR="00151574">
        <w:t xml:space="preserve"> rund um die Uhr an sieben Tagen in der Woche</w:t>
      </w:r>
      <w:r w:rsidR="000F6BD2">
        <w:t xml:space="preserve"> unterstützen.“</w:t>
      </w:r>
      <w:r w:rsidR="00A1766F">
        <w:t xml:space="preserve"> </w:t>
      </w:r>
      <w:r w:rsidR="009C6A5B">
        <w:t>Es handelt sich um</w:t>
      </w:r>
      <w:r w:rsidR="00A1766F">
        <w:t xml:space="preserve"> das erste Projekt </w:t>
      </w:r>
      <w:r w:rsidR="009C6A5B">
        <w:t>von Schuler</w:t>
      </w:r>
      <w:r w:rsidR="00A1766F">
        <w:t xml:space="preserve"> in der Mongolei</w:t>
      </w:r>
      <w:r w:rsidR="009C6A5B">
        <w:t xml:space="preserve">. </w:t>
      </w:r>
      <w:r w:rsidR="001C7428">
        <w:t>D</w:t>
      </w:r>
      <w:bookmarkStart w:id="0" w:name="_GoBack"/>
      <w:bookmarkEnd w:id="0"/>
      <w:r w:rsidR="00A1766F">
        <w:t xml:space="preserve">ie Visualisierung sowie die Dokumentation </w:t>
      </w:r>
      <w:r w:rsidR="009C6A5B">
        <w:t xml:space="preserve">wurden </w:t>
      </w:r>
      <w:r w:rsidR="000F6BD2">
        <w:t xml:space="preserve">mit Hilfe des Kunden </w:t>
      </w:r>
      <w:r w:rsidR="00A1766F">
        <w:t>in die Landessprache übersetzt.</w:t>
      </w:r>
      <w:r w:rsidR="00A1766F">
        <w:br/>
      </w:r>
      <w:r w:rsidR="00A1766F">
        <w:br/>
        <w:t>Laut DMP wird das Projekt neue Möglichkeiten für die Entwicklung der metallurgischen Industrie in der Mongolei eröffnen.</w:t>
      </w:r>
      <w:r w:rsidR="00A1766F">
        <w:br/>
      </w:r>
      <w:r w:rsidR="00A1766F">
        <w:br/>
      </w:r>
    </w:p>
    <w:p w:rsidR="00A1766F" w:rsidRDefault="00EF2A68" w:rsidP="00A1766F">
      <w:pPr>
        <w:pStyle w:val="berschrift2"/>
      </w:pPr>
      <w:r>
        <w:t>Bildunterschrift</w:t>
      </w:r>
    </w:p>
    <w:p w:rsidR="007E1606" w:rsidRDefault="00A1766F" w:rsidP="00A1766F">
      <w:r>
        <w:t>Bild</w:t>
      </w:r>
      <w:r w:rsidR="004866CF">
        <w:t>1</w:t>
      </w:r>
      <w:r>
        <w:t>.jpg: Schuler lieferte zwei Linien mit Kurzhub-</w:t>
      </w:r>
      <w:r w:rsidR="00882EDF">
        <w:t>Gesenk</w:t>
      </w:r>
      <w:r>
        <w:t>hämmer</w:t>
      </w:r>
      <w:r w:rsidR="00BB3597">
        <w:t>n vom Typ</w:t>
      </w:r>
      <w:r>
        <w:t xml:space="preserve"> KGH 5.0b an das Hüttenwerk Darkhan in der Mongolei.</w:t>
      </w:r>
    </w:p>
    <w:p w:rsidR="004866CF" w:rsidRPr="00A1766F" w:rsidRDefault="004866CF" w:rsidP="00A1766F">
      <w:r>
        <w:t xml:space="preserve">Bild2.jpg: </w:t>
      </w:r>
      <w:r w:rsidR="008F6F42">
        <w:t>Die geschmiedeten Stahlkugeln entnimmt ein Mitarbeiter von einer im Werkzeugraum integrierten Abfuhrrutsche.</w:t>
      </w:r>
    </w:p>
    <w:p w:rsidR="00EF2A68" w:rsidRPr="005833D5" w:rsidRDefault="00EF2A68" w:rsidP="00EF2A68">
      <w:pPr>
        <w:rPr>
          <w:i/>
        </w:rPr>
      </w:pPr>
      <w:r w:rsidRPr="005833D5">
        <w:rPr>
          <w:i/>
        </w:rPr>
        <w:t>Als Bildquelle bitte Schuler angeben.</w:t>
      </w:r>
    </w:p>
    <w:p w:rsidR="00EF2A68" w:rsidRDefault="00EF2A68" w:rsidP="00EF2A68">
      <w:pPr>
        <w:spacing w:line="240" w:lineRule="auto"/>
        <w:rPr>
          <w:rFonts w:cs="Arial"/>
        </w:rPr>
      </w:pPr>
    </w:p>
    <w:p w:rsidR="00E06267" w:rsidRDefault="00E06267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EF2A68" w:rsidRDefault="00EF2A68" w:rsidP="00EF2A68">
      <w:pPr>
        <w:spacing w:line="240" w:lineRule="auto"/>
        <w:rPr>
          <w:rFonts w:cs="Arial"/>
        </w:rPr>
      </w:pPr>
    </w:p>
    <w:p w:rsidR="00EF2A68" w:rsidRPr="00AF64B9" w:rsidRDefault="00EF2A68" w:rsidP="00EF2A68">
      <w:pPr>
        <w:pBdr>
          <w:top w:val="single" w:sz="4" w:space="1" w:color="auto"/>
        </w:pBdr>
        <w:spacing w:line="240" w:lineRule="auto"/>
        <w:jc w:val="both"/>
      </w:pPr>
    </w:p>
    <w:p w:rsidR="00EF2A68" w:rsidRDefault="00EF2A68" w:rsidP="00EF2A68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Pr="00D808EA">
          <w:rPr>
            <w:rStyle w:val="Hyperlink"/>
            <w:b/>
            <w:i/>
          </w:rPr>
          <w:t>www.schulergroup.com</w:t>
        </w:r>
      </w:hyperlink>
    </w:p>
    <w:p w:rsidR="005833D5" w:rsidRPr="00EF2A68" w:rsidRDefault="00EF2A68" w:rsidP="00EF2A68">
      <w:pPr>
        <w:spacing w:line="240" w:lineRule="auto"/>
        <w:ind w:right="-15"/>
        <w:jc w:val="both"/>
        <w:outlineLvl w:val="0"/>
        <w:rPr>
          <w:i/>
        </w:rPr>
      </w:pPr>
      <w:r w:rsidRPr="007C5293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und-zulieferer sowie Unternehmen aus der Schmiede-, Hausgeräte-, Verpackungs-, Energie- und Elektroindustrie. Schuler ist führend bei Münzprägepressen und realisiert Systemlösungen für Luft- und Raumfahrt, den Schienenverkehr und die Großrohr-Fertigung.  Im Geschäftsjahr 201</w:t>
      </w:r>
      <w:r>
        <w:rPr>
          <w:i/>
        </w:rPr>
        <w:t>6</w:t>
      </w:r>
      <w:r w:rsidRPr="007C5293">
        <w:rPr>
          <w:i/>
        </w:rPr>
        <w:t xml:space="preserve"> erzielte Schuler einen Umsatz von </w:t>
      </w:r>
      <w:r>
        <w:rPr>
          <w:i/>
        </w:rPr>
        <w:t>1.174,2</w:t>
      </w:r>
      <w:r w:rsidRPr="007C5293">
        <w:rPr>
          <w:i/>
        </w:rPr>
        <w:t xml:space="preserve"> Millionen Euro. Nach der Übernahme des Werkzeugbauers AWEBA und der Mehrheitsbeteiligung am chinesischen Pressenhersteller Yadon ist Schuler mit rund 6.</w:t>
      </w:r>
      <w:r>
        <w:rPr>
          <w:i/>
        </w:rPr>
        <w:t>6</w:t>
      </w:r>
      <w:r w:rsidRPr="007C5293">
        <w:rPr>
          <w:i/>
        </w:rPr>
        <w:t>00 Mitarbeitern in 40 Ländern präsent. Schuler gehört mehrheitlich zur österreichischen ANDRITZ-Gruppe.</w:t>
      </w:r>
    </w:p>
    <w:sectPr w:rsidR="005833D5" w:rsidRPr="00EF2A68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2EF" w:rsidRDefault="000822EF" w:rsidP="007E132D">
      <w:r>
        <w:separator/>
      </w:r>
    </w:p>
    <w:p w:rsidR="000822EF" w:rsidRDefault="000822EF" w:rsidP="007E132D"/>
  </w:endnote>
  <w:endnote w:type="continuationSeparator" w:id="0">
    <w:p w:rsidR="000822EF" w:rsidRDefault="000822EF" w:rsidP="007E132D">
      <w:r>
        <w:continuationSeparator/>
      </w:r>
    </w:p>
    <w:p w:rsidR="000822EF" w:rsidRDefault="000822EF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1C7428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1C7428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1C7428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1C7428" w:rsidRPr="007E1606">
            <w:rPr>
              <w:rFonts w:eastAsia="Calibri"/>
              <w:noProof/>
            </w:rPr>
            <w:t xml:space="preserve">Seite </w:t>
          </w:r>
          <w:r w:rsidR="001C7428">
            <w:rPr>
              <w:rFonts w:eastAsia="Calibri"/>
              <w:noProof/>
            </w:rPr>
            <w:t>2</w:t>
          </w:r>
          <w:r w:rsidR="001C7428" w:rsidRPr="007E1606">
            <w:rPr>
              <w:rFonts w:eastAsia="Calibri"/>
              <w:noProof/>
            </w:rPr>
            <w:t xml:space="preserve"> von </w:t>
          </w:r>
          <w:r w:rsidR="001C7428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2EF" w:rsidRDefault="000822EF" w:rsidP="007E132D">
      <w:r>
        <w:separator/>
      </w:r>
    </w:p>
    <w:p w:rsidR="000822EF" w:rsidRDefault="000822EF" w:rsidP="007E132D"/>
  </w:footnote>
  <w:footnote w:type="continuationSeparator" w:id="0">
    <w:p w:rsidR="000822EF" w:rsidRDefault="000822EF" w:rsidP="007E132D">
      <w:r>
        <w:continuationSeparator/>
      </w:r>
    </w:p>
    <w:p w:rsidR="000822EF" w:rsidRDefault="000822EF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9BC"/>
    <w:rsid w:val="000031E4"/>
    <w:rsid w:val="00003CBE"/>
    <w:rsid w:val="000040BB"/>
    <w:rsid w:val="00004C7F"/>
    <w:rsid w:val="00031750"/>
    <w:rsid w:val="00033BD2"/>
    <w:rsid w:val="0004025C"/>
    <w:rsid w:val="00056BB2"/>
    <w:rsid w:val="00067574"/>
    <w:rsid w:val="000716BA"/>
    <w:rsid w:val="000822EF"/>
    <w:rsid w:val="00086F40"/>
    <w:rsid w:val="000900F8"/>
    <w:rsid w:val="000A5158"/>
    <w:rsid w:val="000A52A8"/>
    <w:rsid w:val="000B704A"/>
    <w:rsid w:val="000C0CAD"/>
    <w:rsid w:val="000D515D"/>
    <w:rsid w:val="000D5B2A"/>
    <w:rsid w:val="000E228F"/>
    <w:rsid w:val="000F2F77"/>
    <w:rsid w:val="000F6BD2"/>
    <w:rsid w:val="00102187"/>
    <w:rsid w:val="00130A5F"/>
    <w:rsid w:val="00136218"/>
    <w:rsid w:val="00136E90"/>
    <w:rsid w:val="001443AE"/>
    <w:rsid w:val="00146AAB"/>
    <w:rsid w:val="00151574"/>
    <w:rsid w:val="00152C69"/>
    <w:rsid w:val="001631E1"/>
    <w:rsid w:val="0016339C"/>
    <w:rsid w:val="0016495A"/>
    <w:rsid w:val="00173722"/>
    <w:rsid w:val="0017697C"/>
    <w:rsid w:val="00183CFE"/>
    <w:rsid w:val="00187D73"/>
    <w:rsid w:val="001A2C37"/>
    <w:rsid w:val="001B1B07"/>
    <w:rsid w:val="001B2B33"/>
    <w:rsid w:val="001B4B81"/>
    <w:rsid w:val="001C1FA2"/>
    <w:rsid w:val="001C3EE2"/>
    <w:rsid w:val="001C7428"/>
    <w:rsid w:val="001E0C3C"/>
    <w:rsid w:val="001E4D7D"/>
    <w:rsid w:val="001F60A8"/>
    <w:rsid w:val="001F6280"/>
    <w:rsid w:val="002077B7"/>
    <w:rsid w:val="00212513"/>
    <w:rsid w:val="00215C8A"/>
    <w:rsid w:val="002307E4"/>
    <w:rsid w:val="002315E0"/>
    <w:rsid w:val="002362D1"/>
    <w:rsid w:val="002712C2"/>
    <w:rsid w:val="002818A1"/>
    <w:rsid w:val="002A1D04"/>
    <w:rsid w:val="002A3A54"/>
    <w:rsid w:val="002A42B6"/>
    <w:rsid w:val="002A4B0E"/>
    <w:rsid w:val="002B391B"/>
    <w:rsid w:val="002B41E8"/>
    <w:rsid w:val="002D1F08"/>
    <w:rsid w:val="003230D4"/>
    <w:rsid w:val="00323555"/>
    <w:rsid w:val="00361767"/>
    <w:rsid w:val="00363740"/>
    <w:rsid w:val="00365A9E"/>
    <w:rsid w:val="003665BB"/>
    <w:rsid w:val="003666FF"/>
    <w:rsid w:val="003728F6"/>
    <w:rsid w:val="00373C01"/>
    <w:rsid w:val="00377DED"/>
    <w:rsid w:val="00393018"/>
    <w:rsid w:val="003B67C5"/>
    <w:rsid w:val="003C0BD7"/>
    <w:rsid w:val="003C626A"/>
    <w:rsid w:val="003D3770"/>
    <w:rsid w:val="003D76C7"/>
    <w:rsid w:val="003E2158"/>
    <w:rsid w:val="003E30C0"/>
    <w:rsid w:val="003E4EC3"/>
    <w:rsid w:val="003F0681"/>
    <w:rsid w:val="003F6888"/>
    <w:rsid w:val="00403EFF"/>
    <w:rsid w:val="00413F68"/>
    <w:rsid w:val="004203D9"/>
    <w:rsid w:val="004257AB"/>
    <w:rsid w:val="00430133"/>
    <w:rsid w:val="004304E5"/>
    <w:rsid w:val="004333CE"/>
    <w:rsid w:val="004355F7"/>
    <w:rsid w:val="0046046E"/>
    <w:rsid w:val="00476782"/>
    <w:rsid w:val="00476D9C"/>
    <w:rsid w:val="00485C6B"/>
    <w:rsid w:val="004866CF"/>
    <w:rsid w:val="00491CA9"/>
    <w:rsid w:val="004926BC"/>
    <w:rsid w:val="004A25A9"/>
    <w:rsid w:val="004C4B30"/>
    <w:rsid w:val="004C697D"/>
    <w:rsid w:val="004D76DD"/>
    <w:rsid w:val="004D7E3C"/>
    <w:rsid w:val="004E547E"/>
    <w:rsid w:val="004F72E2"/>
    <w:rsid w:val="00522144"/>
    <w:rsid w:val="00531DDB"/>
    <w:rsid w:val="00533491"/>
    <w:rsid w:val="00534C9B"/>
    <w:rsid w:val="00552A9D"/>
    <w:rsid w:val="005547DF"/>
    <w:rsid w:val="005613F0"/>
    <w:rsid w:val="0056768B"/>
    <w:rsid w:val="00575FA0"/>
    <w:rsid w:val="00582898"/>
    <w:rsid w:val="005833D5"/>
    <w:rsid w:val="00595D96"/>
    <w:rsid w:val="005A617D"/>
    <w:rsid w:val="005C0BBB"/>
    <w:rsid w:val="005C6AE3"/>
    <w:rsid w:val="005F6D99"/>
    <w:rsid w:val="00601238"/>
    <w:rsid w:val="0060142A"/>
    <w:rsid w:val="00607CA2"/>
    <w:rsid w:val="006200EF"/>
    <w:rsid w:val="006224C7"/>
    <w:rsid w:val="00652570"/>
    <w:rsid w:val="00652B4D"/>
    <w:rsid w:val="0065451D"/>
    <w:rsid w:val="00654B60"/>
    <w:rsid w:val="0065595D"/>
    <w:rsid w:val="00660D47"/>
    <w:rsid w:val="00671E3C"/>
    <w:rsid w:val="00672BED"/>
    <w:rsid w:val="00674EF3"/>
    <w:rsid w:val="006813B8"/>
    <w:rsid w:val="0068251B"/>
    <w:rsid w:val="006848FF"/>
    <w:rsid w:val="006859AE"/>
    <w:rsid w:val="00687789"/>
    <w:rsid w:val="00687868"/>
    <w:rsid w:val="006A31D9"/>
    <w:rsid w:val="006A659E"/>
    <w:rsid w:val="006A7F52"/>
    <w:rsid w:val="006D6FF6"/>
    <w:rsid w:val="006D7242"/>
    <w:rsid w:val="006E6492"/>
    <w:rsid w:val="00714E5C"/>
    <w:rsid w:val="0072042B"/>
    <w:rsid w:val="007238AF"/>
    <w:rsid w:val="00733AAF"/>
    <w:rsid w:val="00733DAF"/>
    <w:rsid w:val="00747FCC"/>
    <w:rsid w:val="007649A2"/>
    <w:rsid w:val="00771301"/>
    <w:rsid w:val="007826E4"/>
    <w:rsid w:val="00784E5A"/>
    <w:rsid w:val="00794AEE"/>
    <w:rsid w:val="007B0BF4"/>
    <w:rsid w:val="007B5AB1"/>
    <w:rsid w:val="007C00F8"/>
    <w:rsid w:val="007C16F5"/>
    <w:rsid w:val="007C1E93"/>
    <w:rsid w:val="007C5293"/>
    <w:rsid w:val="007E132D"/>
    <w:rsid w:val="007E1606"/>
    <w:rsid w:val="007E3244"/>
    <w:rsid w:val="007E35DC"/>
    <w:rsid w:val="007F4512"/>
    <w:rsid w:val="008045AD"/>
    <w:rsid w:val="00821B54"/>
    <w:rsid w:val="00821E5D"/>
    <w:rsid w:val="00822597"/>
    <w:rsid w:val="008258E8"/>
    <w:rsid w:val="008334D5"/>
    <w:rsid w:val="00853C31"/>
    <w:rsid w:val="00865B83"/>
    <w:rsid w:val="0087009C"/>
    <w:rsid w:val="008718D2"/>
    <w:rsid w:val="0087295F"/>
    <w:rsid w:val="00876E6E"/>
    <w:rsid w:val="00877DC8"/>
    <w:rsid w:val="00882EDF"/>
    <w:rsid w:val="00894865"/>
    <w:rsid w:val="008A7918"/>
    <w:rsid w:val="008B6346"/>
    <w:rsid w:val="008C6578"/>
    <w:rsid w:val="008D1374"/>
    <w:rsid w:val="008D67FA"/>
    <w:rsid w:val="008D7BA9"/>
    <w:rsid w:val="008E1F8F"/>
    <w:rsid w:val="008F5E25"/>
    <w:rsid w:val="008F6F42"/>
    <w:rsid w:val="009060ED"/>
    <w:rsid w:val="00920948"/>
    <w:rsid w:val="00926076"/>
    <w:rsid w:val="00941203"/>
    <w:rsid w:val="0094587F"/>
    <w:rsid w:val="00946BE7"/>
    <w:rsid w:val="00953FB2"/>
    <w:rsid w:val="00961469"/>
    <w:rsid w:val="00972ED5"/>
    <w:rsid w:val="00974E0C"/>
    <w:rsid w:val="00975A13"/>
    <w:rsid w:val="009805FA"/>
    <w:rsid w:val="00980C78"/>
    <w:rsid w:val="00994D28"/>
    <w:rsid w:val="009A4B53"/>
    <w:rsid w:val="009A680E"/>
    <w:rsid w:val="009B2577"/>
    <w:rsid w:val="009B3EB7"/>
    <w:rsid w:val="009B5A16"/>
    <w:rsid w:val="009B64EE"/>
    <w:rsid w:val="009C1A6F"/>
    <w:rsid w:val="009C6A5B"/>
    <w:rsid w:val="009D2F26"/>
    <w:rsid w:val="009E330A"/>
    <w:rsid w:val="009F2181"/>
    <w:rsid w:val="009F65F3"/>
    <w:rsid w:val="00A0214C"/>
    <w:rsid w:val="00A166C4"/>
    <w:rsid w:val="00A1766F"/>
    <w:rsid w:val="00A1783E"/>
    <w:rsid w:val="00A31D72"/>
    <w:rsid w:val="00A32B85"/>
    <w:rsid w:val="00A46561"/>
    <w:rsid w:val="00A47DD5"/>
    <w:rsid w:val="00A500A4"/>
    <w:rsid w:val="00A7686D"/>
    <w:rsid w:val="00A85984"/>
    <w:rsid w:val="00A86ACD"/>
    <w:rsid w:val="00A9156A"/>
    <w:rsid w:val="00A91986"/>
    <w:rsid w:val="00A93519"/>
    <w:rsid w:val="00A94601"/>
    <w:rsid w:val="00AA209F"/>
    <w:rsid w:val="00AA5352"/>
    <w:rsid w:val="00AA6B73"/>
    <w:rsid w:val="00AC55D1"/>
    <w:rsid w:val="00AC6510"/>
    <w:rsid w:val="00AD2710"/>
    <w:rsid w:val="00AD690C"/>
    <w:rsid w:val="00AE3AFF"/>
    <w:rsid w:val="00AF2D43"/>
    <w:rsid w:val="00AF64B9"/>
    <w:rsid w:val="00B01B58"/>
    <w:rsid w:val="00B01CEF"/>
    <w:rsid w:val="00B06BC4"/>
    <w:rsid w:val="00B206B1"/>
    <w:rsid w:val="00B23715"/>
    <w:rsid w:val="00B303ED"/>
    <w:rsid w:val="00B307A6"/>
    <w:rsid w:val="00B37518"/>
    <w:rsid w:val="00B47659"/>
    <w:rsid w:val="00B55136"/>
    <w:rsid w:val="00B762C9"/>
    <w:rsid w:val="00B82745"/>
    <w:rsid w:val="00B93AE6"/>
    <w:rsid w:val="00BA2362"/>
    <w:rsid w:val="00BB3597"/>
    <w:rsid w:val="00C15511"/>
    <w:rsid w:val="00C1615B"/>
    <w:rsid w:val="00C22A24"/>
    <w:rsid w:val="00C375F0"/>
    <w:rsid w:val="00C72CD3"/>
    <w:rsid w:val="00C82B81"/>
    <w:rsid w:val="00C96DAD"/>
    <w:rsid w:val="00CA6AC9"/>
    <w:rsid w:val="00CB0B50"/>
    <w:rsid w:val="00CB2B5C"/>
    <w:rsid w:val="00CB4524"/>
    <w:rsid w:val="00CC6C31"/>
    <w:rsid w:val="00CC7CCA"/>
    <w:rsid w:val="00CD3AA7"/>
    <w:rsid w:val="00CE5604"/>
    <w:rsid w:val="00CF49BC"/>
    <w:rsid w:val="00CF74CE"/>
    <w:rsid w:val="00D10EA1"/>
    <w:rsid w:val="00D14566"/>
    <w:rsid w:val="00D15E35"/>
    <w:rsid w:val="00D16703"/>
    <w:rsid w:val="00D260A1"/>
    <w:rsid w:val="00D32BDA"/>
    <w:rsid w:val="00D36969"/>
    <w:rsid w:val="00D52577"/>
    <w:rsid w:val="00D5679F"/>
    <w:rsid w:val="00D577A9"/>
    <w:rsid w:val="00D76894"/>
    <w:rsid w:val="00D82AE7"/>
    <w:rsid w:val="00D841E8"/>
    <w:rsid w:val="00D8748D"/>
    <w:rsid w:val="00D95005"/>
    <w:rsid w:val="00DA22F4"/>
    <w:rsid w:val="00DA7EA5"/>
    <w:rsid w:val="00DB3F3F"/>
    <w:rsid w:val="00DB73FC"/>
    <w:rsid w:val="00DC148A"/>
    <w:rsid w:val="00DC5C7D"/>
    <w:rsid w:val="00DD16C5"/>
    <w:rsid w:val="00DE35EB"/>
    <w:rsid w:val="00DE6930"/>
    <w:rsid w:val="00E06267"/>
    <w:rsid w:val="00E134FA"/>
    <w:rsid w:val="00E207BB"/>
    <w:rsid w:val="00E2304D"/>
    <w:rsid w:val="00E26828"/>
    <w:rsid w:val="00E3363B"/>
    <w:rsid w:val="00E3547A"/>
    <w:rsid w:val="00E36721"/>
    <w:rsid w:val="00E5728E"/>
    <w:rsid w:val="00E5769E"/>
    <w:rsid w:val="00E6320B"/>
    <w:rsid w:val="00E813AC"/>
    <w:rsid w:val="00E85A97"/>
    <w:rsid w:val="00E90330"/>
    <w:rsid w:val="00E94A8B"/>
    <w:rsid w:val="00E94CAA"/>
    <w:rsid w:val="00EA0877"/>
    <w:rsid w:val="00EA3407"/>
    <w:rsid w:val="00EA7DC3"/>
    <w:rsid w:val="00EB1C2E"/>
    <w:rsid w:val="00EC55D2"/>
    <w:rsid w:val="00ED486F"/>
    <w:rsid w:val="00EF2A68"/>
    <w:rsid w:val="00F23AAD"/>
    <w:rsid w:val="00F2738A"/>
    <w:rsid w:val="00F329A8"/>
    <w:rsid w:val="00F44765"/>
    <w:rsid w:val="00F5073A"/>
    <w:rsid w:val="00F57649"/>
    <w:rsid w:val="00F62B05"/>
    <w:rsid w:val="00F654EB"/>
    <w:rsid w:val="00F7676C"/>
    <w:rsid w:val="00F8146B"/>
    <w:rsid w:val="00FC1AA2"/>
    <w:rsid w:val="00FD1AC7"/>
    <w:rsid w:val="00FD3FE3"/>
    <w:rsid w:val="00FE2061"/>
    <w:rsid w:val="00FE2FB7"/>
    <w:rsid w:val="00FE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Ingo.Schnaitmann@schulergroup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DEA00E-5BAA-4F94-8CB1-D258D9C89FD6}">
  <ds:schemaRefs>
    <ds:schemaRef ds:uri="14CA36B4-80C0-40BA-B310-DCB654F98268"/>
    <ds:schemaRef ds:uri="http://schemas.microsoft.com/office/2006/metadata/properties"/>
    <ds:schemaRef ds:uri="http://schemas.microsoft.com/sharepoint/v3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3</Pages>
  <Words>538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3926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Simon Scherrenbacher</cp:lastModifiedBy>
  <cp:revision>11</cp:revision>
  <cp:lastPrinted>2017-07-26T07:04:00Z</cp:lastPrinted>
  <dcterms:created xsi:type="dcterms:W3CDTF">2017-04-21T11:39:00Z</dcterms:created>
  <dcterms:modified xsi:type="dcterms:W3CDTF">2017-07-26T07:19:00Z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</Properties>
</file>