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 xml:space="preserve">Simon </w:t>
            </w:r>
            <w:proofErr w:type="spellStart"/>
            <w:r>
              <w:rPr>
                <w:rFonts w:eastAsia="Calibri"/>
                <w:b/>
                <w:sz w:val="17"/>
                <w:szCs w:val="17"/>
                <w:lang w:eastAsia="en-US"/>
              </w:rPr>
              <w:t>Scherrenbacher</w:t>
            </w:r>
            <w:proofErr w:type="spellEnd"/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10516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fldChar w:fldCharType="begin"/>
            </w:r>
            <w:r w:rsidRPr="007924AE">
              <w:rPr>
                <w:lang w:val="en-US"/>
              </w:rPr>
              <w:instrText xml:space="preserve"> HYPERLINK "mailto:simon.scherrenbacher@schulergroup.com" </w:instrText>
            </w:r>
            <w:r>
              <w:fldChar w:fldCharType="separate"/>
            </w:r>
            <w:r w:rsidR="00A1783E" w:rsidRPr="00946BE7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t xml:space="preserve">Simon </w:t>
            </w:r>
            <w:proofErr w:type="spellStart"/>
            <w:r w:rsidR="00A1783E" w:rsidRPr="00946BE7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t>Scherrenbacher</w:t>
            </w:r>
            <w:proofErr w:type="spellEnd"/>
            <w:r w:rsidR="005F6D99" w:rsidRPr="00946BE7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t>@</w:t>
            </w:r>
            <w:r w:rsidR="005F6D99" w:rsidRPr="00946BE7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br/>
              <w:t>schulergroup.com</w:t>
            </w:r>
            <w:r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fldChar w:fldCharType="end"/>
            </w:r>
          </w:p>
          <w:p w:rsidR="004C4B30" w:rsidRPr="004C4B30" w:rsidRDefault="0010516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304460" w:rsidP="00365A9E">
      <w:pPr>
        <w:pStyle w:val="berschrift1"/>
        <w:rPr>
          <w:sz w:val="2"/>
        </w:rPr>
      </w:pPr>
      <w:r>
        <w:t xml:space="preserve">Presse und Werkzeug </w:t>
      </w:r>
      <w:r w:rsidR="006C0DC2">
        <w:t>optimal</w:t>
      </w:r>
      <w:r>
        <w:t xml:space="preserve"> </w:t>
      </w:r>
      <w:r w:rsidR="00517979">
        <w:t xml:space="preserve">aufeinander </w:t>
      </w:r>
      <w:r>
        <w:t>abgestimmt</w:t>
      </w:r>
    </w:p>
    <w:p w:rsidR="006A31D9" w:rsidRPr="009F4067" w:rsidRDefault="00304460" w:rsidP="00365A9E">
      <w:pPr>
        <w:pStyle w:val="berschrift2"/>
      </w:pPr>
      <w:proofErr w:type="spellStart"/>
      <w:r>
        <w:t>Aweba</w:t>
      </w:r>
      <w:proofErr w:type="spellEnd"/>
      <w:r>
        <w:t xml:space="preserve"> und Schuler</w:t>
      </w:r>
      <w:r w:rsidR="009F4067">
        <w:t xml:space="preserve"> </w:t>
      </w:r>
      <w:r w:rsidR="00246AE2">
        <w:t xml:space="preserve">bieten </w:t>
      </w:r>
      <w:r w:rsidR="00243381">
        <w:t>Systeml</w:t>
      </w:r>
      <w:r w:rsidR="00246AE2">
        <w:t>ösungen</w:t>
      </w:r>
      <w:r w:rsidR="009F4067">
        <w:t xml:space="preserve"> zur Elektroblech-</w:t>
      </w:r>
      <w:r w:rsidR="00246AE2">
        <w:t xml:space="preserve">Fertigung </w:t>
      </w:r>
      <w:r w:rsidR="009F4067">
        <w:t>/</w:t>
      </w:r>
      <w:r>
        <w:t xml:space="preserve"> </w:t>
      </w:r>
      <w:r w:rsidR="009F4067">
        <w:t>Gemeinsamer</w:t>
      </w:r>
      <w:r>
        <w:t xml:space="preserve"> Auftritt bei </w:t>
      </w:r>
      <w:r w:rsidR="00626768">
        <w:t xml:space="preserve">der </w:t>
      </w:r>
      <w:r w:rsidR="00DB28B1" w:rsidRPr="009F4067">
        <w:t xml:space="preserve">Coil </w:t>
      </w:r>
      <w:proofErr w:type="spellStart"/>
      <w:r w:rsidR="00DB28B1" w:rsidRPr="009F4067">
        <w:t>Winding</w:t>
      </w:r>
      <w:proofErr w:type="spellEnd"/>
      <w:r w:rsidR="00DB28B1" w:rsidRPr="009F4067">
        <w:t xml:space="preserve"> Expo in </w:t>
      </w:r>
      <w:r w:rsidR="00626768">
        <w:t>Berlin</w:t>
      </w:r>
    </w:p>
    <w:p w:rsidR="00476D9C" w:rsidRPr="009F4067" w:rsidRDefault="00476D9C" w:rsidP="00476D9C"/>
    <w:p w:rsidR="007E1606" w:rsidRPr="007D633F" w:rsidRDefault="00C82B81" w:rsidP="00C82B81">
      <w:r w:rsidRPr="007D633F">
        <w:rPr>
          <w:i/>
        </w:rPr>
        <w:t xml:space="preserve">Göppingen, </w:t>
      </w:r>
      <w:r w:rsidR="006F4005" w:rsidRPr="007D633F">
        <w:rPr>
          <w:i/>
        </w:rPr>
        <w:t>1</w:t>
      </w:r>
      <w:r w:rsidR="00E5139A">
        <w:rPr>
          <w:i/>
        </w:rPr>
        <w:t>9.04</w:t>
      </w:r>
      <w:r w:rsidR="005833D5" w:rsidRPr="007D633F">
        <w:rPr>
          <w:i/>
        </w:rPr>
        <w:t>.201</w:t>
      </w:r>
      <w:r w:rsidR="006F4005" w:rsidRPr="007D633F">
        <w:rPr>
          <w:i/>
        </w:rPr>
        <w:t>7</w:t>
      </w:r>
      <w:r w:rsidR="005833D5" w:rsidRPr="007D633F">
        <w:rPr>
          <w:i/>
        </w:rPr>
        <w:t xml:space="preserve"> </w:t>
      </w:r>
      <w:r w:rsidR="000F2F77" w:rsidRPr="007D633F">
        <w:t>–</w:t>
      </w:r>
      <w:r w:rsidR="005833D5" w:rsidRPr="007D633F">
        <w:t xml:space="preserve"> </w:t>
      </w:r>
      <w:r w:rsidR="007D633F" w:rsidRPr="007D633F">
        <w:t>Wenn Presse</w:t>
      </w:r>
      <w:r w:rsidR="00B85476">
        <w:t>, Automation</w:t>
      </w:r>
      <w:r w:rsidR="007D633F" w:rsidRPr="007D633F">
        <w:t xml:space="preserve"> und Werkzeug </w:t>
      </w:r>
      <w:r w:rsidR="00C73BCE">
        <w:t xml:space="preserve">von einem einzigen Anbieter stammen, </w:t>
      </w:r>
      <w:r w:rsidR="00D92167">
        <w:t>liegt der Vorteil auf der Hand</w:t>
      </w:r>
      <w:r w:rsidR="007D633F">
        <w:t xml:space="preserve">: </w:t>
      </w:r>
      <w:r w:rsidR="00FF3392">
        <w:t>Nicht der</w:t>
      </w:r>
      <w:r w:rsidR="00C73BCE">
        <w:t xml:space="preserve"> </w:t>
      </w:r>
      <w:r w:rsidR="00D92167">
        <w:t xml:space="preserve">Kunde </w:t>
      </w:r>
      <w:r w:rsidR="00C73BCE">
        <w:t xml:space="preserve">muss </w:t>
      </w:r>
      <w:r w:rsidR="00FF3392">
        <w:t xml:space="preserve">sich </w:t>
      </w:r>
      <w:r w:rsidR="00C73BCE">
        <w:t xml:space="preserve">darum </w:t>
      </w:r>
      <w:r w:rsidR="00B85476">
        <w:t>kümmern, dass alle Komponenten reibungslos zusammenspielen</w:t>
      </w:r>
      <w:r w:rsidR="00FF3392">
        <w:t>, sondern der Hersteller</w:t>
      </w:r>
      <w:r w:rsidR="00B85476">
        <w:t xml:space="preserve">. Genau solche Systemlösungen </w:t>
      </w:r>
      <w:r w:rsidR="006C0DC2">
        <w:t>hat</w:t>
      </w:r>
      <w:r w:rsidR="00B85476">
        <w:t xml:space="preserve"> Schuler nun für Anlag</w:t>
      </w:r>
      <w:r w:rsidR="00A65CC6">
        <w:t>en zur Fertigung von B</w:t>
      </w:r>
      <w:r w:rsidR="00B85476">
        <w:t>lechen</w:t>
      </w:r>
      <w:r w:rsidR="00C77748">
        <w:t xml:space="preserve"> für </w:t>
      </w:r>
      <w:r w:rsidR="00A65CC6">
        <w:t>Elektro-</w:t>
      </w:r>
      <w:r w:rsidR="00C77748">
        <w:t xml:space="preserve">Motoren und </w:t>
      </w:r>
      <w:r w:rsidR="00A65CC6">
        <w:t>-</w:t>
      </w:r>
      <w:r w:rsidR="00C77748">
        <w:t>Generatoren</w:t>
      </w:r>
      <w:r w:rsidR="006C0DC2">
        <w:t xml:space="preserve"> im Programm</w:t>
      </w:r>
      <w:r w:rsidR="00B85476">
        <w:t>.</w:t>
      </w:r>
    </w:p>
    <w:p w:rsidR="007E1606" w:rsidRPr="007D633F" w:rsidRDefault="007E1606" w:rsidP="007E1606"/>
    <w:p w:rsidR="00041F92" w:rsidRPr="00646813" w:rsidRDefault="00041F92" w:rsidP="00890D2A">
      <w:r>
        <w:t>„</w:t>
      </w:r>
      <w:r w:rsidR="00C73BCE">
        <w:t xml:space="preserve">Damit sind wir der einzige </w:t>
      </w:r>
      <w:r w:rsidR="00EB7748">
        <w:t xml:space="preserve">Anbieter </w:t>
      </w:r>
      <w:r w:rsidR="00C73BCE">
        <w:t xml:space="preserve">in der Branche, der </w:t>
      </w:r>
      <w:r w:rsidR="00F84820">
        <w:t>nicht nur</w:t>
      </w:r>
      <w:r w:rsidR="00FF3392">
        <w:t xml:space="preserve"> </w:t>
      </w:r>
      <w:r w:rsidR="00EB7748">
        <w:t xml:space="preserve">die </w:t>
      </w:r>
      <w:r w:rsidR="00C73BCE">
        <w:t>Pressen</w:t>
      </w:r>
      <w:r w:rsidR="00FF3392">
        <w:t xml:space="preserve"> </w:t>
      </w:r>
      <w:r w:rsidR="00F84820">
        <w:t xml:space="preserve">und </w:t>
      </w:r>
      <w:r w:rsidR="00FF3392">
        <w:t xml:space="preserve">die </w:t>
      </w:r>
      <w:r w:rsidR="00F84820">
        <w:t xml:space="preserve">Automation, sondern auch </w:t>
      </w:r>
      <w:r w:rsidR="00FF3392">
        <w:t xml:space="preserve">die </w:t>
      </w:r>
      <w:r w:rsidR="00C73BCE">
        <w:t xml:space="preserve">Werkzeuge </w:t>
      </w:r>
      <w:r w:rsidR="00EB7748">
        <w:t>selbst produziert</w:t>
      </w:r>
      <w:r w:rsidR="00C73BCE">
        <w:t xml:space="preserve">“, </w:t>
      </w:r>
      <w:r w:rsidR="00EB7748">
        <w:t xml:space="preserve">sagt Johannes Linden, Leiter der Division „Systems“ bei Schuler. </w:t>
      </w:r>
      <w:r w:rsidR="00F7331C">
        <w:t xml:space="preserve">Und </w:t>
      </w:r>
      <w:proofErr w:type="spellStart"/>
      <w:r w:rsidR="00F7331C">
        <w:t>Aweba</w:t>
      </w:r>
      <w:proofErr w:type="spellEnd"/>
      <w:r w:rsidR="00F7331C">
        <w:t xml:space="preserve">-Geschäftsführer Udo Binder ergänzt: </w:t>
      </w:r>
      <w:r w:rsidR="00517979">
        <w:t xml:space="preserve">„Dadurch sind die Anlagen optimal </w:t>
      </w:r>
      <w:r w:rsidR="001673CB">
        <w:t>abgestimmt, die Standzeiten erhöhen sich und die Kosten für unsere Kunden sinken.“</w:t>
      </w:r>
      <w:r w:rsidR="00C40E2E">
        <w:t xml:space="preserve"> </w:t>
      </w:r>
      <w:r w:rsidR="00C87B39" w:rsidRPr="00646813">
        <w:t xml:space="preserve">Mit über 900 </w:t>
      </w:r>
      <w:r w:rsidR="00646813" w:rsidRPr="00646813">
        <w:t>Service-</w:t>
      </w:r>
      <w:r w:rsidR="00C87B39" w:rsidRPr="00646813">
        <w:t xml:space="preserve">Mitarbeitern weltweit bietet </w:t>
      </w:r>
      <w:r w:rsidR="00C40E2E" w:rsidRPr="00646813">
        <w:t xml:space="preserve">Schuler darüber </w:t>
      </w:r>
      <w:r w:rsidR="00223972" w:rsidRPr="00646813">
        <w:t>hinaus kompetente</w:t>
      </w:r>
      <w:r w:rsidR="00C87B39" w:rsidRPr="00646813">
        <w:t xml:space="preserve"> Hilfe</w:t>
      </w:r>
      <w:r w:rsidR="00005BAB" w:rsidRPr="00646813">
        <w:t xml:space="preserve"> </w:t>
      </w:r>
      <w:r w:rsidR="00C87B39" w:rsidRPr="00646813">
        <w:t>rund um die Uhr</w:t>
      </w:r>
      <w:r w:rsidR="00005BAB" w:rsidRPr="00646813">
        <w:t>.</w:t>
      </w:r>
    </w:p>
    <w:p w:rsidR="00041F92" w:rsidRPr="00646813" w:rsidRDefault="00041F92" w:rsidP="00890D2A"/>
    <w:p w:rsidR="00890D2A" w:rsidRDefault="006A0173" w:rsidP="00890D2A">
      <w:r w:rsidRPr="00646813">
        <w:t xml:space="preserve">Möglich </w:t>
      </w:r>
      <w:r w:rsidR="003209C9" w:rsidRPr="00646813">
        <w:t>werden die Systemlösungen</w:t>
      </w:r>
      <w:r w:rsidR="00C40E2E" w:rsidRPr="00646813">
        <w:t xml:space="preserve"> zur Fertigung von Elektromotoren</w:t>
      </w:r>
      <w:r w:rsidR="003209C9" w:rsidRPr="00646813">
        <w:t xml:space="preserve"> durch </w:t>
      </w:r>
      <w:r w:rsidRPr="00646813">
        <w:t xml:space="preserve">die Übernahme </w:t>
      </w:r>
      <w:r w:rsidR="003209C9" w:rsidRPr="00646813">
        <w:t xml:space="preserve">von </w:t>
      </w:r>
      <w:proofErr w:type="spellStart"/>
      <w:r w:rsidRPr="00646813">
        <w:t>Aweba</w:t>
      </w:r>
      <w:proofErr w:type="spellEnd"/>
      <w:r w:rsidR="00BC4A45" w:rsidRPr="00646813">
        <w:t xml:space="preserve"> i</w:t>
      </w:r>
      <w:r w:rsidRPr="00646813">
        <w:t>m vergangenen Jahr</w:t>
      </w:r>
      <w:r w:rsidR="00BC4A45" w:rsidRPr="00646813">
        <w:t>.</w:t>
      </w:r>
      <w:r w:rsidR="00BC4A45">
        <w:t xml:space="preserve"> Der </w:t>
      </w:r>
      <w:r w:rsidR="00F7331C">
        <w:t xml:space="preserve">sächsische </w:t>
      </w:r>
      <w:r w:rsidR="00BC4A45">
        <w:t>We</w:t>
      </w:r>
      <w:r w:rsidR="00890D2A">
        <w:t xml:space="preserve">rkzeugbauer ist ein Spezialist für Elektrobleche und baut </w:t>
      </w:r>
      <w:r w:rsidR="00B241B5">
        <w:t xml:space="preserve">dafür </w:t>
      </w:r>
      <w:r w:rsidR="00890D2A">
        <w:t>Schneidwerkzeuge in allen denkbaren Va</w:t>
      </w:r>
      <w:r w:rsidR="00F7331C">
        <w:t xml:space="preserve">riationen und Größenordnungen. </w:t>
      </w:r>
      <w:r w:rsidR="00890D2A">
        <w:lastRenderedPageBreak/>
        <w:t>Das Spektrum reicht vo</w:t>
      </w:r>
      <w:r w:rsidR="003C078D">
        <w:t>n</w:t>
      </w:r>
      <w:r w:rsidR="00890D2A">
        <w:t xml:space="preserve"> kleinen Präzisionsfolgewerkzeug</w:t>
      </w:r>
      <w:r w:rsidR="003C078D">
        <w:t>en</w:t>
      </w:r>
      <w:r w:rsidR="00890D2A">
        <w:t xml:space="preserve"> für kleine Transformatorbleche über Stanzpaketierwerkzeuge mit Hartmetallaktivteilen für maximale Ausbringung und höchste Genauigkeit bis hin zum Gesamtschnitt </w:t>
      </w:r>
      <w:r w:rsidR="003C078D">
        <w:t xml:space="preserve">von metergroßen Segmentblechen für Großgeneratoren </w:t>
      </w:r>
      <w:r w:rsidR="00890D2A">
        <w:t xml:space="preserve">mit pneumatisch- oder </w:t>
      </w:r>
      <w:proofErr w:type="spellStart"/>
      <w:r w:rsidR="00890D2A">
        <w:t>servogesteuerten</w:t>
      </w:r>
      <w:proofErr w:type="spellEnd"/>
      <w:r w:rsidR="00890D2A">
        <w:t xml:space="preserve"> </w:t>
      </w:r>
      <w:proofErr w:type="spellStart"/>
      <w:r w:rsidR="00890D2A">
        <w:t>Auswerfersystemen</w:t>
      </w:r>
      <w:proofErr w:type="spellEnd"/>
      <w:r w:rsidR="00890D2A">
        <w:t xml:space="preserve">.  </w:t>
      </w:r>
    </w:p>
    <w:p w:rsidR="00890D2A" w:rsidRDefault="00890D2A" w:rsidP="00890D2A"/>
    <w:p w:rsidR="006C0DC2" w:rsidRDefault="00C77748" w:rsidP="00853AD9">
      <w:r>
        <w:t xml:space="preserve">Schuler hat im vergangenen Jahr mit dem </w:t>
      </w:r>
      <w:proofErr w:type="spellStart"/>
      <w:r>
        <w:t>Per</w:t>
      </w:r>
      <w:r w:rsidR="00832728" w:rsidRPr="00575BA6">
        <w:t>F</w:t>
      </w:r>
      <w:r>
        <w:t>ormer</w:t>
      </w:r>
      <w:proofErr w:type="spellEnd"/>
      <w:r>
        <w:t xml:space="preserve"> </w:t>
      </w:r>
      <w:r w:rsidR="00832728" w:rsidRPr="00575BA6">
        <w:t>S</w:t>
      </w:r>
      <w:r w:rsidR="00832728">
        <w:t xml:space="preserve"> </w:t>
      </w:r>
      <w:r>
        <w:t xml:space="preserve">eine </w:t>
      </w:r>
      <w:r w:rsidR="00D85FA7">
        <w:t>neue</w:t>
      </w:r>
      <w:r>
        <w:t xml:space="preserve"> Nutenstanze präsentiert, die Elektrobleche </w:t>
      </w:r>
      <w:r w:rsidR="00E8478C">
        <w:t xml:space="preserve">mit einem Durchmesser von 80 bis 1.800 Millimetern </w:t>
      </w:r>
      <w:r>
        <w:t>produzieren</w:t>
      </w:r>
      <w:r w:rsidR="00E8478C">
        <w:t xml:space="preserve"> kann</w:t>
      </w:r>
      <w:r>
        <w:t>.</w:t>
      </w:r>
      <w:r w:rsidR="00E8478C" w:rsidRPr="00E8478C">
        <w:t xml:space="preserve"> </w:t>
      </w:r>
      <w:r w:rsidR="00E8478C">
        <w:t>Keine andere vergleichbare Maschine auf dem Markt</w:t>
      </w:r>
      <w:r w:rsidR="00E8478C" w:rsidRPr="00E8478C">
        <w:t xml:space="preserve"> </w:t>
      </w:r>
      <w:r w:rsidR="00E8478C">
        <w:t>bietet e</w:t>
      </w:r>
      <w:r>
        <w:t xml:space="preserve">ine solche Flexibilität. Mit </w:t>
      </w:r>
      <w:r w:rsidR="00FC3339">
        <w:t>einer Nut</w:t>
      </w:r>
      <w:r w:rsidR="00832728" w:rsidRPr="00575BA6">
        <w:t>teilungs</w:t>
      </w:r>
      <w:r w:rsidR="00FC3339">
        <w:t xml:space="preserve">genauigkeit </w:t>
      </w:r>
      <w:r w:rsidR="00832728" w:rsidRPr="00575BA6">
        <w:t xml:space="preserve">von </w:t>
      </w:r>
      <w:r w:rsidR="00FC3339">
        <w:t>h</w:t>
      </w:r>
      <w:r>
        <w:t>undertstel Millimeter</w:t>
      </w:r>
      <w:r w:rsidR="00A44565">
        <w:t>n</w:t>
      </w:r>
      <w:r>
        <w:t xml:space="preserve"> sorgt die Maschine dabei für die nötige Präzision besonders bei dünnen Blechen mit geringem Schneidspalt. </w:t>
      </w:r>
    </w:p>
    <w:p w:rsidR="00853AD9" w:rsidRDefault="00853AD9" w:rsidP="00853AD9"/>
    <w:p w:rsidR="00D85FA7" w:rsidRDefault="00D85FA7" w:rsidP="00FC3339">
      <w:r>
        <w:t>Für die Stanzpaketierung von Elektroblechen hat Schuler die Presse „</w:t>
      </w:r>
      <w:proofErr w:type="spellStart"/>
      <w:r>
        <w:t>Smartline</w:t>
      </w:r>
      <w:proofErr w:type="spellEnd"/>
      <w:r>
        <w:t xml:space="preserve">“ entwickelt, die </w:t>
      </w:r>
      <w:r w:rsidR="00540FBD" w:rsidRPr="00575BA6">
        <w:t>seit 2011 am Markt ist</w:t>
      </w:r>
      <w:r w:rsidR="00540FBD">
        <w:t>.</w:t>
      </w:r>
      <w:r w:rsidR="00575BA6">
        <w:t xml:space="preserve"> </w:t>
      </w:r>
      <w:r w:rsidR="00FC3339">
        <w:t xml:space="preserve">Die Anlage verarbeitet eine Blechdicke von 0,2 </w:t>
      </w:r>
      <w:r w:rsidR="00104769">
        <w:t>bis 1mm</w:t>
      </w:r>
      <w:r w:rsidR="00FC3339">
        <w:t xml:space="preserve"> und ermöglicht damit die Herstellung von Elektromotoren mit niedrigeren Wirbelstromverlusten und folglich höherem Wirkungsgrad bei sinkendem Stromverbrauch. Auch die </w:t>
      </w:r>
      <w:proofErr w:type="spellStart"/>
      <w:r w:rsidR="00FC3339">
        <w:t>Smartline</w:t>
      </w:r>
      <w:proofErr w:type="spellEnd"/>
      <w:r w:rsidR="00FC3339">
        <w:t xml:space="preserve"> arbeitet trotz eines </w:t>
      </w:r>
      <w:r w:rsidR="00775AAC">
        <w:t xml:space="preserve">bis zu </w:t>
      </w:r>
      <w:r w:rsidR="00FC3339">
        <w:t>3,30 Meter langen Pressentischs auf hundertstel Millimeter genau.</w:t>
      </w:r>
    </w:p>
    <w:p w:rsidR="00775AAC" w:rsidRDefault="00775AAC" w:rsidP="00FC3339"/>
    <w:p w:rsidR="00C315C1" w:rsidRDefault="00762123" w:rsidP="00C315C1">
      <w:r>
        <w:rPr>
          <w:i/>
        </w:rPr>
        <w:t xml:space="preserve">Schuler und </w:t>
      </w:r>
      <w:proofErr w:type="spellStart"/>
      <w:r>
        <w:rPr>
          <w:i/>
        </w:rPr>
        <w:t>Aweba</w:t>
      </w:r>
      <w:proofErr w:type="spellEnd"/>
      <w:r>
        <w:rPr>
          <w:i/>
        </w:rPr>
        <w:t xml:space="preserve"> </w:t>
      </w:r>
      <w:r w:rsidR="00ED2008">
        <w:rPr>
          <w:i/>
        </w:rPr>
        <w:t xml:space="preserve">stellen </w:t>
      </w:r>
      <w:r w:rsidR="00C315C1">
        <w:rPr>
          <w:i/>
        </w:rPr>
        <w:t>vom 20. bis 22. Juni auf der CWIEME Berlin</w:t>
      </w:r>
      <w:r w:rsidR="00ED2008">
        <w:rPr>
          <w:i/>
        </w:rPr>
        <w:t xml:space="preserve"> aus</w:t>
      </w:r>
      <w:r w:rsidR="00405A6A">
        <w:rPr>
          <w:i/>
        </w:rPr>
        <w:t xml:space="preserve"> (</w:t>
      </w:r>
      <w:r w:rsidR="00ED2008">
        <w:rPr>
          <w:i/>
        </w:rPr>
        <w:t xml:space="preserve">Stand </w:t>
      </w:r>
      <w:r w:rsidR="00405A6A" w:rsidRPr="00405A6A">
        <w:rPr>
          <w:i/>
        </w:rPr>
        <w:t>3.2/B29</w:t>
      </w:r>
      <w:r w:rsidR="00405A6A">
        <w:rPr>
          <w:i/>
        </w:rPr>
        <w:t>)</w:t>
      </w:r>
      <w:r w:rsidR="00C315C1">
        <w:rPr>
          <w:i/>
        </w:rPr>
        <w:t>.</w:t>
      </w:r>
      <w:r w:rsidR="00C315C1"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F26C07" w:rsidRDefault="007E1606" w:rsidP="007E1606">
      <w:r>
        <w:t xml:space="preserve">Bild1.jpg: </w:t>
      </w:r>
      <w:r w:rsidR="00F26C07">
        <w:t xml:space="preserve">Der sächsische Werkzeugbauer </w:t>
      </w:r>
      <w:proofErr w:type="spellStart"/>
      <w:r w:rsidR="00F26C07">
        <w:t>Aweba</w:t>
      </w:r>
      <w:proofErr w:type="spellEnd"/>
      <w:r w:rsidR="00F26C07">
        <w:t xml:space="preserve"> ist ein Spezialist für Elektrobleche und baut dafür Schneidwerkzeuge aller Art.</w:t>
      </w:r>
    </w:p>
    <w:p w:rsidR="005833D5" w:rsidRDefault="007E1606" w:rsidP="007E1606">
      <w:r>
        <w:t xml:space="preserve">Bild2.jpg: </w:t>
      </w:r>
      <w:r w:rsidR="00F26C07">
        <w:t>Die „</w:t>
      </w:r>
      <w:proofErr w:type="spellStart"/>
      <w:r w:rsidR="00F26C07">
        <w:t>Smartline</w:t>
      </w:r>
      <w:proofErr w:type="spellEnd"/>
      <w:r w:rsidR="00F26C07">
        <w:t>“ von Schuler zur Stanzpaketierung von Elektroblechen verarbeitet eine Blechdicke von nur 0,2 Millimetern.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B85476" w:rsidRDefault="00B85476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7C5293" w:rsidP="007C5293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 Im Geschäftsjahr 201</w:t>
      </w:r>
      <w:r w:rsidR="007924AE">
        <w:rPr>
          <w:i/>
        </w:rPr>
        <w:t>6</w:t>
      </w:r>
      <w:bookmarkStart w:id="0" w:name="_GoBack"/>
      <w:bookmarkEnd w:id="0"/>
      <w:r w:rsidRPr="007C5293">
        <w:rPr>
          <w:i/>
        </w:rPr>
        <w:t xml:space="preserve"> erzielte Schuler einen Umsatz von 1.</w:t>
      </w:r>
      <w:r w:rsidR="000140D8">
        <w:rPr>
          <w:i/>
        </w:rPr>
        <w:t>174,2</w:t>
      </w:r>
      <w:r w:rsidRPr="007C5293">
        <w:rPr>
          <w:i/>
        </w:rPr>
        <w:t xml:space="preserve"> Millionen Euro. Nach der Übernahme des Werkzeugbauers AWEBA und der Mehrheitsbeteiligung am chinesischen Pressenherstelle</w:t>
      </w:r>
      <w:r w:rsidR="000140D8">
        <w:rPr>
          <w:i/>
        </w:rPr>
        <w:t xml:space="preserve">r </w:t>
      </w:r>
      <w:proofErr w:type="spellStart"/>
      <w:r w:rsidR="000140D8">
        <w:rPr>
          <w:i/>
        </w:rPr>
        <w:t>Yadon</w:t>
      </w:r>
      <w:proofErr w:type="spellEnd"/>
      <w:r w:rsidR="000140D8">
        <w:rPr>
          <w:i/>
        </w:rPr>
        <w:t xml:space="preserve"> ist Schuler mit rund 6.6</w:t>
      </w:r>
      <w:r w:rsidRPr="007C5293">
        <w:rPr>
          <w:i/>
        </w:rPr>
        <w:t>00 Mitarbeitern in 40 Ländern präsent. Schuler gehört mehrheitlich zur österreichischen ANDRITZ-Gruppe.</w:t>
      </w:r>
    </w:p>
    <w:sectPr w:rsidR="005833D5" w:rsidRPr="00C82B81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63" w:rsidRDefault="00105163" w:rsidP="007E132D">
      <w:r>
        <w:separator/>
      </w:r>
    </w:p>
    <w:p w:rsidR="00105163" w:rsidRDefault="00105163" w:rsidP="007E132D"/>
  </w:endnote>
  <w:endnote w:type="continuationSeparator" w:id="0">
    <w:p w:rsidR="00105163" w:rsidRDefault="00105163" w:rsidP="007E132D">
      <w:r>
        <w:continuationSeparator/>
      </w:r>
    </w:p>
    <w:p w:rsidR="00105163" w:rsidRDefault="00105163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924A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7924A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924A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7924AE" w:rsidRPr="007E1606">
            <w:rPr>
              <w:rFonts w:eastAsia="Calibri"/>
              <w:noProof/>
            </w:rPr>
            <w:t xml:space="preserve">Seite </w:t>
          </w:r>
          <w:r w:rsidR="007924AE">
            <w:rPr>
              <w:rFonts w:eastAsia="Calibri"/>
              <w:noProof/>
            </w:rPr>
            <w:t>3</w:t>
          </w:r>
          <w:r w:rsidR="007924AE" w:rsidRPr="007E1606">
            <w:rPr>
              <w:rFonts w:eastAsia="Calibri"/>
              <w:noProof/>
            </w:rPr>
            <w:t xml:space="preserve"> von </w:t>
          </w:r>
          <w:r w:rsidR="007924AE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63" w:rsidRDefault="00105163" w:rsidP="007E132D">
      <w:r>
        <w:separator/>
      </w:r>
    </w:p>
    <w:p w:rsidR="00105163" w:rsidRDefault="00105163" w:rsidP="007E132D"/>
  </w:footnote>
  <w:footnote w:type="continuationSeparator" w:id="0">
    <w:p w:rsidR="00105163" w:rsidRDefault="00105163" w:rsidP="007E132D">
      <w:r>
        <w:continuationSeparator/>
      </w:r>
    </w:p>
    <w:p w:rsidR="00105163" w:rsidRDefault="00105163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6E"/>
    <w:rsid w:val="00003CBE"/>
    <w:rsid w:val="00004C7F"/>
    <w:rsid w:val="00005BAB"/>
    <w:rsid w:val="000140D8"/>
    <w:rsid w:val="00031750"/>
    <w:rsid w:val="00033BD2"/>
    <w:rsid w:val="00041F92"/>
    <w:rsid w:val="00042FA9"/>
    <w:rsid w:val="00044494"/>
    <w:rsid w:val="000716BA"/>
    <w:rsid w:val="00086F40"/>
    <w:rsid w:val="000A52A8"/>
    <w:rsid w:val="000B704A"/>
    <w:rsid w:val="000C0CAD"/>
    <w:rsid w:val="000D20A3"/>
    <w:rsid w:val="000E228F"/>
    <w:rsid w:val="000F01B8"/>
    <w:rsid w:val="000F2F77"/>
    <w:rsid w:val="00102187"/>
    <w:rsid w:val="00104769"/>
    <w:rsid w:val="00105163"/>
    <w:rsid w:val="00130A5F"/>
    <w:rsid w:val="00136218"/>
    <w:rsid w:val="00136E90"/>
    <w:rsid w:val="00142B75"/>
    <w:rsid w:val="00152C69"/>
    <w:rsid w:val="001631E1"/>
    <w:rsid w:val="0016339C"/>
    <w:rsid w:val="0016495A"/>
    <w:rsid w:val="001673CB"/>
    <w:rsid w:val="00173413"/>
    <w:rsid w:val="00173722"/>
    <w:rsid w:val="0017697C"/>
    <w:rsid w:val="001B1B07"/>
    <w:rsid w:val="001C1FA2"/>
    <w:rsid w:val="001C3EE2"/>
    <w:rsid w:val="001D0A28"/>
    <w:rsid w:val="001E0C3C"/>
    <w:rsid w:val="001F6280"/>
    <w:rsid w:val="002077B7"/>
    <w:rsid w:val="00212513"/>
    <w:rsid w:val="00215C8A"/>
    <w:rsid w:val="00223972"/>
    <w:rsid w:val="002315E0"/>
    <w:rsid w:val="002362D1"/>
    <w:rsid w:val="00243381"/>
    <w:rsid w:val="00246AE2"/>
    <w:rsid w:val="002712C2"/>
    <w:rsid w:val="002A1D04"/>
    <w:rsid w:val="002A3A54"/>
    <w:rsid w:val="002A42B6"/>
    <w:rsid w:val="002A4B0E"/>
    <w:rsid w:val="002B391B"/>
    <w:rsid w:val="002B41E8"/>
    <w:rsid w:val="00304460"/>
    <w:rsid w:val="003209C9"/>
    <w:rsid w:val="003230D4"/>
    <w:rsid w:val="00323555"/>
    <w:rsid w:val="00363740"/>
    <w:rsid w:val="00365A9E"/>
    <w:rsid w:val="003728F6"/>
    <w:rsid w:val="00373C01"/>
    <w:rsid w:val="00377DED"/>
    <w:rsid w:val="003C078D"/>
    <w:rsid w:val="003C626A"/>
    <w:rsid w:val="003D76C7"/>
    <w:rsid w:val="003E30C0"/>
    <w:rsid w:val="003F0681"/>
    <w:rsid w:val="003F6888"/>
    <w:rsid w:val="00403EFF"/>
    <w:rsid w:val="00405A6A"/>
    <w:rsid w:val="004355F7"/>
    <w:rsid w:val="00476782"/>
    <w:rsid w:val="00476D9C"/>
    <w:rsid w:val="004840F0"/>
    <w:rsid w:val="00485C6B"/>
    <w:rsid w:val="004951FC"/>
    <w:rsid w:val="004C4B30"/>
    <w:rsid w:val="004C697D"/>
    <w:rsid w:val="004D76DD"/>
    <w:rsid w:val="00517979"/>
    <w:rsid w:val="00531DDB"/>
    <w:rsid w:val="00533491"/>
    <w:rsid w:val="00540FBD"/>
    <w:rsid w:val="00552A9D"/>
    <w:rsid w:val="005547DF"/>
    <w:rsid w:val="0056768B"/>
    <w:rsid w:val="00575BA6"/>
    <w:rsid w:val="00575FA0"/>
    <w:rsid w:val="005833D5"/>
    <w:rsid w:val="00595D96"/>
    <w:rsid w:val="005C0BBB"/>
    <w:rsid w:val="005C6AE3"/>
    <w:rsid w:val="005F6D99"/>
    <w:rsid w:val="00601238"/>
    <w:rsid w:val="0060142A"/>
    <w:rsid w:val="00626768"/>
    <w:rsid w:val="00646813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0173"/>
    <w:rsid w:val="006A31D9"/>
    <w:rsid w:val="006A659E"/>
    <w:rsid w:val="006A7F52"/>
    <w:rsid w:val="006B36BE"/>
    <w:rsid w:val="006C0DC2"/>
    <w:rsid w:val="006D2804"/>
    <w:rsid w:val="006D7242"/>
    <w:rsid w:val="006F4005"/>
    <w:rsid w:val="00714E5C"/>
    <w:rsid w:val="0072042B"/>
    <w:rsid w:val="00733AAF"/>
    <w:rsid w:val="00744DD9"/>
    <w:rsid w:val="00762123"/>
    <w:rsid w:val="007649A2"/>
    <w:rsid w:val="00775AAC"/>
    <w:rsid w:val="007826E4"/>
    <w:rsid w:val="00784E5A"/>
    <w:rsid w:val="007924AE"/>
    <w:rsid w:val="00794AEE"/>
    <w:rsid w:val="007B0BF4"/>
    <w:rsid w:val="007B7B6E"/>
    <w:rsid w:val="007C16F5"/>
    <w:rsid w:val="007C5293"/>
    <w:rsid w:val="007D633F"/>
    <w:rsid w:val="007E132D"/>
    <w:rsid w:val="007E1606"/>
    <w:rsid w:val="007E3244"/>
    <w:rsid w:val="007F4512"/>
    <w:rsid w:val="00821B54"/>
    <w:rsid w:val="00821E5D"/>
    <w:rsid w:val="00822597"/>
    <w:rsid w:val="008258E8"/>
    <w:rsid w:val="00832728"/>
    <w:rsid w:val="008334D5"/>
    <w:rsid w:val="00853AD9"/>
    <w:rsid w:val="00865B83"/>
    <w:rsid w:val="008718D2"/>
    <w:rsid w:val="0087295F"/>
    <w:rsid w:val="00876E6E"/>
    <w:rsid w:val="00877DC8"/>
    <w:rsid w:val="00890D2A"/>
    <w:rsid w:val="00894865"/>
    <w:rsid w:val="008A362B"/>
    <w:rsid w:val="008C6578"/>
    <w:rsid w:val="008D1374"/>
    <w:rsid w:val="008D67FA"/>
    <w:rsid w:val="008E1F8F"/>
    <w:rsid w:val="008F5E25"/>
    <w:rsid w:val="009060ED"/>
    <w:rsid w:val="00920948"/>
    <w:rsid w:val="00926076"/>
    <w:rsid w:val="00941203"/>
    <w:rsid w:val="00946BE7"/>
    <w:rsid w:val="00961469"/>
    <w:rsid w:val="00966ECD"/>
    <w:rsid w:val="00975A13"/>
    <w:rsid w:val="00986B51"/>
    <w:rsid w:val="00995207"/>
    <w:rsid w:val="009A680E"/>
    <w:rsid w:val="009B2577"/>
    <w:rsid w:val="009B3EB7"/>
    <w:rsid w:val="009F4067"/>
    <w:rsid w:val="009F65F3"/>
    <w:rsid w:val="00A0214C"/>
    <w:rsid w:val="00A166C4"/>
    <w:rsid w:val="00A1783E"/>
    <w:rsid w:val="00A31D72"/>
    <w:rsid w:val="00A32B85"/>
    <w:rsid w:val="00A44565"/>
    <w:rsid w:val="00A46561"/>
    <w:rsid w:val="00A500A4"/>
    <w:rsid w:val="00A65CC6"/>
    <w:rsid w:val="00A7051C"/>
    <w:rsid w:val="00A86ACD"/>
    <w:rsid w:val="00A9156A"/>
    <w:rsid w:val="00A91986"/>
    <w:rsid w:val="00A93519"/>
    <w:rsid w:val="00AC55D1"/>
    <w:rsid w:val="00AC6510"/>
    <w:rsid w:val="00AD2C40"/>
    <w:rsid w:val="00AE3AFF"/>
    <w:rsid w:val="00AF2D43"/>
    <w:rsid w:val="00AF64B9"/>
    <w:rsid w:val="00B01B58"/>
    <w:rsid w:val="00B01CEF"/>
    <w:rsid w:val="00B06BC4"/>
    <w:rsid w:val="00B206B1"/>
    <w:rsid w:val="00B23715"/>
    <w:rsid w:val="00B241B5"/>
    <w:rsid w:val="00B307A6"/>
    <w:rsid w:val="00B47659"/>
    <w:rsid w:val="00B55136"/>
    <w:rsid w:val="00B762C9"/>
    <w:rsid w:val="00B85476"/>
    <w:rsid w:val="00BC4A45"/>
    <w:rsid w:val="00C315C1"/>
    <w:rsid w:val="00C40E2E"/>
    <w:rsid w:val="00C72CD3"/>
    <w:rsid w:val="00C73BCE"/>
    <w:rsid w:val="00C77748"/>
    <w:rsid w:val="00C82B81"/>
    <w:rsid w:val="00C87B39"/>
    <w:rsid w:val="00C96DAD"/>
    <w:rsid w:val="00CB2B5C"/>
    <w:rsid w:val="00CB5D53"/>
    <w:rsid w:val="00CC7CCA"/>
    <w:rsid w:val="00CD3AA7"/>
    <w:rsid w:val="00D14566"/>
    <w:rsid w:val="00D15E35"/>
    <w:rsid w:val="00D16703"/>
    <w:rsid w:val="00D32D70"/>
    <w:rsid w:val="00D36969"/>
    <w:rsid w:val="00D5679F"/>
    <w:rsid w:val="00D76894"/>
    <w:rsid w:val="00D82AE7"/>
    <w:rsid w:val="00D85FA7"/>
    <w:rsid w:val="00D860BB"/>
    <w:rsid w:val="00D92167"/>
    <w:rsid w:val="00D95005"/>
    <w:rsid w:val="00DB28B1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5139A"/>
    <w:rsid w:val="00E5769E"/>
    <w:rsid w:val="00E6320B"/>
    <w:rsid w:val="00E8478C"/>
    <w:rsid w:val="00E85A97"/>
    <w:rsid w:val="00E90330"/>
    <w:rsid w:val="00E926C7"/>
    <w:rsid w:val="00E94A8B"/>
    <w:rsid w:val="00E94CAA"/>
    <w:rsid w:val="00EA0877"/>
    <w:rsid w:val="00EA7DC3"/>
    <w:rsid w:val="00EB1C2E"/>
    <w:rsid w:val="00EB7748"/>
    <w:rsid w:val="00ED2008"/>
    <w:rsid w:val="00F23AAD"/>
    <w:rsid w:val="00F26C07"/>
    <w:rsid w:val="00F44765"/>
    <w:rsid w:val="00F5073A"/>
    <w:rsid w:val="00F654EB"/>
    <w:rsid w:val="00F7331C"/>
    <w:rsid w:val="00F7676C"/>
    <w:rsid w:val="00F84820"/>
    <w:rsid w:val="00FC3339"/>
    <w:rsid w:val="00FD1AC7"/>
    <w:rsid w:val="00FE2FB7"/>
    <w:rsid w:val="00FF3392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64496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59752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3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3143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7474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70929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85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089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/p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4CA36B4-80C0-40BA-B310-DCB654F982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1</Pages>
  <Words>574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4186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Simon Scherrenbacher</dc:creator>
  <cp:lastModifiedBy>Simon Scherrenbacher</cp:lastModifiedBy>
  <cp:revision>14</cp:revision>
  <cp:lastPrinted>2014-01-15T15:59:00Z</cp:lastPrinted>
  <dcterms:created xsi:type="dcterms:W3CDTF">2017-02-23T09:00:00Z</dcterms:created>
  <dcterms:modified xsi:type="dcterms:W3CDTF">2017-06-14T12:53:00Z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AdHocReviewCycleID">
    <vt:i4>-1201230271</vt:i4>
  </property>
  <property fmtid="{D5CDD505-2E9C-101B-9397-08002B2CF9AE}" pid="4" name="_NewReviewCycle">
    <vt:lpwstr/>
  </property>
  <property fmtid="{D5CDD505-2E9C-101B-9397-08002B2CF9AE}" pid="5" name="_EmailSubject">
    <vt:lpwstr>Pressemitteilung CWIEME</vt:lpwstr>
  </property>
  <property fmtid="{D5CDD505-2E9C-101B-9397-08002B2CF9AE}" pid="6" name="_AuthorEmail">
    <vt:lpwstr>Manfred.Van-Nerum@schulergroup.com</vt:lpwstr>
  </property>
  <property fmtid="{D5CDD505-2E9C-101B-9397-08002B2CF9AE}" pid="7" name="_AuthorEmailDisplayName">
    <vt:lpwstr>Van Nerum, Manfred &lt;Manfred.Van-Nerum@schulergroup.com&gt;</vt:lpwstr>
  </property>
  <property fmtid="{D5CDD505-2E9C-101B-9397-08002B2CF9AE}" pid="8" name="_ReviewingToolsShownOnce">
    <vt:lpwstr/>
  </property>
</Properties>
</file>