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80438D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B3715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5F46D4" w:rsidRDefault="00B3715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5F46D4" w:rsidRDefault="007E1606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AD4A25" w:rsidRDefault="0098365A" w:rsidP="00AD4A25">
      <w:pPr>
        <w:pStyle w:val="berschrift1"/>
      </w:pPr>
      <w:r>
        <w:t>OEM</w:t>
      </w:r>
      <w:r w:rsidR="00CD47BA">
        <w:t xml:space="preserve"> schneidet Platinen jetzt mit </w:t>
      </w:r>
      <w:r w:rsidR="00EC486E">
        <w:t xml:space="preserve">dem </w:t>
      </w:r>
      <w:r w:rsidR="00CD47BA">
        <w:t>Laser</w:t>
      </w:r>
      <w:r w:rsidR="00EC486E">
        <w:t>strahl</w:t>
      </w:r>
    </w:p>
    <w:p w:rsidR="00476D9C" w:rsidRDefault="00CD47BA" w:rsidP="00AD4A25">
      <w:pPr>
        <w:pStyle w:val="berschrift2"/>
      </w:pPr>
      <w:r>
        <w:t xml:space="preserve">Mit zwei hochflexiblen </w:t>
      </w:r>
      <w:r w:rsidR="00AD4A25">
        <w:t>Schnittlinien</w:t>
      </w:r>
      <w:r>
        <w:t xml:space="preserve"> von Schuler </w:t>
      </w:r>
      <w:r w:rsidR="0098365A">
        <w:br/>
      </w:r>
      <w:r>
        <w:t xml:space="preserve">rüstet sich </w:t>
      </w:r>
      <w:r w:rsidR="00D6309B">
        <w:t>Premium-</w:t>
      </w:r>
      <w:r>
        <w:t>Automobilhersteller für die Zukunft</w:t>
      </w:r>
    </w:p>
    <w:p w:rsidR="00AD4A25" w:rsidRPr="00AD4A25" w:rsidRDefault="00AD4A25" w:rsidP="00AD4A25"/>
    <w:p w:rsidR="00EC486E" w:rsidRDefault="00C82B81" w:rsidP="00EC486E">
      <w:r>
        <w:rPr>
          <w:i/>
        </w:rPr>
        <w:t>Göppingen</w:t>
      </w:r>
      <w:r w:rsidR="00124619">
        <w:rPr>
          <w:i/>
        </w:rPr>
        <w:t>/</w:t>
      </w:r>
      <w:r w:rsidR="00CD47BA">
        <w:rPr>
          <w:i/>
        </w:rPr>
        <w:t>Kuppenheim</w:t>
      </w:r>
      <w:r>
        <w:rPr>
          <w:i/>
        </w:rPr>
        <w:t xml:space="preserve">, </w:t>
      </w:r>
      <w:r w:rsidR="00487341">
        <w:rPr>
          <w:i/>
        </w:rPr>
        <w:t>22.03</w:t>
      </w:r>
      <w:r w:rsidR="005833D5" w:rsidRPr="005833D5">
        <w:rPr>
          <w:i/>
        </w:rPr>
        <w:t>.201</w:t>
      </w:r>
      <w:r w:rsidR="007B0E98">
        <w:rPr>
          <w:i/>
        </w:rPr>
        <w:t>7</w:t>
      </w:r>
      <w:r w:rsidR="005833D5" w:rsidRPr="005833D5">
        <w:rPr>
          <w:i/>
        </w:rPr>
        <w:t xml:space="preserve"> </w:t>
      </w:r>
      <w:r w:rsidR="000F2F77">
        <w:t>–</w:t>
      </w:r>
      <w:r w:rsidR="005A59AD">
        <w:t xml:space="preserve"> Laser</w:t>
      </w:r>
      <w:r w:rsidR="00EC486E">
        <w:t>strahlen</w:t>
      </w:r>
      <w:r w:rsidR="00F91A78">
        <w:t xml:space="preserve"> statt tonnenschwere</w:t>
      </w:r>
      <w:r w:rsidR="00EC486E">
        <w:t>r</w:t>
      </w:r>
      <w:r w:rsidR="00F91A78">
        <w:t xml:space="preserve"> Werkzeuge: </w:t>
      </w:r>
      <w:r w:rsidR="00EC486E">
        <w:t xml:space="preserve">An seinem Standort im badischen Kuppenheim hat </w:t>
      </w:r>
      <w:r w:rsidR="00F91A78">
        <w:t>Daimler</w:t>
      </w:r>
      <w:r w:rsidR="00EC486E">
        <w:t xml:space="preserve"> </w:t>
      </w:r>
      <w:r w:rsidR="00E90A71">
        <w:t>zwei</w:t>
      </w:r>
      <w:r w:rsidR="0083574B">
        <w:t xml:space="preserve"> </w:t>
      </w:r>
      <w:r w:rsidR="005A59AD">
        <w:t>Laser-</w:t>
      </w:r>
      <w:r w:rsidR="00683A25">
        <w:t>P</w:t>
      </w:r>
      <w:r w:rsidR="00EC486E">
        <w:t xml:space="preserve">latinenschneidanlagen </w:t>
      </w:r>
      <w:r w:rsidR="00E90A71">
        <w:t xml:space="preserve">von Schuler </w:t>
      </w:r>
      <w:r w:rsidR="00EC486E">
        <w:t xml:space="preserve">in Betrieb genommen. Die </w:t>
      </w:r>
      <w:r w:rsidR="0083574B">
        <w:t xml:space="preserve">beiden </w:t>
      </w:r>
      <w:r w:rsidR="00AD4A25">
        <w:t xml:space="preserve">Linien, die </w:t>
      </w:r>
      <w:r w:rsidR="005A59AD">
        <w:t xml:space="preserve">für die Serienproduktion </w:t>
      </w:r>
      <w:r w:rsidR="00AD4A25">
        <w:t>der</w:t>
      </w:r>
      <w:r w:rsidR="00EA082D">
        <w:t xml:space="preserve"> Kompaktfahrzeuge </w:t>
      </w:r>
      <w:r w:rsidR="00D33FB9" w:rsidRPr="00AD4A25">
        <w:t>vorgesehenen</w:t>
      </w:r>
      <w:r w:rsidR="005A59AD">
        <w:t xml:space="preserve"> </w:t>
      </w:r>
      <w:r w:rsidR="00AD4A25">
        <w:t xml:space="preserve">sind, </w:t>
      </w:r>
      <w:r w:rsidR="00EC486E">
        <w:t>lassen</w:t>
      </w:r>
      <w:r w:rsidR="00EB1084">
        <w:t xml:space="preserve"> </w:t>
      </w:r>
      <w:r w:rsidR="00A44AC5">
        <w:t xml:space="preserve">sich </w:t>
      </w:r>
      <w:r w:rsidR="00AD4A25">
        <w:t xml:space="preserve">per </w:t>
      </w:r>
      <w:r w:rsidR="00D33FB9">
        <w:t xml:space="preserve">Knopfdruck </w:t>
      </w:r>
      <w:r w:rsidR="00EC486E">
        <w:t xml:space="preserve">auf einen anderen Zuschnitt </w:t>
      </w:r>
      <w:r w:rsidR="00D33FB9">
        <w:t>umstellen. Die Programmierung</w:t>
      </w:r>
      <w:r w:rsidR="00A44AC5">
        <w:t xml:space="preserve"> der Konturen erfolgt </w:t>
      </w:r>
      <w:r w:rsidR="00AD4A25">
        <w:t>offline</w:t>
      </w:r>
      <w:r w:rsidR="00A44AC5">
        <w:t xml:space="preserve"> und </w:t>
      </w:r>
      <w:r w:rsidR="008D2CB8">
        <w:t>lässt sich</w:t>
      </w:r>
      <w:r w:rsidR="00A44AC5">
        <w:t xml:space="preserve"> zur Au</w:t>
      </w:r>
      <w:r w:rsidR="008D2CB8">
        <w:t>sbringungsoptimierung simuliere</w:t>
      </w:r>
      <w:r w:rsidR="00A44AC5">
        <w:t>n</w:t>
      </w:r>
      <w:r w:rsidR="00D33FB9">
        <w:t xml:space="preserve">. Durch diese Werkzeugfreiheit </w:t>
      </w:r>
      <w:r w:rsidR="0029198C">
        <w:t xml:space="preserve">ist das Presswerk auf die </w:t>
      </w:r>
      <w:r w:rsidR="00122822">
        <w:t xml:space="preserve">Vielfalt der </w:t>
      </w:r>
      <w:r w:rsidR="007252A8">
        <w:t>kommenden</w:t>
      </w:r>
      <w:r w:rsidR="0029198C">
        <w:t xml:space="preserve"> </w:t>
      </w:r>
      <w:r w:rsidR="00EB1084">
        <w:t>Pkw-</w:t>
      </w:r>
      <w:r w:rsidR="0029198C">
        <w:t>Modelle in den nächsten Jahren optimal vorbereitet.</w:t>
      </w:r>
    </w:p>
    <w:p w:rsidR="00F772E9" w:rsidRDefault="00F772E9" w:rsidP="00F772E9"/>
    <w:p w:rsidR="00192104" w:rsidRDefault="00F772E9" w:rsidP="00F772E9">
      <w:r>
        <w:t xml:space="preserve">Drei zeitgleich </w:t>
      </w:r>
      <w:r w:rsidR="00D33FB9">
        <w:t xml:space="preserve">arbeitende </w:t>
      </w:r>
      <w:r>
        <w:t xml:space="preserve">Laserköpfe schneiden in der Anlage </w:t>
      </w:r>
      <w:r w:rsidR="00C36870">
        <w:t xml:space="preserve">mit einer Geschwindigkeit über 100 m/min </w:t>
      </w:r>
      <w:r w:rsidR="00D33FB9">
        <w:t xml:space="preserve">Konturen </w:t>
      </w:r>
      <w:r>
        <w:t>aus einem kon</w:t>
      </w:r>
      <w:r w:rsidR="00EB0995">
        <w:t>tinuierlich laufenden Stahl- oder Aluminium</w:t>
      </w:r>
      <w:r w:rsidR="00D33FB9">
        <w:t>band direkt vom Coil.</w:t>
      </w:r>
      <w:r>
        <w:t xml:space="preserve"> So entstehen die </w:t>
      </w:r>
      <w:r w:rsidR="00D33FB9">
        <w:t xml:space="preserve">oberflächenempfindlichen </w:t>
      </w:r>
      <w:r w:rsidR="007A3CE6">
        <w:t>Zuschnitte</w:t>
      </w:r>
      <w:r>
        <w:t xml:space="preserve"> für Kotflügel, Seitenteile, Dächer oder Motorhauben. </w:t>
      </w:r>
      <w:r w:rsidR="00185135">
        <w:t>Das Band bewegt sich dabei mit einer Geschwindigkeit von b</w:t>
      </w:r>
      <w:r>
        <w:t xml:space="preserve">is zu 60 </w:t>
      </w:r>
      <w:r w:rsidR="00C36870">
        <w:t>m</w:t>
      </w:r>
      <w:r w:rsidR="00D33FB9">
        <w:t>/min durch die Anlage. Die ausgeschnittenen Platinen werden</w:t>
      </w:r>
      <w:r w:rsidR="00A44AC5">
        <w:t xml:space="preserve"> vom Schrot</w:t>
      </w:r>
      <w:r w:rsidR="00DF14CC">
        <w:t xml:space="preserve">t getrennt und kontinuierlich gestapelt. </w:t>
      </w:r>
      <w:r w:rsidR="00C77160">
        <w:t>Zwei moderne Schuler-Pressenlinien i</w:t>
      </w:r>
      <w:r>
        <w:t xml:space="preserve">n der Halle nebenan </w:t>
      </w:r>
      <w:r w:rsidR="00C77160">
        <w:t xml:space="preserve">formen diese dann </w:t>
      </w:r>
      <w:r>
        <w:t xml:space="preserve">zu </w:t>
      </w:r>
      <w:r w:rsidR="00C77160">
        <w:t>Karosserie</w:t>
      </w:r>
      <w:r>
        <w:t>teilen</w:t>
      </w:r>
      <w:r w:rsidR="00A44AC5">
        <w:t xml:space="preserve"> um</w:t>
      </w:r>
      <w:r>
        <w:t xml:space="preserve">, die im nahen </w:t>
      </w:r>
      <w:r w:rsidR="00D230DA">
        <w:t xml:space="preserve">Mercedes-Benz </w:t>
      </w:r>
      <w:r>
        <w:t>Werk Rastatt in Pkws verbaut</w:t>
      </w:r>
      <w:r w:rsidR="0080438D">
        <w:t xml:space="preserve"> werden</w:t>
      </w:r>
      <w:r>
        <w:t>.</w:t>
      </w:r>
    </w:p>
    <w:p w:rsidR="00C77160" w:rsidRDefault="00C77160" w:rsidP="00F772E9"/>
    <w:p w:rsidR="00122822" w:rsidRDefault="00293BB6" w:rsidP="00DF14CC">
      <w:r>
        <w:t>D</w:t>
      </w:r>
      <w:r w:rsidR="005F6DB8">
        <w:t>urch d</w:t>
      </w:r>
      <w:r>
        <w:t xml:space="preserve">ie </w:t>
      </w:r>
      <w:r w:rsidR="005F6DB8">
        <w:t xml:space="preserve">hohe </w:t>
      </w:r>
      <w:r w:rsidR="00DF14CC">
        <w:t xml:space="preserve">Flexibilität </w:t>
      </w:r>
      <w:r>
        <w:t xml:space="preserve">der Schnittprogrammierung </w:t>
      </w:r>
      <w:r w:rsidR="005F6DB8">
        <w:t>sind d</w:t>
      </w:r>
      <w:r>
        <w:t xml:space="preserve">ie Möglichkeiten, die sich bei den Geometrien bieten, </w:t>
      </w:r>
      <w:r w:rsidR="005F6DB8">
        <w:t>vielfältig. Der Premium</w:t>
      </w:r>
      <w:r w:rsidR="00FC003F">
        <w:t>-</w:t>
      </w:r>
      <w:r w:rsidR="00DF14CC">
        <w:t xml:space="preserve">OEM hat </w:t>
      </w:r>
      <w:r>
        <w:t xml:space="preserve">gerade erst damit begonnen, </w:t>
      </w:r>
      <w:r w:rsidR="00DF14CC">
        <w:t xml:space="preserve">die </w:t>
      </w:r>
      <w:r w:rsidR="00FC003F">
        <w:t>Potentiale zur</w:t>
      </w:r>
      <w:r w:rsidR="00DF14CC">
        <w:t xml:space="preserve"> Materiale</w:t>
      </w:r>
      <w:r w:rsidR="00A44AC5">
        <w:t>insparung oder Optimierung für</w:t>
      </w:r>
      <w:r w:rsidR="00DF14CC">
        <w:t xml:space="preserve"> den Umformprozess </w:t>
      </w:r>
      <w:r>
        <w:t>aus</w:t>
      </w:r>
      <w:r w:rsidR="00DF14CC">
        <w:t>zu</w:t>
      </w:r>
      <w:r>
        <w:t xml:space="preserve">schöpfen. In der Zukunft </w:t>
      </w:r>
      <w:r w:rsidR="00FC003F">
        <w:t>lassen sich</w:t>
      </w:r>
      <w:r>
        <w:t xml:space="preserve"> durch laseroptimierte Platinen </w:t>
      </w:r>
      <w:r w:rsidR="00DF14CC">
        <w:t xml:space="preserve">auch </w:t>
      </w:r>
      <w:r>
        <w:t xml:space="preserve">Produktionssteigerungen </w:t>
      </w:r>
      <w:r w:rsidR="00DF14CC">
        <w:t>erziel</w:t>
      </w:r>
      <w:r w:rsidR="00FC003F">
        <w:t>en</w:t>
      </w:r>
      <w:r w:rsidR="00DF14CC">
        <w:t xml:space="preserve"> </w:t>
      </w:r>
      <w:r>
        <w:t>und bestmögliche Konturen entwicke</w:t>
      </w:r>
      <w:r w:rsidR="00683A25">
        <w:t>l</w:t>
      </w:r>
      <w:r w:rsidR="00DF14CC">
        <w:t>n.</w:t>
      </w:r>
    </w:p>
    <w:p w:rsidR="00122822" w:rsidRDefault="00122822" w:rsidP="00347844"/>
    <w:p w:rsidR="005C6065" w:rsidRDefault="005C6065" w:rsidP="005C6065">
      <w:pPr>
        <w:pStyle w:val="berschrift2"/>
      </w:pPr>
      <w:r>
        <w:t>Neue Schnittlinien kommen völlig ohne Werkzeuge aus</w:t>
      </w:r>
    </w:p>
    <w:p w:rsidR="00813ABF" w:rsidRDefault="00E16ECB" w:rsidP="00813ABF">
      <w:r>
        <w:t xml:space="preserve">Üblicherweise werden </w:t>
      </w:r>
      <w:r w:rsidR="00E8131A">
        <w:t>P</w:t>
      </w:r>
      <w:r w:rsidR="00A1066C">
        <w:t>latinen mit bis zu 25 Tonnen schweren Schneidwerkzeugen gestanzt</w:t>
      </w:r>
      <w:r w:rsidR="00347844">
        <w:t xml:space="preserve">. Sie kosten </w:t>
      </w:r>
      <w:r w:rsidR="002C5C4D">
        <w:t>allein in der Anschaffung</w:t>
      </w:r>
      <w:r w:rsidR="00A1066C">
        <w:t xml:space="preserve"> bis zu 200.000 Euro </w:t>
      </w:r>
      <w:r w:rsidR="00347844">
        <w:t>pro Stück – Lagerung, Reparatur und Wartung noch nicht eingerechnet</w:t>
      </w:r>
      <w:r w:rsidR="00A1066C">
        <w:t xml:space="preserve">. </w:t>
      </w:r>
      <w:r w:rsidR="00E8131A">
        <w:t xml:space="preserve">Kommt ein neues Modell auf den Markt, ändert sich die Form, </w:t>
      </w:r>
      <w:r w:rsidR="00B32A2C">
        <w:t>und</w:t>
      </w:r>
      <w:r w:rsidR="00E8131A">
        <w:t xml:space="preserve"> ein </w:t>
      </w:r>
      <w:r w:rsidR="00A41221">
        <w:t>monate</w:t>
      </w:r>
      <w:r w:rsidR="00F570CC">
        <w:t>langer</w:t>
      </w:r>
      <w:r w:rsidR="00E8131A">
        <w:t xml:space="preserve"> Um- oder Neubau</w:t>
      </w:r>
      <w:r w:rsidR="00A41221">
        <w:t xml:space="preserve"> der Werkzeuge</w:t>
      </w:r>
      <w:r w:rsidR="00017E6D">
        <w:t xml:space="preserve"> </w:t>
      </w:r>
      <w:r w:rsidR="00B32A2C">
        <w:t>steht</w:t>
      </w:r>
      <w:r w:rsidR="00347844">
        <w:t xml:space="preserve"> bevor</w:t>
      </w:r>
      <w:r w:rsidR="00813ABF">
        <w:t>. Die Laser-Schnittlinie</w:t>
      </w:r>
      <w:r w:rsidR="005C6065">
        <w:t>n</w:t>
      </w:r>
      <w:r w:rsidR="00813ABF">
        <w:t xml:space="preserve"> von Schuler komm</w:t>
      </w:r>
      <w:r w:rsidR="005C6065">
        <w:t>en</w:t>
      </w:r>
      <w:r w:rsidR="00813ABF">
        <w:t xml:space="preserve"> dagegen völlig ohne Werkzeuge aus.</w:t>
      </w:r>
    </w:p>
    <w:p w:rsidR="00813ABF" w:rsidRDefault="00813ABF" w:rsidP="00813ABF"/>
    <w:p w:rsidR="00813ABF" w:rsidRDefault="00813ABF" w:rsidP="00813ABF">
      <w:r>
        <w:t xml:space="preserve">Darüber hinaus </w:t>
      </w:r>
      <w:r w:rsidR="00DF14CC">
        <w:t xml:space="preserve">waren </w:t>
      </w:r>
      <w:r>
        <w:t xml:space="preserve">die Platzverhältnisse in der ehemaligen Coil-Halle des Werkes für herkömmliche </w:t>
      </w:r>
      <w:r w:rsidR="004C4838">
        <w:t>Platinen-Schneideanlagen</w:t>
      </w:r>
      <w:r>
        <w:t xml:space="preserve"> </w:t>
      </w:r>
      <w:r w:rsidR="00DF14CC">
        <w:t>ungeeignet</w:t>
      </w:r>
      <w:r w:rsidR="00A44AC5">
        <w:t>.</w:t>
      </w:r>
      <w:r w:rsidR="00B445F5">
        <w:t xml:space="preserve"> </w:t>
      </w:r>
      <w:r w:rsidR="00383686">
        <w:t xml:space="preserve">Besonders </w:t>
      </w:r>
      <w:r w:rsidR="00A00ECC">
        <w:t xml:space="preserve">die Tatsache, dass die Laser-Anlagen weder </w:t>
      </w:r>
      <w:r>
        <w:t>kostspielige Fundament</w:t>
      </w:r>
      <w:r w:rsidR="00383686">
        <w:t>e</w:t>
      </w:r>
      <w:r>
        <w:t xml:space="preserve"> </w:t>
      </w:r>
      <w:r w:rsidR="00A00ECC">
        <w:t xml:space="preserve">noch einen </w:t>
      </w:r>
      <w:r w:rsidR="00383686">
        <w:t>Keller</w:t>
      </w:r>
      <w:r w:rsidR="00A00ECC">
        <w:t xml:space="preserve"> benötigen</w:t>
      </w:r>
      <w:r w:rsidR="00A44AC5">
        <w:t>,</w:t>
      </w:r>
      <w:r w:rsidR="00383686">
        <w:t xml:space="preserve"> begünstigte die </w:t>
      </w:r>
      <w:r w:rsidR="00A00ECC">
        <w:t xml:space="preserve">Entscheidung für die </w:t>
      </w:r>
      <w:r w:rsidR="00383686">
        <w:t xml:space="preserve">neue Technologie, </w:t>
      </w:r>
      <w:r w:rsidR="00A00ECC">
        <w:t>die</w:t>
      </w:r>
      <w:r w:rsidR="00383686">
        <w:t xml:space="preserve"> Schuler unter </w:t>
      </w:r>
      <w:r w:rsidR="00A00ECC">
        <w:t xml:space="preserve">dem Namen </w:t>
      </w:r>
      <w:r w:rsidR="00383686">
        <w:t>Dynamic</w:t>
      </w:r>
      <w:r w:rsidR="00A00ECC">
        <w:t xml:space="preserve"> </w:t>
      </w:r>
      <w:r w:rsidR="00383686">
        <w:t>Flow</w:t>
      </w:r>
      <w:r w:rsidR="00A00ECC">
        <w:t xml:space="preserve"> </w:t>
      </w:r>
      <w:r w:rsidR="00383686">
        <w:t xml:space="preserve">Technology </w:t>
      </w:r>
      <w:r w:rsidR="00A00ECC">
        <w:t>(</w:t>
      </w:r>
      <w:r w:rsidR="00383686">
        <w:t>DFT</w:t>
      </w:r>
      <w:r w:rsidR="00A00ECC">
        <w:t>) vertreibt</w:t>
      </w:r>
      <w:r w:rsidR="00383686">
        <w:t>.</w:t>
      </w:r>
    </w:p>
    <w:p w:rsidR="000F7F7E" w:rsidRDefault="000F7F7E" w:rsidP="00347844"/>
    <w:p w:rsidR="000F3D7B" w:rsidRDefault="000F3D7B" w:rsidP="000F3D7B">
      <w:r>
        <w:t xml:space="preserve">Kosteneffizienz steht </w:t>
      </w:r>
      <w:r w:rsidR="007439FB">
        <w:t xml:space="preserve">bei einem OEM </w:t>
      </w:r>
      <w:r>
        <w:t>immer obenan</w:t>
      </w:r>
      <w:r w:rsidR="007439FB">
        <w:t>: E</w:t>
      </w:r>
      <w:r>
        <w:t>ine Investition</w:t>
      </w:r>
      <w:r w:rsidR="007439FB">
        <w:t xml:space="preserve"> </w:t>
      </w:r>
      <w:r w:rsidR="00383686">
        <w:t>mu</w:t>
      </w:r>
      <w:r w:rsidR="00A44AC5">
        <w:t>ss</w:t>
      </w:r>
      <w:r w:rsidR="007439FB">
        <w:t xml:space="preserve"> – verglichen mit etwaigen Alternativen – </w:t>
      </w:r>
      <w:r>
        <w:t xml:space="preserve">umgerechnet auf ein Fahrzeug </w:t>
      </w:r>
      <w:r w:rsidR="00383686">
        <w:t>ein positive</w:t>
      </w:r>
      <w:r w:rsidR="00A44AC5">
        <w:t>s Ergebnis</w:t>
      </w:r>
      <w:r w:rsidR="00383686">
        <w:t xml:space="preserve"> bringen. </w:t>
      </w:r>
      <w:r>
        <w:t>Bei der Laser-Lin</w:t>
      </w:r>
      <w:r w:rsidR="0098365A">
        <w:t>i</w:t>
      </w:r>
      <w:r>
        <w:t xml:space="preserve">e sind </w:t>
      </w:r>
      <w:r w:rsidR="00383686">
        <w:t xml:space="preserve">die Aussichten hierfür </w:t>
      </w:r>
      <w:r w:rsidR="007439FB">
        <w:t>positiv: nicht nur wegen</w:t>
      </w:r>
      <w:r w:rsidR="00383686">
        <w:t xml:space="preserve"> der einfacheren Montage und </w:t>
      </w:r>
      <w:r w:rsidR="00383686">
        <w:lastRenderedPageBreak/>
        <w:t>Werkzeugfreiheit</w:t>
      </w:r>
      <w:r w:rsidR="007439FB">
        <w:t>, sondern auch der hohen</w:t>
      </w:r>
      <w:r w:rsidR="00C25A0B">
        <w:t xml:space="preserve"> Anlagenverfügbarkeit. Vor allem die</w:t>
      </w:r>
      <w:r w:rsidR="00383686">
        <w:t xml:space="preserve"> Möglichkeiten </w:t>
      </w:r>
      <w:r w:rsidR="007439FB">
        <w:t xml:space="preserve">zur </w:t>
      </w:r>
      <w:r w:rsidR="00383686">
        <w:t>M</w:t>
      </w:r>
      <w:r w:rsidR="007439FB">
        <w:t xml:space="preserve">aterialeinsparung und zur </w:t>
      </w:r>
      <w:r w:rsidR="00383686">
        <w:t>Reduzierung der Coil</w:t>
      </w:r>
      <w:r w:rsidR="007439FB">
        <w:t>-V</w:t>
      </w:r>
      <w:r w:rsidR="00383686">
        <w:t>ielfalt</w:t>
      </w:r>
      <w:r w:rsidR="00C25A0B">
        <w:t xml:space="preserve"> führen</w:t>
      </w:r>
      <w:r w:rsidR="00383686">
        <w:t xml:space="preserve"> oftmals zu geringeren Produktionskosten mit der </w:t>
      </w:r>
      <w:r w:rsidR="00C25A0B">
        <w:t xml:space="preserve">Dynamic Flow </w:t>
      </w:r>
      <w:r w:rsidR="00383686">
        <w:t>Technology als mit konventionellen Schneidanlagen.</w:t>
      </w:r>
    </w:p>
    <w:p w:rsidR="000660B1" w:rsidRDefault="000660B1" w:rsidP="000F3D7B"/>
    <w:p w:rsidR="000660B1" w:rsidRDefault="000660B1" w:rsidP="000F3D7B"/>
    <w:p w:rsidR="007E1606" w:rsidRDefault="007E1606" w:rsidP="00544665">
      <w:pPr>
        <w:pStyle w:val="berschrift2"/>
      </w:pPr>
      <w:r>
        <w:t>Bildunterschriften</w:t>
      </w:r>
    </w:p>
    <w:p w:rsidR="00FC66C2" w:rsidRDefault="007B021A" w:rsidP="00FC66C2">
      <w:r>
        <w:t>Bild</w:t>
      </w:r>
      <w:r w:rsidR="009E0038">
        <w:t>1</w:t>
      </w:r>
      <w:r w:rsidR="007E1606">
        <w:t>.jpg:</w:t>
      </w:r>
      <w:r w:rsidR="009E0038">
        <w:t xml:space="preserve"> Zwei Laser-Platinenschneidanlagen von Schuler hat Daimler jetzt im Presswerk Kuppenheim in Betrieb genommen</w:t>
      </w:r>
      <w:r w:rsidR="00090D86">
        <w:t>.</w:t>
      </w:r>
    </w:p>
    <w:p w:rsidR="00FC66C2" w:rsidRDefault="00FC66C2" w:rsidP="00FC66C2">
      <w:r>
        <w:t xml:space="preserve">Bild2.jpg: </w:t>
      </w:r>
      <w:r w:rsidR="006D61DA">
        <w:t xml:space="preserve">Sie schneiden </w:t>
      </w:r>
      <w:r w:rsidR="00AA6BC9">
        <w:t xml:space="preserve">Außenhautplatinen für die </w:t>
      </w:r>
      <w:r w:rsidR="00B74DF4">
        <w:t>Mercedes-Benz Kompak</w:t>
      </w:r>
      <w:r w:rsidR="00A45D9C">
        <w:t>t</w:t>
      </w:r>
      <w:r w:rsidR="00B74DF4">
        <w:t>wagen</w:t>
      </w:r>
      <w:r w:rsidR="00AA6BC9">
        <w:t xml:space="preserve"> </w:t>
      </w:r>
      <w:r>
        <w:t>aus einem kontinuierlich laufenden Stahl- oder Aluminiumblech.</w:t>
      </w:r>
    </w:p>
    <w:p w:rsidR="00FC66C2" w:rsidRDefault="00FC66C2" w:rsidP="00FC66C2">
      <w:r>
        <w:t xml:space="preserve">Bild3.jpg: </w:t>
      </w:r>
      <w:r w:rsidR="007F40FA">
        <w:t>Die beiden Anlagen</w:t>
      </w:r>
      <w:r w:rsidR="00AA6BC9">
        <w:t xml:space="preserve"> werden of</w:t>
      </w:r>
      <w:r w:rsidR="00A44AC5">
        <w:t>fline programmiert</w:t>
      </w:r>
      <w:r w:rsidR="006D61DA">
        <w:t xml:space="preserve">, </w:t>
      </w:r>
      <w:r w:rsidR="00A44AC5">
        <w:t>die Konturumstellung erfolgt auf Knopfdruck.</w:t>
      </w:r>
    </w:p>
    <w:p w:rsidR="001F42D1" w:rsidRDefault="00A45D9C" w:rsidP="00FC66C2">
      <w:r>
        <w:t>Bild</w:t>
      </w:r>
      <w:r w:rsidR="001F42D1">
        <w:t>4.</w:t>
      </w:r>
      <w:r w:rsidR="00B1485E">
        <w:t>jpg:</w:t>
      </w:r>
      <w:r w:rsidR="001F42D1">
        <w:t xml:space="preserve"> </w:t>
      </w:r>
      <w:r w:rsidR="00A64593">
        <w:t>Bei der Dynamic Flow Technology von Schuler schneiden insgesamt drei</w:t>
      </w:r>
      <w:r w:rsidR="001F42D1">
        <w:t xml:space="preserve"> Faserlaser gleichzeitig auf dem laufenden Materialband</w:t>
      </w:r>
      <w:r w:rsidR="00A64593">
        <w:t>.</w:t>
      </w:r>
    </w:p>
    <w:p w:rsidR="00FC66C2" w:rsidRPr="005833D5" w:rsidRDefault="00FC66C2" w:rsidP="00FC66C2">
      <w:pPr>
        <w:rPr>
          <w:i/>
        </w:rPr>
      </w:pPr>
      <w:r w:rsidRPr="005833D5">
        <w:rPr>
          <w:i/>
        </w:rPr>
        <w:t>Als Bildquelle bitte Schuler angeben.</w:t>
      </w:r>
    </w:p>
    <w:p w:rsidR="009E0038" w:rsidRDefault="009E0038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8806E1" w:rsidRPr="008806E1" w:rsidRDefault="00B3715E" w:rsidP="00B3715E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</w:t>
      </w:r>
      <w:r>
        <w:rPr>
          <w:i/>
        </w:rPr>
        <w:t>6</w:t>
      </w:r>
      <w:r w:rsidRPr="007C5293">
        <w:rPr>
          <w:i/>
        </w:rPr>
        <w:t xml:space="preserve"> erzielte Schuler einen Umsatz von </w:t>
      </w:r>
      <w:r>
        <w:rPr>
          <w:i/>
        </w:rPr>
        <w:t>1.174</w:t>
      </w:r>
      <w:r w:rsidRPr="007C5293">
        <w:rPr>
          <w:i/>
        </w:rPr>
        <w:t xml:space="preserve"> Millionen Euro. Nach der Übernahme des Werkzeugbauers AWEBA und der Mehrheitsbeteiligung am chinesischen Pressenhersteller Yadon ist Schuler mit rund 6.</w:t>
      </w:r>
      <w:r>
        <w:rPr>
          <w:i/>
        </w:rPr>
        <w:t>6</w:t>
      </w:r>
      <w:r w:rsidRPr="007C5293">
        <w:rPr>
          <w:i/>
        </w:rPr>
        <w:t>00 Mitarbeitern in 40 Ländern präsent. Schuler gehört mehrheitlich zur österreichischen ANDRITZ-Gruppe.</w:t>
      </w:r>
      <w:bookmarkStart w:id="0" w:name="_GoBack"/>
      <w:bookmarkEnd w:id="0"/>
    </w:p>
    <w:sectPr w:rsidR="008806E1" w:rsidRPr="008806E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52" w:rsidRDefault="00511252" w:rsidP="007E132D">
      <w:r>
        <w:separator/>
      </w:r>
    </w:p>
    <w:p w:rsidR="00511252" w:rsidRDefault="00511252" w:rsidP="007E132D"/>
  </w:endnote>
  <w:endnote w:type="continuationSeparator" w:id="0">
    <w:p w:rsidR="00511252" w:rsidRDefault="00511252" w:rsidP="007E132D">
      <w:r>
        <w:continuationSeparator/>
      </w:r>
    </w:p>
    <w:p w:rsidR="00511252" w:rsidRDefault="0051125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3715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B3715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B3715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B3715E" w:rsidRPr="007E1606">
            <w:rPr>
              <w:rFonts w:eastAsia="Calibri"/>
              <w:noProof/>
            </w:rPr>
            <w:t xml:space="preserve">Seite </w:t>
          </w:r>
          <w:r w:rsidR="00B3715E">
            <w:rPr>
              <w:rFonts w:eastAsia="Calibri"/>
              <w:noProof/>
            </w:rPr>
            <w:t>3</w:t>
          </w:r>
          <w:r w:rsidR="00B3715E" w:rsidRPr="007E1606">
            <w:rPr>
              <w:rFonts w:eastAsia="Calibri"/>
              <w:noProof/>
            </w:rPr>
            <w:t xml:space="preserve"> von </w:t>
          </w:r>
          <w:r w:rsidR="00B3715E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52" w:rsidRDefault="00511252" w:rsidP="007E132D">
      <w:r>
        <w:separator/>
      </w:r>
    </w:p>
    <w:p w:rsidR="00511252" w:rsidRDefault="00511252" w:rsidP="007E132D"/>
  </w:footnote>
  <w:footnote w:type="continuationSeparator" w:id="0">
    <w:p w:rsidR="00511252" w:rsidRDefault="00511252" w:rsidP="007E132D">
      <w:r>
        <w:continuationSeparator/>
      </w:r>
    </w:p>
    <w:p w:rsidR="00511252" w:rsidRDefault="0051125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C7F"/>
    <w:rsid w:val="000150F8"/>
    <w:rsid w:val="00017E6D"/>
    <w:rsid w:val="00031750"/>
    <w:rsid w:val="00033BD2"/>
    <w:rsid w:val="0004118A"/>
    <w:rsid w:val="000558A7"/>
    <w:rsid w:val="00063F33"/>
    <w:rsid w:val="000660B1"/>
    <w:rsid w:val="000716BA"/>
    <w:rsid w:val="00086F40"/>
    <w:rsid w:val="00090D86"/>
    <w:rsid w:val="000A42BB"/>
    <w:rsid w:val="000A52A8"/>
    <w:rsid w:val="000A6E64"/>
    <w:rsid w:val="000B704A"/>
    <w:rsid w:val="000C0CAD"/>
    <w:rsid w:val="000D1D21"/>
    <w:rsid w:val="000E228F"/>
    <w:rsid w:val="000F2F77"/>
    <w:rsid w:val="000F3D7B"/>
    <w:rsid w:val="000F7F7E"/>
    <w:rsid w:val="00102187"/>
    <w:rsid w:val="00122822"/>
    <w:rsid w:val="00124619"/>
    <w:rsid w:val="00130A5F"/>
    <w:rsid w:val="00136218"/>
    <w:rsid w:val="001365B4"/>
    <w:rsid w:val="00136E90"/>
    <w:rsid w:val="00150986"/>
    <w:rsid w:val="00152C69"/>
    <w:rsid w:val="001631E1"/>
    <w:rsid w:val="0016339C"/>
    <w:rsid w:val="0016495A"/>
    <w:rsid w:val="001707F4"/>
    <w:rsid w:val="00173722"/>
    <w:rsid w:val="0017697C"/>
    <w:rsid w:val="0017700B"/>
    <w:rsid w:val="0017719D"/>
    <w:rsid w:val="00185135"/>
    <w:rsid w:val="00192104"/>
    <w:rsid w:val="001A1955"/>
    <w:rsid w:val="001A3857"/>
    <w:rsid w:val="001A65F5"/>
    <w:rsid w:val="001A6B71"/>
    <w:rsid w:val="001B1B07"/>
    <w:rsid w:val="001C1FA2"/>
    <w:rsid w:val="001C37DF"/>
    <w:rsid w:val="001C3EE2"/>
    <w:rsid w:val="001C5F13"/>
    <w:rsid w:val="001D166C"/>
    <w:rsid w:val="001E0C3C"/>
    <w:rsid w:val="001E7863"/>
    <w:rsid w:val="001F37FF"/>
    <w:rsid w:val="001F42D1"/>
    <w:rsid w:val="001F5DFD"/>
    <w:rsid w:val="001F6280"/>
    <w:rsid w:val="002077B7"/>
    <w:rsid w:val="00212513"/>
    <w:rsid w:val="00215C8A"/>
    <w:rsid w:val="002315E0"/>
    <w:rsid w:val="002362D1"/>
    <w:rsid w:val="002712C2"/>
    <w:rsid w:val="0029198C"/>
    <w:rsid w:val="00293BB6"/>
    <w:rsid w:val="002A1D04"/>
    <w:rsid w:val="002A2776"/>
    <w:rsid w:val="002A3A54"/>
    <w:rsid w:val="002A42B6"/>
    <w:rsid w:val="002A4B0E"/>
    <w:rsid w:val="002B391B"/>
    <w:rsid w:val="002B41E8"/>
    <w:rsid w:val="002C5C4D"/>
    <w:rsid w:val="00307B6B"/>
    <w:rsid w:val="003230D4"/>
    <w:rsid w:val="00323555"/>
    <w:rsid w:val="00332BE1"/>
    <w:rsid w:val="00347844"/>
    <w:rsid w:val="00363740"/>
    <w:rsid w:val="00365A9E"/>
    <w:rsid w:val="00367B74"/>
    <w:rsid w:val="003728F6"/>
    <w:rsid w:val="00373C01"/>
    <w:rsid w:val="00377DED"/>
    <w:rsid w:val="00383686"/>
    <w:rsid w:val="003A29B0"/>
    <w:rsid w:val="003C457B"/>
    <w:rsid w:val="003C626A"/>
    <w:rsid w:val="003D76C7"/>
    <w:rsid w:val="003E110F"/>
    <w:rsid w:val="003E30C0"/>
    <w:rsid w:val="003E7B2A"/>
    <w:rsid w:val="003F0681"/>
    <w:rsid w:val="003F6888"/>
    <w:rsid w:val="004001A5"/>
    <w:rsid w:val="00403EFF"/>
    <w:rsid w:val="004156E7"/>
    <w:rsid w:val="00422A95"/>
    <w:rsid w:val="004355F7"/>
    <w:rsid w:val="0045780F"/>
    <w:rsid w:val="00462A5B"/>
    <w:rsid w:val="00470CF6"/>
    <w:rsid w:val="00476782"/>
    <w:rsid w:val="00476D9C"/>
    <w:rsid w:val="00485C6B"/>
    <w:rsid w:val="00487341"/>
    <w:rsid w:val="004876E8"/>
    <w:rsid w:val="004B0587"/>
    <w:rsid w:val="004C30D3"/>
    <w:rsid w:val="004C4838"/>
    <w:rsid w:val="004C4B30"/>
    <w:rsid w:val="004C697D"/>
    <w:rsid w:val="004D76DD"/>
    <w:rsid w:val="004E78B3"/>
    <w:rsid w:val="004F6224"/>
    <w:rsid w:val="0050248C"/>
    <w:rsid w:val="00503100"/>
    <w:rsid w:val="00511252"/>
    <w:rsid w:val="0051416F"/>
    <w:rsid w:val="00520B66"/>
    <w:rsid w:val="00531DDB"/>
    <w:rsid w:val="00533491"/>
    <w:rsid w:val="00540E46"/>
    <w:rsid w:val="00544665"/>
    <w:rsid w:val="00552A9D"/>
    <w:rsid w:val="005547DF"/>
    <w:rsid w:val="0056768B"/>
    <w:rsid w:val="00575FA0"/>
    <w:rsid w:val="00581F38"/>
    <w:rsid w:val="005833D5"/>
    <w:rsid w:val="005922FE"/>
    <w:rsid w:val="0059377E"/>
    <w:rsid w:val="005958D9"/>
    <w:rsid w:val="00595D96"/>
    <w:rsid w:val="00596272"/>
    <w:rsid w:val="005A59AD"/>
    <w:rsid w:val="005C0BBB"/>
    <w:rsid w:val="005C2EB4"/>
    <w:rsid w:val="005C6065"/>
    <w:rsid w:val="005C6AE3"/>
    <w:rsid w:val="005E7BD5"/>
    <w:rsid w:val="005F46D4"/>
    <w:rsid w:val="005F6D99"/>
    <w:rsid w:val="005F6DB8"/>
    <w:rsid w:val="00601238"/>
    <w:rsid w:val="0060142A"/>
    <w:rsid w:val="00605ED4"/>
    <w:rsid w:val="00610CA7"/>
    <w:rsid w:val="006159F5"/>
    <w:rsid w:val="006203F1"/>
    <w:rsid w:val="0062363F"/>
    <w:rsid w:val="00632CB6"/>
    <w:rsid w:val="006342E5"/>
    <w:rsid w:val="0065451D"/>
    <w:rsid w:val="00654B60"/>
    <w:rsid w:val="00660D47"/>
    <w:rsid w:val="00671E3C"/>
    <w:rsid w:val="00672EF4"/>
    <w:rsid w:val="00674EF3"/>
    <w:rsid w:val="006813B8"/>
    <w:rsid w:val="0068251B"/>
    <w:rsid w:val="00683A25"/>
    <w:rsid w:val="006848FF"/>
    <w:rsid w:val="006852A2"/>
    <w:rsid w:val="00687868"/>
    <w:rsid w:val="006A31D9"/>
    <w:rsid w:val="006A3D43"/>
    <w:rsid w:val="006A5B3D"/>
    <w:rsid w:val="006A659E"/>
    <w:rsid w:val="006A7F52"/>
    <w:rsid w:val="006C3AE7"/>
    <w:rsid w:val="006D3F79"/>
    <w:rsid w:val="006D61DA"/>
    <w:rsid w:val="006D7242"/>
    <w:rsid w:val="006D75E8"/>
    <w:rsid w:val="00714E5C"/>
    <w:rsid w:val="0072042B"/>
    <w:rsid w:val="00722DC7"/>
    <w:rsid w:val="00723379"/>
    <w:rsid w:val="007252A8"/>
    <w:rsid w:val="00733AAF"/>
    <w:rsid w:val="00734AA5"/>
    <w:rsid w:val="007439FB"/>
    <w:rsid w:val="0074799D"/>
    <w:rsid w:val="007649A2"/>
    <w:rsid w:val="00776DEF"/>
    <w:rsid w:val="00780F06"/>
    <w:rsid w:val="007826E4"/>
    <w:rsid w:val="00784E5A"/>
    <w:rsid w:val="00785DDA"/>
    <w:rsid w:val="00787DDC"/>
    <w:rsid w:val="00794AEE"/>
    <w:rsid w:val="00797231"/>
    <w:rsid w:val="007A3CE6"/>
    <w:rsid w:val="007B021A"/>
    <w:rsid w:val="007B0BF4"/>
    <w:rsid w:val="007B0E98"/>
    <w:rsid w:val="007C16F5"/>
    <w:rsid w:val="007C5293"/>
    <w:rsid w:val="007D3BEE"/>
    <w:rsid w:val="007D4426"/>
    <w:rsid w:val="007D5C4E"/>
    <w:rsid w:val="007E132D"/>
    <w:rsid w:val="007E1606"/>
    <w:rsid w:val="007E3244"/>
    <w:rsid w:val="007F40FA"/>
    <w:rsid w:val="007F4512"/>
    <w:rsid w:val="0080438D"/>
    <w:rsid w:val="0080525A"/>
    <w:rsid w:val="008053A1"/>
    <w:rsid w:val="008075C4"/>
    <w:rsid w:val="00813ABF"/>
    <w:rsid w:val="00814290"/>
    <w:rsid w:val="00821B54"/>
    <w:rsid w:val="00821E5D"/>
    <w:rsid w:val="00822597"/>
    <w:rsid w:val="008258E8"/>
    <w:rsid w:val="00831C9D"/>
    <w:rsid w:val="008334D5"/>
    <w:rsid w:val="00835655"/>
    <w:rsid w:val="0083574B"/>
    <w:rsid w:val="008550F6"/>
    <w:rsid w:val="00856B94"/>
    <w:rsid w:val="0086361E"/>
    <w:rsid w:val="00865B83"/>
    <w:rsid w:val="008718D2"/>
    <w:rsid w:val="0087295F"/>
    <w:rsid w:val="00876E6E"/>
    <w:rsid w:val="00877DC8"/>
    <w:rsid w:val="008806E1"/>
    <w:rsid w:val="00886847"/>
    <w:rsid w:val="00894865"/>
    <w:rsid w:val="008B5E40"/>
    <w:rsid w:val="008C6578"/>
    <w:rsid w:val="008D1374"/>
    <w:rsid w:val="008D2287"/>
    <w:rsid w:val="008D2CB8"/>
    <w:rsid w:val="008D67FA"/>
    <w:rsid w:val="008E1F8F"/>
    <w:rsid w:val="008F5E25"/>
    <w:rsid w:val="009060ED"/>
    <w:rsid w:val="00907340"/>
    <w:rsid w:val="00920948"/>
    <w:rsid w:val="00920E41"/>
    <w:rsid w:val="00926076"/>
    <w:rsid w:val="00941203"/>
    <w:rsid w:val="009419C4"/>
    <w:rsid w:val="00946BE7"/>
    <w:rsid w:val="009558B5"/>
    <w:rsid w:val="00957868"/>
    <w:rsid w:val="00961469"/>
    <w:rsid w:val="00975A13"/>
    <w:rsid w:val="0098365A"/>
    <w:rsid w:val="00997DFF"/>
    <w:rsid w:val="009A3C1E"/>
    <w:rsid w:val="009A5891"/>
    <w:rsid w:val="009A6753"/>
    <w:rsid w:val="009A680E"/>
    <w:rsid w:val="009B1E7C"/>
    <w:rsid w:val="009B2577"/>
    <w:rsid w:val="009B3EB7"/>
    <w:rsid w:val="009D49CD"/>
    <w:rsid w:val="009E0038"/>
    <w:rsid w:val="009F65F3"/>
    <w:rsid w:val="00A00ECC"/>
    <w:rsid w:val="00A0214C"/>
    <w:rsid w:val="00A03C99"/>
    <w:rsid w:val="00A1066C"/>
    <w:rsid w:val="00A166C4"/>
    <w:rsid w:val="00A1783E"/>
    <w:rsid w:val="00A31D72"/>
    <w:rsid w:val="00A32B85"/>
    <w:rsid w:val="00A41221"/>
    <w:rsid w:val="00A44AC5"/>
    <w:rsid w:val="00A45D9C"/>
    <w:rsid w:val="00A46561"/>
    <w:rsid w:val="00A500A4"/>
    <w:rsid w:val="00A64593"/>
    <w:rsid w:val="00A663DE"/>
    <w:rsid w:val="00A76CB6"/>
    <w:rsid w:val="00A771A5"/>
    <w:rsid w:val="00A81E4B"/>
    <w:rsid w:val="00A86ACD"/>
    <w:rsid w:val="00A9156A"/>
    <w:rsid w:val="00A91986"/>
    <w:rsid w:val="00A93519"/>
    <w:rsid w:val="00AA0D2F"/>
    <w:rsid w:val="00AA1B6F"/>
    <w:rsid w:val="00AA6BC9"/>
    <w:rsid w:val="00AB545A"/>
    <w:rsid w:val="00AC55D1"/>
    <w:rsid w:val="00AC6510"/>
    <w:rsid w:val="00AD4193"/>
    <w:rsid w:val="00AD4A25"/>
    <w:rsid w:val="00AE3AFF"/>
    <w:rsid w:val="00AF1461"/>
    <w:rsid w:val="00AF2D43"/>
    <w:rsid w:val="00AF4564"/>
    <w:rsid w:val="00AF64B9"/>
    <w:rsid w:val="00B01B58"/>
    <w:rsid w:val="00B01CEF"/>
    <w:rsid w:val="00B06BC4"/>
    <w:rsid w:val="00B10832"/>
    <w:rsid w:val="00B1485E"/>
    <w:rsid w:val="00B206B1"/>
    <w:rsid w:val="00B21A61"/>
    <w:rsid w:val="00B23715"/>
    <w:rsid w:val="00B307A6"/>
    <w:rsid w:val="00B32A2C"/>
    <w:rsid w:val="00B3715E"/>
    <w:rsid w:val="00B40FC7"/>
    <w:rsid w:val="00B445F5"/>
    <w:rsid w:val="00B47659"/>
    <w:rsid w:val="00B55136"/>
    <w:rsid w:val="00B74DF4"/>
    <w:rsid w:val="00B762C9"/>
    <w:rsid w:val="00B80E1F"/>
    <w:rsid w:val="00BB1520"/>
    <w:rsid w:val="00BC2751"/>
    <w:rsid w:val="00C25A0B"/>
    <w:rsid w:val="00C26791"/>
    <w:rsid w:val="00C33B7C"/>
    <w:rsid w:val="00C36870"/>
    <w:rsid w:val="00C512EB"/>
    <w:rsid w:val="00C6103F"/>
    <w:rsid w:val="00C636EB"/>
    <w:rsid w:val="00C72CD3"/>
    <w:rsid w:val="00C746E9"/>
    <w:rsid w:val="00C75467"/>
    <w:rsid w:val="00C7609D"/>
    <w:rsid w:val="00C77160"/>
    <w:rsid w:val="00C8032D"/>
    <w:rsid w:val="00C80B78"/>
    <w:rsid w:val="00C82B81"/>
    <w:rsid w:val="00C96DAD"/>
    <w:rsid w:val="00CA5D2F"/>
    <w:rsid w:val="00CB2B5C"/>
    <w:rsid w:val="00CC390B"/>
    <w:rsid w:val="00CC7CCA"/>
    <w:rsid w:val="00CD3AA7"/>
    <w:rsid w:val="00CD47BA"/>
    <w:rsid w:val="00CF460A"/>
    <w:rsid w:val="00D026E1"/>
    <w:rsid w:val="00D04F42"/>
    <w:rsid w:val="00D13BC7"/>
    <w:rsid w:val="00D14566"/>
    <w:rsid w:val="00D15E35"/>
    <w:rsid w:val="00D16703"/>
    <w:rsid w:val="00D230DA"/>
    <w:rsid w:val="00D250DB"/>
    <w:rsid w:val="00D33FB9"/>
    <w:rsid w:val="00D36969"/>
    <w:rsid w:val="00D432B1"/>
    <w:rsid w:val="00D43EC4"/>
    <w:rsid w:val="00D52F12"/>
    <w:rsid w:val="00D5679F"/>
    <w:rsid w:val="00D6309B"/>
    <w:rsid w:val="00D74A0D"/>
    <w:rsid w:val="00D76894"/>
    <w:rsid w:val="00D82AE7"/>
    <w:rsid w:val="00D90227"/>
    <w:rsid w:val="00D91464"/>
    <w:rsid w:val="00D91AED"/>
    <w:rsid w:val="00D95005"/>
    <w:rsid w:val="00DA19FF"/>
    <w:rsid w:val="00DA2960"/>
    <w:rsid w:val="00DB3F3F"/>
    <w:rsid w:val="00DB46B7"/>
    <w:rsid w:val="00DB73FC"/>
    <w:rsid w:val="00DC510D"/>
    <w:rsid w:val="00DC5C7D"/>
    <w:rsid w:val="00DD16C5"/>
    <w:rsid w:val="00DD3AE0"/>
    <w:rsid w:val="00DE35EB"/>
    <w:rsid w:val="00DE41D1"/>
    <w:rsid w:val="00DE6930"/>
    <w:rsid w:val="00DF14CC"/>
    <w:rsid w:val="00E06880"/>
    <w:rsid w:val="00E10302"/>
    <w:rsid w:val="00E13119"/>
    <w:rsid w:val="00E16ECB"/>
    <w:rsid w:val="00E207BB"/>
    <w:rsid w:val="00E2304D"/>
    <w:rsid w:val="00E26828"/>
    <w:rsid w:val="00E3363B"/>
    <w:rsid w:val="00E36721"/>
    <w:rsid w:val="00E400BE"/>
    <w:rsid w:val="00E45959"/>
    <w:rsid w:val="00E56CC9"/>
    <w:rsid w:val="00E5769E"/>
    <w:rsid w:val="00E6320B"/>
    <w:rsid w:val="00E75191"/>
    <w:rsid w:val="00E75D39"/>
    <w:rsid w:val="00E8131A"/>
    <w:rsid w:val="00E85A97"/>
    <w:rsid w:val="00E90330"/>
    <w:rsid w:val="00E90A71"/>
    <w:rsid w:val="00E94A8B"/>
    <w:rsid w:val="00E94CAA"/>
    <w:rsid w:val="00EA082D"/>
    <w:rsid w:val="00EA0877"/>
    <w:rsid w:val="00EA7DC3"/>
    <w:rsid w:val="00EB0995"/>
    <w:rsid w:val="00EB1084"/>
    <w:rsid w:val="00EB1C2E"/>
    <w:rsid w:val="00EB3066"/>
    <w:rsid w:val="00EB7C19"/>
    <w:rsid w:val="00EC060A"/>
    <w:rsid w:val="00EC486E"/>
    <w:rsid w:val="00EC4F7A"/>
    <w:rsid w:val="00ED0BBA"/>
    <w:rsid w:val="00ED17A9"/>
    <w:rsid w:val="00F10BEC"/>
    <w:rsid w:val="00F12833"/>
    <w:rsid w:val="00F17282"/>
    <w:rsid w:val="00F23AAD"/>
    <w:rsid w:val="00F33626"/>
    <w:rsid w:val="00F40B7E"/>
    <w:rsid w:val="00F44765"/>
    <w:rsid w:val="00F5073A"/>
    <w:rsid w:val="00F570CC"/>
    <w:rsid w:val="00F579EE"/>
    <w:rsid w:val="00F654EB"/>
    <w:rsid w:val="00F708AE"/>
    <w:rsid w:val="00F7676C"/>
    <w:rsid w:val="00F772E9"/>
    <w:rsid w:val="00F91A78"/>
    <w:rsid w:val="00F973B0"/>
    <w:rsid w:val="00FB7FB7"/>
    <w:rsid w:val="00FC003F"/>
    <w:rsid w:val="00FC2827"/>
    <w:rsid w:val="00FC3BDB"/>
    <w:rsid w:val="00FC66C2"/>
    <w:rsid w:val="00FC70B5"/>
    <w:rsid w:val="00FD14E5"/>
    <w:rsid w:val="00FD167E"/>
    <w:rsid w:val="00FD1AC7"/>
    <w:rsid w:val="00FE2FB7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simon.scherrenbacher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14CA36B4-80C0-40BA-B310-DCB654F98268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686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5000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9</cp:revision>
  <cp:lastPrinted>2014-01-15T15:59:00Z</cp:lastPrinted>
  <dcterms:created xsi:type="dcterms:W3CDTF">2017-03-21T12:05:00Z</dcterms:created>
  <dcterms:modified xsi:type="dcterms:W3CDTF">2017-03-22T14:19:00Z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