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D96" w:rsidRDefault="00F7676C" w:rsidP="00365A9E">
      <w:pPr>
        <w:pStyle w:val="berschrift1"/>
      </w:pPr>
      <w:r w:rsidRPr="007E132D">
        <w:t>PRESSEMITTEILUNG</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4C4B30" w:rsidTr="008E1F8F">
        <w:trPr>
          <w:trHeight w:hRule="exact" w:val="2977"/>
        </w:trPr>
        <w:tc>
          <w:tcPr>
            <w:tcW w:w="2409" w:type="dxa"/>
            <w:shd w:val="clear" w:color="auto" w:fill="auto"/>
          </w:tcPr>
          <w:p w:rsidR="004C4B30" w:rsidRPr="004C4B30" w:rsidRDefault="004C4B30" w:rsidP="008E1F8F">
            <w:pPr>
              <w:spacing w:line="226" w:lineRule="exact"/>
              <w:rPr>
                <w:rFonts w:eastAsia="Calibri"/>
                <w:b/>
                <w:sz w:val="17"/>
                <w:szCs w:val="17"/>
                <w:lang w:eastAsia="en-US"/>
              </w:rPr>
            </w:pPr>
            <w:r w:rsidRPr="004C4B30">
              <w:rPr>
                <w:rFonts w:eastAsia="Calibri"/>
                <w:b/>
                <w:sz w:val="17"/>
                <w:szCs w:val="17"/>
                <w:lang w:eastAsia="en-US"/>
              </w:rPr>
              <w:t>Schuler AG</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Bahnhofstraße 41</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73033 Göppingen</w:t>
            </w:r>
          </w:p>
          <w:p w:rsidR="004C4B30" w:rsidRPr="004C4B30" w:rsidRDefault="004C4B30" w:rsidP="008E1F8F">
            <w:pPr>
              <w:spacing w:line="226" w:lineRule="exact"/>
              <w:rPr>
                <w:rFonts w:eastAsia="Calibri"/>
                <w:sz w:val="17"/>
                <w:szCs w:val="17"/>
                <w:lang w:eastAsia="en-US"/>
              </w:rPr>
            </w:pPr>
          </w:p>
          <w:p w:rsidR="004C4B30" w:rsidRPr="008E1F8F" w:rsidRDefault="00A1783E" w:rsidP="008E1F8F">
            <w:pPr>
              <w:spacing w:line="226" w:lineRule="exact"/>
              <w:rPr>
                <w:rFonts w:eastAsia="Calibri"/>
                <w:b/>
                <w:sz w:val="17"/>
                <w:szCs w:val="17"/>
                <w:lang w:eastAsia="en-US"/>
              </w:rPr>
            </w:pPr>
            <w:r>
              <w:rPr>
                <w:rFonts w:eastAsia="Calibri"/>
                <w:b/>
                <w:sz w:val="17"/>
                <w:szCs w:val="17"/>
                <w:lang w:eastAsia="en-US"/>
              </w:rPr>
              <w:t>Simon Scherrenbacher</w:t>
            </w:r>
          </w:p>
          <w:p w:rsidR="004C4B30" w:rsidRPr="00946BE7" w:rsidRDefault="00A1783E" w:rsidP="008E1F8F">
            <w:pPr>
              <w:spacing w:line="226" w:lineRule="exact"/>
              <w:rPr>
                <w:rFonts w:eastAsia="Calibri"/>
                <w:sz w:val="17"/>
                <w:szCs w:val="17"/>
                <w:lang w:val="en-US" w:eastAsia="en-US"/>
              </w:rPr>
            </w:pPr>
            <w:r w:rsidRPr="00946BE7">
              <w:rPr>
                <w:rFonts w:eastAsia="Calibri"/>
                <w:sz w:val="17"/>
                <w:szCs w:val="17"/>
                <w:lang w:val="en-US" w:eastAsia="en-US"/>
              </w:rPr>
              <w:t>Integrated Communications</w:t>
            </w:r>
          </w:p>
          <w:p w:rsidR="004C4B30" w:rsidRPr="00946BE7" w:rsidRDefault="004C4B30" w:rsidP="008E1F8F">
            <w:pPr>
              <w:spacing w:line="226" w:lineRule="exact"/>
              <w:rPr>
                <w:rFonts w:eastAsia="Calibri"/>
                <w:sz w:val="17"/>
                <w:szCs w:val="17"/>
                <w:lang w:val="en-US" w:eastAsia="en-US"/>
              </w:rPr>
            </w:pPr>
            <w:proofErr w:type="spellStart"/>
            <w:r w:rsidRPr="00946BE7">
              <w:rPr>
                <w:rFonts w:eastAsia="Calibri"/>
                <w:sz w:val="17"/>
                <w:szCs w:val="17"/>
                <w:lang w:val="en-US" w:eastAsia="en-US"/>
              </w:rPr>
              <w:t>Telefon</w:t>
            </w:r>
            <w:proofErr w:type="spellEnd"/>
            <w:r w:rsidRPr="00946BE7">
              <w:rPr>
                <w:rFonts w:eastAsia="Calibri"/>
                <w:sz w:val="17"/>
                <w:szCs w:val="17"/>
                <w:lang w:val="en-US" w:eastAsia="en-US"/>
              </w:rPr>
              <w:t xml:space="preserve"> +49 7161 66-</w:t>
            </w:r>
            <w:r w:rsidR="00A1783E" w:rsidRPr="00946BE7">
              <w:rPr>
                <w:rFonts w:eastAsia="Calibri"/>
                <w:sz w:val="17"/>
                <w:szCs w:val="17"/>
                <w:lang w:val="en-US" w:eastAsia="en-US"/>
              </w:rPr>
              <w:t>7789</w:t>
            </w:r>
          </w:p>
          <w:p w:rsidR="004C4B30" w:rsidRPr="00946BE7" w:rsidRDefault="004C4B30" w:rsidP="008E1F8F">
            <w:pPr>
              <w:spacing w:line="226" w:lineRule="exact"/>
              <w:rPr>
                <w:rFonts w:eastAsia="Calibri"/>
                <w:sz w:val="17"/>
                <w:szCs w:val="17"/>
                <w:lang w:val="en-US" w:eastAsia="en-US"/>
              </w:rPr>
            </w:pPr>
            <w:r w:rsidRPr="00946BE7">
              <w:rPr>
                <w:rFonts w:eastAsia="Calibri"/>
                <w:sz w:val="17"/>
                <w:szCs w:val="17"/>
                <w:lang w:val="en-US" w:eastAsia="en-US"/>
              </w:rPr>
              <w:t>Fax +49 7161 66-907</w:t>
            </w:r>
          </w:p>
          <w:p w:rsidR="004C4B30" w:rsidRPr="00946BE7" w:rsidRDefault="007C1406" w:rsidP="008E1F8F">
            <w:pPr>
              <w:spacing w:line="226" w:lineRule="exact"/>
              <w:rPr>
                <w:rFonts w:eastAsia="Calibri"/>
                <w:sz w:val="17"/>
                <w:szCs w:val="17"/>
                <w:lang w:val="en-US" w:eastAsia="en-US"/>
              </w:rPr>
            </w:pPr>
            <w:hyperlink r:id="rId10" w:history="1">
              <w:r w:rsidR="00A1783E" w:rsidRPr="00946BE7">
                <w:rPr>
                  <w:rStyle w:val="Hyperlink"/>
                  <w:rFonts w:eastAsia="Calibri"/>
                  <w:sz w:val="17"/>
                  <w:szCs w:val="17"/>
                  <w:lang w:val="en-US" w:eastAsia="en-US"/>
                </w:rPr>
                <w:t xml:space="preserve">Simon </w:t>
              </w:r>
              <w:proofErr w:type="spellStart"/>
              <w:r w:rsidR="00A1783E" w:rsidRPr="00946BE7">
                <w:rPr>
                  <w:rStyle w:val="Hyperlink"/>
                  <w:rFonts w:eastAsia="Calibri"/>
                  <w:sz w:val="17"/>
                  <w:szCs w:val="17"/>
                  <w:lang w:val="en-US" w:eastAsia="en-US"/>
                </w:rPr>
                <w:t>Scherrenbacher</w:t>
              </w:r>
              <w:proofErr w:type="spellEnd"/>
              <w:r w:rsidR="005F6D99" w:rsidRPr="00946BE7">
                <w:rPr>
                  <w:rStyle w:val="Hyperlink"/>
                  <w:rFonts w:eastAsia="Calibri"/>
                  <w:sz w:val="17"/>
                  <w:szCs w:val="17"/>
                  <w:lang w:val="en-US" w:eastAsia="en-US"/>
                </w:rPr>
                <w:t>@</w:t>
              </w:r>
              <w:r w:rsidR="005F6D99" w:rsidRPr="00946BE7">
                <w:rPr>
                  <w:rStyle w:val="Hyperlink"/>
                  <w:rFonts w:eastAsia="Calibri"/>
                  <w:sz w:val="17"/>
                  <w:szCs w:val="17"/>
                  <w:lang w:val="en-US" w:eastAsia="en-US"/>
                </w:rPr>
                <w:br/>
                <w:t>schulergroup.com</w:t>
              </w:r>
            </w:hyperlink>
          </w:p>
          <w:p w:rsidR="004C4B30" w:rsidRPr="004C4B30" w:rsidRDefault="007C1406" w:rsidP="008E1F8F">
            <w:pPr>
              <w:spacing w:line="226" w:lineRule="exact"/>
              <w:rPr>
                <w:rFonts w:eastAsia="Calibri"/>
                <w:sz w:val="17"/>
                <w:szCs w:val="17"/>
                <w:lang w:eastAsia="en-US"/>
              </w:rPr>
            </w:pPr>
            <w:hyperlink r:id="rId11" w:history="1">
              <w:r w:rsidR="004C4B30" w:rsidRPr="008E1F8F">
                <w:rPr>
                  <w:rStyle w:val="Hyperlink"/>
                  <w:rFonts w:eastAsia="Calibri"/>
                  <w:sz w:val="17"/>
                  <w:szCs w:val="17"/>
                  <w:lang w:eastAsia="en-US"/>
                </w:rPr>
                <w:t>www.schulergroup.com/pr</w:t>
              </w:r>
            </w:hyperlink>
          </w:p>
        </w:tc>
      </w:tr>
    </w:tbl>
    <w:p w:rsidR="007E1606" w:rsidRDefault="007E1606" w:rsidP="007E132D"/>
    <w:p w:rsidR="00476D9C" w:rsidRDefault="00476D9C" w:rsidP="007E132D"/>
    <w:p w:rsidR="00476D9C" w:rsidRDefault="00476D9C" w:rsidP="007E132D"/>
    <w:p w:rsidR="00476D9C" w:rsidRDefault="00476D9C" w:rsidP="007E132D"/>
    <w:p w:rsidR="00476D9C" w:rsidRPr="00476D9C" w:rsidRDefault="00BC1B85" w:rsidP="00365A9E">
      <w:pPr>
        <w:pStyle w:val="berschrift1"/>
        <w:rPr>
          <w:sz w:val="2"/>
        </w:rPr>
      </w:pPr>
      <w:r>
        <w:t>Zweiter Azubi-J</w:t>
      </w:r>
      <w:r w:rsidR="00742F8D">
        <w:t>ahrgang</w:t>
      </w:r>
      <w:r w:rsidR="00765BE4">
        <w:t xml:space="preserve"> </w:t>
      </w:r>
      <w:r>
        <w:t>feierlich</w:t>
      </w:r>
      <w:r w:rsidR="00765BE4">
        <w:t xml:space="preserve"> </w:t>
      </w:r>
      <w:r w:rsidR="00742F8D">
        <w:t>verabschiedet</w:t>
      </w:r>
    </w:p>
    <w:p w:rsidR="006A31D9" w:rsidRDefault="00765BE4" w:rsidP="00365A9E">
      <w:pPr>
        <w:pStyle w:val="berschrift2"/>
      </w:pPr>
      <w:r>
        <w:t>Schuler-</w:t>
      </w:r>
      <w:r w:rsidR="00742F8D">
        <w:t xml:space="preserve">Ausbildungszentrum </w:t>
      </w:r>
      <w:r>
        <w:t>„Cedual“</w:t>
      </w:r>
      <w:r w:rsidR="00272C25">
        <w:t xml:space="preserve"> </w:t>
      </w:r>
      <w:r w:rsidR="00742F8D">
        <w:t>in Mexiko</w:t>
      </w:r>
      <w:r w:rsidR="00272C25">
        <w:t xml:space="preserve"> </w:t>
      </w:r>
      <w:r w:rsidR="00E65014">
        <w:t xml:space="preserve">bildet Fachkräfte </w:t>
      </w:r>
      <w:r w:rsidR="0068765E">
        <w:t xml:space="preserve">für die Industrie </w:t>
      </w:r>
      <w:r w:rsidR="00272C25">
        <w:t xml:space="preserve">nun auch </w:t>
      </w:r>
      <w:r w:rsidR="00E65014">
        <w:t xml:space="preserve">in </w:t>
      </w:r>
      <w:r w:rsidR="00272C25">
        <w:t>eine</w:t>
      </w:r>
      <w:r w:rsidR="00E65014">
        <w:t>m</w:t>
      </w:r>
      <w:r w:rsidR="00272C25">
        <w:t xml:space="preserve"> </w:t>
      </w:r>
      <w:r w:rsidR="0068765E">
        <w:t xml:space="preserve">18-monatigen </w:t>
      </w:r>
      <w:r>
        <w:t>L</w:t>
      </w:r>
      <w:r w:rsidR="00E65014">
        <w:t>ehrgang aus</w:t>
      </w:r>
    </w:p>
    <w:p w:rsidR="00476D9C" w:rsidRPr="00476D9C" w:rsidRDefault="00476D9C" w:rsidP="00476D9C"/>
    <w:p w:rsidR="007E1606" w:rsidRDefault="009B26E3" w:rsidP="00C82B81">
      <w:r>
        <w:rPr>
          <w:i/>
        </w:rPr>
        <w:t>Puebla</w:t>
      </w:r>
      <w:r w:rsidR="00C82B81">
        <w:rPr>
          <w:i/>
        </w:rPr>
        <w:t xml:space="preserve">, </w:t>
      </w:r>
      <w:r w:rsidR="007C1406">
        <w:rPr>
          <w:i/>
        </w:rPr>
        <w:t xml:space="preserve">2. Dezember </w:t>
      </w:r>
      <w:bookmarkStart w:id="0" w:name="_GoBack"/>
      <w:bookmarkEnd w:id="0"/>
      <w:r w:rsidR="005833D5" w:rsidRPr="005833D5">
        <w:rPr>
          <w:i/>
        </w:rPr>
        <w:t>201</w:t>
      </w:r>
      <w:r w:rsidR="00A1783E">
        <w:rPr>
          <w:i/>
        </w:rPr>
        <w:t>6</w:t>
      </w:r>
      <w:r w:rsidR="005833D5" w:rsidRPr="005833D5">
        <w:rPr>
          <w:i/>
        </w:rPr>
        <w:t xml:space="preserve"> </w:t>
      </w:r>
      <w:r w:rsidR="000F2F77">
        <w:t>–</w:t>
      </w:r>
      <w:r w:rsidR="005833D5">
        <w:t xml:space="preserve"> </w:t>
      </w:r>
      <w:r w:rsidR="000A6BEE">
        <w:t>Wer einen Abschluss von</w:t>
      </w:r>
      <w:r w:rsidR="006C7F21">
        <w:t xml:space="preserve"> </w:t>
      </w:r>
      <w:r w:rsidR="006A57FE">
        <w:t>Cedual</w:t>
      </w:r>
      <w:r w:rsidR="003E6C8D">
        <w:t xml:space="preserve"> </w:t>
      </w:r>
      <w:r w:rsidR="006C7F21">
        <w:t>in der Tasche hat, kann sich über beste Beruf</w:t>
      </w:r>
      <w:r w:rsidR="005D4794">
        <w:t>saussichten freuen</w:t>
      </w:r>
      <w:r w:rsidR="00705260">
        <w:t xml:space="preserve">. Das gilt auch für den zweiten Jahrgang der Industrie- und Werkzeugmechaniker, die </w:t>
      </w:r>
      <w:r w:rsidR="00D349E9">
        <w:t>das</w:t>
      </w:r>
      <w:r w:rsidR="00705260">
        <w:t xml:space="preserve"> </w:t>
      </w:r>
      <w:r w:rsidR="005D4794">
        <w:t xml:space="preserve">Duale Ausbildungszentrum von Schuler </w:t>
      </w:r>
      <w:r w:rsidR="003E6C8D">
        <w:t xml:space="preserve">im mexikanischen Puebla </w:t>
      </w:r>
      <w:r w:rsidR="00705260">
        <w:t xml:space="preserve">heute </w:t>
      </w:r>
      <w:r w:rsidR="000D0361">
        <w:t xml:space="preserve">feierlich </w:t>
      </w:r>
      <w:r w:rsidR="00705260">
        <w:t>verabschiedet</w:t>
      </w:r>
      <w:r w:rsidR="00D349E9">
        <w:t xml:space="preserve"> hat</w:t>
      </w:r>
      <w:r w:rsidR="00705260">
        <w:t xml:space="preserve">. </w:t>
      </w:r>
      <w:r w:rsidR="000A6BEE">
        <w:t>Die frisch gebackenen Jungfacharbeiter</w:t>
      </w:r>
      <w:r w:rsidR="00784770">
        <w:t xml:space="preserve"> haben </w:t>
      </w:r>
      <w:r w:rsidR="001237B5">
        <w:t>in den</w:t>
      </w:r>
      <w:r w:rsidR="00784770">
        <w:t xml:space="preserve"> vergangenen drei Jahre</w:t>
      </w:r>
      <w:r w:rsidR="001237B5">
        <w:t>n</w:t>
      </w:r>
      <w:r w:rsidR="00784770">
        <w:t xml:space="preserve"> genau die Kenntnisse </w:t>
      </w:r>
      <w:r w:rsidR="006A57FE">
        <w:t xml:space="preserve">und Fähigkeiten </w:t>
      </w:r>
      <w:r w:rsidR="00784770">
        <w:t xml:space="preserve">erworben, </w:t>
      </w:r>
      <w:r w:rsidR="00B277D0">
        <w:t xml:space="preserve">die </w:t>
      </w:r>
      <w:r w:rsidR="00CE1551">
        <w:t xml:space="preserve">in der </w:t>
      </w:r>
      <w:r w:rsidR="004A2BB6">
        <w:t xml:space="preserve">stark wachsenden </w:t>
      </w:r>
      <w:r w:rsidR="00B277D0">
        <w:t xml:space="preserve">Automobil- und Zulieferindustrie </w:t>
      </w:r>
      <w:r w:rsidR="005A6B68">
        <w:t xml:space="preserve">Mexikos </w:t>
      </w:r>
      <w:r w:rsidR="004A2BB6">
        <w:t>so</w:t>
      </w:r>
      <w:r w:rsidR="002316E4">
        <w:t xml:space="preserve"> gefragt sind.</w:t>
      </w:r>
      <w:r w:rsidR="005A6B68">
        <w:t xml:space="preserve"> </w:t>
      </w:r>
      <w:r w:rsidR="00CF1DD2">
        <w:t>An der Ver</w:t>
      </w:r>
      <w:r w:rsidR="00765BE4">
        <w:t>abschiedung nahmen neben den Schuler-Führungskräften auch</w:t>
      </w:r>
      <w:r w:rsidR="00CB3E0A">
        <w:t xml:space="preserve"> </w:t>
      </w:r>
      <w:r w:rsidR="00B06D20">
        <w:t xml:space="preserve">der stellvertretende </w:t>
      </w:r>
      <w:r w:rsidR="00B06D20" w:rsidRPr="009F4D07">
        <w:t xml:space="preserve">Geschäftsführer </w:t>
      </w:r>
      <w:r w:rsidR="00B06D20">
        <w:t>der mexikanischen Außenhandelskammer,</w:t>
      </w:r>
      <w:r w:rsidR="00B06D20" w:rsidRPr="009F4D07">
        <w:t xml:space="preserve"> </w:t>
      </w:r>
      <w:r w:rsidR="009F4D07" w:rsidRPr="009F4D07">
        <w:t>Andreas Müller</w:t>
      </w:r>
      <w:r w:rsidR="00765BE4">
        <w:t xml:space="preserve"> sowie</w:t>
      </w:r>
      <w:r w:rsidR="009F4D07">
        <w:t xml:space="preserve"> der</w:t>
      </w:r>
      <w:r w:rsidR="00CF1DD2">
        <w:t xml:space="preserve"> </w:t>
      </w:r>
      <w:r w:rsidR="009F4D07" w:rsidRPr="009F4D07">
        <w:t>Aufsichtsratsvorsitzende der Allgaier Werke GmbH, Prof. Dr. Dieter Hundt</w:t>
      </w:r>
      <w:r w:rsidR="009F4D07">
        <w:t>, teil.</w:t>
      </w:r>
    </w:p>
    <w:p w:rsidR="007E1606" w:rsidRDefault="007E1606" w:rsidP="007E1606"/>
    <w:p w:rsidR="000B1C11" w:rsidRPr="005454B6" w:rsidRDefault="001530BF" w:rsidP="00F8218E">
      <w:r>
        <w:t>„</w:t>
      </w:r>
      <w:r w:rsidR="000A6BEE">
        <w:t xml:space="preserve">Die duale Ausbildung nach deutschem Vorbild bleibt auch in Zukunft die Basis von Cedual. Es hat sich allerdings herausgestellt, </w:t>
      </w:r>
      <w:r w:rsidR="000A6BEE" w:rsidRPr="00D126A3">
        <w:t>dass es darüber hinaus a</w:t>
      </w:r>
      <w:r w:rsidR="00756456" w:rsidRPr="00D126A3">
        <w:t>uch einen Bedarf nach einer kürzeren Ausbildung gibt. Deswegen</w:t>
      </w:r>
      <w:r w:rsidRPr="00D126A3">
        <w:t xml:space="preserve"> bieten wir nun auch einen</w:t>
      </w:r>
      <w:r w:rsidR="00756456" w:rsidRPr="00D126A3">
        <w:t xml:space="preserve"> </w:t>
      </w:r>
      <w:r w:rsidR="000A6BEE" w:rsidRPr="00D126A3">
        <w:t>L</w:t>
      </w:r>
      <w:r w:rsidRPr="00D126A3">
        <w:t xml:space="preserve">ehrgang </w:t>
      </w:r>
      <w:r w:rsidR="00756456" w:rsidRPr="00D126A3">
        <w:t>über 18 Monate</w:t>
      </w:r>
      <w:r w:rsidR="004E10B9" w:rsidRPr="00D126A3">
        <w:t xml:space="preserve"> an,</w:t>
      </w:r>
      <w:r w:rsidR="00756456" w:rsidRPr="00D126A3">
        <w:t xml:space="preserve"> </w:t>
      </w:r>
      <w:r w:rsidR="004E10B9" w:rsidRPr="00D126A3">
        <w:t xml:space="preserve">wie </w:t>
      </w:r>
      <w:r w:rsidR="00D83EA1">
        <w:t>zum Beispiel die</w:t>
      </w:r>
      <w:r w:rsidR="004E10B9" w:rsidRPr="00D126A3">
        <w:t xml:space="preserve"> IHK anerkannte Fachkraft für Metalltechnik</w:t>
      </w:r>
      <w:r w:rsidR="00FA3D84" w:rsidRPr="00D126A3">
        <w:t>, der aber weiterhin den hohen deutschen Qualitätsstandard einlösen soll</w:t>
      </w:r>
      <w:r w:rsidRPr="00D126A3">
        <w:t xml:space="preserve">“, </w:t>
      </w:r>
      <w:r w:rsidR="000B436B" w:rsidRPr="00D126A3">
        <w:t>erklärt</w:t>
      </w:r>
      <w:r w:rsidR="003B54F0" w:rsidRPr="00D126A3">
        <w:t xml:space="preserve"> </w:t>
      </w:r>
      <w:proofErr w:type="spellStart"/>
      <w:r w:rsidR="003B54F0" w:rsidRPr="00D126A3">
        <w:t>Cedual</w:t>
      </w:r>
      <w:proofErr w:type="spellEnd"/>
      <w:r w:rsidR="003B54F0">
        <w:t xml:space="preserve">-Leiter Irving </w:t>
      </w:r>
      <w:proofErr w:type="spellStart"/>
      <w:r w:rsidR="003B54F0">
        <w:t>Maciel</w:t>
      </w:r>
      <w:proofErr w:type="spellEnd"/>
      <w:r w:rsidR="003B54F0">
        <w:t>.</w:t>
      </w:r>
      <w:r w:rsidR="00FA3D84">
        <w:t xml:space="preserve"> Um passgenau auf die</w:t>
      </w:r>
      <w:r w:rsidR="000A6BEE">
        <w:t xml:space="preserve"> Bedürfnisse</w:t>
      </w:r>
      <w:r w:rsidR="00FA3D84">
        <w:t xml:space="preserve"> der Kunden</w:t>
      </w:r>
      <w:r w:rsidR="000A6BEE">
        <w:t xml:space="preserve"> eingehen zu </w:t>
      </w:r>
      <w:r w:rsidR="000A6BEE">
        <w:lastRenderedPageBreak/>
        <w:t>können, fand in diese</w:t>
      </w:r>
      <w:r w:rsidR="00FA3D84">
        <w:t>r Woche ein Kunden-Workshop</w:t>
      </w:r>
      <w:r w:rsidR="000A6BEE">
        <w:t xml:space="preserve"> s</w:t>
      </w:r>
      <w:r w:rsidR="00FA3D84">
        <w:t xml:space="preserve">tatt. </w:t>
      </w:r>
      <w:r w:rsidR="000A6BEE">
        <w:t>Maciel kann auch g</w:t>
      </w:r>
      <w:r w:rsidR="00756456">
        <w:t>leich eine Erfolgsmeldung abgeben</w:t>
      </w:r>
      <w:r w:rsidR="000A6BEE">
        <w:t>: D</w:t>
      </w:r>
      <w:r w:rsidR="006E0141">
        <w:t xml:space="preserve">er Automobilhersteller </w:t>
      </w:r>
      <w:r w:rsidR="006E0141" w:rsidRPr="005454B6">
        <w:t xml:space="preserve">Ford </w:t>
      </w:r>
      <w:r w:rsidR="000A6BEE" w:rsidRPr="005454B6">
        <w:t xml:space="preserve">hat sich gerade dazu </w:t>
      </w:r>
      <w:r w:rsidR="00E976A8" w:rsidRPr="005454B6">
        <w:t xml:space="preserve">entschieden, </w:t>
      </w:r>
      <w:r w:rsidR="00756456" w:rsidRPr="005454B6">
        <w:t>2</w:t>
      </w:r>
      <w:r w:rsidR="004E10B9">
        <w:t>1</w:t>
      </w:r>
      <w:r w:rsidR="00756456" w:rsidRPr="005454B6">
        <w:t xml:space="preserve"> mexikanische Mitarbeiter </w:t>
      </w:r>
      <w:r w:rsidR="0030261E" w:rsidRPr="005454B6">
        <w:t>eine Grundausbildung bei</w:t>
      </w:r>
      <w:r w:rsidR="00916CFD" w:rsidRPr="005454B6">
        <w:t xml:space="preserve"> Cedual</w:t>
      </w:r>
      <w:r w:rsidR="00756456" w:rsidRPr="005454B6">
        <w:t xml:space="preserve"> durchlaufen zu lassen</w:t>
      </w:r>
      <w:r w:rsidR="00C0347D" w:rsidRPr="005454B6">
        <w:t>.</w:t>
      </w:r>
    </w:p>
    <w:p w:rsidR="005454B6" w:rsidRPr="005454B6" w:rsidRDefault="005454B6" w:rsidP="00F8218E"/>
    <w:p w:rsidR="004E0207" w:rsidRDefault="00245B74" w:rsidP="00F8218E">
      <w:r w:rsidRPr="005454B6">
        <w:t xml:space="preserve">Weitere </w:t>
      </w:r>
      <w:r w:rsidR="00237B3C" w:rsidRPr="005454B6">
        <w:t>Firmen wie</w:t>
      </w:r>
      <w:r w:rsidR="001E000E" w:rsidRPr="005454B6">
        <w:t xml:space="preserve"> Audi,</w:t>
      </w:r>
      <w:r w:rsidR="00237B3C" w:rsidRPr="005454B6">
        <w:t xml:space="preserve"> Allgaier</w:t>
      </w:r>
      <w:r w:rsidR="00765BE4" w:rsidRPr="005454B6">
        <w:t>, ThyssenKrupp, LuK, Gestamp oder</w:t>
      </w:r>
      <w:r w:rsidR="00237B3C" w:rsidRPr="005454B6">
        <w:t xml:space="preserve"> PWO lassen ihre Nachwuchskräfte </w:t>
      </w:r>
      <w:r w:rsidRPr="005454B6">
        <w:t xml:space="preserve">ebenfalls </w:t>
      </w:r>
      <w:r w:rsidR="00237B3C" w:rsidRPr="005454B6">
        <w:t>dort ausbilden.</w:t>
      </w:r>
      <w:r w:rsidRPr="005454B6">
        <w:t xml:space="preserve"> </w:t>
      </w:r>
      <w:r w:rsidR="000E7BC1" w:rsidRPr="005454B6">
        <w:t>Das</w:t>
      </w:r>
      <w:r w:rsidR="00F8218E" w:rsidRPr="005454B6">
        <w:t xml:space="preserve"> Ausbildungszentrum</w:t>
      </w:r>
      <w:r w:rsidR="000E7BC1" w:rsidRPr="005454B6">
        <w:t xml:space="preserve"> ist </w:t>
      </w:r>
      <w:r w:rsidR="00B319AA" w:rsidRPr="005454B6">
        <w:t>mit</w:t>
      </w:r>
      <w:r w:rsidR="00F8218E" w:rsidRPr="005454B6">
        <w:t xml:space="preserve"> </w:t>
      </w:r>
      <w:r w:rsidR="00B319AA" w:rsidRPr="005454B6">
        <w:t>Bohr-, Dreh, Fräs- und Schleifmaschinen, zahlreichen Werkbänken, einem audiovisuellen Hörsaal und drei Klassenzimmern ausgestattet</w:t>
      </w:r>
      <w:r w:rsidR="00973511" w:rsidRPr="005454B6">
        <w:t xml:space="preserve"> </w:t>
      </w:r>
      <w:r w:rsidR="000E7BC1" w:rsidRPr="005454B6">
        <w:t>und verfügt</w:t>
      </w:r>
      <w:r w:rsidR="00B319AA" w:rsidRPr="005454B6">
        <w:t xml:space="preserve"> </w:t>
      </w:r>
      <w:r w:rsidR="00F8218E" w:rsidRPr="005454B6">
        <w:t xml:space="preserve">über </w:t>
      </w:r>
      <w:r w:rsidR="000E7BC1" w:rsidRPr="005454B6">
        <w:t xml:space="preserve">insgesamt </w:t>
      </w:r>
      <w:r w:rsidR="00F8218E" w:rsidRPr="005454B6">
        <w:t>90 Plätze</w:t>
      </w:r>
      <w:r w:rsidR="004A2C67">
        <w:t xml:space="preserve">. </w:t>
      </w:r>
      <w:r w:rsidR="00F8218E" w:rsidRPr="005454B6">
        <w:t xml:space="preserve">Theorie- und Praxisphasen </w:t>
      </w:r>
      <w:r w:rsidR="00B319AA" w:rsidRPr="005454B6">
        <w:t xml:space="preserve">wechseln sich wie bei der dualen Ausbildung in Deutschland </w:t>
      </w:r>
      <w:r w:rsidR="00F8218E" w:rsidRPr="005454B6">
        <w:t>ab</w:t>
      </w:r>
      <w:r w:rsidR="00B319AA" w:rsidRPr="005454B6">
        <w:t>.</w:t>
      </w:r>
      <w:r w:rsidR="000A6BEE" w:rsidRPr="005454B6">
        <w:t xml:space="preserve"> </w:t>
      </w:r>
      <w:r w:rsidR="005454B6">
        <w:t>D</w:t>
      </w:r>
      <w:r w:rsidR="0030261E" w:rsidRPr="005454B6">
        <w:t>ie Ausbildungsinhalte und der Ausbildungsstandard entsprechen in volle</w:t>
      </w:r>
      <w:r w:rsidR="005454B6">
        <w:t>m Umfang dem deutschen Vorbild</w:t>
      </w:r>
      <w:r w:rsidR="0030261E" w:rsidRPr="005454B6">
        <w:t>.</w:t>
      </w:r>
    </w:p>
    <w:p w:rsidR="0030261E" w:rsidRDefault="0030261E" w:rsidP="00F8218E"/>
    <w:p w:rsidR="005454B6" w:rsidRDefault="005454B6" w:rsidP="00F8218E"/>
    <w:p w:rsidR="004E0207" w:rsidRDefault="004E0207" w:rsidP="004E0207">
      <w:pPr>
        <w:pStyle w:val="berschrift2"/>
      </w:pPr>
      <w:r>
        <w:t>Internet</w:t>
      </w:r>
    </w:p>
    <w:p w:rsidR="00E51AD4" w:rsidRDefault="007C1406" w:rsidP="007E1606">
      <w:hyperlink r:id="rId12" w:history="1">
        <w:r w:rsidR="004E0207" w:rsidRPr="00F55542">
          <w:rPr>
            <w:rStyle w:val="Hyperlink"/>
          </w:rPr>
          <w:t>www.schuler.mx</w:t>
        </w:r>
      </w:hyperlink>
    </w:p>
    <w:p w:rsidR="004E0207" w:rsidRDefault="004E0207" w:rsidP="007E1606"/>
    <w:p w:rsidR="005454B6" w:rsidRDefault="005454B6" w:rsidP="007E1606"/>
    <w:p w:rsidR="007E1606" w:rsidRDefault="007E1606" w:rsidP="000E228F">
      <w:pPr>
        <w:pStyle w:val="berschrift3"/>
      </w:pPr>
      <w:r>
        <w:t>Bildunterschriften</w:t>
      </w:r>
    </w:p>
    <w:p w:rsidR="00C82B81" w:rsidRDefault="007E1606" w:rsidP="007E1606">
      <w:r>
        <w:t>Bild</w:t>
      </w:r>
      <w:r w:rsidR="00593A5A">
        <w:t>1</w:t>
      </w:r>
      <w:r>
        <w:t xml:space="preserve">.jpg: </w:t>
      </w:r>
      <w:r w:rsidR="000D0361">
        <w:t xml:space="preserve">Das Duale Ausbildungszentrum von Schuler in Mexiko </w:t>
      </w:r>
      <w:r w:rsidR="000E7759">
        <w:t xml:space="preserve">(„Cedual“) </w:t>
      </w:r>
      <w:r w:rsidR="000D0361">
        <w:t xml:space="preserve">hat jetzt den zweiten Jahrgang feierlich </w:t>
      </w:r>
      <w:r w:rsidR="00593A5A">
        <w:t>verabschiedet</w:t>
      </w:r>
      <w:r w:rsidR="000D0361">
        <w:t>.</w:t>
      </w:r>
    </w:p>
    <w:p w:rsidR="00593A5A" w:rsidRDefault="00593A5A" w:rsidP="007E1606">
      <w:r>
        <w:t xml:space="preserve">Bild2.jpg: </w:t>
      </w:r>
      <w:r w:rsidR="00B06818">
        <w:t>Um der hohen Nachfrage aus der Industrie gerecht zu werden, bietet das Cedual nun auch einen auf 18 Monate verkürzten Lehrgang an.</w:t>
      </w:r>
    </w:p>
    <w:p w:rsidR="005833D5" w:rsidRPr="005833D5" w:rsidRDefault="005833D5" w:rsidP="005833D5">
      <w:pPr>
        <w:rPr>
          <w:i/>
        </w:rPr>
      </w:pPr>
      <w:r w:rsidRPr="005833D5">
        <w:rPr>
          <w:i/>
        </w:rPr>
        <w:t>Als Bildquelle bitte Schuler angeben.</w:t>
      </w:r>
    </w:p>
    <w:p w:rsidR="005454B6" w:rsidRDefault="005454B6">
      <w:pPr>
        <w:spacing w:line="240" w:lineRule="auto"/>
        <w:rPr>
          <w:rFonts w:cs="Arial"/>
        </w:rPr>
      </w:pPr>
      <w:r>
        <w:rPr>
          <w:rFonts w:cs="Arial"/>
        </w:rPr>
        <w:br w:type="page"/>
      </w:r>
    </w:p>
    <w:p w:rsidR="005833D5" w:rsidRPr="00AF64B9" w:rsidRDefault="005833D5" w:rsidP="008E1F8F">
      <w:pPr>
        <w:ind w:right="-15"/>
        <w:outlineLvl w:val="0"/>
        <w:rPr>
          <w:rFonts w:cs="Arial"/>
        </w:rPr>
      </w:pPr>
    </w:p>
    <w:p w:rsidR="005833D5" w:rsidRPr="00AF64B9" w:rsidRDefault="005833D5" w:rsidP="008E1F8F">
      <w:pPr>
        <w:pBdr>
          <w:top w:val="single" w:sz="4" w:space="1" w:color="auto"/>
        </w:pBdr>
        <w:spacing w:line="240" w:lineRule="auto"/>
        <w:jc w:val="both"/>
      </w:pPr>
    </w:p>
    <w:p w:rsidR="005833D5" w:rsidRPr="00AF64B9" w:rsidRDefault="005833D5" w:rsidP="008E1F8F">
      <w:pPr>
        <w:pBdr>
          <w:top w:val="single" w:sz="4" w:space="1" w:color="auto"/>
        </w:pBdr>
        <w:spacing w:line="240" w:lineRule="auto"/>
        <w:jc w:val="both"/>
      </w:pPr>
    </w:p>
    <w:p w:rsidR="005833D5" w:rsidRDefault="005833D5" w:rsidP="008E1F8F">
      <w:pPr>
        <w:spacing w:line="240" w:lineRule="auto"/>
        <w:ind w:right="-15"/>
        <w:jc w:val="both"/>
        <w:outlineLvl w:val="0"/>
        <w:rPr>
          <w:b/>
          <w:i/>
        </w:rPr>
      </w:pPr>
      <w:r w:rsidRPr="00AF64B9">
        <w:rPr>
          <w:b/>
          <w:i/>
        </w:rPr>
        <w:t xml:space="preserve">Über den Schuler-Konzern – </w:t>
      </w:r>
      <w:hyperlink r:id="rId13" w:history="1">
        <w:r w:rsidR="00671E3C" w:rsidRPr="00D808EA">
          <w:rPr>
            <w:rStyle w:val="Hyperlink"/>
            <w:b/>
            <w:i/>
          </w:rPr>
          <w:t>www.schulergroup.com</w:t>
        </w:r>
      </w:hyperlink>
    </w:p>
    <w:p w:rsidR="005833D5" w:rsidRPr="00C82B81" w:rsidRDefault="007C5293" w:rsidP="007C5293">
      <w:pPr>
        <w:spacing w:line="240" w:lineRule="auto"/>
        <w:ind w:right="-15"/>
        <w:jc w:val="both"/>
        <w:outlineLvl w:val="0"/>
        <w:rPr>
          <w:i/>
        </w:rPr>
      </w:pPr>
      <w:r w:rsidRPr="007C5293">
        <w:rPr>
          <w:i/>
        </w:rPr>
        <w:t>Schuler ist Technologie- und Weltmarktführer in der Umformtechnik. Das Unternehmen bietet Pressen, Automationslösungen, Werkzeuge, Prozess-Knowhow und Service für die gesamte metallverarbeitende Industrie und den automobilen Leichtbau. Zu den Kunden zählen Automobilhersteller und-zulieferer sowie Unternehmen aus der Schmiede-, Hausgeräte-, Verpackungs-, Energie- und Elektroindustrie. Schuler ist führend bei Münzprägepressen und realisiert Systemlösungen für Luft- und Raumfahrt, den Schienenverk</w:t>
      </w:r>
      <w:r w:rsidR="00D83EA1">
        <w:rPr>
          <w:i/>
        </w:rPr>
        <w:t>ehr und die Großrohr-Fertigung.</w:t>
      </w:r>
      <w:r w:rsidRPr="007C5293">
        <w:rPr>
          <w:i/>
        </w:rPr>
        <w:t xml:space="preserve"> Im Geschäftsjahr 2015 erzielte Schuler einen Umsatz von 1.200,0 Millionen Euro. Nach der Übernahme des Werkzeugbauers AWEBA und der Mehrheitsbeteiligung am chinesischen Pressenhersteller Yadon ist Schuler mit rund 6.800 Mitarbeitern in 40 Ländern präsent. Schuler gehört mehrheitlich zur österreichischen ANDRITZ-Gruppe.</w:t>
      </w:r>
    </w:p>
    <w:sectPr w:rsidR="005833D5" w:rsidRPr="00C82B81" w:rsidSect="007E1606">
      <w:headerReference w:type="default" r:id="rId14"/>
      <w:footerReference w:type="default" r:id="rId15"/>
      <w:headerReference w:type="first" r:id="rId16"/>
      <w:footerReference w:type="first" r:id="rId17"/>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471B" w:rsidRDefault="00A4471B" w:rsidP="007E132D">
      <w:r>
        <w:separator/>
      </w:r>
    </w:p>
    <w:p w:rsidR="00A4471B" w:rsidRDefault="00A4471B" w:rsidP="007E132D"/>
  </w:endnote>
  <w:endnote w:type="continuationSeparator" w:id="0">
    <w:p w:rsidR="00A4471B" w:rsidRDefault="00A4471B" w:rsidP="007E132D">
      <w:r>
        <w:continuationSeparator/>
      </w:r>
    </w:p>
    <w:p w:rsidR="00A4471B" w:rsidRDefault="00A4471B"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Schuler DIN Offc Pro">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rsidTr="007E1606">
      <w:trPr>
        <w:trHeight w:hRule="exact" w:val="227"/>
      </w:trPr>
      <w:tc>
        <w:tcPr>
          <w:tcW w:w="2409" w:type="dxa"/>
          <w:shd w:val="clear" w:color="auto" w:fill="auto"/>
        </w:tcPr>
        <w:p w:rsidR="00377DED" w:rsidRPr="007E1606" w:rsidRDefault="00377DED"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7C1406">
            <w:rPr>
              <w:rFonts w:eastAsia="Calibri"/>
              <w:noProof/>
            </w:rPr>
            <w:instrText>3</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7C1406">
            <w:rPr>
              <w:rFonts w:eastAsia="Calibri"/>
              <w:noProof/>
            </w:rPr>
            <w:instrText>2</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7C1406">
            <w:rPr>
              <w:rFonts w:eastAsia="Calibri"/>
              <w:noProof/>
            </w:rPr>
            <w:instrText>3</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7C1406" w:rsidRPr="007E1606">
            <w:rPr>
              <w:rFonts w:eastAsia="Calibri"/>
              <w:noProof/>
            </w:rPr>
            <w:t xml:space="preserve">Seite </w:t>
          </w:r>
          <w:r w:rsidR="007C1406">
            <w:rPr>
              <w:rFonts w:eastAsia="Calibri"/>
              <w:noProof/>
            </w:rPr>
            <w:t>2</w:t>
          </w:r>
          <w:r w:rsidR="007C1406" w:rsidRPr="007E1606">
            <w:rPr>
              <w:rFonts w:eastAsia="Calibri"/>
              <w:noProof/>
            </w:rPr>
            <w:t xml:space="preserve"> von </w:t>
          </w:r>
          <w:r w:rsidR="007C1406">
            <w:rPr>
              <w:rFonts w:eastAsia="Calibri"/>
              <w:noProof/>
            </w:rPr>
            <w:t>3</w:t>
          </w:r>
          <w:r w:rsidRPr="007E1606">
            <w:rPr>
              <w:rFonts w:eastAsia="Calibri"/>
            </w:rPr>
            <w:fldChar w:fldCharType="end"/>
          </w:r>
        </w:p>
      </w:tc>
    </w:tr>
  </w:tbl>
  <w:p w:rsidR="00E3363B" w:rsidRPr="00D16703" w:rsidRDefault="00E3363B" w:rsidP="007E132D">
    <w:pPr>
      <w:pStyle w:val="Fuzeile"/>
      <w:rPr>
        <w:lang w:val="it-IT"/>
      </w:rPr>
    </w:pPr>
  </w:p>
  <w:p w:rsidR="00E90330" w:rsidRDefault="00E90330" w:rsidP="007E132D"/>
  <w:p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471B" w:rsidRDefault="00A4471B" w:rsidP="007E132D">
      <w:r>
        <w:separator/>
      </w:r>
    </w:p>
    <w:p w:rsidR="00A4471B" w:rsidRDefault="00A4471B" w:rsidP="007E132D"/>
  </w:footnote>
  <w:footnote w:type="continuationSeparator" w:id="0">
    <w:p w:rsidR="00A4471B" w:rsidRDefault="00A4471B" w:rsidP="007E132D">
      <w:r>
        <w:continuationSeparator/>
      </w:r>
    </w:p>
    <w:p w:rsidR="00A4471B" w:rsidRDefault="00A4471B"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56611004" wp14:editId="56611005">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56611006" wp14:editId="56611007">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1E0C3C" w:rsidP="007E132D">
    <w:r>
      <w:rPr>
        <w:noProof/>
      </w:rPr>
      <w:drawing>
        <wp:anchor distT="0" distB="0" distL="114300" distR="114300" simplePos="0" relativeHeight="251656192" behindDoc="1" locked="0" layoutInCell="1" allowOverlap="1" wp14:anchorId="56611008" wp14:editId="56611009">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rsidR="00E3363B" w:rsidRDefault="00E3363B" w:rsidP="007E132D"/>
  <w:p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5661100A" wp14:editId="5661100B">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363B" w:rsidRDefault="00E3363B" w:rsidP="007E132D"/>
  <w:p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1BC"/>
    <w:rsid w:val="00003CBE"/>
    <w:rsid w:val="00004C7F"/>
    <w:rsid w:val="00031750"/>
    <w:rsid w:val="00033BD2"/>
    <w:rsid w:val="000716BA"/>
    <w:rsid w:val="00086F40"/>
    <w:rsid w:val="000A52A8"/>
    <w:rsid w:val="000A6BEE"/>
    <w:rsid w:val="000B1C11"/>
    <w:rsid w:val="000B436B"/>
    <w:rsid w:val="000B704A"/>
    <w:rsid w:val="000C0CAD"/>
    <w:rsid w:val="000D0361"/>
    <w:rsid w:val="000D09D6"/>
    <w:rsid w:val="000E228F"/>
    <w:rsid w:val="000E7759"/>
    <w:rsid w:val="000E7BC1"/>
    <w:rsid w:val="000F2F77"/>
    <w:rsid w:val="000F66B8"/>
    <w:rsid w:val="00102187"/>
    <w:rsid w:val="001237B5"/>
    <w:rsid w:val="00130A5F"/>
    <w:rsid w:val="00136218"/>
    <w:rsid w:val="00136E90"/>
    <w:rsid w:val="00152C69"/>
    <w:rsid w:val="001530BF"/>
    <w:rsid w:val="001631E1"/>
    <w:rsid w:val="0016339C"/>
    <w:rsid w:val="0016495A"/>
    <w:rsid w:val="00173722"/>
    <w:rsid w:val="0017697C"/>
    <w:rsid w:val="001B1B07"/>
    <w:rsid w:val="001C1FA2"/>
    <w:rsid w:val="001C3EE2"/>
    <w:rsid w:val="001E000E"/>
    <w:rsid w:val="001E0C3C"/>
    <w:rsid w:val="001F6280"/>
    <w:rsid w:val="002077B7"/>
    <w:rsid w:val="00212513"/>
    <w:rsid w:val="00215C8A"/>
    <w:rsid w:val="002315E0"/>
    <w:rsid w:val="002316E4"/>
    <w:rsid w:val="002362D1"/>
    <w:rsid w:val="00237B3C"/>
    <w:rsid w:val="00245B74"/>
    <w:rsid w:val="002712C2"/>
    <w:rsid w:val="00272C25"/>
    <w:rsid w:val="00277B47"/>
    <w:rsid w:val="002A1D04"/>
    <w:rsid w:val="002A3A54"/>
    <w:rsid w:val="002A42B6"/>
    <w:rsid w:val="002A4B0E"/>
    <w:rsid w:val="002B391B"/>
    <w:rsid w:val="002B41E8"/>
    <w:rsid w:val="0030261E"/>
    <w:rsid w:val="003230D4"/>
    <w:rsid w:val="00323555"/>
    <w:rsid w:val="00363740"/>
    <w:rsid w:val="00365A9E"/>
    <w:rsid w:val="003728F6"/>
    <w:rsid w:val="00373C01"/>
    <w:rsid w:val="00377DED"/>
    <w:rsid w:val="003B54F0"/>
    <w:rsid w:val="003C626A"/>
    <w:rsid w:val="003D76C7"/>
    <w:rsid w:val="003E30C0"/>
    <w:rsid w:val="003E6C8D"/>
    <w:rsid w:val="003F0681"/>
    <w:rsid w:val="003F6888"/>
    <w:rsid w:val="00403CE5"/>
    <w:rsid w:val="00403EFF"/>
    <w:rsid w:val="004355F7"/>
    <w:rsid w:val="00437589"/>
    <w:rsid w:val="0046133F"/>
    <w:rsid w:val="00476782"/>
    <w:rsid w:val="00476D9C"/>
    <w:rsid w:val="004843CC"/>
    <w:rsid w:val="00485C6B"/>
    <w:rsid w:val="004A2BB6"/>
    <w:rsid w:val="004A2C67"/>
    <w:rsid w:val="004A6CBD"/>
    <w:rsid w:val="004B2F92"/>
    <w:rsid w:val="004B35DD"/>
    <w:rsid w:val="004C4B30"/>
    <w:rsid w:val="004C697D"/>
    <w:rsid w:val="004D76DD"/>
    <w:rsid w:val="004E0207"/>
    <w:rsid w:val="004E10B9"/>
    <w:rsid w:val="00531DDB"/>
    <w:rsid w:val="00533491"/>
    <w:rsid w:val="005454B6"/>
    <w:rsid w:val="00552A9D"/>
    <w:rsid w:val="005547DF"/>
    <w:rsid w:val="0056768B"/>
    <w:rsid w:val="00575FA0"/>
    <w:rsid w:val="00581874"/>
    <w:rsid w:val="005833D5"/>
    <w:rsid w:val="00593A5A"/>
    <w:rsid w:val="00595D96"/>
    <w:rsid w:val="005A6B68"/>
    <w:rsid w:val="005C0BBB"/>
    <w:rsid w:val="005C6AE3"/>
    <w:rsid w:val="005D4794"/>
    <w:rsid w:val="005F6D99"/>
    <w:rsid w:val="00601238"/>
    <w:rsid w:val="0060142A"/>
    <w:rsid w:val="0064007A"/>
    <w:rsid w:val="0065451D"/>
    <w:rsid w:val="00654B60"/>
    <w:rsid w:val="00660D47"/>
    <w:rsid w:val="00671E3C"/>
    <w:rsid w:val="00674EF3"/>
    <w:rsid w:val="006813B8"/>
    <w:rsid w:val="0068251B"/>
    <w:rsid w:val="006848FF"/>
    <w:rsid w:val="0068765E"/>
    <w:rsid w:val="00687868"/>
    <w:rsid w:val="006A31D9"/>
    <w:rsid w:val="006A57FE"/>
    <w:rsid w:val="006A659E"/>
    <w:rsid w:val="006A7F52"/>
    <w:rsid w:val="006C7F21"/>
    <w:rsid w:val="006D7242"/>
    <w:rsid w:val="006E0141"/>
    <w:rsid w:val="00702B70"/>
    <w:rsid w:val="00704CC9"/>
    <w:rsid w:val="00705260"/>
    <w:rsid w:val="00714E5C"/>
    <w:rsid w:val="0072042B"/>
    <w:rsid w:val="00731CB0"/>
    <w:rsid w:val="00733AAF"/>
    <w:rsid w:val="00735C6C"/>
    <w:rsid w:val="00742F8D"/>
    <w:rsid w:val="00756456"/>
    <w:rsid w:val="007649A2"/>
    <w:rsid w:val="00765BE4"/>
    <w:rsid w:val="007826E4"/>
    <w:rsid w:val="00784770"/>
    <w:rsid w:val="00784E5A"/>
    <w:rsid w:val="007914A9"/>
    <w:rsid w:val="00794AEE"/>
    <w:rsid w:val="007A3018"/>
    <w:rsid w:val="007B0BF4"/>
    <w:rsid w:val="007C1406"/>
    <w:rsid w:val="007C16F5"/>
    <w:rsid w:val="007C5293"/>
    <w:rsid w:val="007E132D"/>
    <w:rsid w:val="007E1606"/>
    <w:rsid w:val="007E3244"/>
    <w:rsid w:val="007F4512"/>
    <w:rsid w:val="00821B54"/>
    <w:rsid w:val="00821E5D"/>
    <w:rsid w:val="00822597"/>
    <w:rsid w:val="008258E8"/>
    <w:rsid w:val="008334D5"/>
    <w:rsid w:val="008350E8"/>
    <w:rsid w:val="008617A2"/>
    <w:rsid w:val="00861A65"/>
    <w:rsid w:val="00865B83"/>
    <w:rsid w:val="008718D2"/>
    <w:rsid w:val="0087295F"/>
    <w:rsid w:val="00876E6E"/>
    <w:rsid w:val="00877DC8"/>
    <w:rsid w:val="00886315"/>
    <w:rsid w:val="00891890"/>
    <w:rsid w:val="00894865"/>
    <w:rsid w:val="008C6578"/>
    <w:rsid w:val="008D1374"/>
    <w:rsid w:val="008D67FA"/>
    <w:rsid w:val="008E1F8F"/>
    <w:rsid w:val="008F5E25"/>
    <w:rsid w:val="009060ED"/>
    <w:rsid w:val="00916CFD"/>
    <w:rsid w:val="00920948"/>
    <w:rsid w:val="00926076"/>
    <w:rsid w:val="00941203"/>
    <w:rsid w:val="00944B70"/>
    <w:rsid w:val="00946BE7"/>
    <w:rsid w:val="00961469"/>
    <w:rsid w:val="00973511"/>
    <w:rsid w:val="00975A13"/>
    <w:rsid w:val="009A680E"/>
    <w:rsid w:val="009B2577"/>
    <w:rsid w:val="009B26E3"/>
    <w:rsid w:val="009B3EB7"/>
    <w:rsid w:val="009F4D07"/>
    <w:rsid w:val="009F65F3"/>
    <w:rsid w:val="00A0214C"/>
    <w:rsid w:val="00A166C4"/>
    <w:rsid w:val="00A1783E"/>
    <w:rsid w:val="00A31D72"/>
    <w:rsid w:val="00A32B85"/>
    <w:rsid w:val="00A4471B"/>
    <w:rsid w:val="00A46561"/>
    <w:rsid w:val="00A500A4"/>
    <w:rsid w:val="00A504FE"/>
    <w:rsid w:val="00A721BC"/>
    <w:rsid w:val="00A86ACD"/>
    <w:rsid w:val="00A9156A"/>
    <w:rsid w:val="00A91986"/>
    <w:rsid w:val="00A93519"/>
    <w:rsid w:val="00AB41D1"/>
    <w:rsid w:val="00AC414E"/>
    <w:rsid w:val="00AC55D1"/>
    <w:rsid w:val="00AC6510"/>
    <w:rsid w:val="00AE3AFF"/>
    <w:rsid w:val="00AF2D43"/>
    <w:rsid w:val="00AF64B9"/>
    <w:rsid w:val="00B01B58"/>
    <w:rsid w:val="00B01CEF"/>
    <w:rsid w:val="00B06818"/>
    <w:rsid w:val="00B06BC4"/>
    <w:rsid w:val="00B06D20"/>
    <w:rsid w:val="00B206B1"/>
    <w:rsid w:val="00B23715"/>
    <w:rsid w:val="00B277D0"/>
    <w:rsid w:val="00B307A6"/>
    <w:rsid w:val="00B319AA"/>
    <w:rsid w:val="00B47659"/>
    <w:rsid w:val="00B55136"/>
    <w:rsid w:val="00B762C9"/>
    <w:rsid w:val="00BC1B85"/>
    <w:rsid w:val="00BF6667"/>
    <w:rsid w:val="00C0347D"/>
    <w:rsid w:val="00C13892"/>
    <w:rsid w:val="00C72CD3"/>
    <w:rsid w:val="00C7616A"/>
    <w:rsid w:val="00C82B81"/>
    <w:rsid w:val="00C96DAD"/>
    <w:rsid w:val="00CB2B5C"/>
    <w:rsid w:val="00CB3E0A"/>
    <w:rsid w:val="00CC5637"/>
    <w:rsid w:val="00CC7CCA"/>
    <w:rsid w:val="00CD3AA7"/>
    <w:rsid w:val="00CE1551"/>
    <w:rsid w:val="00CF00FE"/>
    <w:rsid w:val="00CF1DD2"/>
    <w:rsid w:val="00D0120E"/>
    <w:rsid w:val="00D126A3"/>
    <w:rsid w:val="00D14566"/>
    <w:rsid w:val="00D15E35"/>
    <w:rsid w:val="00D16703"/>
    <w:rsid w:val="00D34558"/>
    <w:rsid w:val="00D349E9"/>
    <w:rsid w:val="00D36969"/>
    <w:rsid w:val="00D5679F"/>
    <w:rsid w:val="00D76894"/>
    <w:rsid w:val="00D77810"/>
    <w:rsid w:val="00D82AE7"/>
    <w:rsid w:val="00D83EA1"/>
    <w:rsid w:val="00D95005"/>
    <w:rsid w:val="00DB3F3F"/>
    <w:rsid w:val="00DB73FC"/>
    <w:rsid w:val="00DC5C7D"/>
    <w:rsid w:val="00DD16C5"/>
    <w:rsid w:val="00DE0EF1"/>
    <w:rsid w:val="00DE35EB"/>
    <w:rsid w:val="00DE6930"/>
    <w:rsid w:val="00E02AF6"/>
    <w:rsid w:val="00E207BB"/>
    <w:rsid w:val="00E2304D"/>
    <w:rsid w:val="00E25CAC"/>
    <w:rsid w:val="00E26828"/>
    <w:rsid w:val="00E3363B"/>
    <w:rsid w:val="00E36721"/>
    <w:rsid w:val="00E43619"/>
    <w:rsid w:val="00E50603"/>
    <w:rsid w:val="00E51AD4"/>
    <w:rsid w:val="00E56796"/>
    <w:rsid w:val="00E5769E"/>
    <w:rsid w:val="00E6320B"/>
    <w:rsid w:val="00E65014"/>
    <w:rsid w:val="00E85A97"/>
    <w:rsid w:val="00E90330"/>
    <w:rsid w:val="00E94A8B"/>
    <w:rsid w:val="00E94CAA"/>
    <w:rsid w:val="00E976A8"/>
    <w:rsid w:val="00EA0877"/>
    <w:rsid w:val="00EA7DC3"/>
    <w:rsid w:val="00EB1C2E"/>
    <w:rsid w:val="00F23AAD"/>
    <w:rsid w:val="00F44765"/>
    <w:rsid w:val="00F5073A"/>
    <w:rsid w:val="00F654EB"/>
    <w:rsid w:val="00F7676C"/>
    <w:rsid w:val="00F8218E"/>
    <w:rsid w:val="00F86631"/>
    <w:rsid w:val="00FA3D84"/>
    <w:rsid w:val="00FD1AC7"/>
    <w:rsid w:val="00FE2F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character" w:styleId="BesuchterHyperlink">
    <w:name w:val="FollowedHyperlink"/>
    <w:basedOn w:val="Absatz-Standardschriftart"/>
    <w:rsid w:val="004E020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character" w:styleId="BesuchterHyperlink">
    <w:name w:val="FollowedHyperlink"/>
    <w:basedOn w:val="Absatz-Standardschriftart"/>
    <w:rsid w:val="004E020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474798">
      <w:bodyDiv w:val="1"/>
      <w:marLeft w:val="0"/>
      <w:marRight w:val="0"/>
      <w:marTop w:val="0"/>
      <w:marBottom w:val="0"/>
      <w:divBdr>
        <w:top w:val="none" w:sz="0" w:space="0" w:color="auto"/>
        <w:left w:val="none" w:sz="0" w:space="0" w:color="auto"/>
        <w:bottom w:val="none" w:sz="0" w:space="0" w:color="auto"/>
        <w:right w:val="none" w:sz="0" w:space="0" w:color="auto"/>
      </w:divBdr>
    </w:div>
    <w:div w:id="174997182">
      <w:bodyDiv w:val="1"/>
      <w:marLeft w:val="0"/>
      <w:marRight w:val="0"/>
      <w:marTop w:val="0"/>
      <w:marBottom w:val="0"/>
      <w:divBdr>
        <w:top w:val="none" w:sz="0" w:space="0" w:color="auto"/>
        <w:left w:val="none" w:sz="0" w:space="0" w:color="auto"/>
        <w:bottom w:val="none" w:sz="0" w:space="0" w:color="auto"/>
        <w:right w:val="none" w:sz="0" w:space="0" w:color="auto"/>
      </w:divBdr>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chulergroup.com"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schuler.mx"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chulergroup.com/pr"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mailto:Ingo.Schnaitmann@schulergroup.com"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Schuler%20PM_Vorlage_Deut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A99A02F0A9B344F6B81FF7F262E21E640055FC0825858EDB4FB5351BEE5C4B3190" ma:contentTypeVersion="0" ma:contentTypeDescription="" ma:contentTypeScope="" ma:versionID="19696a28ff7c579ce1d1cf3e8529926e">
  <xsd:schema xmlns:xsd="http://www.w3.org/2001/XMLSchema" xmlns:xs="http://www.w3.org/2001/XMLSchema" xmlns:p="http://schemas.microsoft.com/office/2006/metadata/properties" xmlns:ns1="http://schemas.microsoft.com/sharepoint/v3" xmlns:ns2="14CA36B4-80C0-40BA-B310-DCB654F98268" targetNamespace="http://schemas.microsoft.com/office/2006/metadata/properties" ma:root="true" ma:fieldsID="671a22742c6b027530a2910e12ac4c32" ns1:_="" ns2:_="">
    <xsd:import namespace="http://schemas.microsoft.com/sharepoint/v3"/>
    <xsd:import namespace="14CA36B4-80C0-40BA-B310-DCB654F98268"/>
    <xsd:element name="properties">
      <xsd:complexType>
        <xsd:sequence>
          <xsd:element name="documentManagement">
            <xsd:complexType>
              <xsd:all>
                <xsd:element ref="ns1:TemplateUrl" minOccurs="0"/>
                <xsd:element ref="ns1:xd_ProgID" minOccurs="0"/>
                <xsd:element ref="ns1:xd_Signature" minOccurs="0"/>
                <xsd:element ref="ns2:si_lup_language"/>
                <xsd:element ref="ns2:si_lup_documentclassification"/>
                <xsd:element ref="ns2:si_lup_location" minOccurs="0"/>
                <xsd:element ref="ns2:si_lup_country" minOccurs="0"/>
                <xsd:element ref="ns2:si_cln_expiration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2" nillable="true" ma:displayName="Vorlageverknüpfung" ma:hidden="true" ma:internalName="TemplateUrl">
      <xsd:simpleType>
        <xsd:restriction base="dms:Text"/>
      </xsd:simpleType>
    </xsd:element>
    <xsd:element name="xd_ProgID" ma:index="3" nillable="true" ma:displayName="HTML-Dateiverknüpfung" ma:hidden="true" ma:internalName="xd_ProgID">
      <xsd:simpleType>
        <xsd:restriction base="dms:Text"/>
      </xsd:simpleType>
    </xsd:element>
    <xsd:element name="xd_Signature" ma:index="4" nillable="true" ma:displayName="Ist signiert"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CA36B4-80C0-40BA-B310-DCB654F98268" elementFormDefault="qualified">
    <xsd:import namespace="http://schemas.microsoft.com/office/2006/documentManagement/types"/>
    <xsd:import namespace="http://schemas.microsoft.com/office/infopath/2007/PartnerControls"/>
    <xsd:element name="si_lup_language" ma:index="7" ma:displayName="Language" ma:list="{0a0ae3d5-33af-4540-80b2-023f9b86b8e3}" ma:internalName="si_lup_language" ma:showField="Title" ma:web="260e577f-1aeb-4560-aee3-b5db5834c7b0">
      <xsd:simpleType>
        <xsd:restriction base="dms:Lookup"/>
      </xsd:simpleType>
    </xsd:element>
    <xsd:element name="si_lup_documentclassification" ma:index="8" ma:displayName="Documentclassification" ma:list="{994fc817-5a85-4742-88fc-758d9539807a}" ma:internalName="si_lup_documentclassification" ma:showField="Title" ma:web="260e577f-1aeb-4560-aee3-b5db5834c7b0">
      <xsd:simpleType>
        <xsd:restriction base="dms:Lookup"/>
      </xsd:simpleType>
    </xsd:element>
    <xsd:element name="si_lup_location" ma:index="9" nillable="true" ma:displayName="Location" ma:list="{b147be9d-c013-4508-8336-dde72b44f975}" ma:internalName="si_lup_location" ma:showField="Title" ma:web="260e577f-1aeb-4560-aee3-b5db5834c7b0">
      <xsd:simpleType>
        <xsd:restriction base="dms:Lookup"/>
      </xsd:simpleType>
    </xsd:element>
    <xsd:element name="si_lup_country" ma:index="10" nillable="true" ma:displayName="Country" ma:list="{5a43032a-5050-49ab-8ab2-ca19f8767a74}" ma:internalName="si_lup_country" ma:showField="Title" ma:web="260e577f-1aeb-4560-aee3-b5db5834c7b0">
      <xsd:simpleType>
        <xsd:restriction base="dms:Lookup"/>
      </xsd:simpleType>
    </xsd:element>
    <xsd:element name="si_cln_expiration_date" ma:index="11" ma:displayName="Expiration Date" ma:default="2017-06-25T00:00:00Z" ma:format="DateOnly" ma:internalName="si_cln_expiration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si_cln_expiration_date xmlns="14CA36B4-80C0-40BA-B310-DCB654F98268">2020-05-19T22:00:00+00:00</si_cln_expiration_date>
    <si_lup_language xmlns="14CA36B4-80C0-40BA-B310-DCB654F98268">1</si_lup_language>
    <si_lup_documentclassification xmlns="14CA36B4-80C0-40BA-B310-DCB654F98268">10</si_lup_documentclassification>
    <si_lup_location xmlns="14CA36B4-80C0-40BA-B310-DCB654F98268" xsi:nil="true"/>
    <si_lup_country xmlns="14CA36B4-80C0-40BA-B310-DCB654F98268" xsi:nil="true"/>
  </documentManagement>
</p:properties>
</file>

<file path=customXml/itemProps1.xml><?xml version="1.0" encoding="utf-8"?>
<ds:datastoreItem xmlns:ds="http://schemas.openxmlformats.org/officeDocument/2006/customXml" ds:itemID="{D93115CF-178A-4CEA-98B4-8B200481B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CA36B4-80C0-40BA-B310-DCB654F98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DEA00E-5BAA-4F94-8CB1-D258D9C89FD6}">
  <ds:schemaRefs>
    <ds:schemaRef ds:uri="http://purl.org/dc/terms/"/>
    <ds:schemaRef ds:uri="http://schemas.microsoft.com/sharepoint/v3"/>
    <ds:schemaRef ds:uri="http://purl.org/dc/dcmitype/"/>
    <ds:schemaRef ds:uri="http://purl.org/dc/elements/1.1/"/>
    <ds:schemaRef ds:uri="http://schemas.microsoft.com/office/infopath/2007/PartnerControls"/>
    <ds:schemaRef ds:uri="14CA36B4-80C0-40BA-B310-DCB654F98268"/>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Schuler PM_Vorlage_Deutsch_neu.dotx</Template>
  <TotalTime>0</TotalTime>
  <Pages>3</Pages>
  <Words>463</Words>
  <Characters>3417</Characters>
  <Application>Microsoft Office Word</Application>
  <DocSecurity>0</DocSecurity>
  <Lines>28</Lines>
  <Paragraphs>7</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Vorlagen</vt:lpstr>
      <vt:lpstr>Vorlagen</vt:lpstr>
    </vt:vector>
  </TitlesOfParts>
  <Company>Schuler</Company>
  <LinksUpToDate>false</LinksUpToDate>
  <CharactersWithSpaces>3873</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dc:title>
  <dc:creator>scherren</dc:creator>
  <cp:lastModifiedBy>Simon Scherrenbacher</cp:lastModifiedBy>
  <cp:revision>5</cp:revision>
  <cp:lastPrinted>2014-01-15T15:59:00Z</cp:lastPrinted>
  <dcterms:created xsi:type="dcterms:W3CDTF">2016-12-02T07:44:00Z</dcterms:created>
  <dcterms:modified xsi:type="dcterms:W3CDTF">2016-12-02T14:44:00Z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0x0101A99A02F0A9B344F6B81FF7F262E21E640055FC0825858EDB4FB5351BEE5C4B3190</vt:lpwstr>
  </property>
  <property fmtid="{D5CDD505-2E9C-101B-9397-08002B2CF9AE}" pid="3" name="_NewReviewCycle">
    <vt:lpwstr/>
  </property>
</Properties>
</file>