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E63CE9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946BE7" w:rsidRDefault="001379CA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 Scherrenbacher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E63CE9" w:rsidRDefault="00E63CE9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E63CE9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7E1606" w:rsidRPr="00E63CE9" w:rsidRDefault="007E1606" w:rsidP="007E132D">
      <w:pPr>
        <w:rPr>
          <w:lang w:val="en-US"/>
        </w:rPr>
      </w:pPr>
    </w:p>
    <w:p w:rsidR="00476D9C" w:rsidRPr="00E63CE9" w:rsidRDefault="00476D9C" w:rsidP="007E132D">
      <w:pPr>
        <w:rPr>
          <w:lang w:val="en-US"/>
        </w:rPr>
      </w:pPr>
    </w:p>
    <w:p w:rsidR="00476D9C" w:rsidRPr="00E63CE9" w:rsidRDefault="00476D9C" w:rsidP="007E132D">
      <w:pPr>
        <w:rPr>
          <w:lang w:val="en-US"/>
        </w:rPr>
      </w:pPr>
    </w:p>
    <w:p w:rsidR="00476D9C" w:rsidRPr="00E63CE9" w:rsidRDefault="00476D9C" w:rsidP="007E132D">
      <w:pPr>
        <w:rPr>
          <w:lang w:val="en-US"/>
        </w:rPr>
      </w:pPr>
    </w:p>
    <w:p w:rsidR="00476D9C" w:rsidRPr="00476D9C" w:rsidRDefault="00D20426" w:rsidP="003801EB">
      <w:pPr>
        <w:pStyle w:val="berschrift1"/>
      </w:pPr>
      <w:r>
        <w:t>3D-Druck revolutioniert Werkzeugbau</w:t>
      </w:r>
    </w:p>
    <w:p w:rsidR="006A31D9" w:rsidRDefault="001379CA" w:rsidP="00365A9E">
      <w:pPr>
        <w:pStyle w:val="berschrift2"/>
      </w:pPr>
      <w:r>
        <w:t>Durch</w:t>
      </w:r>
      <w:r w:rsidR="00D20630">
        <w:t xml:space="preserve"> </w:t>
      </w:r>
      <w:r w:rsidR="0090653D">
        <w:t xml:space="preserve">Laserstrahlschmelzen </w:t>
      </w:r>
      <w:r w:rsidR="00320BF2">
        <w:t>produziert Schuler</w:t>
      </w:r>
      <w:r w:rsidR="009B0514">
        <w:t xml:space="preserve"> </w:t>
      </w:r>
      <w:r w:rsidR="003801EB">
        <w:t>Werkzeugsegmente</w:t>
      </w:r>
      <w:r w:rsidR="00331BF4">
        <w:t xml:space="preserve"> </w:t>
      </w:r>
      <w:r w:rsidR="00176717">
        <w:br/>
      </w:r>
      <w:r w:rsidR="00854271">
        <w:t>zu</w:t>
      </w:r>
      <w:r w:rsidR="008601D8">
        <w:t>m</w:t>
      </w:r>
      <w:r w:rsidR="00854271">
        <w:t xml:space="preserve"> </w:t>
      </w:r>
      <w:r w:rsidR="008601D8">
        <w:t>Formhärten</w:t>
      </w:r>
      <w:r w:rsidR="00320BF2">
        <w:t xml:space="preserve">, die </w:t>
      </w:r>
      <w:r w:rsidR="00854271">
        <w:t>für bessere</w:t>
      </w:r>
      <w:r w:rsidR="00331BF4">
        <w:t xml:space="preserve"> </w:t>
      </w:r>
      <w:r w:rsidR="00176E26">
        <w:t>Bauteil</w:t>
      </w:r>
      <w:r w:rsidR="00417018">
        <w:t>eigenschaft</w:t>
      </w:r>
      <w:r w:rsidR="00176E26">
        <w:t>en</w:t>
      </w:r>
      <w:r w:rsidR="00320BF2">
        <w:t xml:space="preserve"> </w:t>
      </w:r>
      <w:r w:rsidR="00854271">
        <w:t>sorgen</w:t>
      </w:r>
    </w:p>
    <w:p w:rsidR="00476D9C" w:rsidRPr="00476D9C" w:rsidRDefault="00476D9C" w:rsidP="00476D9C"/>
    <w:p w:rsidR="007E1606" w:rsidRDefault="004E42C4" w:rsidP="00C82B81">
      <w:r>
        <w:rPr>
          <w:i/>
        </w:rPr>
        <w:t xml:space="preserve">Göppingen, </w:t>
      </w:r>
      <w:r w:rsidR="0045447B">
        <w:rPr>
          <w:i/>
        </w:rPr>
        <w:t>13</w:t>
      </w:r>
      <w:r w:rsidR="005833D5">
        <w:rPr>
          <w:i/>
        </w:rPr>
        <w:t>.</w:t>
      </w:r>
      <w:r w:rsidR="00A501E9">
        <w:rPr>
          <w:i/>
        </w:rPr>
        <w:t>10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B3021E">
        <w:t xml:space="preserve">Werkzeuge für das Formhärten brauchen </w:t>
      </w:r>
      <w:r w:rsidR="00261CF6">
        <w:t>K</w:t>
      </w:r>
      <w:r w:rsidR="00B3021E">
        <w:t>anäle</w:t>
      </w:r>
      <w:r w:rsidR="00261CF6">
        <w:t xml:space="preserve"> für </w:t>
      </w:r>
      <w:r w:rsidR="003147CD">
        <w:t>Kühlmittel</w:t>
      </w:r>
      <w:r w:rsidR="00B3021E">
        <w:t xml:space="preserve">, </w:t>
      </w:r>
      <w:r w:rsidR="003147CD">
        <w:t>da</w:t>
      </w:r>
      <w:r w:rsidR="00261CF6">
        <w:t xml:space="preserve">mit der sich </w:t>
      </w:r>
      <w:r w:rsidR="00890FA7">
        <w:t xml:space="preserve">die glühenden </w:t>
      </w:r>
      <w:r w:rsidR="00B81F92">
        <w:t>Bleche</w:t>
      </w:r>
      <w:r w:rsidR="00890FA7">
        <w:t xml:space="preserve"> </w:t>
      </w:r>
      <w:r w:rsidR="00B81F92">
        <w:t xml:space="preserve">schnell </w:t>
      </w:r>
      <w:r w:rsidR="00FD15A4">
        <w:t xml:space="preserve">auf eine Temperatur unter 200 Grad Celsius </w:t>
      </w:r>
      <w:r w:rsidR="00B81F92">
        <w:t>bringen</w:t>
      </w:r>
      <w:r w:rsidR="00FD15A4">
        <w:t xml:space="preserve"> lassen</w:t>
      </w:r>
      <w:r w:rsidR="00890FA7">
        <w:t>.</w:t>
      </w:r>
      <w:r w:rsidR="00261CF6">
        <w:t xml:space="preserve"> Diese</w:t>
      </w:r>
      <w:r w:rsidR="000B2B04">
        <w:t xml:space="preserve"> </w:t>
      </w:r>
      <w:r w:rsidR="00261CF6">
        <w:t xml:space="preserve">Kühlkanäle </w:t>
      </w:r>
      <w:r w:rsidR="008D6D4B">
        <w:t xml:space="preserve">müssen </w:t>
      </w:r>
      <w:r w:rsidR="00261CF6">
        <w:t xml:space="preserve">bislang </w:t>
      </w:r>
      <w:r w:rsidR="00DC03A8">
        <w:t xml:space="preserve">in der Regel </w:t>
      </w:r>
      <w:r w:rsidR="0085296B">
        <w:t xml:space="preserve">gerade </w:t>
      </w:r>
      <w:r w:rsidR="00261CF6">
        <w:t>in das Werkzeug hine</w:t>
      </w:r>
      <w:r w:rsidR="007F074C">
        <w:t>ingebohrt</w:t>
      </w:r>
      <w:r w:rsidR="008D6D4B">
        <w:t xml:space="preserve"> werden</w:t>
      </w:r>
      <w:r w:rsidR="007F074C">
        <w:t xml:space="preserve">, eine durchgehende Lage </w:t>
      </w:r>
      <w:r w:rsidR="00B223D2">
        <w:t>an</w:t>
      </w:r>
      <w:r w:rsidR="00964335">
        <w:t xml:space="preserve"> der </w:t>
      </w:r>
      <w:r w:rsidR="00B223D2">
        <w:t>Oberfläche</w:t>
      </w:r>
      <w:r w:rsidR="00964335">
        <w:t xml:space="preserve"> </w:t>
      </w:r>
      <w:r w:rsidR="00261CF6">
        <w:t>ist vor allem bei komplexe</w:t>
      </w:r>
      <w:r w:rsidR="00C77B6E">
        <w:t>re</w:t>
      </w:r>
      <w:r w:rsidR="00261CF6">
        <w:t xml:space="preserve">n </w:t>
      </w:r>
      <w:r w:rsidR="00964335">
        <w:t xml:space="preserve">Formen </w:t>
      </w:r>
      <w:r w:rsidR="002522BA">
        <w:t xml:space="preserve">daher </w:t>
      </w:r>
      <w:r w:rsidR="00261CF6">
        <w:t xml:space="preserve">kaum möglich. </w:t>
      </w:r>
      <w:r w:rsidR="00964335">
        <w:t xml:space="preserve">Mit Hilfe von 3-Druck </w:t>
      </w:r>
      <w:r w:rsidR="00DC03A8">
        <w:t>fertig</w:t>
      </w:r>
      <w:r w:rsidR="00964335">
        <w:t xml:space="preserve">t Schuler </w:t>
      </w:r>
      <w:r w:rsidR="00FE586A">
        <w:t>jetzt</w:t>
      </w:r>
      <w:r w:rsidR="00413BCA">
        <w:t xml:space="preserve"> Prototypw</w:t>
      </w:r>
      <w:r w:rsidR="00763000">
        <w:t>erkzeuge</w:t>
      </w:r>
      <w:r w:rsidR="00964335">
        <w:t xml:space="preserve">, </w:t>
      </w:r>
      <w:r w:rsidR="00A772B2">
        <w:t>deren Kanäle</w:t>
      </w:r>
      <w:r w:rsidR="00653AB9">
        <w:t xml:space="preserve"> </w:t>
      </w:r>
      <w:r w:rsidR="00B262CD">
        <w:t>der E</w:t>
      </w:r>
      <w:r w:rsidR="002C6CD7">
        <w:t>ndkontur</w:t>
      </w:r>
      <w:r w:rsidR="00B262CD">
        <w:t xml:space="preserve"> besser folgen</w:t>
      </w:r>
      <w:r w:rsidR="00F60754">
        <w:t xml:space="preserve"> </w:t>
      </w:r>
      <w:r w:rsidR="002C6CD7">
        <w:t>– und damit für</w:t>
      </w:r>
      <w:r w:rsidR="007D77B4">
        <w:t xml:space="preserve"> </w:t>
      </w:r>
      <w:r w:rsidR="00B262CD">
        <w:t>eine gleichmäßig schnelle</w:t>
      </w:r>
      <w:r w:rsidR="007D77B4">
        <w:t xml:space="preserve"> Abkühlung </w:t>
      </w:r>
      <w:r w:rsidR="00B262CD">
        <w:t xml:space="preserve">aller Bauteilbereiche </w:t>
      </w:r>
      <w:r w:rsidR="007D77B4">
        <w:t>und</w:t>
      </w:r>
      <w:r w:rsidR="002C6CD7">
        <w:t xml:space="preserve"> bessere Bauteile</w:t>
      </w:r>
      <w:r w:rsidR="00F27374">
        <w:t>igenschaften</w:t>
      </w:r>
      <w:r w:rsidR="002C6CD7">
        <w:t xml:space="preserve"> sorgen.</w:t>
      </w:r>
    </w:p>
    <w:p w:rsidR="007E1606" w:rsidRDefault="007E1606" w:rsidP="007E1606"/>
    <w:p w:rsidR="007E1606" w:rsidRDefault="006809B2" w:rsidP="007E1606">
      <w:r>
        <w:t>„</w:t>
      </w:r>
      <w:r w:rsidR="00567A89">
        <w:t>Durch die optimierte Kühlkanalgeometrie lässt sich die Werkzeug</w:t>
      </w:r>
      <w:r w:rsidR="00FE7BF5">
        <w:t>kühlung gleichmäßiger und effizienter gestalten</w:t>
      </w:r>
      <w:r w:rsidR="009D6E92">
        <w:t>“, erklärt</w:t>
      </w:r>
      <w:r w:rsidR="00653878">
        <w:t xml:space="preserve"> Udo</w:t>
      </w:r>
      <w:r w:rsidR="009D6E92">
        <w:t xml:space="preserve"> </w:t>
      </w:r>
      <w:r w:rsidR="00653878">
        <w:t xml:space="preserve">Binder, Leiter der Division „Intelligent </w:t>
      </w:r>
      <w:proofErr w:type="spellStart"/>
      <w:r w:rsidR="00653878">
        <w:t>Tooling</w:t>
      </w:r>
      <w:proofErr w:type="spellEnd"/>
      <w:r w:rsidR="00653878">
        <w:t xml:space="preserve"> Solutions“</w:t>
      </w:r>
      <w:r w:rsidR="0071338F">
        <w:t xml:space="preserve"> bei Schuler</w:t>
      </w:r>
      <w:r w:rsidR="00653878">
        <w:t xml:space="preserve">. </w:t>
      </w:r>
      <w:r w:rsidR="00C5127C">
        <w:t>„</w:t>
      </w:r>
      <w:r w:rsidR="0085296B">
        <w:t xml:space="preserve">Der </w:t>
      </w:r>
      <w:r w:rsidR="00C5127C">
        <w:t xml:space="preserve">3D-Druck </w:t>
      </w:r>
      <w:r w:rsidR="0085296B">
        <w:t xml:space="preserve">ermöglicht </w:t>
      </w:r>
      <w:r w:rsidR="00F91680">
        <w:t>konstruktive Freiheiten bei der Gestaltung der</w:t>
      </w:r>
      <w:r w:rsidR="00197F26">
        <w:t xml:space="preserve"> </w:t>
      </w:r>
      <w:r w:rsidR="00C5127C">
        <w:t>K</w:t>
      </w:r>
      <w:r w:rsidR="00F91680">
        <w:t>ühlk</w:t>
      </w:r>
      <w:r w:rsidR="0085296B">
        <w:t>anäle</w:t>
      </w:r>
      <w:r w:rsidR="00E63CE9">
        <w:t>, die</w:t>
      </w:r>
      <w:bookmarkStart w:id="0" w:name="_GoBack"/>
      <w:bookmarkEnd w:id="0"/>
      <w:r w:rsidR="002B2BCC">
        <w:t xml:space="preserve"> zu eine</w:t>
      </w:r>
      <w:r w:rsidR="00B46E6F">
        <w:t xml:space="preserve">r </w:t>
      </w:r>
      <w:r w:rsidR="00C0687F">
        <w:t>homogen</w:t>
      </w:r>
      <w:r w:rsidR="00413BCA">
        <w:t>e</w:t>
      </w:r>
      <w:r w:rsidR="00C0687F">
        <w:t>n</w:t>
      </w:r>
      <w:r w:rsidR="002B2BCC">
        <w:t xml:space="preserve"> Abkühlung führen.</w:t>
      </w:r>
      <w:r w:rsidR="007140F1">
        <w:t>“</w:t>
      </w:r>
    </w:p>
    <w:p w:rsidR="006809B2" w:rsidRDefault="006809B2" w:rsidP="007E1606"/>
    <w:p w:rsidR="006809B2" w:rsidRDefault="008E5EEC" w:rsidP="007E1606">
      <w:r>
        <w:t xml:space="preserve">Als additives Fertigungsverfahren setzt Schuler </w:t>
      </w:r>
      <w:proofErr w:type="gramStart"/>
      <w:r>
        <w:t xml:space="preserve">das sogenannte </w:t>
      </w:r>
      <w:r w:rsidR="002768CA">
        <w:t>Laserstrahlschmelzen</w:t>
      </w:r>
      <w:proofErr w:type="gramEnd"/>
      <w:r w:rsidR="002768CA">
        <w:t xml:space="preserve"> </w:t>
      </w:r>
      <w:r>
        <w:t>ein</w:t>
      </w:r>
      <w:r w:rsidR="001B4EC5">
        <w:t xml:space="preserve">. Ausgangsmaterial </w:t>
      </w:r>
      <w:r w:rsidR="002120EA">
        <w:t>sind</w:t>
      </w:r>
      <w:r w:rsidR="00413BCA">
        <w:t xml:space="preserve"> die</w:t>
      </w:r>
      <w:r w:rsidR="002120EA">
        <w:t>selben</w:t>
      </w:r>
      <w:r w:rsidR="00413BCA">
        <w:t xml:space="preserve"> </w:t>
      </w:r>
      <w:r w:rsidR="002120EA">
        <w:t>S</w:t>
      </w:r>
      <w:r w:rsidR="007724C5">
        <w:t>t</w:t>
      </w:r>
      <w:r w:rsidR="00413BCA">
        <w:t>ä</w:t>
      </w:r>
      <w:r w:rsidR="007724C5">
        <w:t>hl</w:t>
      </w:r>
      <w:r w:rsidR="00413BCA">
        <w:t>e wie bei konventionellen Formhärte-Werkzeuge</w:t>
      </w:r>
      <w:r w:rsidR="002120EA">
        <w:t>n</w:t>
      </w:r>
      <w:r w:rsidR="00413BCA">
        <w:t xml:space="preserve"> </w:t>
      </w:r>
      <w:r w:rsidR="001B4EC5">
        <w:t>–</w:t>
      </w:r>
      <w:r w:rsidR="005F0EBE">
        <w:t xml:space="preserve"> allerdings </w:t>
      </w:r>
      <w:r w:rsidR="001B4EC5">
        <w:t xml:space="preserve">in Form von Pulver, </w:t>
      </w:r>
      <w:proofErr w:type="gramStart"/>
      <w:r w:rsidR="001B4EC5">
        <w:t>das</w:t>
      </w:r>
      <w:proofErr w:type="gramEnd"/>
      <w:r w:rsidR="001B4EC5">
        <w:t xml:space="preserve"> Schicht für Schicht aufgetragen und </w:t>
      </w:r>
      <w:r w:rsidR="008A5CE0">
        <w:t>per</w:t>
      </w:r>
      <w:r w:rsidR="001B4EC5">
        <w:t xml:space="preserve"> Laserstrahl verschweißt wird. </w:t>
      </w:r>
      <w:r w:rsidR="00BA6785">
        <w:lastRenderedPageBreak/>
        <w:t xml:space="preserve">Das Ergebnis ist ein Werkzeugsegment, das zu 95 Prozent die mechanisch-technischen Eigenschaften </w:t>
      </w:r>
      <w:r w:rsidR="009508CF">
        <w:t xml:space="preserve">des übrigen Werkzeugs </w:t>
      </w:r>
      <w:r w:rsidR="00BA6785">
        <w:t>aufweist</w:t>
      </w:r>
      <w:r w:rsidR="003B2F1F">
        <w:t>.</w:t>
      </w:r>
    </w:p>
    <w:p w:rsidR="0095627D" w:rsidRDefault="0095627D" w:rsidP="007E1606"/>
    <w:p w:rsidR="00A40750" w:rsidRDefault="00113C69" w:rsidP="007E1606">
      <w:r>
        <w:t>Im Vorfeld führte</w:t>
      </w:r>
      <w:r w:rsidR="00BD3D9D">
        <w:t xml:space="preserve"> Schuler umfangreiche </w:t>
      </w:r>
      <w:r w:rsidR="006D7C44">
        <w:t xml:space="preserve">Untersuchungen </w:t>
      </w:r>
      <w:r w:rsidR="00BD3D9D">
        <w:t xml:space="preserve">durch, </w:t>
      </w:r>
      <w:r w:rsidR="00232E13">
        <w:t xml:space="preserve">um die idealen Verfahrensparameter </w:t>
      </w:r>
      <w:r w:rsidR="00BC2858">
        <w:t xml:space="preserve">und die optimale Beschaffenheit des pulverförmigen Werkstoffes zu bestimmen. </w:t>
      </w:r>
      <w:r w:rsidR="00AF77C7">
        <w:t xml:space="preserve">Danach </w:t>
      </w:r>
      <w:r w:rsidR="00437E3F">
        <w:t>folgten ausführliche Tests des Werkzeugsegments auf Zugfestigkeit</w:t>
      </w:r>
      <w:r w:rsidR="00EA75A0">
        <w:t xml:space="preserve"> </w:t>
      </w:r>
      <w:r>
        <w:t xml:space="preserve">und </w:t>
      </w:r>
      <w:r w:rsidR="00437E3F">
        <w:t xml:space="preserve">spezifische Dichte. </w:t>
      </w:r>
      <w:r w:rsidR="003C2714">
        <w:t xml:space="preserve">Derzeit wird es auf Verschleiß und </w:t>
      </w:r>
      <w:r w:rsidR="00444313">
        <w:t xml:space="preserve">Serientauglichkeit </w:t>
      </w:r>
      <w:r w:rsidR="00FD47F4">
        <w:t>erprobt</w:t>
      </w:r>
      <w:r w:rsidR="003C2714">
        <w:t>.</w:t>
      </w:r>
      <w:r w:rsidR="00AE7775">
        <w:t xml:space="preserve"> </w:t>
      </w:r>
      <w:r w:rsidR="00EB4791">
        <w:t xml:space="preserve">„Der Bau von Formhärte-Werkzeugen ist geradezu prädestiniert als </w:t>
      </w:r>
      <w:r w:rsidR="001553C0">
        <w:t xml:space="preserve">neues </w:t>
      </w:r>
      <w:r w:rsidR="00EB4791">
        <w:t xml:space="preserve">Einsatzgebiet für den 3D-Druck“, </w:t>
      </w:r>
      <w:r w:rsidR="00FA10B8">
        <w:t xml:space="preserve">fasst </w:t>
      </w:r>
      <w:r w:rsidR="001553C0">
        <w:t xml:space="preserve">Divisionsleiter </w:t>
      </w:r>
      <w:r w:rsidR="00FA10B8">
        <w:t xml:space="preserve">Udo Binder zusammen. </w:t>
      </w:r>
      <w:r w:rsidR="00CD1966">
        <w:t>„</w:t>
      </w:r>
      <w:r w:rsidR="00CB7683">
        <w:t xml:space="preserve">Wir sind </w:t>
      </w:r>
      <w:r w:rsidR="003100DC">
        <w:t>dafür bereit.“</w:t>
      </w:r>
    </w:p>
    <w:p w:rsidR="005F0A2E" w:rsidRDefault="005F0A2E" w:rsidP="007E1606"/>
    <w:p w:rsidR="000A3C04" w:rsidRPr="00947128" w:rsidRDefault="00947128" w:rsidP="007E1606">
      <w:pPr>
        <w:rPr>
          <w:i/>
        </w:rPr>
      </w:pPr>
      <w:r>
        <w:rPr>
          <w:i/>
        </w:rPr>
        <w:t xml:space="preserve">Mehr zum 3D-Druck </w:t>
      </w:r>
      <w:r w:rsidR="00242F7C">
        <w:rPr>
          <w:i/>
        </w:rPr>
        <w:t xml:space="preserve">und anderen Innovationen </w:t>
      </w:r>
      <w:r>
        <w:rPr>
          <w:i/>
        </w:rPr>
        <w:t>im Werkzeugbau</w:t>
      </w:r>
      <w:r w:rsidR="00002C43">
        <w:rPr>
          <w:i/>
        </w:rPr>
        <w:t xml:space="preserve"> von Schuler und </w:t>
      </w:r>
      <w:proofErr w:type="spellStart"/>
      <w:r w:rsidR="00002C43">
        <w:rPr>
          <w:i/>
        </w:rPr>
        <w:t>Aweba</w:t>
      </w:r>
      <w:proofErr w:type="spellEnd"/>
      <w:r>
        <w:rPr>
          <w:i/>
        </w:rPr>
        <w:t xml:space="preserve"> erfahren Besucher</w:t>
      </w:r>
      <w:r w:rsidR="00AC5ED4">
        <w:rPr>
          <w:i/>
        </w:rPr>
        <w:t xml:space="preserve"> auf dem</w:t>
      </w:r>
      <w:r>
        <w:rPr>
          <w:i/>
        </w:rPr>
        <w:t xml:space="preserve"> </w:t>
      </w:r>
      <w:proofErr w:type="spellStart"/>
      <w:r w:rsidR="00AC5ED4">
        <w:rPr>
          <w:i/>
        </w:rPr>
        <w:t>Aweba</w:t>
      </w:r>
      <w:proofErr w:type="spellEnd"/>
      <w:r w:rsidR="00AC5ED4">
        <w:rPr>
          <w:i/>
        </w:rPr>
        <w:t xml:space="preserve">-Stand </w:t>
      </w:r>
      <w:r w:rsidR="00D719E9">
        <w:rPr>
          <w:i/>
        </w:rPr>
        <w:t xml:space="preserve">bei </w:t>
      </w:r>
      <w:r>
        <w:rPr>
          <w:i/>
        </w:rPr>
        <w:t xml:space="preserve">der Fachmesse </w:t>
      </w:r>
      <w:proofErr w:type="spellStart"/>
      <w:r>
        <w:rPr>
          <w:i/>
        </w:rPr>
        <w:t>EuroBLECH</w:t>
      </w:r>
      <w:proofErr w:type="spellEnd"/>
      <w:r>
        <w:rPr>
          <w:i/>
        </w:rPr>
        <w:t xml:space="preserve"> vom 25. bis 29. Oktober 2016 in Hannover</w:t>
      </w:r>
      <w:r w:rsidR="005F4CD3" w:rsidRPr="005F4CD3">
        <w:rPr>
          <w:i/>
        </w:rPr>
        <w:t xml:space="preserve"> </w:t>
      </w:r>
      <w:r w:rsidR="005F4CD3">
        <w:rPr>
          <w:i/>
        </w:rPr>
        <w:t xml:space="preserve">(Nr. </w:t>
      </w:r>
      <w:r w:rsidR="005F4CD3" w:rsidRPr="00EB1953">
        <w:rPr>
          <w:i/>
        </w:rPr>
        <w:t>L127</w:t>
      </w:r>
      <w:r w:rsidR="005F4CD3">
        <w:rPr>
          <w:i/>
        </w:rPr>
        <w:t xml:space="preserve"> in Halle 27)</w:t>
      </w:r>
      <w:r w:rsidR="003A4F2C">
        <w:rPr>
          <w:i/>
        </w:rPr>
        <w:t>. In derselben Halle befindet sich auch der Stand</w:t>
      </w:r>
      <w:r w:rsidR="004C256F">
        <w:rPr>
          <w:i/>
        </w:rPr>
        <w:t xml:space="preserve"> mit dem gesamten Produktportfolio</w:t>
      </w:r>
      <w:r w:rsidR="003A4F2C">
        <w:rPr>
          <w:i/>
        </w:rPr>
        <w:t xml:space="preserve"> von </w:t>
      </w:r>
      <w:r w:rsidR="00D271A9">
        <w:rPr>
          <w:i/>
        </w:rPr>
        <w:t xml:space="preserve">Schuler </w:t>
      </w:r>
      <w:r w:rsidR="003A4F2C">
        <w:rPr>
          <w:i/>
        </w:rPr>
        <w:t>(</w:t>
      </w:r>
      <w:r w:rsidR="00D271A9" w:rsidRPr="00D271A9">
        <w:rPr>
          <w:i/>
        </w:rPr>
        <w:t>Nr. F82</w:t>
      </w:r>
      <w:r w:rsidR="003A4F2C">
        <w:rPr>
          <w:i/>
        </w:rPr>
        <w:t>)</w:t>
      </w:r>
      <w:r w:rsidR="00D271A9">
        <w:rPr>
          <w:i/>
        </w:rPr>
        <w:t>.</w:t>
      </w:r>
    </w:p>
    <w:p w:rsidR="000A3C04" w:rsidRDefault="000A3C04" w:rsidP="007E1606"/>
    <w:p w:rsidR="005F0A2E" w:rsidRDefault="005F0A2E" w:rsidP="007E1606"/>
    <w:p w:rsidR="007E1606" w:rsidRDefault="007E1606" w:rsidP="000E228F">
      <w:pPr>
        <w:pStyle w:val="berschrift3"/>
      </w:pPr>
      <w:r>
        <w:t>Bildunterschriften</w:t>
      </w:r>
    </w:p>
    <w:p w:rsidR="00AE7775" w:rsidRDefault="00BF316A" w:rsidP="00D02F4B">
      <w:r>
        <w:t>Bild1</w:t>
      </w:r>
      <w:r w:rsidR="0004145E">
        <w:t xml:space="preserve">.jpg: </w:t>
      </w:r>
      <w:r w:rsidR="00137467" w:rsidRPr="00F518A9">
        <w:t xml:space="preserve">Das </w:t>
      </w:r>
      <w:r w:rsidR="00137467">
        <w:t xml:space="preserve">3D-gedruckte </w:t>
      </w:r>
      <w:r w:rsidR="0061007A">
        <w:t>S</w:t>
      </w:r>
      <w:r w:rsidR="00137467">
        <w:t xml:space="preserve">egment weist </w:t>
      </w:r>
      <w:r w:rsidR="00137467" w:rsidRPr="00F518A9">
        <w:t>zu 95 Prozent die mechanisch-te</w:t>
      </w:r>
      <w:r w:rsidR="00137467">
        <w:t xml:space="preserve">chnischen Eigenschaften </w:t>
      </w:r>
      <w:r w:rsidR="0069602F">
        <w:t>de</w:t>
      </w:r>
      <w:r w:rsidR="0069602F" w:rsidRPr="0061007A">
        <w:t>s übrige</w:t>
      </w:r>
      <w:r w:rsidR="0069602F">
        <w:t>n</w:t>
      </w:r>
      <w:r w:rsidR="0069602F" w:rsidRPr="0061007A">
        <w:t xml:space="preserve"> Werkzeug</w:t>
      </w:r>
      <w:r w:rsidR="0069602F">
        <w:t xml:space="preserve">s </w:t>
      </w:r>
      <w:r w:rsidR="00137467">
        <w:t>auf.</w:t>
      </w:r>
    </w:p>
    <w:p w:rsidR="00BF316A" w:rsidRDefault="00BF316A" w:rsidP="00BF316A">
      <w:r>
        <w:t xml:space="preserve">Bild2.jpg: </w:t>
      </w:r>
      <w:r w:rsidR="00137467" w:rsidRPr="0004145E">
        <w:t>Ausgangsmaterial i</w:t>
      </w:r>
      <w:r w:rsidR="00137467">
        <w:t xml:space="preserve">st Werkzeugstahl </w:t>
      </w:r>
      <w:r w:rsidR="00137467" w:rsidRPr="0004145E">
        <w:t>in Form von Pulver, das Schicht für Schicht aufgetragen und per</w:t>
      </w:r>
      <w:r w:rsidR="00137467">
        <w:t xml:space="preserve"> Laserstrahl</w:t>
      </w:r>
      <w:r w:rsidR="00137467" w:rsidRPr="0004145E">
        <w:t xml:space="preserve"> verschweißt wird</w:t>
      </w:r>
      <w:r w:rsidR="00137467">
        <w:t xml:space="preserve">. </w:t>
      </w:r>
    </w:p>
    <w:p w:rsidR="00775026" w:rsidRDefault="005833D5" w:rsidP="00D02F4B">
      <w:pPr>
        <w:rPr>
          <w:rFonts w:cs="Arial"/>
        </w:rPr>
      </w:pPr>
      <w:r w:rsidRPr="005833D5">
        <w:rPr>
          <w:i/>
        </w:rPr>
        <w:t>Als Bildquelle bitte Schuler angeben.</w:t>
      </w:r>
      <w:r w:rsidR="00775026"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7C5293" w:rsidP="007C5293">
      <w:pPr>
        <w:spacing w:line="240" w:lineRule="auto"/>
        <w:ind w:right="-15"/>
        <w:jc w:val="both"/>
        <w:outlineLvl w:val="0"/>
        <w:rPr>
          <w:i/>
        </w:rPr>
      </w:pPr>
      <w:r w:rsidRPr="007C5293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</w:t>
      </w:r>
      <w:r w:rsidR="00E63CE9">
        <w:rPr>
          <w:i/>
        </w:rPr>
        <w:t xml:space="preserve">hr und die Großrohr-Fertigung. </w:t>
      </w:r>
      <w:r w:rsidRPr="007C5293">
        <w:rPr>
          <w:i/>
        </w:rPr>
        <w:t>Im Geschäftsjahr 2015 erziel</w:t>
      </w:r>
      <w:r w:rsidR="00D02F4B">
        <w:rPr>
          <w:i/>
        </w:rPr>
        <w:t>te Schuler einen Umsatz von 1,2</w:t>
      </w:r>
      <w:r w:rsidRPr="007C5293">
        <w:rPr>
          <w:i/>
        </w:rPr>
        <w:t xml:space="preserve"> Mill</w:t>
      </w:r>
      <w:r w:rsidR="00D02F4B">
        <w:rPr>
          <w:i/>
        </w:rPr>
        <w:t>iard</w:t>
      </w:r>
      <w:r w:rsidRPr="007C5293">
        <w:rPr>
          <w:i/>
        </w:rPr>
        <w:t xml:space="preserve">en Euro. Nach der Übernahme des Werkzeugbauers AWEBA und der Mehrheitsbeteiligung am chinesischen Pressenhersteller </w:t>
      </w:r>
      <w:proofErr w:type="spellStart"/>
      <w:r w:rsidRPr="007C5293">
        <w:rPr>
          <w:i/>
        </w:rPr>
        <w:t>Yadon</w:t>
      </w:r>
      <w:proofErr w:type="spellEnd"/>
      <w:r w:rsidRPr="007C5293">
        <w:rPr>
          <w:i/>
        </w:rPr>
        <w:t xml:space="preserve"> ist Schuler mit rund 6.800 Mitarbeitern in 40 Ländern präsent. Schuler gehört mehrheitlich zur österreichischen ANDRITZ-Gruppe.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D7A" w:rsidRDefault="002F6D7A" w:rsidP="007E132D">
      <w:r>
        <w:separator/>
      </w:r>
    </w:p>
    <w:p w:rsidR="002F6D7A" w:rsidRDefault="002F6D7A" w:rsidP="007E132D"/>
  </w:endnote>
  <w:endnote w:type="continuationSeparator" w:id="0">
    <w:p w:rsidR="002F6D7A" w:rsidRDefault="002F6D7A" w:rsidP="007E132D">
      <w:r>
        <w:continuationSeparator/>
      </w:r>
    </w:p>
    <w:p w:rsidR="002F6D7A" w:rsidRDefault="002F6D7A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E63CE9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E63CE9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E63CE9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E63CE9" w:rsidRPr="007E1606">
            <w:rPr>
              <w:rFonts w:eastAsia="Calibri"/>
              <w:noProof/>
            </w:rPr>
            <w:t xml:space="preserve">Seite </w:t>
          </w:r>
          <w:r w:rsidR="00E63CE9">
            <w:rPr>
              <w:rFonts w:eastAsia="Calibri"/>
              <w:noProof/>
            </w:rPr>
            <w:t>1</w:t>
          </w:r>
          <w:r w:rsidR="00E63CE9" w:rsidRPr="007E1606">
            <w:rPr>
              <w:rFonts w:eastAsia="Calibri"/>
              <w:noProof/>
            </w:rPr>
            <w:t xml:space="preserve"> von </w:t>
          </w:r>
          <w:r w:rsidR="00E63CE9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D7A" w:rsidRDefault="002F6D7A" w:rsidP="007E132D">
      <w:r>
        <w:separator/>
      </w:r>
    </w:p>
    <w:p w:rsidR="002F6D7A" w:rsidRDefault="002F6D7A" w:rsidP="007E132D"/>
  </w:footnote>
  <w:footnote w:type="continuationSeparator" w:id="0">
    <w:p w:rsidR="002F6D7A" w:rsidRDefault="002F6D7A" w:rsidP="007E132D">
      <w:r>
        <w:continuationSeparator/>
      </w:r>
    </w:p>
    <w:p w:rsidR="002F6D7A" w:rsidRDefault="002F6D7A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78F"/>
    <w:rsid w:val="00002C43"/>
    <w:rsid w:val="00003CBE"/>
    <w:rsid w:val="00004C7F"/>
    <w:rsid w:val="00031750"/>
    <w:rsid w:val="00033BD2"/>
    <w:rsid w:val="0004145E"/>
    <w:rsid w:val="000716BA"/>
    <w:rsid w:val="00086F40"/>
    <w:rsid w:val="000A3C04"/>
    <w:rsid w:val="000A52A8"/>
    <w:rsid w:val="000B2B04"/>
    <w:rsid w:val="000B704A"/>
    <w:rsid w:val="000C0CAD"/>
    <w:rsid w:val="000E228F"/>
    <w:rsid w:val="000F2F77"/>
    <w:rsid w:val="00102187"/>
    <w:rsid w:val="00111C90"/>
    <w:rsid w:val="00113C69"/>
    <w:rsid w:val="0012281E"/>
    <w:rsid w:val="00130992"/>
    <w:rsid w:val="00130A5F"/>
    <w:rsid w:val="00136218"/>
    <w:rsid w:val="00136E90"/>
    <w:rsid w:val="00137467"/>
    <w:rsid w:val="001379CA"/>
    <w:rsid w:val="00152C69"/>
    <w:rsid w:val="001553C0"/>
    <w:rsid w:val="001631E1"/>
    <w:rsid w:val="0016339C"/>
    <w:rsid w:val="0016495A"/>
    <w:rsid w:val="00173722"/>
    <w:rsid w:val="00176717"/>
    <w:rsid w:val="0017697C"/>
    <w:rsid w:val="00176E26"/>
    <w:rsid w:val="00197F26"/>
    <w:rsid w:val="001B1B07"/>
    <w:rsid w:val="001B4EC5"/>
    <w:rsid w:val="001C1FA2"/>
    <w:rsid w:val="001C3EE2"/>
    <w:rsid w:val="001C6FC5"/>
    <w:rsid w:val="001E0C3C"/>
    <w:rsid w:val="001F6280"/>
    <w:rsid w:val="002077B7"/>
    <w:rsid w:val="002120EA"/>
    <w:rsid w:val="00212513"/>
    <w:rsid w:val="00215C8A"/>
    <w:rsid w:val="002315E0"/>
    <w:rsid w:val="00231B56"/>
    <w:rsid w:val="00232E13"/>
    <w:rsid w:val="002362D1"/>
    <w:rsid w:val="0023646B"/>
    <w:rsid w:val="002374C4"/>
    <w:rsid w:val="00242F7C"/>
    <w:rsid w:val="002522BA"/>
    <w:rsid w:val="00261CF6"/>
    <w:rsid w:val="002712C2"/>
    <w:rsid w:val="002768CA"/>
    <w:rsid w:val="002A1D04"/>
    <w:rsid w:val="002A271C"/>
    <w:rsid w:val="002A3A54"/>
    <w:rsid w:val="002A42B6"/>
    <w:rsid w:val="002A4B0E"/>
    <w:rsid w:val="002B2BCC"/>
    <w:rsid w:val="002B391B"/>
    <w:rsid w:val="002B41E8"/>
    <w:rsid w:val="002C6CD7"/>
    <w:rsid w:val="002F6D7A"/>
    <w:rsid w:val="003100DC"/>
    <w:rsid w:val="003147CD"/>
    <w:rsid w:val="00320BF2"/>
    <w:rsid w:val="003230D4"/>
    <w:rsid w:val="00323555"/>
    <w:rsid w:val="00331BF4"/>
    <w:rsid w:val="00363740"/>
    <w:rsid w:val="00365A9E"/>
    <w:rsid w:val="003728F6"/>
    <w:rsid w:val="00373C01"/>
    <w:rsid w:val="00377DED"/>
    <w:rsid w:val="003801EB"/>
    <w:rsid w:val="003A4F2C"/>
    <w:rsid w:val="003B2F1F"/>
    <w:rsid w:val="003C2714"/>
    <w:rsid w:val="003C527B"/>
    <w:rsid w:val="003C626A"/>
    <w:rsid w:val="003D5FA4"/>
    <w:rsid w:val="003D76C7"/>
    <w:rsid w:val="003E30C0"/>
    <w:rsid w:val="003E6D08"/>
    <w:rsid w:val="003F0681"/>
    <w:rsid w:val="003F6888"/>
    <w:rsid w:val="00403EFF"/>
    <w:rsid w:val="00413BCA"/>
    <w:rsid w:val="00417018"/>
    <w:rsid w:val="004268B7"/>
    <w:rsid w:val="004355F7"/>
    <w:rsid w:val="00437E3F"/>
    <w:rsid w:val="00444313"/>
    <w:rsid w:val="0045447B"/>
    <w:rsid w:val="00476782"/>
    <w:rsid w:val="00476D9C"/>
    <w:rsid w:val="00485C6B"/>
    <w:rsid w:val="004C256F"/>
    <w:rsid w:val="004C4B30"/>
    <w:rsid w:val="004C697D"/>
    <w:rsid w:val="004D76DD"/>
    <w:rsid w:val="004E42C4"/>
    <w:rsid w:val="00531DDB"/>
    <w:rsid w:val="00533491"/>
    <w:rsid w:val="00552A9D"/>
    <w:rsid w:val="005547DF"/>
    <w:rsid w:val="00567229"/>
    <w:rsid w:val="0056768B"/>
    <w:rsid w:val="00567A89"/>
    <w:rsid w:val="00575FA0"/>
    <w:rsid w:val="005833D5"/>
    <w:rsid w:val="00594525"/>
    <w:rsid w:val="00595D96"/>
    <w:rsid w:val="005C0BBB"/>
    <w:rsid w:val="005C6AE3"/>
    <w:rsid w:val="005F0A2E"/>
    <w:rsid w:val="005F0EBE"/>
    <w:rsid w:val="005F4CD3"/>
    <w:rsid w:val="005F6D99"/>
    <w:rsid w:val="00601238"/>
    <w:rsid w:val="0060142A"/>
    <w:rsid w:val="0061007A"/>
    <w:rsid w:val="00653878"/>
    <w:rsid w:val="00653AB9"/>
    <w:rsid w:val="0065451D"/>
    <w:rsid w:val="00654B60"/>
    <w:rsid w:val="00660D47"/>
    <w:rsid w:val="00671E3C"/>
    <w:rsid w:val="00674EF3"/>
    <w:rsid w:val="006809B2"/>
    <w:rsid w:val="006813B8"/>
    <w:rsid w:val="0068251B"/>
    <w:rsid w:val="006848FF"/>
    <w:rsid w:val="00687868"/>
    <w:rsid w:val="0069602F"/>
    <w:rsid w:val="006A278F"/>
    <w:rsid w:val="006A31D9"/>
    <w:rsid w:val="006A659E"/>
    <w:rsid w:val="006A7F52"/>
    <w:rsid w:val="006B1989"/>
    <w:rsid w:val="006D7242"/>
    <w:rsid w:val="006D7C44"/>
    <w:rsid w:val="006E0BA8"/>
    <w:rsid w:val="0071338F"/>
    <w:rsid w:val="007133A4"/>
    <w:rsid w:val="007140F1"/>
    <w:rsid w:val="00714E5C"/>
    <w:rsid w:val="0072042B"/>
    <w:rsid w:val="00733AAF"/>
    <w:rsid w:val="0074310C"/>
    <w:rsid w:val="00763000"/>
    <w:rsid w:val="007649A2"/>
    <w:rsid w:val="00767CA6"/>
    <w:rsid w:val="007724C5"/>
    <w:rsid w:val="00773425"/>
    <w:rsid w:val="00775026"/>
    <w:rsid w:val="007817A9"/>
    <w:rsid w:val="007826E4"/>
    <w:rsid w:val="00784E5A"/>
    <w:rsid w:val="007942FB"/>
    <w:rsid w:val="00794AEE"/>
    <w:rsid w:val="007B0BF4"/>
    <w:rsid w:val="007C16F5"/>
    <w:rsid w:val="007C5293"/>
    <w:rsid w:val="007D77B4"/>
    <w:rsid w:val="007E132D"/>
    <w:rsid w:val="007E1606"/>
    <w:rsid w:val="007E3244"/>
    <w:rsid w:val="007F074C"/>
    <w:rsid w:val="007F4512"/>
    <w:rsid w:val="00821B54"/>
    <w:rsid w:val="00821E5D"/>
    <w:rsid w:val="00822597"/>
    <w:rsid w:val="008258E8"/>
    <w:rsid w:val="008334D5"/>
    <w:rsid w:val="0085296B"/>
    <w:rsid w:val="00854271"/>
    <w:rsid w:val="008601D8"/>
    <w:rsid w:val="00865B83"/>
    <w:rsid w:val="008718D2"/>
    <w:rsid w:val="0087295F"/>
    <w:rsid w:val="00876E6E"/>
    <w:rsid w:val="00877DC8"/>
    <w:rsid w:val="00890FA7"/>
    <w:rsid w:val="00894865"/>
    <w:rsid w:val="008A5CE0"/>
    <w:rsid w:val="008C6578"/>
    <w:rsid w:val="008D1374"/>
    <w:rsid w:val="008D67FA"/>
    <w:rsid w:val="008D6D4B"/>
    <w:rsid w:val="008E1F8F"/>
    <w:rsid w:val="008E5EEC"/>
    <w:rsid w:val="008F5E25"/>
    <w:rsid w:val="009060ED"/>
    <w:rsid w:val="0090653D"/>
    <w:rsid w:val="00920948"/>
    <w:rsid w:val="00926076"/>
    <w:rsid w:val="00941203"/>
    <w:rsid w:val="00946BE7"/>
    <w:rsid w:val="00947128"/>
    <w:rsid w:val="009508CF"/>
    <w:rsid w:val="0095627D"/>
    <w:rsid w:val="00961469"/>
    <w:rsid w:val="00964335"/>
    <w:rsid w:val="00975A13"/>
    <w:rsid w:val="009812C8"/>
    <w:rsid w:val="009A680E"/>
    <w:rsid w:val="009B0514"/>
    <w:rsid w:val="009B2577"/>
    <w:rsid w:val="009B3EB7"/>
    <w:rsid w:val="009D6E92"/>
    <w:rsid w:val="009F65F3"/>
    <w:rsid w:val="00A0214C"/>
    <w:rsid w:val="00A166C4"/>
    <w:rsid w:val="00A1783E"/>
    <w:rsid w:val="00A31D72"/>
    <w:rsid w:val="00A32B85"/>
    <w:rsid w:val="00A40750"/>
    <w:rsid w:val="00A46561"/>
    <w:rsid w:val="00A500A4"/>
    <w:rsid w:val="00A501E9"/>
    <w:rsid w:val="00A772B2"/>
    <w:rsid w:val="00A86ACD"/>
    <w:rsid w:val="00A9156A"/>
    <w:rsid w:val="00A91986"/>
    <w:rsid w:val="00A93519"/>
    <w:rsid w:val="00AC3809"/>
    <w:rsid w:val="00AC55D1"/>
    <w:rsid w:val="00AC5ED4"/>
    <w:rsid w:val="00AC6510"/>
    <w:rsid w:val="00AD6D2D"/>
    <w:rsid w:val="00AE3AFF"/>
    <w:rsid w:val="00AE7775"/>
    <w:rsid w:val="00AF2D43"/>
    <w:rsid w:val="00AF64B9"/>
    <w:rsid w:val="00AF77C7"/>
    <w:rsid w:val="00B01B58"/>
    <w:rsid w:val="00B01CEF"/>
    <w:rsid w:val="00B06BC4"/>
    <w:rsid w:val="00B206B1"/>
    <w:rsid w:val="00B223D2"/>
    <w:rsid w:val="00B23715"/>
    <w:rsid w:val="00B262CD"/>
    <w:rsid w:val="00B3021E"/>
    <w:rsid w:val="00B307A6"/>
    <w:rsid w:val="00B46E6F"/>
    <w:rsid w:val="00B47659"/>
    <w:rsid w:val="00B55136"/>
    <w:rsid w:val="00B762C9"/>
    <w:rsid w:val="00B81F92"/>
    <w:rsid w:val="00B97941"/>
    <w:rsid w:val="00BA6785"/>
    <w:rsid w:val="00BB5E71"/>
    <w:rsid w:val="00BC2858"/>
    <w:rsid w:val="00BD3D9D"/>
    <w:rsid w:val="00BE5C81"/>
    <w:rsid w:val="00BF316A"/>
    <w:rsid w:val="00C0687F"/>
    <w:rsid w:val="00C5127C"/>
    <w:rsid w:val="00C7283A"/>
    <w:rsid w:val="00C72CD3"/>
    <w:rsid w:val="00C77B6E"/>
    <w:rsid w:val="00C82B81"/>
    <w:rsid w:val="00C85B85"/>
    <w:rsid w:val="00C96DAD"/>
    <w:rsid w:val="00CB2B5C"/>
    <w:rsid w:val="00CB7683"/>
    <w:rsid w:val="00CC7CCA"/>
    <w:rsid w:val="00CD1966"/>
    <w:rsid w:val="00CD3AA7"/>
    <w:rsid w:val="00CF1E03"/>
    <w:rsid w:val="00D02F4B"/>
    <w:rsid w:val="00D14566"/>
    <w:rsid w:val="00D15E35"/>
    <w:rsid w:val="00D16703"/>
    <w:rsid w:val="00D20426"/>
    <w:rsid w:val="00D20630"/>
    <w:rsid w:val="00D271A9"/>
    <w:rsid w:val="00D36969"/>
    <w:rsid w:val="00D5679F"/>
    <w:rsid w:val="00D61343"/>
    <w:rsid w:val="00D719E9"/>
    <w:rsid w:val="00D76894"/>
    <w:rsid w:val="00D82AE7"/>
    <w:rsid w:val="00D95005"/>
    <w:rsid w:val="00DB3F3F"/>
    <w:rsid w:val="00DB73FC"/>
    <w:rsid w:val="00DC03A8"/>
    <w:rsid w:val="00DC10EC"/>
    <w:rsid w:val="00DC5C7D"/>
    <w:rsid w:val="00DD16C5"/>
    <w:rsid w:val="00DE35EB"/>
    <w:rsid w:val="00DE6930"/>
    <w:rsid w:val="00DF3FD7"/>
    <w:rsid w:val="00E02116"/>
    <w:rsid w:val="00E207BB"/>
    <w:rsid w:val="00E2304D"/>
    <w:rsid w:val="00E26828"/>
    <w:rsid w:val="00E2782C"/>
    <w:rsid w:val="00E31144"/>
    <w:rsid w:val="00E3363B"/>
    <w:rsid w:val="00E34AB2"/>
    <w:rsid w:val="00E36721"/>
    <w:rsid w:val="00E5769E"/>
    <w:rsid w:val="00E6320B"/>
    <w:rsid w:val="00E63CE9"/>
    <w:rsid w:val="00E85A97"/>
    <w:rsid w:val="00E90330"/>
    <w:rsid w:val="00E94A8B"/>
    <w:rsid w:val="00E94CAA"/>
    <w:rsid w:val="00EA0877"/>
    <w:rsid w:val="00EA75A0"/>
    <w:rsid w:val="00EA7DC3"/>
    <w:rsid w:val="00EB1953"/>
    <w:rsid w:val="00EB1C2E"/>
    <w:rsid w:val="00EB4791"/>
    <w:rsid w:val="00F0168A"/>
    <w:rsid w:val="00F23AAD"/>
    <w:rsid w:val="00F27374"/>
    <w:rsid w:val="00F44765"/>
    <w:rsid w:val="00F5073A"/>
    <w:rsid w:val="00F518A9"/>
    <w:rsid w:val="00F60754"/>
    <w:rsid w:val="00F654EB"/>
    <w:rsid w:val="00F7676C"/>
    <w:rsid w:val="00F91680"/>
    <w:rsid w:val="00F95E36"/>
    <w:rsid w:val="00FA10B8"/>
    <w:rsid w:val="00FD15A4"/>
    <w:rsid w:val="00FD188A"/>
    <w:rsid w:val="00FD1AC7"/>
    <w:rsid w:val="00FD47F4"/>
    <w:rsid w:val="00FE2FB7"/>
    <w:rsid w:val="00FE586A"/>
    <w:rsid w:val="00FE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DC03A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C03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C03A8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DC03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C03A8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Kommentarzeichen">
    <w:name w:val="annotation reference"/>
    <w:basedOn w:val="Absatz-Standardschriftart"/>
    <w:rsid w:val="00DC03A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C03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C03A8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DC03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C03A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Ingo.Schnaitmann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14CA36B4-80C0-40BA-B310-DCB654F9826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3</Pages>
  <Words>459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3903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32</cp:revision>
  <cp:lastPrinted>2014-01-15T15:59:00Z</cp:lastPrinted>
  <dcterms:created xsi:type="dcterms:W3CDTF">2016-10-11T14:24:00Z</dcterms:created>
  <dcterms:modified xsi:type="dcterms:W3CDTF">2016-10-13T11:32:00Z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