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Telefon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0C01A4" w:rsidP="008E1F8F">
            <w:pPr>
              <w:spacing w:line="226" w:lineRule="exact"/>
              <w:rPr>
                <w:rFonts w:eastAsia="Calibri"/>
                <w:sz w:val="17"/>
                <w:szCs w:val="17"/>
                <w:lang w:val="en-US" w:eastAsia="en-US"/>
              </w:rPr>
            </w:pPr>
            <w:hyperlink r:id="rId10"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0C01A4"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CE086D" w:rsidP="00365A9E">
      <w:pPr>
        <w:pStyle w:val="berschrift1"/>
        <w:rPr>
          <w:sz w:val="2"/>
        </w:rPr>
      </w:pPr>
      <w:r>
        <w:t>Hot Stamping TechCenter begeistert Kunden</w:t>
      </w:r>
    </w:p>
    <w:p w:rsidR="006A31D9" w:rsidRDefault="00CE086D" w:rsidP="00365A9E">
      <w:pPr>
        <w:pStyle w:val="berschrift2"/>
      </w:pPr>
      <w:r>
        <w:t xml:space="preserve">Über 150 </w:t>
      </w:r>
      <w:r w:rsidR="00B50B3D">
        <w:t>Besucher</w:t>
      </w:r>
      <w:r>
        <w:t xml:space="preserve"> </w:t>
      </w:r>
      <w:r w:rsidR="00585B48">
        <w:t>erleben</w:t>
      </w:r>
      <w:r w:rsidR="008E731B">
        <w:t xml:space="preserve"> Formhärte-</w:t>
      </w:r>
      <w:r w:rsidR="007C277F">
        <w:t xml:space="preserve">Anlage </w:t>
      </w:r>
      <w:r w:rsidR="00B67BAC">
        <w:t>neuester Bauart</w:t>
      </w:r>
      <w:r w:rsidR="007C277F">
        <w:br/>
        <w:t xml:space="preserve">mit einer Ausbringungsleistung von </w:t>
      </w:r>
      <w:r w:rsidR="004D2D96">
        <w:t>7,5</w:t>
      </w:r>
      <w:r w:rsidR="007C277F">
        <w:t xml:space="preserve"> Hüben pro Minute in Aktion</w:t>
      </w:r>
    </w:p>
    <w:p w:rsidR="00476D9C" w:rsidRPr="00476D9C" w:rsidRDefault="00476D9C" w:rsidP="00476D9C"/>
    <w:p w:rsidR="007E1606" w:rsidRDefault="00C82B81" w:rsidP="00C82B81">
      <w:r>
        <w:rPr>
          <w:i/>
        </w:rPr>
        <w:t xml:space="preserve">Göppingen, </w:t>
      </w:r>
      <w:r w:rsidR="00B50B3D">
        <w:rPr>
          <w:i/>
        </w:rPr>
        <w:t>06</w:t>
      </w:r>
      <w:r w:rsidR="005833D5">
        <w:rPr>
          <w:i/>
        </w:rPr>
        <w:t>.</w:t>
      </w:r>
      <w:r w:rsidR="00B50B3D">
        <w:rPr>
          <w:i/>
        </w:rPr>
        <w:t>10</w:t>
      </w:r>
      <w:r w:rsidR="005833D5" w:rsidRPr="005833D5">
        <w:rPr>
          <w:i/>
        </w:rPr>
        <w:t>.201</w:t>
      </w:r>
      <w:r w:rsidR="00A1783E">
        <w:rPr>
          <w:i/>
        </w:rPr>
        <w:t>6</w:t>
      </w:r>
      <w:r w:rsidR="005833D5" w:rsidRPr="005833D5">
        <w:rPr>
          <w:i/>
        </w:rPr>
        <w:t xml:space="preserve"> </w:t>
      </w:r>
      <w:r w:rsidR="000F2F77">
        <w:t>–</w:t>
      </w:r>
      <w:r w:rsidR="000E2192">
        <w:t xml:space="preserve"> </w:t>
      </w:r>
      <w:r w:rsidR="004D2D96">
        <w:t>7,5</w:t>
      </w:r>
      <w:r w:rsidR="00B25A87">
        <w:t xml:space="preserve"> Hübe pro Minute</w:t>
      </w:r>
      <w:r w:rsidR="000E2192">
        <w:t xml:space="preserve">, bis zu </w:t>
      </w:r>
      <w:r w:rsidR="00F17DDA">
        <w:t>vier</w:t>
      </w:r>
      <w:r w:rsidR="000E2192">
        <w:t xml:space="preserve"> Teile pro Hub</w:t>
      </w:r>
      <w:r w:rsidR="00B25A87">
        <w:t xml:space="preserve"> und das bei reproduzierbar hoher Qualität: </w:t>
      </w:r>
      <w:r w:rsidR="003D70E5">
        <w:t xml:space="preserve">Wie zuverlässig </w:t>
      </w:r>
      <w:r w:rsidR="005205B2">
        <w:t xml:space="preserve">und wirtschaftlich </w:t>
      </w:r>
      <w:r w:rsidR="003D70E5">
        <w:t xml:space="preserve">sich mit dem Formhärten hochfeste Komponenten fertigen lassen, haben Kunden von Schuler </w:t>
      </w:r>
      <w:r w:rsidR="00740E16">
        <w:t>Ende September</w:t>
      </w:r>
      <w:r w:rsidR="003D70E5">
        <w:t xml:space="preserve"> im Hot Stamping TechCenter erlebt. </w:t>
      </w:r>
      <w:r w:rsidR="00006DC8">
        <w:t>Über 150 Besucher waren dazu in das Forschungs- und Vorführzentrum nach Göppingen gekommen</w:t>
      </w:r>
      <w:r w:rsidR="00657596">
        <w:t xml:space="preserve">, das über eine 1.600 Tonnen starke hydraulische Presse mit PCHflex-Technologie, </w:t>
      </w:r>
      <w:r w:rsidR="00042794">
        <w:t xml:space="preserve">dazu </w:t>
      </w:r>
      <w:r w:rsidR="002E1894">
        <w:t xml:space="preserve">passendem Werkzeug, </w:t>
      </w:r>
      <w:r w:rsidR="00657596">
        <w:t xml:space="preserve">Rollen-Herdofen und </w:t>
      </w:r>
      <w:r w:rsidR="003A51FA">
        <w:t>Twin-Feeder-</w:t>
      </w:r>
      <w:r w:rsidR="00657596">
        <w:t>Automation verfügt</w:t>
      </w:r>
      <w:r w:rsidR="00006DC8">
        <w:t>.</w:t>
      </w:r>
    </w:p>
    <w:p w:rsidR="007E1606" w:rsidRDefault="007E1606" w:rsidP="007E1606"/>
    <w:p w:rsidR="00657596" w:rsidRPr="00095AF1" w:rsidRDefault="00657596" w:rsidP="007E1606">
      <w:r>
        <w:t>„Unsere Kunden waren</w:t>
      </w:r>
      <w:r w:rsidR="00E72EA3">
        <w:t xml:space="preserve"> schlichtweg</w:t>
      </w:r>
      <w:r>
        <w:t xml:space="preserve"> begeistert vom Hot Stamping TechCenter“, freut sich Geschäftsführer Dr. Martin Habert, der die Division </w:t>
      </w:r>
      <w:r w:rsidRPr="00095AF1">
        <w:t xml:space="preserve">Hydraulic bei Schuler leitet. </w:t>
      </w:r>
      <w:r w:rsidR="00BC5250" w:rsidRPr="00095AF1">
        <w:t xml:space="preserve">„Ein </w:t>
      </w:r>
      <w:r w:rsidR="009E2340" w:rsidRPr="00095AF1">
        <w:t>Besucher</w:t>
      </w:r>
      <w:r w:rsidR="00BC5250" w:rsidRPr="00095AF1">
        <w:t xml:space="preserve"> hat </w:t>
      </w:r>
      <w:r w:rsidR="00B64744" w:rsidRPr="00095AF1">
        <w:t>ein produziertes Teil</w:t>
      </w:r>
      <w:r w:rsidR="00BC5250" w:rsidRPr="00095AF1">
        <w:t xml:space="preserve"> </w:t>
      </w:r>
      <w:r w:rsidR="009E2340" w:rsidRPr="00095AF1">
        <w:t xml:space="preserve">sogar </w:t>
      </w:r>
      <w:r w:rsidR="00BC5250" w:rsidRPr="00095AF1">
        <w:t xml:space="preserve">mitgenommen, um </w:t>
      </w:r>
      <w:r w:rsidR="00605D40" w:rsidRPr="00095AF1">
        <w:t>die</w:t>
      </w:r>
      <w:r w:rsidR="00BC5250" w:rsidRPr="00095AF1">
        <w:t xml:space="preserve"> Genauigkeit selbst überprüfen zu können. </w:t>
      </w:r>
      <w:r w:rsidR="00270290" w:rsidRPr="00095AF1">
        <w:t>Wir haben ihm das Teil gerne mitgegeben, weil wir von der Präzision überzeugt sind</w:t>
      </w:r>
      <w:r w:rsidR="00EA0921" w:rsidRPr="00095AF1">
        <w:t>, die unsere Technologie bietet</w:t>
      </w:r>
      <w:r w:rsidR="00794B0F" w:rsidRPr="00095AF1">
        <w:t>.“</w:t>
      </w:r>
    </w:p>
    <w:p w:rsidR="009E2340" w:rsidRPr="00095AF1" w:rsidRDefault="009E2340" w:rsidP="007E1606"/>
    <w:p w:rsidR="00016D55" w:rsidRPr="00095AF1" w:rsidRDefault="0020632B" w:rsidP="007E1606">
      <w:r w:rsidRPr="00095AF1">
        <w:t xml:space="preserve">Automobilhersteller verbauen immer mehr Formhärte-Teile, </w:t>
      </w:r>
      <w:r w:rsidR="00783B36" w:rsidRPr="00095AF1">
        <w:t xml:space="preserve">weil sie </w:t>
      </w:r>
      <w:r w:rsidR="000B78DA" w:rsidRPr="00095AF1">
        <w:t>eine hohe Festigkeit bei geringem</w:t>
      </w:r>
      <w:r w:rsidR="00783B36" w:rsidRPr="00095AF1">
        <w:t xml:space="preserve"> Gewicht bieten.</w:t>
      </w:r>
      <w:r w:rsidR="00295601" w:rsidRPr="00095AF1">
        <w:t xml:space="preserve"> </w:t>
      </w:r>
      <w:r w:rsidR="00C870C6" w:rsidRPr="00095AF1">
        <w:t xml:space="preserve">In fast jedem Neuwagen lassen sich mittlerweile </w:t>
      </w:r>
      <w:r w:rsidR="00BA6E79" w:rsidRPr="00095AF1">
        <w:t xml:space="preserve">formgehärtete A- und </w:t>
      </w:r>
      <w:r w:rsidR="00016D55" w:rsidRPr="00095AF1">
        <w:t>B-Säulen</w:t>
      </w:r>
      <w:r w:rsidR="00B47285" w:rsidRPr="00095AF1">
        <w:t>, Dachrahmen</w:t>
      </w:r>
      <w:r w:rsidR="00B0742A" w:rsidRPr="00095AF1">
        <w:t xml:space="preserve"> oder </w:t>
      </w:r>
      <w:r w:rsidR="00016D55" w:rsidRPr="00095AF1">
        <w:lastRenderedPageBreak/>
        <w:t xml:space="preserve">Verbindungsbleche </w:t>
      </w:r>
      <w:r w:rsidR="00C870C6" w:rsidRPr="00095AF1">
        <w:t>finden</w:t>
      </w:r>
      <w:r w:rsidR="0091188E" w:rsidRPr="00095AF1">
        <w:t>. B</w:t>
      </w:r>
      <w:r w:rsidR="00693779" w:rsidRPr="00095AF1">
        <w:t xml:space="preserve">is 2020 </w:t>
      </w:r>
      <w:r w:rsidR="00665787" w:rsidRPr="00095AF1">
        <w:t xml:space="preserve">verdoppelt </w:t>
      </w:r>
      <w:r w:rsidR="00693779" w:rsidRPr="00095AF1">
        <w:t>sich der Bedarf nach Angaben von Experten auf 600 Millionen Stück</w:t>
      </w:r>
      <w:r w:rsidR="00016D55" w:rsidRPr="00095AF1">
        <w:t>.</w:t>
      </w:r>
    </w:p>
    <w:p w:rsidR="00016D55" w:rsidRPr="00095AF1" w:rsidRDefault="00016D55" w:rsidP="007E1606"/>
    <w:p w:rsidR="009E2340" w:rsidRDefault="00295601" w:rsidP="007E1606">
      <w:r w:rsidRPr="00095AF1">
        <w:t>Die PCHflex-Technologie von Schuler sorgt für eine schnellere Abkühlung der auf 930 Grad Celsius erhitzten Teile, weil der Anpressdruck gleichmäßig</w:t>
      </w:r>
      <w:r w:rsidR="008D314C" w:rsidRPr="00095AF1">
        <w:t>er</w:t>
      </w:r>
      <w:r w:rsidRPr="00095AF1">
        <w:t xml:space="preserve"> verteilt wird.</w:t>
      </w:r>
      <w:r w:rsidR="00CE6188" w:rsidRPr="00095AF1">
        <w:t xml:space="preserve"> </w:t>
      </w:r>
      <w:r w:rsidR="000707BD" w:rsidRPr="00095AF1">
        <w:t>Das erhöht die Ausbringungsleistung deutlich und sorgt für einen robusteren Prozess mit konstant hoher Bauteilqualität</w:t>
      </w:r>
      <w:r w:rsidR="00CE6188" w:rsidRPr="00095AF1">
        <w:t>.</w:t>
      </w:r>
      <w:r w:rsidR="00A409DE" w:rsidRPr="00095AF1">
        <w:t xml:space="preserve"> Zur Ausweich- oder Anlaufproduktion lassen sich </w:t>
      </w:r>
      <w:r w:rsidR="0051375B" w:rsidRPr="00095AF1">
        <w:t xml:space="preserve">dabei </w:t>
      </w:r>
      <w:r w:rsidR="000C01A4">
        <w:t xml:space="preserve">ebenfalls </w:t>
      </w:r>
      <w:r w:rsidR="008D314C" w:rsidRPr="00095AF1">
        <w:t>konventionelle Formhärte-Werkzeuge auf</w:t>
      </w:r>
      <w:r w:rsidR="00A409DE" w:rsidRPr="00095AF1">
        <w:t xml:space="preserve"> den PCHflex-Anlagen einsetzen.</w:t>
      </w:r>
      <w:r w:rsidR="007829F1" w:rsidRPr="00095AF1">
        <w:t xml:space="preserve"> </w:t>
      </w:r>
      <w:r w:rsidR="0030074F" w:rsidRPr="00095AF1">
        <w:t xml:space="preserve">So steht </w:t>
      </w:r>
      <w:r w:rsidR="000C01A4">
        <w:t xml:space="preserve">auch </w:t>
      </w:r>
      <w:bookmarkStart w:id="0" w:name="_GoBack"/>
      <w:bookmarkEnd w:id="0"/>
      <w:r w:rsidR="0030074F" w:rsidRPr="00095AF1">
        <w:t>die Anlage im</w:t>
      </w:r>
      <w:r w:rsidR="007829F1" w:rsidRPr="00095AF1">
        <w:t xml:space="preserve"> Hot Stamping TechCenter Kunden von Schuler </w:t>
      </w:r>
      <w:r w:rsidR="0030074F" w:rsidRPr="00095AF1">
        <w:t>für die</w:t>
      </w:r>
      <w:r w:rsidR="007829F1" w:rsidRPr="00095AF1">
        <w:t xml:space="preserve"> </w:t>
      </w:r>
      <w:r w:rsidR="003904FD" w:rsidRPr="00095AF1">
        <w:t xml:space="preserve">Einarbeitung von </w:t>
      </w:r>
      <w:r w:rsidR="007829F1" w:rsidRPr="00095AF1">
        <w:t>Werkzeug</w:t>
      </w:r>
      <w:r w:rsidR="003904FD" w:rsidRPr="00095AF1">
        <w:t>en</w:t>
      </w:r>
      <w:r w:rsidR="007829F1" w:rsidRPr="00095AF1">
        <w:t xml:space="preserve"> und </w:t>
      </w:r>
      <w:r w:rsidR="0030074F" w:rsidRPr="00095AF1">
        <w:t xml:space="preserve">die </w:t>
      </w:r>
      <w:r w:rsidR="007829F1" w:rsidRPr="00095AF1">
        <w:t xml:space="preserve">Produktion von Kleinserien </w:t>
      </w:r>
      <w:r w:rsidR="00F754F3" w:rsidRPr="00095AF1">
        <w:t>zur Verfügung.</w:t>
      </w:r>
    </w:p>
    <w:p w:rsidR="00266BC0" w:rsidRDefault="00266BC0" w:rsidP="007E1606"/>
    <w:p w:rsidR="007E1606" w:rsidRDefault="007E1606" w:rsidP="007E1606"/>
    <w:p w:rsidR="007E1606" w:rsidRDefault="007E1606" w:rsidP="000E228F">
      <w:pPr>
        <w:pStyle w:val="berschrift3"/>
      </w:pPr>
      <w:r>
        <w:t>Bildunterschriften</w:t>
      </w:r>
    </w:p>
    <w:p w:rsidR="00C82B81" w:rsidRDefault="007E1606" w:rsidP="00545B6F">
      <w:r>
        <w:t xml:space="preserve">Bild1.jpg: </w:t>
      </w:r>
      <w:r w:rsidR="00545B6F">
        <w:t xml:space="preserve">Über 150 Besucher haben bei Schuler in Göppingen </w:t>
      </w:r>
      <w:r w:rsidR="002B5417">
        <w:t xml:space="preserve">Ende September </w:t>
      </w:r>
      <w:r w:rsidR="00545B6F">
        <w:t>eine Formhärte-Anlage neuester Bauart in Aktion erlebt</w:t>
      </w:r>
      <w:r w:rsidR="003C6FA3">
        <w:t>.</w:t>
      </w:r>
    </w:p>
    <w:p w:rsidR="005833D5" w:rsidRDefault="007E1606" w:rsidP="007E1606">
      <w:r>
        <w:t xml:space="preserve">Bild2.jpg: </w:t>
      </w:r>
      <w:r w:rsidR="003C6FA3" w:rsidRPr="003C6FA3">
        <w:t>„Unsere Kunden waren schlichtweg begeistert vom Hot Stamping TechCenter“, freut sich Geschäftsführer Dr. Martin Habert</w:t>
      </w:r>
      <w:r w:rsidR="003C6FA3">
        <w:t>.</w:t>
      </w:r>
    </w:p>
    <w:p w:rsidR="003C6FA3" w:rsidRDefault="003C6FA3" w:rsidP="007E1606">
      <w:r>
        <w:t xml:space="preserve">Bild3.jpg: </w:t>
      </w:r>
      <w:r w:rsidR="00BD5397">
        <w:t>Die</w:t>
      </w:r>
      <w:r w:rsidR="00BD5397" w:rsidRPr="00BD5397">
        <w:t xml:space="preserve"> 1.600 Tonnen starke hydraulische Presse mit PCHflex-Technologie</w:t>
      </w:r>
      <w:r w:rsidR="00BD5397">
        <w:t xml:space="preserve"> läuft mit bis zu </w:t>
      </w:r>
      <w:r w:rsidR="004D2D96">
        <w:t>7,5</w:t>
      </w:r>
      <w:r w:rsidR="00BD5397">
        <w:t xml:space="preserve"> Hüben pro Minute.</w:t>
      </w:r>
    </w:p>
    <w:p w:rsidR="009B2577" w:rsidRDefault="009B2577" w:rsidP="007E1606"/>
    <w:p w:rsidR="005833D5" w:rsidRPr="005833D5" w:rsidRDefault="005833D5" w:rsidP="005833D5">
      <w:pPr>
        <w:rPr>
          <w:i/>
        </w:rPr>
      </w:pPr>
      <w:r w:rsidRPr="005833D5">
        <w:rPr>
          <w:i/>
        </w:rPr>
        <w:t>Als Bildquelle bitte Schuler angeben.</w:t>
      </w:r>
    </w:p>
    <w:p w:rsidR="00095AF1" w:rsidRDefault="00095AF1">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2" w:history="1">
        <w:r w:rsidR="00671E3C" w:rsidRPr="00D808EA">
          <w:rPr>
            <w:rStyle w:val="Hyperlink"/>
            <w:b/>
            <w:i/>
          </w:rPr>
          <w:t>www.schulergroup.com</w:t>
        </w:r>
      </w:hyperlink>
    </w:p>
    <w:p w:rsidR="005833D5" w:rsidRPr="00C82B81" w:rsidRDefault="007C5293" w:rsidP="007C5293">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Schienenverkehr und die Großrohr-Fertigung.  Im Geschäftsjahr 2015 erzielte Schuler einen Umsatz von 1.200,0 Millionen Euro. Nach der Übernahme des Werkzeugbauers AWEBA und der Mehrheitsbeteiligung am chinesischen Pressenhersteller Yadon ist Schuler mit rund 6.800 Mitarbeitern in 40 Ländern präsent. Schuler gehört mehrheitlich zur österreichischen ANDRITZ-Gruppe.</w:t>
      </w:r>
    </w:p>
    <w:sectPr w:rsidR="005833D5" w:rsidRPr="00C82B81"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55D" w:rsidRDefault="0017355D" w:rsidP="007E132D">
      <w:r>
        <w:separator/>
      </w:r>
    </w:p>
    <w:p w:rsidR="0017355D" w:rsidRDefault="0017355D" w:rsidP="007E132D"/>
  </w:endnote>
  <w:endnote w:type="continuationSeparator" w:id="0">
    <w:p w:rsidR="0017355D" w:rsidRDefault="0017355D" w:rsidP="007E132D">
      <w:r>
        <w:continuationSeparator/>
      </w:r>
    </w:p>
    <w:p w:rsidR="0017355D" w:rsidRDefault="0017355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C01A4">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C01A4">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C01A4">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C01A4" w:rsidRPr="007E1606">
            <w:rPr>
              <w:rFonts w:eastAsia="Calibri"/>
              <w:noProof/>
            </w:rPr>
            <w:t xml:space="preserve">Seite </w:t>
          </w:r>
          <w:r w:rsidR="000C01A4">
            <w:rPr>
              <w:rFonts w:eastAsia="Calibri"/>
              <w:noProof/>
            </w:rPr>
            <w:t>2</w:t>
          </w:r>
          <w:r w:rsidR="000C01A4" w:rsidRPr="007E1606">
            <w:rPr>
              <w:rFonts w:eastAsia="Calibri"/>
              <w:noProof/>
            </w:rPr>
            <w:t xml:space="preserve"> von </w:t>
          </w:r>
          <w:r w:rsidR="000C01A4">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55D" w:rsidRDefault="0017355D" w:rsidP="007E132D">
      <w:r>
        <w:separator/>
      </w:r>
    </w:p>
    <w:p w:rsidR="0017355D" w:rsidRDefault="0017355D" w:rsidP="007E132D"/>
  </w:footnote>
  <w:footnote w:type="continuationSeparator" w:id="0">
    <w:p w:rsidR="0017355D" w:rsidRDefault="0017355D" w:rsidP="007E132D">
      <w:r>
        <w:continuationSeparator/>
      </w:r>
    </w:p>
    <w:p w:rsidR="0017355D" w:rsidRDefault="0017355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5D"/>
    <w:rsid w:val="00003CBE"/>
    <w:rsid w:val="00004C7F"/>
    <w:rsid w:val="00006DC8"/>
    <w:rsid w:val="00016D55"/>
    <w:rsid w:val="00031750"/>
    <w:rsid w:val="00033BD2"/>
    <w:rsid w:val="00042794"/>
    <w:rsid w:val="000707BD"/>
    <w:rsid w:val="000716BA"/>
    <w:rsid w:val="00086F40"/>
    <w:rsid w:val="00095AF1"/>
    <w:rsid w:val="000A52A8"/>
    <w:rsid w:val="000B704A"/>
    <w:rsid w:val="000B78DA"/>
    <w:rsid w:val="000C01A4"/>
    <w:rsid w:val="000C0CAD"/>
    <w:rsid w:val="000E2192"/>
    <w:rsid w:val="000E228F"/>
    <w:rsid w:val="000F2F77"/>
    <w:rsid w:val="00102187"/>
    <w:rsid w:val="00130A5F"/>
    <w:rsid w:val="00136218"/>
    <w:rsid w:val="00136E90"/>
    <w:rsid w:val="00152C69"/>
    <w:rsid w:val="001631E1"/>
    <w:rsid w:val="0016339C"/>
    <w:rsid w:val="0016495A"/>
    <w:rsid w:val="0017355D"/>
    <w:rsid w:val="00173722"/>
    <w:rsid w:val="0017697C"/>
    <w:rsid w:val="001B1B07"/>
    <w:rsid w:val="001C1FA2"/>
    <w:rsid w:val="001C3EE2"/>
    <w:rsid w:val="001E0C3C"/>
    <w:rsid w:val="001F6280"/>
    <w:rsid w:val="00201FDA"/>
    <w:rsid w:val="0020632B"/>
    <w:rsid w:val="002077B7"/>
    <w:rsid w:val="00212513"/>
    <w:rsid w:val="00215C8A"/>
    <w:rsid w:val="002315E0"/>
    <w:rsid w:val="002362D1"/>
    <w:rsid w:val="00266BC0"/>
    <w:rsid w:val="00270290"/>
    <w:rsid w:val="002712C2"/>
    <w:rsid w:val="00295601"/>
    <w:rsid w:val="002A1D04"/>
    <w:rsid w:val="002A3A54"/>
    <w:rsid w:val="002A42B6"/>
    <w:rsid w:val="002A4B0E"/>
    <w:rsid w:val="002B391B"/>
    <w:rsid w:val="002B41E8"/>
    <w:rsid w:val="002B5417"/>
    <w:rsid w:val="002E1894"/>
    <w:rsid w:val="0030074F"/>
    <w:rsid w:val="003230D4"/>
    <w:rsid w:val="00323555"/>
    <w:rsid w:val="00363740"/>
    <w:rsid w:val="00365A9E"/>
    <w:rsid w:val="003728F6"/>
    <w:rsid w:val="00373C01"/>
    <w:rsid w:val="00377DED"/>
    <w:rsid w:val="003904FD"/>
    <w:rsid w:val="003A51FA"/>
    <w:rsid w:val="003C626A"/>
    <w:rsid w:val="003C6FA3"/>
    <w:rsid w:val="003D70E5"/>
    <w:rsid w:val="003D76C7"/>
    <w:rsid w:val="003E30C0"/>
    <w:rsid w:val="003F0681"/>
    <w:rsid w:val="003F6888"/>
    <w:rsid w:val="00403EFF"/>
    <w:rsid w:val="004355F7"/>
    <w:rsid w:val="00476782"/>
    <w:rsid w:val="00476D9C"/>
    <w:rsid w:val="004833A6"/>
    <w:rsid w:val="004848AD"/>
    <w:rsid w:val="00485C6B"/>
    <w:rsid w:val="004A20EF"/>
    <w:rsid w:val="004C4B30"/>
    <w:rsid w:val="004C697D"/>
    <w:rsid w:val="004D2D96"/>
    <w:rsid w:val="004D76DD"/>
    <w:rsid w:val="0051375B"/>
    <w:rsid w:val="005205B2"/>
    <w:rsid w:val="00531DDB"/>
    <w:rsid w:val="00533491"/>
    <w:rsid w:val="00545B6F"/>
    <w:rsid w:val="00552A9D"/>
    <w:rsid w:val="005547DF"/>
    <w:rsid w:val="0056768B"/>
    <w:rsid w:val="00575FA0"/>
    <w:rsid w:val="005833D5"/>
    <w:rsid w:val="00585B48"/>
    <w:rsid w:val="00595D96"/>
    <w:rsid w:val="005C0BBB"/>
    <w:rsid w:val="005C6AE3"/>
    <w:rsid w:val="005F6D99"/>
    <w:rsid w:val="00601238"/>
    <w:rsid w:val="0060142A"/>
    <w:rsid w:val="00605D40"/>
    <w:rsid w:val="0065451D"/>
    <w:rsid w:val="00654B60"/>
    <w:rsid w:val="00657596"/>
    <w:rsid w:val="00660D47"/>
    <w:rsid w:val="00665787"/>
    <w:rsid w:val="00671E3C"/>
    <w:rsid w:val="00674EF3"/>
    <w:rsid w:val="006813B8"/>
    <w:rsid w:val="0068251B"/>
    <w:rsid w:val="006848FF"/>
    <w:rsid w:val="00687868"/>
    <w:rsid w:val="00693779"/>
    <w:rsid w:val="006A31D9"/>
    <w:rsid w:val="006A659E"/>
    <w:rsid w:val="006A7F52"/>
    <w:rsid w:val="006C30B2"/>
    <w:rsid w:val="006C449B"/>
    <w:rsid w:val="006D7242"/>
    <w:rsid w:val="00714E5C"/>
    <w:rsid w:val="0072042B"/>
    <w:rsid w:val="00733AAF"/>
    <w:rsid w:val="00740E16"/>
    <w:rsid w:val="007649A2"/>
    <w:rsid w:val="007826E4"/>
    <w:rsid w:val="007829F1"/>
    <w:rsid w:val="00783B36"/>
    <w:rsid w:val="00784E5A"/>
    <w:rsid w:val="00794AEE"/>
    <w:rsid w:val="00794B0F"/>
    <w:rsid w:val="007B0BF4"/>
    <w:rsid w:val="007C0E67"/>
    <w:rsid w:val="007C16F5"/>
    <w:rsid w:val="007C277F"/>
    <w:rsid w:val="007C5293"/>
    <w:rsid w:val="007E132D"/>
    <w:rsid w:val="007E1606"/>
    <w:rsid w:val="007E3244"/>
    <w:rsid w:val="007F4512"/>
    <w:rsid w:val="00821B54"/>
    <w:rsid w:val="00821E5D"/>
    <w:rsid w:val="00822597"/>
    <w:rsid w:val="008258E8"/>
    <w:rsid w:val="008334D5"/>
    <w:rsid w:val="00865B83"/>
    <w:rsid w:val="008718D2"/>
    <w:rsid w:val="0087295F"/>
    <w:rsid w:val="00876E6E"/>
    <w:rsid w:val="00877DC8"/>
    <w:rsid w:val="00894865"/>
    <w:rsid w:val="008C6578"/>
    <w:rsid w:val="008D1374"/>
    <w:rsid w:val="008D314C"/>
    <w:rsid w:val="008D67FA"/>
    <w:rsid w:val="008E1F8F"/>
    <w:rsid w:val="008E731B"/>
    <w:rsid w:val="008F5E25"/>
    <w:rsid w:val="009060ED"/>
    <w:rsid w:val="0091188E"/>
    <w:rsid w:val="00920948"/>
    <w:rsid w:val="00926076"/>
    <w:rsid w:val="00941203"/>
    <w:rsid w:val="00946BE7"/>
    <w:rsid w:val="00961469"/>
    <w:rsid w:val="00975A13"/>
    <w:rsid w:val="009A680E"/>
    <w:rsid w:val="009B2577"/>
    <w:rsid w:val="009B3EB7"/>
    <w:rsid w:val="009E2340"/>
    <w:rsid w:val="009F65F3"/>
    <w:rsid w:val="00A0214C"/>
    <w:rsid w:val="00A166C4"/>
    <w:rsid w:val="00A1783E"/>
    <w:rsid w:val="00A31D72"/>
    <w:rsid w:val="00A32B85"/>
    <w:rsid w:val="00A409DE"/>
    <w:rsid w:val="00A46561"/>
    <w:rsid w:val="00A500A4"/>
    <w:rsid w:val="00A86ACD"/>
    <w:rsid w:val="00A9156A"/>
    <w:rsid w:val="00A91986"/>
    <w:rsid w:val="00A93519"/>
    <w:rsid w:val="00AC55D1"/>
    <w:rsid w:val="00AC6510"/>
    <w:rsid w:val="00AE3AFF"/>
    <w:rsid w:val="00AF2D43"/>
    <w:rsid w:val="00AF64B9"/>
    <w:rsid w:val="00B01B58"/>
    <w:rsid w:val="00B01CEF"/>
    <w:rsid w:val="00B06BC4"/>
    <w:rsid w:val="00B0742A"/>
    <w:rsid w:val="00B206B1"/>
    <w:rsid w:val="00B23715"/>
    <w:rsid w:val="00B25A87"/>
    <w:rsid w:val="00B307A6"/>
    <w:rsid w:val="00B47285"/>
    <w:rsid w:val="00B47659"/>
    <w:rsid w:val="00B50B3D"/>
    <w:rsid w:val="00B55136"/>
    <w:rsid w:val="00B64744"/>
    <w:rsid w:val="00B67BAC"/>
    <w:rsid w:val="00B762C9"/>
    <w:rsid w:val="00BA6E79"/>
    <w:rsid w:val="00BC5250"/>
    <w:rsid w:val="00BD5397"/>
    <w:rsid w:val="00BE0913"/>
    <w:rsid w:val="00C17838"/>
    <w:rsid w:val="00C72CD3"/>
    <w:rsid w:val="00C82B81"/>
    <w:rsid w:val="00C870C6"/>
    <w:rsid w:val="00C96DAD"/>
    <w:rsid w:val="00CB2B5C"/>
    <w:rsid w:val="00CC7CCA"/>
    <w:rsid w:val="00CD3AA7"/>
    <w:rsid w:val="00CE086D"/>
    <w:rsid w:val="00CE6188"/>
    <w:rsid w:val="00D14566"/>
    <w:rsid w:val="00D15E35"/>
    <w:rsid w:val="00D16703"/>
    <w:rsid w:val="00D36969"/>
    <w:rsid w:val="00D5679F"/>
    <w:rsid w:val="00D76894"/>
    <w:rsid w:val="00D82AE7"/>
    <w:rsid w:val="00D95005"/>
    <w:rsid w:val="00DB3F3F"/>
    <w:rsid w:val="00DB73FC"/>
    <w:rsid w:val="00DC5C7D"/>
    <w:rsid w:val="00DD16C5"/>
    <w:rsid w:val="00DE35EB"/>
    <w:rsid w:val="00DE6930"/>
    <w:rsid w:val="00E207BB"/>
    <w:rsid w:val="00E2304D"/>
    <w:rsid w:val="00E26828"/>
    <w:rsid w:val="00E3363B"/>
    <w:rsid w:val="00E36721"/>
    <w:rsid w:val="00E5769E"/>
    <w:rsid w:val="00E6320B"/>
    <w:rsid w:val="00E72EA3"/>
    <w:rsid w:val="00E85A97"/>
    <w:rsid w:val="00E90330"/>
    <w:rsid w:val="00E94A8B"/>
    <w:rsid w:val="00E94CAA"/>
    <w:rsid w:val="00EA0877"/>
    <w:rsid w:val="00EA0921"/>
    <w:rsid w:val="00EA7DC3"/>
    <w:rsid w:val="00EB04CB"/>
    <w:rsid w:val="00EB1C2E"/>
    <w:rsid w:val="00EF1B14"/>
    <w:rsid w:val="00F17DDA"/>
    <w:rsid w:val="00F23AAD"/>
    <w:rsid w:val="00F44765"/>
    <w:rsid w:val="00F5073A"/>
    <w:rsid w:val="00F654EB"/>
    <w:rsid w:val="00F754F3"/>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14CA36B4-80C0-40BA-B310-DCB654F98268"/>
    <ds:schemaRef ds:uri="http://purl.org/dc/terms/"/>
    <ds:schemaRef ds:uri="http://purl.org/dc/elements/1.1/"/>
    <ds:schemaRef ds:uri="http://schemas.microsoft.com/office/infopath/2007/PartnerControls"/>
    <ds:schemaRef ds:uri="http://schemas.microsoft.com/sharepoint/v3"/>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508</Words>
  <Characters>3204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3705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66</cp:revision>
  <cp:lastPrinted>2014-01-15T15:59:00Z</cp:lastPrinted>
  <dcterms:created xsi:type="dcterms:W3CDTF">2016-10-05T07:48:00Z</dcterms:created>
  <dcterms:modified xsi:type="dcterms:W3CDTF">2016-10-06T13:10:00Z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