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CC5962"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CF0696" w:rsidRDefault="00A1783E" w:rsidP="008E1F8F">
            <w:pPr>
              <w:spacing w:line="226" w:lineRule="exact"/>
              <w:rPr>
                <w:rFonts w:eastAsia="Calibri"/>
                <w:sz w:val="17"/>
                <w:szCs w:val="17"/>
                <w:lang w:val="en-US" w:eastAsia="en-US"/>
              </w:rPr>
            </w:pPr>
            <w:r w:rsidRPr="00CF0696">
              <w:rPr>
                <w:rFonts w:eastAsia="Calibri"/>
                <w:sz w:val="17"/>
                <w:szCs w:val="17"/>
                <w:lang w:val="en-US" w:eastAsia="en-US"/>
              </w:rPr>
              <w:t>Integrated Communications</w:t>
            </w:r>
          </w:p>
          <w:p w:rsidR="004C4B30" w:rsidRPr="00CF0696" w:rsidRDefault="004C4B30" w:rsidP="008E1F8F">
            <w:pPr>
              <w:spacing w:line="226" w:lineRule="exact"/>
              <w:rPr>
                <w:rFonts w:eastAsia="Calibri"/>
                <w:sz w:val="17"/>
                <w:szCs w:val="17"/>
                <w:lang w:val="en-US" w:eastAsia="en-US"/>
              </w:rPr>
            </w:pPr>
            <w:r w:rsidRPr="00CF0696">
              <w:rPr>
                <w:rFonts w:eastAsia="Calibri"/>
                <w:sz w:val="17"/>
                <w:szCs w:val="17"/>
                <w:lang w:val="en-US" w:eastAsia="en-US"/>
              </w:rPr>
              <w:t>Telefon +49 7161 66-</w:t>
            </w:r>
            <w:r w:rsidR="00A1783E" w:rsidRPr="00CF0696">
              <w:rPr>
                <w:rFonts w:eastAsia="Calibri"/>
                <w:sz w:val="17"/>
                <w:szCs w:val="17"/>
                <w:lang w:val="en-US" w:eastAsia="en-US"/>
              </w:rPr>
              <w:t>7789</w:t>
            </w:r>
          </w:p>
          <w:p w:rsidR="004C4B30" w:rsidRPr="00CF0696" w:rsidRDefault="004C4B30" w:rsidP="008E1F8F">
            <w:pPr>
              <w:spacing w:line="226" w:lineRule="exact"/>
              <w:rPr>
                <w:rFonts w:eastAsia="Calibri"/>
                <w:sz w:val="17"/>
                <w:szCs w:val="17"/>
                <w:lang w:val="en-US" w:eastAsia="en-US"/>
              </w:rPr>
            </w:pPr>
            <w:r w:rsidRPr="00CF0696">
              <w:rPr>
                <w:rFonts w:eastAsia="Calibri"/>
                <w:sz w:val="17"/>
                <w:szCs w:val="17"/>
                <w:lang w:val="en-US" w:eastAsia="en-US"/>
              </w:rPr>
              <w:t>Fax +49 7161 66-907</w:t>
            </w:r>
          </w:p>
          <w:p w:rsidR="004C4B30" w:rsidRPr="00CF0696" w:rsidRDefault="003D32D0" w:rsidP="008E1F8F">
            <w:pPr>
              <w:spacing w:line="226" w:lineRule="exact"/>
              <w:rPr>
                <w:rFonts w:eastAsia="Calibri"/>
                <w:sz w:val="17"/>
                <w:szCs w:val="17"/>
                <w:lang w:val="en-US" w:eastAsia="en-US"/>
              </w:rPr>
            </w:pPr>
            <w:hyperlink r:id="rId10" w:history="1">
              <w:r w:rsidR="00A1783E" w:rsidRPr="00CF0696">
                <w:rPr>
                  <w:rStyle w:val="Hyperlink"/>
                  <w:rFonts w:eastAsia="Calibri"/>
                  <w:sz w:val="17"/>
                  <w:szCs w:val="17"/>
                  <w:lang w:val="en-US" w:eastAsia="en-US"/>
                </w:rPr>
                <w:t>Simon Scherrenbacher</w:t>
              </w:r>
              <w:r w:rsidR="005F6D99" w:rsidRPr="00CF0696">
                <w:rPr>
                  <w:rStyle w:val="Hyperlink"/>
                  <w:rFonts w:eastAsia="Calibri"/>
                  <w:sz w:val="17"/>
                  <w:szCs w:val="17"/>
                  <w:lang w:val="en-US" w:eastAsia="en-US"/>
                </w:rPr>
                <w:t>@</w:t>
              </w:r>
              <w:r w:rsidR="005F6D99" w:rsidRPr="00CF0696">
                <w:rPr>
                  <w:rStyle w:val="Hyperlink"/>
                  <w:rFonts w:eastAsia="Calibri"/>
                  <w:sz w:val="17"/>
                  <w:szCs w:val="17"/>
                  <w:lang w:val="en-US" w:eastAsia="en-US"/>
                </w:rPr>
                <w:br/>
                <w:t>schulergroup.com</w:t>
              </w:r>
            </w:hyperlink>
          </w:p>
          <w:p w:rsidR="004C4B30" w:rsidRPr="00FA7558" w:rsidRDefault="003D32D0" w:rsidP="008E1F8F">
            <w:pPr>
              <w:spacing w:line="226" w:lineRule="exact"/>
              <w:rPr>
                <w:rFonts w:eastAsia="Calibri"/>
                <w:sz w:val="17"/>
                <w:szCs w:val="17"/>
                <w:lang w:val="en-US" w:eastAsia="en-US"/>
              </w:rPr>
            </w:pPr>
            <w:hyperlink r:id="rId11" w:history="1">
              <w:r w:rsidR="004C4B30" w:rsidRPr="00FA7558">
                <w:rPr>
                  <w:rStyle w:val="Hyperlink"/>
                  <w:rFonts w:eastAsia="Calibri"/>
                  <w:sz w:val="17"/>
                  <w:szCs w:val="17"/>
                  <w:lang w:val="en-US" w:eastAsia="en-US"/>
                </w:rPr>
                <w:t>www.schulergroup.com/pr</w:t>
              </w:r>
            </w:hyperlink>
          </w:p>
        </w:tc>
      </w:tr>
    </w:tbl>
    <w:p w:rsidR="007E1606" w:rsidRPr="00FA7558" w:rsidRDefault="007E1606" w:rsidP="007E132D">
      <w:pPr>
        <w:rPr>
          <w:lang w:val="en-US"/>
        </w:rPr>
      </w:pPr>
    </w:p>
    <w:p w:rsidR="00476D9C" w:rsidRPr="00FA7558" w:rsidRDefault="00476D9C" w:rsidP="007E132D">
      <w:pPr>
        <w:rPr>
          <w:lang w:val="en-US"/>
        </w:rPr>
      </w:pPr>
    </w:p>
    <w:p w:rsidR="00476D9C" w:rsidRPr="00FA7558" w:rsidRDefault="00476D9C" w:rsidP="007E132D">
      <w:pPr>
        <w:rPr>
          <w:lang w:val="en-US"/>
        </w:rPr>
      </w:pPr>
    </w:p>
    <w:p w:rsidR="00476D9C" w:rsidRPr="00FA7558" w:rsidRDefault="00476D9C" w:rsidP="007E132D">
      <w:pPr>
        <w:rPr>
          <w:lang w:val="en-US"/>
        </w:rPr>
      </w:pPr>
    </w:p>
    <w:p w:rsidR="00476D9C" w:rsidRPr="00D73F78" w:rsidRDefault="00CF0696" w:rsidP="00D73F78">
      <w:pPr>
        <w:pStyle w:val="berschrift1"/>
        <w:ind w:left="0" w:firstLine="0"/>
      </w:pPr>
      <w:r w:rsidRPr="00D73F78">
        <w:t>V</w:t>
      </w:r>
      <w:r w:rsidR="00DC11A8" w:rsidRPr="00D73F78">
        <w:t>olkswagen</w:t>
      </w:r>
      <w:r w:rsidRPr="00D73F78">
        <w:t xml:space="preserve"> produziert</w:t>
      </w:r>
      <w:r w:rsidR="00DC11A8" w:rsidRPr="00D73F78">
        <w:t xml:space="preserve"> im Werk</w:t>
      </w:r>
      <w:r w:rsidRPr="00D73F78">
        <w:t xml:space="preserve"> </w:t>
      </w:r>
      <w:r w:rsidR="00DC11A8" w:rsidRPr="00D73F78">
        <w:t>Kassel Teilkomponenten</w:t>
      </w:r>
      <w:r w:rsidR="00D73F78" w:rsidRPr="00D73F78">
        <w:t xml:space="preserve"> </w:t>
      </w:r>
      <w:r w:rsidR="00DC11A8" w:rsidRPr="00D73F78">
        <w:t>von</w:t>
      </w:r>
      <w:r w:rsidRPr="00D73F78">
        <w:t xml:space="preserve"> Elektromotoren auf Schuler-</w:t>
      </w:r>
      <w:r w:rsidR="001E0605" w:rsidRPr="00D73F78">
        <w:t>Anlage</w:t>
      </w:r>
    </w:p>
    <w:p w:rsidR="006A31D9" w:rsidRDefault="001E0605" w:rsidP="00365A9E">
      <w:pPr>
        <w:pStyle w:val="berschrift2"/>
      </w:pPr>
      <w:r>
        <w:t xml:space="preserve">Dank ihres steifen Pressenkörpers lassen sich auf der Smartline hochpräzise </w:t>
      </w:r>
      <w:r w:rsidR="00CF0696">
        <w:t>Antriebskomponenten</w:t>
      </w:r>
      <w:r>
        <w:t xml:space="preserve"> für den e</w:t>
      </w:r>
      <w:r w:rsidR="00DC11A8">
        <w:t>-</w:t>
      </w:r>
      <w:r>
        <w:t>Golf und e</w:t>
      </w:r>
      <w:r w:rsidR="00DC11A8">
        <w:t>-</w:t>
      </w:r>
      <w:r>
        <w:t>Up! fertigen</w:t>
      </w:r>
    </w:p>
    <w:p w:rsidR="00476D9C" w:rsidRPr="00476D9C" w:rsidRDefault="00476D9C" w:rsidP="00476D9C"/>
    <w:p w:rsidR="007E1606" w:rsidRDefault="00C82B81" w:rsidP="00C82B81">
      <w:r>
        <w:rPr>
          <w:i/>
        </w:rPr>
        <w:t>Göppingen</w:t>
      </w:r>
      <w:r w:rsidR="00CF0696">
        <w:rPr>
          <w:i/>
        </w:rPr>
        <w:t>/Kassel-Baunatal</w:t>
      </w:r>
      <w:r>
        <w:rPr>
          <w:i/>
        </w:rPr>
        <w:t xml:space="preserve">, </w:t>
      </w:r>
      <w:r w:rsidR="00D73F78">
        <w:rPr>
          <w:i/>
        </w:rPr>
        <w:t>11</w:t>
      </w:r>
      <w:r w:rsidR="005833D5">
        <w:rPr>
          <w:i/>
        </w:rPr>
        <w:t>.</w:t>
      </w:r>
      <w:r w:rsidR="00B267D7">
        <w:rPr>
          <w:i/>
        </w:rPr>
        <w:t>0</w:t>
      </w:r>
      <w:r w:rsidR="00D73F78">
        <w:rPr>
          <w:i/>
        </w:rPr>
        <w:t>7</w:t>
      </w:r>
      <w:r w:rsidR="005833D5" w:rsidRPr="005833D5">
        <w:rPr>
          <w:i/>
        </w:rPr>
        <w:t>.</w:t>
      </w:r>
      <w:r w:rsidR="005833D5" w:rsidRPr="00945D10">
        <w:rPr>
          <w:i/>
        </w:rPr>
        <w:t>201</w:t>
      </w:r>
      <w:r w:rsidR="00A1783E" w:rsidRPr="00945D10">
        <w:rPr>
          <w:i/>
        </w:rPr>
        <w:t>6</w:t>
      </w:r>
      <w:r w:rsidR="005833D5" w:rsidRPr="00945D10">
        <w:rPr>
          <w:i/>
        </w:rPr>
        <w:t xml:space="preserve"> </w:t>
      </w:r>
      <w:r w:rsidR="000F2F77" w:rsidRPr="00945D10">
        <w:t>–</w:t>
      </w:r>
      <w:r w:rsidR="005833D5" w:rsidRPr="00945D10">
        <w:t xml:space="preserve"> </w:t>
      </w:r>
      <w:r w:rsidR="00CF0696" w:rsidRPr="00945D10">
        <w:t>Pressen von Schuler sind bei Volkswagen</w:t>
      </w:r>
      <w:r w:rsidR="00DC11A8">
        <w:t xml:space="preserve"> im </w:t>
      </w:r>
      <w:r w:rsidR="00CF0696" w:rsidRPr="00945D10">
        <w:t xml:space="preserve">Werk </w:t>
      </w:r>
      <w:r w:rsidR="008A21B0" w:rsidRPr="00945D10">
        <w:t>Kassel</w:t>
      </w:r>
      <w:r w:rsidR="00CF0696" w:rsidRPr="00945D10">
        <w:t xml:space="preserve"> ein vertrauter Anblick: </w:t>
      </w:r>
      <w:r w:rsidR="008A21B0" w:rsidRPr="00945D10">
        <w:t xml:space="preserve">Im Presswerk </w:t>
      </w:r>
      <w:r w:rsidR="00CF0696" w:rsidRPr="00945D10">
        <w:t xml:space="preserve">formen sie </w:t>
      </w:r>
      <w:r w:rsidR="00816B48" w:rsidRPr="00945D10">
        <w:t xml:space="preserve">im Sekundentakt </w:t>
      </w:r>
      <w:r w:rsidR="00CF0696" w:rsidRPr="00945D10">
        <w:t>Karosserie- und Strukturteile für die verschiedenen Fahrzeug</w:t>
      </w:r>
      <w:r w:rsidR="00816B48" w:rsidRPr="00945D10">
        <w:t>e</w:t>
      </w:r>
      <w:r w:rsidR="00CF0696" w:rsidRPr="00945D10">
        <w:t xml:space="preserve"> des Konzerns.</w:t>
      </w:r>
      <w:r w:rsidR="00816B48" w:rsidRPr="00945D10">
        <w:t xml:space="preserve"> Für</w:t>
      </w:r>
      <w:r w:rsidR="00E10089" w:rsidRPr="00945D10">
        <w:t xml:space="preserve"> </w:t>
      </w:r>
      <w:r w:rsidR="00816B48" w:rsidRPr="00945D10">
        <w:t>zwe</w:t>
      </w:r>
      <w:r w:rsidR="008A21B0" w:rsidRPr="00945D10">
        <w:t>i Modelle – den e-Golf und den e-</w:t>
      </w:r>
      <w:r w:rsidR="009F7112">
        <w:t>U</w:t>
      </w:r>
      <w:r w:rsidR="00816B48" w:rsidRPr="00945D10">
        <w:t xml:space="preserve">p! – kommt eine Schuler-Anlage auch bei der Produktion von Antriebskomponenten zum Einsatz. Die Presse vom Typ Smartline </w:t>
      </w:r>
      <w:r w:rsidR="007A1D40" w:rsidRPr="00945D10">
        <w:t>stanzt und paketiert die Bleche, aus denen die Motoren</w:t>
      </w:r>
      <w:r w:rsidR="007A1D40">
        <w:t xml:space="preserve"> dieser Elektro-Autos zusammengesetzt sind.</w:t>
      </w:r>
    </w:p>
    <w:p w:rsidR="007A1D40" w:rsidRDefault="007A1D40" w:rsidP="00C82B81"/>
    <w:p w:rsidR="007A240A" w:rsidRDefault="000A5EA1" w:rsidP="007A240A">
      <w:r w:rsidRPr="00945D10">
        <w:t xml:space="preserve">Seit </w:t>
      </w:r>
      <w:r w:rsidR="00FA23E8" w:rsidRPr="00945D10">
        <w:t xml:space="preserve">August 2014 läuft </w:t>
      </w:r>
      <w:r w:rsidRPr="00945D10">
        <w:t xml:space="preserve">die </w:t>
      </w:r>
      <w:r w:rsidR="00556DBE">
        <w:t>Anlage</w:t>
      </w:r>
      <w:r w:rsidRPr="00945D10">
        <w:t xml:space="preserve"> </w:t>
      </w:r>
      <w:r w:rsidR="00556DBE">
        <w:t xml:space="preserve">in der Kasseler Fertigung. </w:t>
      </w:r>
      <w:r w:rsidR="00FA7558" w:rsidRPr="00945D10">
        <w:t>Alle fünf Minuten</w:t>
      </w:r>
      <w:r w:rsidR="00C621B0" w:rsidRPr="00945D10">
        <w:t xml:space="preserve"> verlässt die Smartline ein </w:t>
      </w:r>
      <w:r w:rsidR="00795A4F" w:rsidRPr="00945D10">
        <w:t xml:space="preserve">Statorpaket und </w:t>
      </w:r>
      <w:r w:rsidR="008A21B0" w:rsidRPr="00945D10">
        <w:t>sechs</w:t>
      </w:r>
      <w:r w:rsidR="00795A4F" w:rsidRPr="00945D10">
        <w:t xml:space="preserve"> Rotorpakete</w:t>
      </w:r>
      <w:r w:rsidR="00C621B0" w:rsidRPr="00945D10">
        <w:t xml:space="preserve">, die </w:t>
      </w:r>
      <w:r w:rsidR="003A25FB" w:rsidRPr="00945D10">
        <w:t>ohne aufwendige Folgeprozesse direkt weiterverarbeitet werden können</w:t>
      </w:r>
      <w:r w:rsidR="00C621B0" w:rsidRPr="00945D10">
        <w:t>.</w:t>
      </w:r>
      <w:r w:rsidR="00C44E2B">
        <w:t xml:space="preserve"> </w:t>
      </w:r>
      <w:r w:rsidR="007A240A">
        <w:t>Volkswagen verarbeitet auf der Smartline eine B</w:t>
      </w:r>
      <w:r w:rsidR="004D5A03">
        <w:t>lechdicke von gerade einmal 0,3</w:t>
      </w:r>
      <w:r w:rsidR="007A240A">
        <w:t xml:space="preserve"> Millimetern</w:t>
      </w:r>
      <w:r w:rsidR="004D5A03">
        <w:t>,</w:t>
      </w:r>
      <w:r w:rsidR="007A240A">
        <w:t xml:space="preserve"> sogar 0,2 Millimeter </w:t>
      </w:r>
      <w:r w:rsidR="004D5A03">
        <w:t xml:space="preserve">sind </w:t>
      </w:r>
      <w:r w:rsidR="007A240A">
        <w:t xml:space="preserve">möglich. </w:t>
      </w:r>
      <w:r w:rsidR="00B33710" w:rsidRPr="00AF470D">
        <w:t>Die Verarbeitung von dünneren Blechen ermöglicht</w:t>
      </w:r>
      <w:r w:rsidR="007A240A" w:rsidRPr="00697E82">
        <w:t xml:space="preserve"> </w:t>
      </w:r>
      <w:r w:rsidR="007A240A">
        <w:t xml:space="preserve">die </w:t>
      </w:r>
      <w:r w:rsidR="00B33710" w:rsidRPr="00AF470D">
        <w:t>Herstellung von Elektromotoren mit niedrigeren Wirbelstromverlusten und folglich</w:t>
      </w:r>
      <w:r w:rsidR="007A240A">
        <w:t xml:space="preserve"> </w:t>
      </w:r>
      <w:r w:rsidR="005860A7">
        <w:t xml:space="preserve">höherem </w:t>
      </w:r>
      <w:r w:rsidR="007A240A" w:rsidRPr="00697E82">
        <w:t>Wirkungsgrad</w:t>
      </w:r>
      <w:r w:rsidR="00B33710" w:rsidRPr="00AF470D">
        <w:t xml:space="preserve"> bei sinkendem</w:t>
      </w:r>
      <w:r w:rsidR="007A240A" w:rsidRPr="00697E82">
        <w:t xml:space="preserve"> Stromverbrauch</w:t>
      </w:r>
      <w:r w:rsidR="00B33710" w:rsidRPr="00AF470D">
        <w:t>.</w:t>
      </w:r>
    </w:p>
    <w:p w:rsidR="00C44E2B" w:rsidRPr="005860A7" w:rsidRDefault="00C44E2B" w:rsidP="007A240A">
      <w:pPr>
        <w:rPr>
          <w:strike/>
        </w:rPr>
      </w:pPr>
    </w:p>
    <w:p w:rsidR="006C7911" w:rsidRPr="00AF470D" w:rsidRDefault="00B33710" w:rsidP="00C82B81">
      <w:r w:rsidRPr="00AF470D">
        <w:lastRenderedPageBreak/>
        <w:t>Mit der in der in der Smartline eingesetzten Technik werden deutlich längere Standzeiten für die Werkzeuge erzielt</w:t>
      </w:r>
      <w:r w:rsidR="00691436">
        <w:t>,</w:t>
      </w:r>
      <w:r w:rsidRPr="00AF470D">
        <w:t xml:space="preserve"> und dadurch werden zu der</w:t>
      </w:r>
      <w:r w:rsidR="00A46562">
        <w:t xml:space="preserve"> </w:t>
      </w:r>
      <w:r w:rsidRPr="00AF470D">
        <w:t xml:space="preserve">Erhöhung der Ausbringung gleichzeitig die Stückkosten verringert. </w:t>
      </w:r>
    </w:p>
    <w:p w:rsidR="00033094" w:rsidRDefault="00D53EC9" w:rsidP="00C82B81">
      <w:r>
        <w:t xml:space="preserve">Die </w:t>
      </w:r>
      <w:r w:rsidR="00CC33A1" w:rsidRPr="00AF470D">
        <w:t>guten</w:t>
      </w:r>
      <w:r>
        <w:t xml:space="preserve"> Werkzeug-Standzeiten sind auf die </w:t>
      </w:r>
      <w:r w:rsidR="003A25FB">
        <w:t xml:space="preserve">extreme Präzision mit </w:t>
      </w:r>
      <w:r w:rsidR="00B6580F">
        <w:t>spielfreie</w:t>
      </w:r>
      <w:r w:rsidR="003A25FB">
        <w:t>r</w:t>
      </w:r>
      <w:r w:rsidR="00B6580F">
        <w:t xml:space="preserve"> Stößelführung sowie die </w:t>
      </w:r>
      <w:r>
        <w:t xml:space="preserve">hohe Steifigkeit der </w:t>
      </w:r>
      <w:r w:rsidR="003A25FB">
        <w:t xml:space="preserve">Presse </w:t>
      </w:r>
      <w:r>
        <w:t xml:space="preserve">zurückzuführen. Durch den öltemperierten Gusskörper </w:t>
      </w:r>
      <w:r w:rsidR="00DE0D42">
        <w:t>erhöht sich</w:t>
      </w:r>
      <w:r w:rsidR="007A240A">
        <w:t xml:space="preserve"> auch</w:t>
      </w:r>
      <w:r w:rsidR="00DE0D42">
        <w:t xml:space="preserve"> die thermische </w:t>
      </w:r>
      <w:r w:rsidR="00F9647E">
        <w:t>Stabilität</w:t>
      </w:r>
      <w:r w:rsidR="00DE0D42">
        <w:t xml:space="preserve"> signifikant.</w:t>
      </w:r>
      <w:r w:rsidR="007A240A" w:rsidRPr="007A240A">
        <w:t xml:space="preserve"> </w:t>
      </w:r>
      <w:r w:rsidR="007A240A">
        <w:t>Die tonnenschwere Anlage arbeitet trotz eines 3,30 Meter langen Pressentischs auf hundertstel Millimeter genau.</w:t>
      </w:r>
    </w:p>
    <w:p w:rsidR="00033094" w:rsidRDefault="00033094" w:rsidP="00C82B81"/>
    <w:p w:rsidR="005D02C4" w:rsidRDefault="007A240A" w:rsidP="00C82B81">
      <w:r>
        <w:t>Hierfür sorgt nicht zuletzt die von Schuler entwickelte dynamische Eintauchtiefenregelung, welche die Eintauchtiefe des Werkzeuges bei jedem Hub kontrolliert und gegebenenfalls korrigiert. Der gesamte Vorgang vom Messen bis zum Justieren dauert dabei nur hundertstel Sekunden.</w:t>
      </w:r>
      <w:r w:rsidR="00F9647E">
        <w:t xml:space="preserve"> </w:t>
      </w:r>
      <w:r>
        <w:t>Die</w:t>
      </w:r>
      <w:r w:rsidR="00DE0D42">
        <w:t xml:space="preserve"> Smartline </w:t>
      </w:r>
      <w:r>
        <w:t xml:space="preserve">ist daher in der Lage, </w:t>
      </w:r>
      <w:r w:rsidR="00DE0D42">
        <w:t>auch sehr lange Werkzeuge oder extrem dünne Bleche, die nur einen geringen Schnittspalt erlauben,</w:t>
      </w:r>
      <w:r w:rsidR="00A46562">
        <w:t xml:space="preserve"> </w:t>
      </w:r>
      <w:r w:rsidR="00DE0D42">
        <w:t xml:space="preserve">prozesssicher </w:t>
      </w:r>
      <w:r>
        <w:t xml:space="preserve">stanzen zu </w:t>
      </w:r>
      <w:r w:rsidR="00DE0D42">
        <w:t>können</w:t>
      </w:r>
      <w:r w:rsidR="00BF7F65">
        <w:t>.</w:t>
      </w:r>
    </w:p>
    <w:p w:rsidR="005D02C4" w:rsidRDefault="005D02C4" w:rsidP="00C82B81"/>
    <w:p w:rsidR="007E1606" w:rsidRDefault="007E1606" w:rsidP="007E1606"/>
    <w:p w:rsidR="007E1606" w:rsidRDefault="007E1606" w:rsidP="000E228F">
      <w:pPr>
        <w:pStyle w:val="berschrift3"/>
      </w:pPr>
      <w:r>
        <w:t>Bildunterschriften</w:t>
      </w:r>
    </w:p>
    <w:p w:rsidR="00C82B81" w:rsidRDefault="007E1606" w:rsidP="007E1606">
      <w:r>
        <w:t xml:space="preserve">Bild1.jpg: </w:t>
      </w:r>
      <w:r w:rsidR="009E7BF7" w:rsidRPr="00945D10">
        <w:t xml:space="preserve">Für </w:t>
      </w:r>
      <w:r w:rsidR="009E7BF7">
        <w:t xml:space="preserve">die Volkswagen-Modelle </w:t>
      </w:r>
      <w:r w:rsidR="009E7BF7" w:rsidRPr="00945D10">
        <w:t>e-Golf und e-</w:t>
      </w:r>
      <w:r w:rsidR="009E7BF7">
        <w:t>U</w:t>
      </w:r>
      <w:r w:rsidR="009E7BF7" w:rsidRPr="00945D10">
        <w:t xml:space="preserve">p! kommt eine </w:t>
      </w:r>
      <w:r w:rsidR="00B0329A">
        <w:t>Smartline</w:t>
      </w:r>
      <w:r w:rsidR="009E7BF7" w:rsidRPr="00945D10">
        <w:t xml:space="preserve"> bei der Produktion von Antriebskomponenten zum Einsatz.</w:t>
      </w:r>
    </w:p>
    <w:p w:rsidR="005833D5" w:rsidRDefault="007E1606" w:rsidP="007E1606">
      <w:r>
        <w:t xml:space="preserve">Bild2.jpg: </w:t>
      </w:r>
      <w:r w:rsidR="00AA5078" w:rsidRPr="00945D10">
        <w:t xml:space="preserve">Die </w:t>
      </w:r>
      <w:r w:rsidR="00AA5078">
        <w:t>Schuler-Anlage</w:t>
      </w:r>
      <w:r w:rsidR="00AA5078" w:rsidRPr="00945D10">
        <w:t xml:space="preserve"> stanzt und paketiert die Bleche, aus denen die Motoren</w:t>
      </w:r>
      <w:r w:rsidR="00AA5078">
        <w:t xml:space="preserve"> dieser Elektro-Autos zusammengesetzt sind.</w:t>
      </w:r>
    </w:p>
    <w:p w:rsidR="006A278D" w:rsidRDefault="006A278D" w:rsidP="007E1606">
      <w:r>
        <w:t xml:space="preserve">Bild3.jpg: </w:t>
      </w:r>
      <w:r w:rsidR="00E00458" w:rsidRPr="00E00458">
        <w:t xml:space="preserve">Volkswagen verarbeitet auf der Smartline eine Blechdicke von </w:t>
      </w:r>
      <w:r w:rsidR="00E00458">
        <w:t xml:space="preserve">nur </w:t>
      </w:r>
      <w:r w:rsidR="00E00458" w:rsidRPr="00E00458">
        <w:t>0,3 Millimetern</w:t>
      </w:r>
      <w:r w:rsidR="00E00458">
        <w:t xml:space="preserve"> für Elektromotoren mit </w:t>
      </w:r>
      <w:r w:rsidR="003D32D0">
        <w:t>reduziertem</w:t>
      </w:r>
      <w:bookmarkStart w:id="0" w:name="_GoBack"/>
      <w:bookmarkEnd w:id="0"/>
      <w:r w:rsidR="00E00458">
        <w:t xml:space="preserve"> Stromverbrauch.</w:t>
      </w:r>
    </w:p>
    <w:p w:rsidR="00A75866" w:rsidRPr="00C44E2B" w:rsidRDefault="00E435FD" w:rsidP="00C44E2B">
      <w:r>
        <w:t xml:space="preserve">Bild4.jpg: </w:t>
      </w:r>
      <w:r w:rsidR="00C44E2B" w:rsidRPr="00945D10">
        <w:t>Alle fünf Minuten verlässt ein Statorpaket und sechs Rotorpakete</w:t>
      </w:r>
      <w:r w:rsidR="00C44E2B">
        <w:t xml:space="preserve"> die Anlage</w:t>
      </w:r>
      <w:r w:rsidR="00C44E2B" w:rsidRPr="00945D10">
        <w:t>,</w:t>
      </w:r>
      <w:r w:rsidR="00C44E2B" w:rsidRPr="00C44E2B">
        <w:t xml:space="preserve"> </w:t>
      </w:r>
      <w:r w:rsidR="00C44E2B">
        <w:t>die s</w:t>
      </w:r>
      <w:r w:rsidR="00C44E2B" w:rsidRPr="00945D10">
        <w:t xml:space="preserve">eit August 2014 </w:t>
      </w:r>
      <w:r w:rsidR="00C44E2B">
        <w:t xml:space="preserve">in </w:t>
      </w:r>
      <w:r w:rsidR="00C44E2B">
        <w:t xml:space="preserve">Kassel </w:t>
      </w:r>
      <w:r w:rsidR="00C44E2B" w:rsidRPr="00945D10">
        <w:t>läuft</w:t>
      </w:r>
      <w:r w:rsidR="00C44E2B">
        <w:t>.</w:t>
      </w:r>
      <w:r w:rsidR="00C44E2B">
        <w:br/>
      </w:r>
      <w:r w:rsidR="005833D5" w:rsidRPr="005833D5">
        <w:rPr>
          <w:i/>
        </w:rPr>
        <w:t>Als Bildquelle bitte Schuler angeben.</w:t>
      </w:r>
      <w:r w:rsidR="00A75866">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2" w:history="1">
        <w:r w:rsidR="00671E3C" w:rsidRPr="00D808EA">
          <w:rPr>
            <w:rStyle w:val="Hyperlink"/>
            <w:b/>
            <w:i/>
          </w:rPr>
          <w:t>www.schulergroup.com</w:t>
        </w:r>
      </w:hyperlink>
    </w:p>
    <w:p w:rsidR="005833D5" w:rsidRPr="00C82B81" w:rsidRDefault="0072141C" w:rsidP="0072141C">
      <w:pPr>
        <w:spacing w:line="240" w:lineRule="auto"/>
        <w:ind w:right="-15"/>
        <w:jc w:val="both"/>
        <w:outlineLvl w:val="0"/>
        <w:rPr>
          <w:i/>
        </w:rPr>
      </w:pPr>
      <w:r w:rsidRPr="0072141C">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und-zulieferer sowie Unternehmen aus der Schmiede-, Hausgeräte-, Verpackungs-, Energie- und Elektroindustrie. Schuler ist führend bei Münzprägepressen und realisiert Systemlösungen für Luft- und Raumfahrt, den Schienenverkehr und die Großrohr-Fertigung. Im Geschäftsjahr 2015 erzielte Schuler einen Umsatz von 1,2 Milliarden Euro. Nach der Übernahme des Werkzeugbauers AWEBA und der Mehrheitsbeteiligung am chinesischen Pressenhersteller Yadon ist Schuler mit rund 6.800 Mitarbeitern in 40 Ländern präsent. Schuler gehört mehrheitlich zur österreichischen ANDRITZ-Gruppe.</w:t>
      </w:r>
    </w:p>
    <w:sectPr w:rsidR="005833D5" w:rsidRPr="00C82B81"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A27" w:rsidRDefault="00A90A27" w:rsidP="007E132D">
      <w:r>
        <w:separator/>
      </w:r>
    </w:p>
    <w:p w:rsidR="00A90A27" w:rsidRDefault="00A90A27" w:rsidP="007E132D"/>
  </w:endnote>
  <w:endnote w:type="continuationSeparator" w:id="0">
    <w:p w:rsidR="00A90A27" w:rsidRDefault="00A90A27" w:rsidP="007E132D">
      <w:r>
        <w:continuationSeparator/>
      </w:r>
    </w:p>
    <w:p w:rsidR="00A90A27" w:rsidRDefault="00A90A27" w:rsidP="007E132D"/>
  </w:endnote>
  <w:endnote w:type="continuationNotice" w:id="1">
    <w:p w:rsidR="00E73542" w:rsidRDefault="00E735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D32D0">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D32D0">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D32D0">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D32D0" w:rsidRPr="007E1606">
            <w:rPr>
              <w:rFonts w:eastAsia="Calibri"/>
              <w:noProof/>
            </w:rPr>
            <w:t xml:space="preserve">Seite </w:t>
          </w:r>
          <w:r w:rsidR="003D32D0">
            <w:rPr>
              <w:rFonts w:eastAsia="Calibri"/>
              <w:noProof/>
            </w:rPr>
            <w:t>2</w:t>
          </w:r>
          <w:r w:rsidR="003D32D0" w:rsidRPr="007E1606">
            <w:rPr>
              <w:rFonts w:eastAsia="Calibri"/>
              <w:noProof/>
            </w:rPr>
            <w:t xml:space="preserve"> von </w:t>
          </w:r>
          <w:r w:rsidR="003D32D0">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A27" w:rsidRDefault="00A90A27" w:rsidP="007E132D">
      <w:r>
        <w:separator/>
      </w:r>
    </w:p>
    <w:p w:rsidR="00A90A27" w:rsidRDefault="00A90A27" w:rsidP="007E132D"/>
  </w:footnote>
  <w:footnote w:type="continuationSeparator" w:id="0">
    <w:p w:rsidR="00A90A27" w:rsidRDefault="00A90A27" w:rsidP="007E132D">
      <w:r>
        <w:continuationSeparator/>
      </w:r>
    </w:p>
    <w:p w:rsidR="00A90A27" w:rsidRDefault="00A90A27" w:rsidP="007E132D"/>
  </w:footnote>
  <w:footnote w:type="continuationNotice" w:id="1">
    <w:p w:rsidR="00E73542" w:rsidRDefault="00E73542">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24"/>
    <w:rsid w:val="00003CBE"/>
    <w:rsid w:val="00004C7F"/>
    <w:rsid w:val="00031750"/>
    <w:rsid w:val="00033094"/>
    <w:rsid w:val="00033BD2"/>
    <w:rsid w:val="000716BA"/>
    <w:rsid w:val="00086F40"/>
    <w:rsid w:val="000A52A8"/>
    <w:rsid w:val="000A5EA1"/>
    <w:rsid w:val="000B704A"/>
    <w:rsid w:val="000C0CAD"/>
    <w:rsid w:val="000C4942"/>
    <w:rsid w:val="000E228F"/>
    <w:rsid w:val="000F2F77"/>
    <w:rsid w:val="000F3359"/>
    <w:rsid w:val="00102187"/>
    <w:rsid w:val="00130A5F"/>
    <w:rsid w:val="00131D01"/>
    <w:rsid w:val="00136218"/>
    <w:rsid w:val="00136E90"/>
    <w:rsid w:val="00152C69"/>
    <w:rsid w:val="001631E1"/>
    <w:rsid w:val="0016339C"/>
    <w:rsid w:val="0016495A"/>
    <w:rsid w:val="00173722"/>
    <w:rsid w:val="0017697C"/>
    <w:rsid w:val="001B1B07"/>
    <w:rsid w:val="001C1FA2"/>
    <w:rsid w:val="001C3EE2"/>
    <w:rsid w:val="001D1516"/>
    <w:rsid w:val="001E0605"/>
    <w:rsid w:val="001E0C3C"/>
    <w:rsid w:val="001F6280"/>
    <w:rsid w:val="002077B7"/>
    <w:rsid w:val="00212513"/>
    <w:rsid w:val="00215C8A"/>
    <w:rsid w:val="002315E0"/>
    <w:rsid w:val="002712C2"/>
    <w:rsid w:val="002A1D04"/>
    <w:rsid w:val="002A3A54"/>
    <w:rsid w:val="002A42B6"/>
    <w:rsid w:val="002A4B0E"/>
    <w:rsid w:val="002A4FC0"/>
    <w:rsid w:val="002B391B"/>
    <w:rsid w:val="002B41E8"/>
    <w:rsid w:val="003230D4"/>
    <w:rsid w:val="00323555"/>
    <w:rsid w:val="00343094"/>
    <w:rsid w:val="00361BF4"/>
    <w:rsid w:val="00363740"/>
    <w:rsid w:val="00365A9E"/>
    <w:rsid w:val="003728F6"/>
    <w:rsid w:val="00373C01"/>
    <w:rsid w:val="00377DED"/>
    <w:rsid w:val="003A25FB"/>
    <w:rsid w:val="003C626A"/>
    <w:rsid w:val="003C6D57"/>
    <w:rsid w:val="003D32D0"/>
    <w:rsid w:val="003D76C7"/>
    <w:rsid w:val="003E03CB"/>
    <w:rsid w:val="003E30C0"/>
    <w:rsid w:val="003F0681"/>
    <w:rsid w:val="003F6888"/>
    <w:rsid w:val="00403EFF"/>
    <w:rsid w:val="004355F7"/>
    <w:rsid w:val="00476782"/>
    <w:rsid w:val="00476D9C"/>
    <w:rsid w:val="00485C6B"/>
    <w:rsid w:val="004C4B30"/>
    <w:rsid w:val="004C5197"/>
    <w:rsid w:val="004C697D"/>
    <w:rsid w:val="004D5A03"/>
    <w:rsid w:val="004D76DD"/>
    <w:rsid w:val="004E6B24"/>
    <w:rsid w:val="00531DDB"/>
    <w:rsid w:val="00533491"/>
    <w:rsid w:val="00552A9D"/>
    <w:rsid w:val="005547DF"/>
    <w:rsid w:val="00556DBE"/>
    <w:rsid w:val="00557133"/>
    <w:rsid w:val="0056768B"/>
    <w:rsid w:val="00575FA0"/>
    <w:rsid w:val="005833D5"/>
    <w:rsid w:val="005860A7"/>
    <w:rsid w:val="00595D96"/>
    <w:rsid w:val="005C0BBB"/>
    <w:rsid w:val="005C6AE3"/>
    <w:rsid w:val="005C6CC9"/>
    <w:rsid w:val="005D02C4"/>
    <w:rsid w:val="005F1482"/>
    <w:rsid w:val="005F6D99"/>
    <w:rsid w:val="00601238"/>
    <w:rsid w:val="0060142A"/>
    <w:rsid w:val="00630AE2"/>
    <w:rsid w:val="0065451D"/>
    <w:rsid w:val="00654B60"/>
    <w:rsid w:val="00660D47"/>
    <w:rsid w:val="00671E3C"/>
    <w:rsid w:val="00674EF3"/>
    <w:rsid w:val="006813B8"/>
    <w:rsid w:val="0068251B"/>
    <w:rsid w:val="006848FF"/>
    <w:rsid w:val="00687868"/>
    <w:rsid w:val="00691436"/>
    <w:rsid w:val="00697E82"/>
    <w:rsid w:val="006A278D"/>
    <w:rsid w:val="006A31D9"/>
    <w:rsid w:val="006A659E"/>
    <w:rsid w:val="006A7F52"/>
    <w:rsid w:val="006C7911"/>
    <w:rsid w:val="006D7242"/>
    <w:rsid w:val="00714E5C"/>
    <w:rsid w:val="0072042B"/>
    <w:rsid w:val="0072141C"/>
    <w:rsid w:val="00733AAF"/>
    <w:rsid w:val="00746316"/>
    <w:rsid w:val="007649A2"/>
    <w:rsid w:val="00765275"/>
    <w:rsid w:val="007826E4"/>
    <w:rsid w:val="00784E5A"/>
    <w:rsid w:val="00794AEE"/>
    <w:rsid w:val="00795A4F"/>
    <w:rsid w:val="007A1D40"/>
    <w:rsid w:val="007A240A"/>
    <w:rsid w:val="007B0BF4"/>
    <w:rsid w:val="007C16F5"/>
    <w:rsid w:val="007E132D"/>
    <w:rsid w:val="007E1606"/>
    <w:rsid w:val="007E3244"/>
    <w:rsid w:val="007E3B59"/>
    <w:rsid w:val="007F2CD6"/>
    <w:rsid w:val="007F4512"/>
    <w:rsid w:val="00816B48"/>
    <w:rsid w:val="00821B54"/>
    <w:rsid w:val="00821E5D"/>
    <w:rsid w:val="00822597"/>
    <w:rsid w:val="008258E8"/>
    <w:rsid w:val="008334D5"/>
    <w:rsid w:val="00865B83"/>
    <w:rsid w:val="008718D2"/>
    <w:rsid w:val="0087295F"/>
    <w:rsid w:val="00876E6E"/>
    <w:rsid w:val="00877DC8"/>
    <w:rsid w:val="008926E7"/>
    <w:rsid w:val="00894865"/>
    <w:rsid w:val="008A21B0"/>
    <w:rsid w:val="008A2AF3"/>
    <w:rsid w:val="008C6578"/>
    <w:rsid w:val="008D1374"/>
    <w:rsid w:val="008D67FA"/>
    <w:rsid w:val="008E1F8F"/>
    <w:rsid w:val="008F002E"/>
    <w:rsid w:val="008F5E25"/>
    <w:rsid w:val="009060ED"/>
    <w:rsid w:val="00910B23"/>
    <w:rsid w:val="00920948"/>
    <w:rsid w:val="00926076"/>
    <w:rsid w:val="00941203"/>
    <w:rsid w:val="00945D10"/>
    <w:rsid w:val="00961469"/>
    <w:rsid w:val="00975A13"/>
    <w:rsid w:val="00994EEF"/>
    <w:rsid w:val="009A680E"/>
    <w:rsid w:val="009B1472"/>
    <w:rsid w:val="009B2577"/>
    <w:rsid w:val="009B3EB7"/>
    <w:rsid w:val="009E7BF7"/>
    <w:rsid w:val="009F65F3"/>
    <w:rsid w:val="009F7112"/>
    <w:rsid w:val="00A0214C"/>
    <w:rsid w:val="00A166C4"/>
    <w:rsid w:val="00A1783E"/>
    <w:rsid w:val="00A31D72"/>
    <w:rsid w:val="00A32B85"/>
    <w:rsid w:val="00A46561"/>
    <w:rsid w:val="00A46562"/>
    <w:rsid w:val="00A500A4"/>
    <w:rsid w:val="00A5232C"/>
    <w:rsid w:val="00A75866"/>
    <w:rsid w:val="00A86ACD"/>
    <w:rsid w:val="00A90A27"/>
    <w:rsid w:val="00A9156A"/>
    <w:rsid w:val="00A91986"/>
    <w:rsid w:val="00A93519"/>
    <w:rsid w:val="00AA5078"/>
    <w:rsid w:val="00AC55D1"/>
    <w:rsid w:val="00AC6510"/>
    <w:rsid w:val="00AE3AFF"/>
    <w:rsid w:val="00AF2D43"/>
    <w:rsid w:val="00AF470D"/>
    <w:rsid w:val="00AF64B9"/>
    <w:rsid w:val="00B01B58"/>
    <w:rsid w:val="00B01CEF"/>
    <w:rsid w:val="00B0329A"/>
    <w:rsid w:val="00B06BC4"/>
    <w:rsid w:val="00B206B1"/>
    <w:rsid w:val="00B23715"/>
    <w:rsid w:val="00B267D7"/>
    <w:rsid w:val="00B307A6"/>
    <w:rsid w:val="00B33710"/>
    <w:rsid w:val="00B40126"/>
    <w:rsid w:val="00B47659"/>
    <w:rsid w:val="00B55136"/>
    <w:rsid w:val="00B613E3"/>
    <w:rsid w:val="00B6580F"/>
    <w:rsid w:val="00B762C9"/>
    <w:rsid w:val="00BF7F65"/>
    <w:rsid w:val="00C329A4"/>
    <w:rsid w:val="00C36678"/>
    <w:rsid w:val="00C44E2B"/>
    <w:rsid w:val="00C621B0"/>
    <w:rsid w:val="00C72CD3"/>
    <w:rsid w:val="00C82B81"/>
    <w:rsid w:val="00C96DAD"/>
    <w:rsid w:val="00CA5CE2"/>
    <w:rsid w:val="00CB2B5C"/>
    <w:rsid w:val="00CC33A1"/>
    <w:rsid w:val="00CC5962"/>
    <w:rsid w:val="00CC7CCA"/>
    <w:rsid w:val="00CD3AA7"/>
    <w:rsid w:val="00CF0696"/>
    <w:rsid w:val="00D14566"/>
    <w:rsid w:val="00D15E35"/>
    <w:rsid w:val="00D16703"/>
    <w:rsid w:val="00D36969"/>
    <w:rsid w:val="00D53EC9"/>
    <w:rsid w:val="00D5679F"/>
    <w:rsid w:val="00D73F78"/>
    <w:rsid w:val="00D76894"/>
    <w:rsid w:val="00D82AE7"/>
    <w:rsid w:val="00D95005"/>
    <w:rsid w:val="00DB3F3F"/>
    <w:rsid w:val="00DB73FC"/>
    <w:rsid w:val="00DC11A8"/>
    <w:rsid w:val="00DC5C7D"/>
    <w:rsid w:val="00DD16C5"/>
    <w:rsid w:val="00DE0D42"/>
    <w:rsid w:val="00DE35EB"/>
    <w:rsid w:val="00DE6930"/>
    <w:rsid w:val="00E00458"/>
    <w:rsid w:val="00E10089"/>
    <w:rsid w:val="00E207BB"/>
    <w:rsid w:val="00E2304D"/>
    <w:rsid w:val="00E26828"/>
    <w:rsid w:val="00E3363B"/>
    <w:rsid w:val="00E36721"/>
    <w:rsid w:val="00E435FD"/>
    <w:rsid w:val="00E5769E"/>
    <w:rsid w:val="00E6320B"/>
    <w:rsid w:val="00E73542"/>
    <w:rsid w:val="00E85A97"/>
    <w:rsid w:val="00E90330"/>
    <w:rsid w:val="00E94A8B"/>
    <w:rsid w:val="00E94CAA"/>
    <w:rsid w:val="00EA0877"/>
    <w:rsid w:val="00EA7DC3"/>
    <w:rsid w:val="00EB1C2E"/>
    <w:rsid w:val="00EB7B65"/>
    <w:rsid w:val="00ED475E"/>
    <w:rsid w:val="00ED6D5E"/>
    <w:rsid w:val="00EE4AD4"/>
    <w:rsid w:val="00EE5F06"/>
    <w:rsid w:val="00F23AAD"/>
    <w:rsid w:val="00F406C6"/>
    <w:rsid w:val="00F43EB7"/>
    <w:rsid w:val="00F44765"/>
    <w:rsid w:val="00F5073A"/>
    <w:rsid w:val="00F654EB"/>
    <w:rsid w:val="00F7676C"/>
    <w:rsid w:val="00F9647E"/>
    <w:rsid w:val="00FA23E8"/>
    <w:rsid w:val="00FA7558"/>
    <w:rsid w:val="00FB5E06"/>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0F3359"/>
    <w:rPr>
      <w:sz w:val="16"/>
      <w:szCs w:val="16"/>
    </w:rPr>
  </w:style>
  <w:style w:type="paragraph" w:styleId="Kommentartext">
    <w:name w:val="annotation text"/>
    <w:basedOn w:val="Standard"/>
    <w:link w:val="KommentartextZchn"/>
    <w:rsid w:val="000F3359"/>
    <w:pPr>
      <w:spacing w:line="240" w:lineRule="auto"/>
    </w:pPr>
    <w:rPr>
      <w:sz w:val="20"/>
      <w:szCs w:val="20"/>
    </w:rPr>
  </w:style>
  <w:style w:type="character" w:customStyle="1" w:styleId="KommentartextZchn">
    <w:name w:val="Kommentartext Zchn"/>
    <w:basedOn w:val="Absatz-Standardschriftart"/>
    <w:link w:val="Kommentartext"/>
    <w:rsid w:val="000F3359"/>
    <w:rPr>
      <w:rFonts w:ascii="Calibri" w:hAnsi="Calibri"/>
    </w:rPr>
  </w:style>
  <w:style w:type="paragraph" w:styleId="Kommentarthema">
    <w:name w:val="annotation subject"/>
    <w:basedOn w:val="Kommentartext"/>
    <w:next w:val="Kommentartext"/>
    <w:link w:val="KommentarthemaZchn"/>
    <w:rsid w:val="000F3359"/>
    <w:rPr>
      <w:b/>
      <w:bCs/>
    </w:rPr>
  </w:style>
  <w:style w:type="character" w:customStyle="1" w:styleId="KommentarthemaZchn">
    <w:name w:val="Kommentarthema Zchn"/>
    <w:basedOn w:val="KommentartextZchn"/>
    <w:link w:val="Kommentarthema"/>
    <w:rsid w:val="000F3359"/>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0F3359"/>
    <w:rPr>
      <w:sz w:val="16"/>
      <w:szCs w:val="16"/>
    </w:rPr>
  </w:style>
  <w:style w:type="paragraph" w:styleId="Kommentartext">
    <w:name w:val="annotation text"/>
    <w:basedOn w:val="Standard"/>
    <w:link w:val="KommentartextZchn"/>
    <w:rsid w:val="000F3359"/>
    <w:pPr>
      <w:spacing w:line="240" w:lineRule="auto"/>
    </w:pPr>
    <w:rPr>
      <w:sz w:val="20"/>
      <w:szCs w:val="20"/>
    </w:rPr>
  </w:style>
  <w:style w:type="character" w:customStyle="1" w:styleId="KommentartextZchn">
    <w:name w:val="Kommentartext Zchn"/>
    <w:basedOn w:val="Absatz-Standardschriftart"/>
    <w:link w:val="Kommentartext"/>
    <w:rsid w:val="000F3359"/>
    <w:rPr>
      <w:rFonts w:ascii="Calibri" w:hAnsi="Calibri"/>
    </w:rPr>
  </w:style>
  <w:style w:type="paragraph" w:styleId="Kommentarthema">
    <w:name w:val="annotation subject"/>
    <w:basedOn w:val="Kommentartext"/>
    <w:next w:val="Kommentartext"/>
    <w:link w:val="KommentarthemaZchn"/>
    <w:rsid w:val="000F3359"/>
    <w:rPr>
      <w:b/>
      <w:bCs/>
    </w:rPr>
  </w:style>
  <w:style w:type="character" w:customStyle="1" w:styleId="KommentarthemaZchn">
    <w:name w:val="Kommentarthema Zchn"/>
    <w:basedOn w:val="KommentartextZchn"/>
    <w:link w:val="Kommentarthema"/>
    <w:rsid w:val="000F3359"/>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ownloads\Smartline\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sharepoint/v3"/>
    <ds:schemaRef ds:uri="http://www.w3.org/XML/1998/namespace"/>
    <ds:schemaRef ds:uri="http://schemas.microsoft.com/office/2006/metadata/properties"/>
    <ds:schemaRef ds:uri="http://schemas.microsoft.com/office/2006/documentManagement/types"/>
    <ds:schemaRef ds:uri="http://purl.org/dc/terms/"/>
    <ds:schemaRef ds:uri="14CA36B4-80C0-40BA-B310-DCB654F98268"/>
    <ds:schemaRef ds:uri="http://purl.org/dc/elements/1.1/"/>
    <ds:schemaRef ds:uri="http://purl.org/dc/dcmityp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563</Words>
  <Characters>3551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4106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35</cp:revision>
  <cp:lastPrinted>2014-01-15T15:59:00Z</cp:lastPrinted>
  <dcterms:created xsi:type="dcterms:W3CDTF">2016-03-30T11:19:00Z</dcterms:created>
  <dcterms:modified xsi:type="dcterms:W3CDTF">2016-07-08T15:31:00Z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-1003644057</vt:i4>
  </property>
  <property fmtid="{D5CDD505-2E9C-101B-9397-08002B2CF9AE}" pid="4" name="_NewReviewCycle">
    <vt:lpwstr/>
  </property>
  <property fmtid="{D5CDD505-2E9C-101B-9397-08002B2CF9AE}" pid="5" name="_EmailSubject">
    <vt:lpwstr>Pressemitteilung Smartline - Freigabe</vt:lpwstr>
  </property>
  <property fmtid="{D5CDD505-2E9C-101B-9397-08002B2CF9AE}" pid="6" name="_AuthorEmail">
    <vt:lpwstr>Mathias.Buehler@schulergroup.com</vt:lpwstr>
  </property>
  <property fmtid="{D5CDD505-2E9C-101B-9397-08002B2CF9AE}" pid="7" name="_AuthorEmailDisplayName">
    <vt:lpwstr>Buehler, Mathias &lt;Mathias.Buehler@schulergroup.com&gt;</vt:lpwstr>
  </property>
  <property fmtid="{D5CDD505-2E9C-101B-9397-08002B2CF9AE}" pid="8" name="_PreviousAdHocReviewCycleID">
    <vt:i4>2020090636</vt:i4>
  </property>
  <property fmtid="{D5CDD505-2E9C-101B-9397-08002B2CF9AE}" pid="9" name="_ReviewingToolsShownOnce">
    <vt:lpwstr/>
  </property>
</Properties>
</file>