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620B52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A1783E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EF545E" w:rsidRDefault="00A1783E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EF545E">
              <w:rPr>
                <w:rFonts w:eastAsia="Calibri"/>
                <w:sz w:val="17"/>
                <w:szCs w:val="17"/>
                <w:lang w:val="en-US" w:eastAsia="en-US"/>
              </w:rPr>
              <w:t>Integrated Communications</w:t>
            </w:r>
          </w:p>
          <w:p w:rsidR="004C4B30" w:rsidRPr="00EF545E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EF545E">
              <w:rPr>
                <w:rFonts w:eastAsia="Calibri"/>
                <w:sz w:val="17"/>
                <w:szCs w:val="17"/>
                <w:lang w:val="en-US" w:eastAsia="en-US"/>
              </w:rPr>
              <w:t>Telefon +49 7161 66-</w:t>
            </w:r>
            <w:r w:rsidR="00A1783E" w:rsidRPr="00EF545E">
              <w:rPr>
                <w:rFonts w:eastAsia="Calibri"/>
                <w:sz w:val="17"/>
                <w:szCs w:val="17"/>
                <w:lang w:val="en-US" w:eastAsia="en-US"/>
              </w:rPr>
              <w:t>7789</w:t>
            </w:r>
          </w:p>
          <w:p w:rsidR="00620B52" w:rsidRPr="00C11E75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C11E75">
              <w:rPr>
                <w:rFonts w:eastAsia="Calibri"/>
                <w:sz w:val="17"/>
                <w:szCs w:val="17"/>
                <w:lang w:val="en-US" w:eastAsia="en-US"/>
              </w:rPr>
              <w:t>Fax +49 7161 66-907</w:t>
            </w:r>
          </w:p>
          <w:p w:rsidR="00620B52" w:rsidRPr="00C11E75" w:rsidRDefault="001B3A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0" w:history="1">
              <w:r w:rsidR="00901C65" w:rsidRPr="00C11E75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simon.scherrenbacher@</w:t>
              </w:r>
              <w:r w:rsidR="00901C65" w:rsidRPr="00C11E75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br/>
                <w:t>schulergroup.com</w:t>
              </w:r>
            </w:hyperlink>
          </w:p>
          <w:p w:rsidR="004C4B30" w:rsidRPr="00620B52" w:rsidRDefault="001B3A30" w:rsidP="008E1F8F">
            <w:pPr>
              <w:spacing w:line="226" w:lineRule="exact"/>
              <w:rPr>
                <w:rFonts w:eastAsia="Calibri"/>
                <w:sz w:val="17"/>
                <w:szCs w:val="17"/>
                <w:lang w:val="fr-FR" w:eastAsia="en-US"/>
              </w:rPr>
            </w:pPr>
            <w:hyperlink r:id="rId11" w:history="1">
              <w:r w:rsidR="004C4B30" w:rsidRPr="00620B52">
                <w:rPr>
                  <w:rStyle w:val="Hyperlink"/>
                  <w:rFonts w:eastAsia="Calibri"/>
                  <w:sz w:val="17"/>
                  <w:szCs w:val="17"/>
                  <w:lang w:val="fr-FR" w:eastAsia="en-US"/>
                </w:rPr>
                <w:t>www.schulergroup.com/pr</w:t>
              </w:r>
            </w:hyperlink>
          </w:p>
        </w:tc>
      </w:tr>
    </w:tbl>
    <w:p w:rsidR="007E1606" w:rsidRPr="00620B52" w:rsidRDefault="007E1606" w:rsidP="007E132D">
      <w:pPr>
        <w:rPr>
          <w:lang w:val="fr-FR"/>
        </w:rPr>
      </w:pPr>
    </w:p>
    <w:p w:rsidR="00476D9C" w:rsidRPr="00620B52" w:rsidRDefault="00476D9C" w:rsidP="007E132D">
      <w:pPr>
        <w:rPr>
          <w:lang w:val="fr-FR"/>
        </w:rPr>
      </w:pPr>
    </w:p>
    <w:p w:rsidR="00476D9C" w:rsidRPr="00620B52" w:rsidRDefault="00476D9C" w:rsidP="007E132D">
      <w:pPr>
        <w:rPr>
          <w:lang w:val="fr-FR"/>
        </w:rPr>
      </w:pPr>
    </w:p>
    <w:p w:rsidR="00476D9C" w:rsidRPr="00620B52" w:rsidRDefault="00476D9C" w:rsidP="007E132D">
      <w:pPr>
        <w:rPr>
          <w:lang w:val="fr-FR"/>
        </w:rPr>
      </w:pPr>
    </w:p>
    <w:p w:rsidR="00476D9C" w:rsidRPr="00476D9C" w:rsidRDefault="00601452" w:rsidP="00365A9E">
      <w:pPr>
        <w:pStyle w:val="berschrift1"/>
        <w:rPr>
          <w:sz w:val="2"/>
        </w:rPr>
      </w:pPr>
      <w:r>
        <w:t>Boxen-Stopp</w:t>
      </w:r>
      <w:r w:rsidR="00D811C6">
        <w:t>s</w:t>
      </w:r>
      <w:r>
        <w:t xml:space="preserve"> für den Crossbar Feeder</w:t>
      </w:r>
    </w:p>
    <w:p w:rsidR="006A31D9" w:rsidRPr="008001E1" w:rsidRDefault="006B6ACF" w:rsidP="00365A9E">
      <w:pPr>
        <w:pStyle w:val="berschrift2"/>
      </w:pPr>
      <w:r>
        <w:t>S</w:t>
      </w:r>
      <w:r w:rsidR="00ED68DC">
        <w:t>tandardisierte</w:t>
      </w:r>
      <w:r w:rsidR="004C31E5">
        <w:t>s</w:t>
      </w:r>
      <w:r w:rsidR="00C97CF1">
        <w:t xml:space="preserve"> </w:t>
      </w:r>
      <w:r w:rsidR="00C97CF1" w:rsidRPr="008001E1">
        <w:t xml:space="preserve">Wartungskonzept für </w:t>
      </w:r>
      <w:r w:rsidR="00A34248" w:rsidRPr="008001E1">
        <w:t xml:space="preserve">die Press-to-Press Automation an </w:t>
      </w:r>
      <w:r w:rsidR="00C97CF1" w:rsidRPr="008001E1">
        <w:t>Servo-Pressenlinien</w:t>
      </w:r>
      <w:r w:rsidR="00A34248" w:rsidRPr="008001E1">
        <w:t xml:space="preserve"> </w:t>
      </w:r>
      <w:r w:rsidR="00C97CF1" w:rsidRPr="008001E1">
        <w:t xml:space="preserve">reduziert </w:t>
      </w:r>
      <w:r w:rsidR="00C60C87" w:rsidRPr="008001E1">
        <w:t xml:space="preserve">mögliche </w:t>
      </w:r>
      <w:r w:rsidR="00D811C6" w:rsidRPr="008001E1">
        <w:t>Anlagens</w:t>
      </w:r>
      <w:r w:rsidR="00C97CF1" w:rsidRPr="008001E1">
        <w:t>tillstände auf Minimum</w:t>
      </w:r>
    </w:p>
    <w:p w:rsidR="00476D9C" w:rsidRPr="008001E1" w:rsidRDefault="00476D9C" w:rsidP="00476D9C"/>
    <w:p w:rsidR="007E1606" w:rsidRDefault="00EF545E" w:rsidP="00C82B81">
      <w:r w:rsidRPr="008001E1">
        <w:rPr>
          <w:i/>
        </w:rPr>
        <w:t>Dalian</w:t>
      </w:r>
      <w:r w:rsidR="00CE5E99" w:rsidRPr="008001E1">
        <w:rPr>
          <w:i/>
        </w:rPr>
        <w:t>/Göppingen</w:t>
      </w:r>
      <w:r w:rsidR="00CE28E0">
        <w:rPr>
          <w:i/>
        </w:rPr>
        <w:t>, 01</w:t>
      </w:r>
      <w:r w:rsidR="005833D5" w:rsidRPr="008001E1">
        <w:rPr>
          <w:i/>
        </w:rPr>
        <w:t>.</w:t>
      </w:r>
      <w:r w:rsidR="00CE5E99" w:rsidRPr="008001E1">
        <w:rPr>
          <w:i/>
        </w:rPr>
        <w:t>0</w:t>
      </w:r>
      <w:r w:rsidR="00CE28E0">
        <w:rPr>
          <w:i/>
        </w:rPr>
        <w:t>7</w:t>
      </w:r>
      <w:r w:rsidR="005833D5" w:rsidRPr="008001E1">
        <w:rPr>
          <w:i/>
        </w:rPr>
        <w:t>.201</w:t>
      </w:r>
      <w:r w:rsidR="00A1783E" w:rsidRPr="008001E1">
        <w:rPr>
          <w:i/>
        </w:rPr>
        <w:t>6</w:t>
      </w:r>
      <w:r w:rsidR="005833D5" w:rsidRPr="008001E1">
        <w:rPr>
          <w:i/>
        </w:rPr>
        <w:t xml:space="preserve"> </w:t>
      </w:r>
      <w:r w:rsidR="000F2F77" w:rsidRPr="008001E1">
        <w:t>–</w:t>
      </w:r>
      <w:r w:rsidR="005833D5" w:rsidRPr="008001E1">
        <w:t xml:space="preserve"> </w:t>
      </w:r>
      <w:r w:rsidR="00CE5E99" w:rsidRPr="008001E1">
        <w:t xml:space="preserve">Ein wesentlicher Faktor für die hohen Ausbringungsleistungen der </w:t>
      </w:r>
      <w:r w:rsidR="00A34248" w:rsidRPr="008001E1">
        <w:t>Schuler</w:t>
      </w:r>
      <w:r w:rsidR="00A7169A" w:rsidRPr="008001E1">
        <w:t>-</w:t>
      </w:r>
      <w:r w:rsidR="00CE5E99" w:rsidRPr="008001E1">
        <w:t xml:space="preserve">Pressenlinien </w:t>
      </w:r>
      <w:r w:rsidR="00FA17C9" w:rsidRPr="008001E1">
        <w:t>mit ServoDirekt</w:t>
      </w:r>
      <w:r w:rsidR="005F25FF" w:rsidRPr="008001E1">
        <w:t>-</w:t>
      </w:r>
      <w:r w:rsidR="00FA17C9" w:rsidRPr="008001E1">
        <w:t xml:space="preserve">Technologie </w:t>
      </w:r>
      <w:r w:rsidR="00CE5E99" w:rsidRPr="008001E1">
        <w:t xml:space="preserve">ist der Crossbar Feeder. </w:t>
      </w:r>
      <w:r w:rsidR="00FF6FEA" w:rsidRPr="008001E1">
        <w:t>Die</w:t>
      </w:r>
      <w:r w:rsidR="00406A87" w:rsidRPr="008001E1">
        <w:t>se</w:t>
      </w:r>
      <w:r w:rsidR="00FA17C9" w:rsidRPr="008001E1">
        <w:t xml:space="preserve"> von Schuler entwickelte</w:t>
      </w:r>
      <w:r w:rsidR="00FF6FEA" w:rsidRPr="008001E1">
        <w:t xml:space="preserve"> Automationslösung</w:t>
      </w:r>
      <w:r w:rsidR="00FA17C9" w:rsidRPr="008001E1">
        <w:t xml:space="preserve"> sorgt für den schnellen und sicheren Transport der Bauteile von einer Umformstufe zur nächsten.</w:t>
      </w:r>
      <w:r w:rsidR="00720173" w:rsidRPr="008001E1">
        <w:t xml:space="preserve"> </w:t>
      </w:r>
      <w:r w:rsidR="004066A4" w:rsidRPr="008001E1">
        <w:t xml:space="preserve">Um </w:t>
      </w:r>
      <w:r w:rsidR="002177B0" w:rsidRPr="008001E1">
        <w:t>deren</w:t>
      </w:r>
      <w:r w:rsidR="004066A4" w:rsidRPr="008001E1">
        <w:t xml:space="preserve"> Lebensdauer zu erhöhen und </w:t>
      </w:r>
      <w:r w:rsidR="00406A87" w:rsidRPr="008001E1">
        <w:t xml:space="preserve">ungeplante </w:t>
      </w:r>
      <w:r w:rsidR="004066A4" w:rsidRPr="008001E1">
        <w:t xml:space="preserve">Pressenstillstände zu vermeiden, bietet der Schuler Service nun auch in China </w:t>
      </w:r>
      <w:r w:rsidR="00835CEE" w:rsidRPr="008001E1">
        <w:t xml:space="preserve">Kunden vor Ort </w:t>
      </w:r>
      <w:r w:rsidR="000C2343" w:rsidRPr="008001E1">
        <w:t xml:space="preserve">ein </w:t>
      </w:r>
      <w:r w:rsidR="00406A87" w:rsidRPr="008001E1">
        <w:t>standardisiert</w:t>
      </w:r>
      <w:r w:rsidR="000C2343" w:rsidRPr="008001E1">
        <w:t>es Wartungskonzept</w:t>
      </w:r>
      <w:r w:rsidR="002177B0" w:rsidRPr="008001E1">
        <w:t xml:space="preserve"> für Crossbar Feeder an</w:t>
      </w:r>
      <w:r w:rsidR="000C2343" w:rsidRPr="008001E1">
        <w:t>.</w:t>
      </w:r>
    </w:p>
    <w:p w:rsidR="00860C15" w:rsidRDefault="00860C15" w:rsidP="00860C15"/>
    <w:p w:rsidR="00860C15" w:rsidRDefault="00860C15" w:rsidP="00860C15">
      <w:r>
        <w:t xml:space="preserve">Rund 3,4 Millionen Hübe macht eine Servo-Pressenlinie </w:t>
      </w:r>
      <w:r w:rsidRPr="00F67918">
        <w:t xml:space="preserve">pro Jahr, </w:t>
      </w:r>
      <w:r w:rsidR="00406A87" w:rsidRPr="00F67918">
        <w:t xml:space="preserve">deutlich </w:t>
      </w:r>
      <w:r w:rsidRPr="00F67918">
        <w:t xml:space="preserve">mehr als eine herkömmliche mechanische Pressenlinie. Für die Crossbar Feeder bedeutet das, dass sie </w:t>
      </w:r>
      <w:r w:rsidR="00042358" w:rsidRPr="00F67918">
        <w:t xml:space="preserve">fast </w:t>
      </w:r>
      <w:r w:rsidR="00C11E75">
        <w:t>14</w:t>
      </w:r>
      <w:r w:rsidRPr="00F67918">
        <w:t xml:space="preserve"> Millionen Mal beschleunigen und wieder bremsen müssen</w:t>
      </w:r>
      <w:r w:rsidR="00042358" w:rsidRPr="00F67918">
        <w:t xml:space="preserve">, um ein Teil in das folgende Werkzeug zu legen und wieder </w:t>
      </w:r>
      <w:r w:rsidR="00C940A2" w:rsidRPr="00F67918">
        <w:t>zurückzu</w:t>
      </w:r>
      <w:r w:rsidR="00042358" w:rsidRPr="00F67918">
        <w:t>fahren</w:t>
      </w:r>
      <w:r w:rsidRPr="00F67918">
        <w:t xml:space="preserve"> – eine enorme Belastung </w:t>
      </w:r>
      <w:r w:rsidR="00406A87" w:rsidRPr="00F67918">
        <w:t>für die eingesetzten</w:t>
      </w:r>
      <w:r w:rsidRPr="00F67918">
        <w:t xml:space="preserve"> Komponenten.</w:t>
      </w:r>
    </w:p>
    <w:p w:rsidR="000C2343" w:rsidRDefault="000C2343" w:rsidP="00C82B81"/>
    <w:p w:rsidR="0057378E" w:rsidRDefault="009804AD" w:rsidP="0057378E">
      <w:r>
        <w:t>„</w:t>
      </w:r>
      <w:r w:rsidR="0058419E">
        <w:t>Eine</w:t>
      </w:r>
      <w:r>
        <w:t xml:space="preserve"> </w:t>
      </w:r>
      <w:r w:rsidR="00ED68DC">
        <w:t xml:space="preserve">geplante </w:t>
      </w:r>
      <w:r>
        <w:t xml:space="preserve">präventive </w:t>
      </w:r>
      <w:r w:rsidRPr="00DF0A06">
        <w:t>Wartung</w:t>
      </w:r>
      <w:r w:rsidR="002177B0" w:rsidRPr="00DF0A06">
        <w:t xml:space="preserve"> der Crossbar Feeder </w:t>
      </w:r>
      <w:r w:rsidRPr="00DF0A06">
        <w:t xml:space="preserve">ist die sicherste Methode, die Verfügbarkeit der </w:t>
      </w:r>
      <w:r w:rsidR="002411CC" w:rsidRPr="00DF0A06">
        <w:t xml:space="preserve">gesamten </w:t>
      </w:r>
      <w:r w:rsidRPr="00DF0A06">
        <w:t xml:space="preserve">Anlage </w:t>
      </w:r>
      <w:r w:rsidR="00406A87" w:rsidRPr="00DF0A06">
        <w:t>und damit deren Gesamtanlageneffektivität</w:t>
      </w:r>
      <w:r w:rsidR="002177B0" w:rsidRPr="00DF0A06">
        <w:t xml:space="preserve"> (OEE)</w:t>
      </w:r>
      <w:r w:rsidR="00406A87" w:rsidRPr="00DF0A06">
        <w:t xml:space="preserve"> </w:t>
      </w:r>
      <w:r w:rsidRPr="00DF0A06">
        <w:t>zu erhöhen“, sagt Schuler-Geschäftsführer Axel Meyer, der die Division Service leitet</w:t>
      </w:r>
      <w:r w:rsidR="008044F0" w:rsidRPr="00DF0A06">
        <w:t xml:space="preserve">. </w:t>
      </w:r>
      <w:r w:rsidR="0057378E" w:rsidRPr="00DF0A06">
        <w:t xml:space="preserve">„Durch die </w:t>
      </w:r>
      <w:r w:rsidR="0057378E" w:rsidRPr="00DF0A06">
        <w:lastRenderedPageBreak/>
        <w:t>turnusmäßige</w:t>
      </w:r>
      <w:r w:rsidR="00406A87" w:rsidRPr="00DF0A06">
        <w:t>, an ihrer erwarteten Lebensdauer orientierten</w:t>
      </w:r>
      <w:r w:rsidR="0057378E" w:rsidRPr="00DF0A06">
        <w:t xml:space="preserve"> Erneuerung </w:t>
      </w:r>
      <w:r w:rsidR="002177B0" w:rsidRPr="00DF0A06">
        <w:t>einzeln</w:t>
      </w:r>
      <w:r w:rsidR="0057378E" w:rsidRPr="00DF0A06">
        <w:t xml:space="preserve">er </w:t>
      </w:r>
      <w:r w:rsidR="002177B0" w:rsidRPr="00DF0A06">
        <w:t xml:space="preserve">hochbelasteter </w:t>
      </w:r>
      <w:r w:rsidR="0057378E" w:rsidRPr="00DF0A06">
        <w:t>Komponenten</w:t>
      </w:r>
      <w:r w:rsidR="00B11CB2" w:rsidRPr="00DF0A06">
        <w:t xml:space="preserve">, bei der auch technische </w:t>
      </w:r>
      <w:r w:rsidR="00860C15" w:rsidRPr="00DF0A06">
        <w:t>Innovationen</w:t>
      </w:r>
      <w:r w:rsidR="00B11CB2" w:rsidRPr="00DF0A06">
        <w:t xml:space="preserve"> einfließen können, </w:t>
      </w:r>
      <w:r w:rsidR="002177B0" w:rsidRPr="00DF0A06">
        <w:t xml:space="preserve">bleiben die Crossbar Feeder </w:t>
      </w:r>
      <w:r w:rsidR="00800E6B" w:rsidRPr="00DF0A06">
        <w:t xml:space="preserve">sehr </w:t>
      </w:r>
      <w:r w:rsidR="002177B0" w:rsidRPr="00DF0A06">
        <w:t>lange</w:t>
      </w:r>
      <w:r w:rsidR="0057378E" w:rsidRPr="00DF0A06">
        <w:t xml:space="preserve"> in einem </w:t>
      </w:r>
      <w:r w:rsidR="00800E6B" w:rsidRPr="00DF0A06">
        <w:t xml:space="preserve">quasi </w:t>
      </w:r>
      <w:r w:rsidR="0057378E" w:rsidRPr="00DF0A06">
        <w:t>neuwertigen Zustand</w:t>
      </w:r>
      <w:r w:rsidR="0057378E">
        <w:t>.“</w:t>
      </w:r>
    </w:p>
    <w:p w:rsidR="0057378E" w:rsidRDefault="0057378E" w:rsidP="0057378E"/>
    <w:p w:rsidR="009029D6" w:rsidRDefault="00800E6B" w:rsidP="00C82B81">
      <w:r w:rsidRPr="00DF0A06">
        <w:t>Im Rahmen der Entwicklung des Wartungskonzeptes hat</w:t>
      </w:r>
      <w:r w:rsidR="00BD53F5" w:rsidRPr="00DF0A06">
        <w:t xml:space="preserve"> Schuler </w:t>
      </w:r>
      <w:r w:rsidR="0040121C" w:rsidRPr="00DF0A06">
        <w:t xml:space="preserve">die Montage-Einheiten des Crossbar Feeders – Hubachse, Schwenkarm, Hand und Energiekette </w:t>
      </w:r>
      <w:r w:rsidR="00820F17" w:rsidRPr="00DF0A06">
        <w:t>–</w:t>
      </w:r>
      <w:r w:rsidR="0040121C" w:rsidRPr="00DF0A06">
        <w:t xml:space="preserve"> </w:t>
      </w:r>
      <w:r w:rsidRPr="00DF0A06">
        <w:t xml:space="preserve">untersucht </w:t>
      </w:r>
      <w:r w:rsidR="00820F17" w:rsidRPr="00DF0A06">
        <w:t xml:space="preserve">und auf Grundlage </w:t>
      </w:r>
      <w:r w:rsidR="00DF0A06">
        <w:t>der</w:t>
      </w:r>
      <w:r w:rsidR="00DF0A06" w:rsidRPr="00DF0A06">
        <w:t xml:space="preserve"> </w:t>
      </w:r>
      <w:r w:rsidRPr="00DF0A06">
        <w:t xml:space="preserve">erwarteten </w:t>
      </w:r>
      <w:r w:rsidR="00DF0A06" w:rsidRPr="00DF0A06">
        <w:t xml:space="preserve">Lebensdauer </w:t>
      </w:r>
      <w:r w:rsidR="00DF0A06">
        <w:t xml:space="preserve">von </w:t>
      </w:r>
      <w:r w:rsidRPr="00DF0A06">
        <w:t xml:space="preserve">Komponenten gemäß </w:t>
      </w:r>
      <w:r w:rsidR="00820F17" w:rsidRPr="00DF0A06">
        <w:t>Herstellerangaben</w:t>
      </w:r>
      <w:r w:rsidR="00C1074C" w:rsidRPr="00DF0A06">
        <w:t xml:space="preserve"> und eigenen Erfahrungswerten </w:t>
      </w:r>
      <w:r w:rsidRPr="00DF0A06">
        <w:t>sinnvolle</w:t>
      </w:r>
      <w:r w:rsidR="00502538" w:rsidRPr="00DF0A06">
        <w:t xml:space="preserve"> Wartungsintervalle</w:t>
      </w:r>
      <w:r w:rsidRPr="00DF0A06">
        <w:t xml:space="preserve"> definiert</w:t>
      </w:r>
      <w:r w:rsidR="009029D6" w:rsidRPr="00DF0A06">
        <w:t>.</w:t>
      </w:r>
      <w:r w:rsidR="009D000D" w:rsidRPr="00DF0A06">
        <w:t xml:space="preserve"> Das Ergebnis sind geplante „</w:t>
      </w:r>
      <w:r w:rsidR="00601452" w:rsidRPr="00DF0A06">
        <w:t>Boxen-S</w:t>
      </w:r>
      <w:r w:rsidR="009D000D" w:rsidRPr="00DF0A06">
        <w:t>topps“</w:t>
      </w:r>
      <w:r w:rsidR="00B836D5" w:rsidRPr="00DF0A06">
        <w:t xml:space="preserve"> mit unterschiedlichem Umfang, </w:t>
      </w:r>
      <w:r w:rsidR="000A6518" w:rsidRPr="00DF0A06">
        <w:t>ähnlich wie die Inspektionen bei einem Auto.</w:t>
      </w:r>
    </w:p>
    <w:p w:rsidR="009029D6" w:rsidRDefault="009029D6" w:rsidP="00C82B81"/>
    <w:p w:rsidR="000C2343" w:rsidRDefault="0046621F" w:rsidP="00C82B81">
      <w:r w:rsidRPr="000A3AAD">
        <w:t xml:space="preserve">So </w:t>
      </w:r>
      <w:r w:rsidR="00800E6B" w:rsidRPr="000A3AAD">
        <w:t>würd</w:t>
      </w:r>
      <w:r w:rsidRPr="000A3AAD">
        <w:t xml:space="preserve">e die erste kleine Wartung nach fünf Millionen Hüben oder rund anderthalb Jahren Betrieb </w:t>
      </w:r>
      <w:r w:rsidR="003B687C" w:rsidRPr="00E170D9">
        <w:t xml:space="preserve">unter Volllast </w:t>
      </w:r>
      <w:r w:rsidRPr="00E170D9">
        <w:t xml:space="preserve">fällig werden. </w:t>
      </w:r>
      <w:r w:rsidR="0016462A" w:rsidRPr="00E170D9">
        <w:t xml:space="preserve">Dabei tauscht </w:t>
      </w:r>
      <w:r w:rsidR="005435EC" w:rsidRPr="00E170D9">
        <w:t>ein Spezial-</w:t>
      </w:r>
      <w:r w:rsidR="005435EC">
        <w:t xml:space="preserve">Team des </w:t>
      </w:r>
      <w:r w:rsidR="0016462A">
        <w:t>Schuler Service</w:t>
      </w:r>
      <w:r w:rsidR="00A16E19">
        <w:t xml:space="preserve"> </w:t>
      </w:r>
      <w:r w:rsidR="005435EC">
        <w:t xml:space="preserve">vor Ort </w:t>
      </w:r>
      <w:r w:rsidR="00A16E19">
        <w:t xml:space="preserve">beim Kunden </w:t>
      </w:r>
      <w:r w:rsidR="0016462A">
        <w:t>unter anderem Zahnriemen, Energieketten und Schläuc</w:t>
      </w:r>
      <w:r w:rsidR="006F6743">
        <w:t>he sowie diverse Schalldämpfer, führt einen Funktionstest durch und nimmt den Crossbar Feeder wieder in Betrieb.</w:t>
      </w:r>
    </w:p>
    <w:p w:rsidR="007E1606" w:rsidRDefault="007E1606" w:rsidP="007E1606"/>
    <w:p w:rsidR="00C7072A" w:rsidRDefault="0007236E" w:rsidP="00C7072A">
      <w:pPr>
        <w:pStyle w:val="berschrift2"/>
      </w:pPr>
      <w:r>
        <w:t>General-Ü</w:t>
      </w:r>
      <w:r w:rsidR="00C7072A">
        <w:t>berholung auf eigenem Teststand in Dalian</w:t>
      </w:r>
    </w:p>
    <w:p w:rsidR="00A16E19" w:rsidRPr="00E170D9" w:rsidRDefault="002150C6" w:rsidP="007E1606">
      <w:r>
        <w:t xml:space="preserve">Nach weiteren fünf Millionen Hüben </w:t>
      </w:r>
      <w:r w:rsidR="00190149">
        <w:t>folgt eine mittlere Wartung</w:t>
      </w:r>
      <w:r w:rsidR="00111D98">
        <w:t xml:space="preserve">, </w:t>
      </w:r>
      <w:r w:rsidR="001B3A30">
        <w:t>während</w:t>
      </w:r>
      <w:bookmarkStart w:id="0" w:name="_GoBack"/>
      <w:bookmarkEnd w:id="0"/>
      <w:r w:rsidR="00111D98">
        <w:t xml:space="preserve"> der die Experten vom Service den Crossbar Feeder des Kunden durch ein neues oder überhol</w:t>
      </w:r>
      <w:r w:rsidR="00597963">
        <w:t>tes und geprüftes Gerät ersetz</w:t>
      </w:r>
      <w:r w:rsidR="00A72936">
        <w:t>en</w:t>
      </w:r>
      <w:r w:rsidR="00597963">
        <w:t xml:space="preserve">. </w:t>
      </w:r>
      <w:r w:rsidR="0019657E">
        <w:t>Auf de</w:t>
      </w:r>
      <w:r w:rsidR="00B6605F">
        <w:t xml:space="preserve">m eigenen </w:t>
      </w:r>
      <w:r w:rsidR="00067F36">
        <w:t xml:space="preserve">Teststand im Werk </w:t>
      </w:r>
      <w:r w:rsidR="00B6605F">
        <w:t>Dalian</w:t>
      </w:r>
      <w:r w:rsidR="00B83872">
        <w:t xml:space="preserve">, </w:t>
      </w:r>
      <w:r w:rsidR="00177534">
        <w:t>das</w:t>
      </w:r>
      <w:r w:rsidR="00B83872">
        <w:t xml:space="preserve"> viele </w:t>
      </w:r>
      <w:r w:rsidR="00177534">
        <w:t>Baut</w:t>
      </w:r>
      <w:r w:rsidR="00B83872">
        <w:t>eile und Baugruppen auf Lager</w:t>
      </w:r>
      <w:r w:rsidR="00177534">
        <w:t xml:space="preserve"> hat</w:t>
      </w:r>
      <w:r w:rsidR="00B83872">
        <w:t xml:space="preserve">, </w:t>
      </w:r>
      <w:r w:rsidR="00B6605F">
        <w:t xml:space="preserve"> führt Schuler zusätzlich zu den Maßnahmen aus der kleinen Wartung </w:t>
      </w:r>
      <w:r w:rsidR="00DC17AE">
        <w:t xml:space="preserve">auch </w:t>
      </w:r>
      <w:r w:rsidR="00B6605F">
        <w:t xml:space="preserve">eine </w:t>
      </w:r>
      <w:r w:rsidR="00B6605F" w:rsidRPr="00E170D9">
        <w:t xml:space="preserve">Erneuerung </w:t>
      </w:r>
      <w:r w:rsidR="00DC17AE" w:rsidRPr="00E170D9">
        <w:t>diverse</w:t>
      </w:r>
      <w:r w:rsidR="00D80DC9" w:rsidRPr="00E170D9">
        <w:t>r</w:t>
      </w:r>
      <w:r w:rsidR="00DC17AE" w:rsidRPr="00E170D9">
        <w:t xml:space="preserve"> Li</w:t>
      </w:r>
      <w:r w:rsidR="002C798C" w:rsidRPr="00E170D9">
        <w:t>n</w:t>
      </w:r>
      <w:r w:rsidR="00DC17AE" w:rsidRPr="00E170D9">
        <w:t>e</w:t>
      </w:r>
      <w:r w:rsidR="002C798C" w:rsidRPr="00E170D9">
        <w:t>arführungen und Getriebe</w:t>
      </w:r>
      <w:r w:rsidR="00B6605F" w:rsidRPr="00E170D9">
        <w:t xml:space="preserve"> sowie einen </w:t>
      </w:r>
      <w:r w:rsidR="00272659" w:rsidRPr="00E170D9">
        <w:t xml:space="preserve">intensiven </w:t>
      </w:r>
      <w:r w:rsidR="00067F36">
        <w:t>Probe</w:t>
      </w:r>
      <w:r w:rsidR="00067F36" w:rsidRPr="00E170D9">
        <w:t xml:space="preserve">lauf </w:t>
      </w:r>
      <w:r w:rsidR="00B6605F" w:rsidRPr="00E170D9">
        <w:t>durch</w:t>
      </w:r>
      <w:r w:rsidR="000B6395" w:rsidRPr="00E170D9">
        <w:t>.</w:t>
      </w:r>
    </w:p>
    <w:p w:rsidR="000B6395" w:rsidRPr="00E170D9" w:rsidRDefault="000B6395" w:rsidP="007E1606"/>
    <w:p w:rsidR="000B6395" w:rsidRDefault="00AE2682" w:rsidP="007E1606">
      <w:r w:rsidRPr="00E170D9">
        <w:lastRenderedPageBreak/>
        <w:t xml:space="preserve">Die nächste kleine </w:t>
      </w:r>
      <w:r w:rsidR="00800E6B" w:rsidRPr="00E170D9">
        <w:t>Wartung</w:t>
      </w:r>
      <w:r w:rsidRPr="00E170D9">
        <w:t xml:space="preserve"> steht dann wieder nach fünf </w:t>
      </w:r>
      <w:r w:rsidR="0038470B" w:rsidRPr="00E170D9">
        <w:t>Millionen Hübe</w:t>
      </w:r>
      <w:r w:rsidR="007F0A7C" w:rsidRPr="00E170D9">
        <w:t xml:space="preserve">n </w:t>
      </w:r>
      <w:r w:rsidRPr="00E170D9">
        <w:t>an</w:t>
      </w:r>
      <w:r w:rsidR="00D80DC9" w:rsidRPr="00E170D9">
        <w:t>.</w:t>
      </w:r>
      <w:r w:rsidR="007F0A7C" w:rsidRPr="00E170D9">
        <w:t xml:space="preserve"> </w:t>
      </w:r>
      <w:r w:rsidR="00D80DC9" w:rsidRPr="00E170D9">
        <w:t>B</w:t>
      </w:r>
      <w:r w:rsidRPr="00E170D9">
        <w:t>is zu</w:t>
      </w:r>
      <w:r w:rsidR="00800E6B" w:rsidRPr="00E170D9">
        <w:t>r</w:t>
      </w:r>
      <w:r w:rsidRPr="00E170D9">
        <w:t xml:space="preserve"> ersten großen Wartung</w:t>
      </w:r>
      <w:r w:rsidR="00800E6B" w:rsidRPr="00E170D9">
        <w:t xml:space="preserve"> vergehen</w:t>
      </w:r>
      <w:r w:rsidR="001D36AA" w:rsidRPr="00E170D9">
        <w:t xml:space="preserve"> insgesamt </w:t>
      </w:r>
      <w:r w:rsidR="00B872CD" w:rsidRPr="00E170D9">
        <w:t xml:space="preserve">rund </w:t>
      </w:r>
      <w:r w:rsidRPr="00E170D9">
        <w:t xml:space="preserve">sechs Jahre </w:t>
      </w:r>
      <w:r w:rsidR="00800E6B" w:rsidRPr="00E170D9">
        <w:t>bzw. rund 20 Mi</w:t>
      </w:r>
      <w:r w:rsidR="00E170D9">
        <w:t>llionen</w:t>
      </w:r>
      <w:r w:rsidR="00800E6B" w:rsidRPr="00E170D9">
        <w:t xml:space="preserve"> Hübe</w:t>
      </w:r>
      <w:r w:rsidRPr="00E170D9">
        <w:t xml:space="preserve">. </w:t>
      </w:r>
      <w:r w:rsidR="00AA3058" w:rsidRPr="00E170D9">
        <w:t>Auch hier</w:t>
      </w:r>
      <w:r w:rsidR="00800E6B" w:rsidRPr="00E170D9">
        <w:t>für</w:t>
      </w:r>
      <w:r w:rsidR="00AA3058" w:rsidRPr="00E170D9">
        <w:t xml:space="preserve"> bringt der Schuler Service den Crossbar Feeder zum Teststand nach Dalian, um dort neben den Teilen aus der mittleren und kleinen Wartung unter anderem auch </w:t>
      </w:r>
      <w:r w:rsidR="00800E6B" w:rsidRPr="00E170D9">
        <w:t>weitere Komponenten wie Riemenscheiben</w:t>
      </w:r>
      <w:r w:rsidR="00E170D9">
        <w:t xml:space="preserve"> oder</w:t>
      </w:r>
      <w:r w:rsidR="00800E6B" w:rsidRPr="00E170D9">
        <w:t xml:space="preserve"> </w:t>
      </w:r>
      <w:r w:rsidR="00AA3058" w:rsidRPr="00E170D9">
        <w:t>Lagerungen auszutauschen.</w:t>
      </w:r>
      <w:r w:rsidR="002D6281" w:rsidRPr="00E170D9">
        <w:t xml:space="preserve"> Danach startet der </w:t>
      </w:r>
      <w:r w:rsidR="00D80DC9" w:rsidRPr="00E170D9">
        <w:t>Wartungs</w:t>
      </w:r>
      <w:r w:rsidR="005E50FF">
        <w:t>z</w:t>
      </w:r>
      <w:r w:rsidR="002D6281" w:rsidRPr="00E170D9">
        <w:t>yklus wieder von vorn.</w:t>
      </w:r>
    </w:p>
    <w:p w:rsidR="002D6281" w:rsidRDefault="002D6281" w:rsidP="007E1606"/>
    <w:p w:rsidR="003B4C77" w:rsidRDefault="003B4C77" w:rsidP="007E1606">
      <w:r>
        <w:t xml:space="preserve">„Die kleine </w:t>
      </w:r>
      <w:r w:rsidRPr="00A64CD7">
        <w:t xml:space="preserve">Wartung </w:t>
      </w:r>
      <w:r w:rsidR="000C0F64" w:rsidRPr="00A64CD7">
        <w:t xml:space="preserve">eines oder mehrerer Crossbar Feeder parallel </w:t>
      </w:r>
      <w:r w:rsidRPr="00A64CD7">
        <w:t>nimmt gerade einmal 14 Stunden</w:t>
      </w:r>
      <w:r w:rsidR="00ED68DC" w:rsidRPr="00A64CD7">
        <w:t xml:space="preserve"> Anlagenstillstand</w:t>
      </w:r>
      <w:r w:rsidRPr="00A64CD7">
        <w:t xml:space="preserve"> in Anspruch, und </w:t>
      </w:r>
      <w:r w:rsidR="00F01EC2" w:rsidRPr="00A64CD7">
        <w:t xml:space="preserve">durch den </w:t>
      </w:r>
      <w:r w:rsidR="000C0F64" w:rsidRPr="00A64CD7">
        <w:t xml:space="preserve">geplanten </w:t>
      </w:r>
      <w:r w:rsidR="00F01EC2" w:rsidRPr="00A64CD7">
        <w:t xml:space="preserve">Austausch </w:t>
      </w:r>
      <w:r w:rsidR="00D80DC9" w:rsidRPr="00A64CD7">
        <w:t>komplett</w:t>
      </w:r>
      <w:r w:rsidR="000C0F64" w:rsidRPr="00A64CD7">
        <w:t xml:space="preserve">er </w:t>
      </w:r>
      <w:r w:rsidR="00F01EC2" w:rsidRPr="00A64CD7">
        <w:t xml:space="preserve">Crossbar Feeder dauert </w:t>
      </w:r>
      <w:r w:rsidRPr="00A64CD7">
        <w:t>a</w:t>
      </w:r>
      <w:r>
        <w:t xml:space="preserve">uch die mittlere und große Wartung </w:t>
      </w:r>
      <w:r w:rsidR="00A73294">
        <w:t>lediglich</w:t>
      </w:r>
      <w:r w:rsidR="00F01EC2">
        <w:t xml:space="preserve"> 20 Stunden“, betont Geschäftsführer Axel Meyer. </w:t>
      </w:r>
      <w:r w:rsidR="00A91348">
        <w:t xml:space="preserve">„Ein ungeplanter Stillstand an einer Pressenlinie </w:t>
      </w:r>
      <w:r w:rsidR="000C0F64" w:rsidRPr="00B30AEC">
        <w:t xml:space="preserve">durch Ausfall eines </w:t>
      </w:r>
      <w:r w:rsidR="00B30AEC" w:rsidRPr="00B30AEC">
        <w:t>Verschleißteils</w:t>
      </w:r>
      <w:r w:rsidR="00B30AEC">
        <w:t>, das</w:t>
      </w:r>
      <w:r w:rsidR="00B30AEC" w:rsidRPr="00B30AEC">
        <w:t xml:space="preserve"> </w:t>
      </w:r>
      <w:r w:rsidR="000C0F64" w:rsidRPr="00B30AEC">
        <w:t>nicht rechtzeitig ausgetauscht</w:t>
      </w:r>
      <w:r w:rsidR="00B30AEC">
        <w:t xml:space="preserve"> wurde,</w:t>
      </w:r>
      <w:r w:rsidR="000C0F64" w:rsidRPr="00B30AEC">
        <w:t xml:space="preserve"> </w:t>
      </w:r>
      <w:r w:rsidR="00A91348" w:rsidRPr="00B30AEC">
        <w:t>kann sich deutlich länger hinziehen</w:t>
      </w:r>
      <w:r w:rsidR="00A34248" w:rsidRPr="00B30AEC">
        <w:t xml:space="preserve"> und damit für den Betreiber in der Konsequenz deutlich teurer </w:t>
      </w:r>
      <w:r w:rsidR="00D80DC9" w:rsidRPr="00B30AEC">
        <w:t xml:space="preserve">werden </w:t>
      </w:r>
      <w:r w:rsidR="00A34248" w:rsidRPr="00B30AEC">
        <w:t>als die planmäßige Umsetzung unseres standardisierten Wartungskonzeptes.</w:t>
      </w:r>
      <w:r w:rsidR="00031A86" w:rsidRPr="00B30AEC">
        <w:t>“</w:t>
      </w:r>
    </w:p>
    <w:p w:rsidR="00A91348" w:rsidRDefault="00A91348" w:rsidP="007E1606"/>
    <w:p w:rsidR="00B54DD9" w:rsidRDefault="00B54DD9" w:rsidP="007E1606"/>
    <w:p w:rsidR="007E1606" w:rsidRPr="00B54DD9" w:rsidRDefault="00496FC2" w:rsidP="007E1606">
      <w:pPr>
        <w:rPr>
          <w:i/>
        </w:rPr>
      </w:pPr>
      <w:r w:rsidRPr="00B54DD9">
        <w:rPr>
          <w:i/>
        </w:rPr>
        <w:t xml:space="preserve">Weitere Informationen unter der Telefon-Nummer </w:t>
      </w:r>
      <w:r w:rsidR="00905799" w:rsidRPr="00B54DD9">
        <w:rPr>
          <w:i/>
        </w:rPr>
        <w:t>+49 7267 809-451</w:t>
      </w:r>
      <w:r w:rsidRPr="00B54DD9">
        <w:rPr>
          <w:i/>
        </w:rPr>
        <w:t>.</w:t>
      </w:r>
    </w:p>
    <w:p w:rsidR="00D80DC9" w:rsidRDefault="00D80DC9" w:rsidP="007E1606"/>
    <w:p w:rsidR="00866E9C" w:rsidRDefault="00866E9C" w:rsidP="007E1606"/>
    <w:p w:rsidR="007E1606" w:rsidRDefault="007E1606" w:rsidP="000E228F">
      <w:pPr>
        <w:pStyle w:val="berschrift3"/>
      </w:pPr>
      <w:r>
        <w:t>Bildunterschriften</w:t>
      </w:r>
    </w:p>
    <w:p w:rsidR="00C82B81" w:rsidRDefault="007E1606" w:rsidP="007E1606">
      <w:r>
        <w:t xml:space="preserve">Bild1.jpg: </w:t>
      </w:r>
      <w:r w:rsidR="00B1313B">
        <w:t>Eine geplante präventive Wartung erhöht die Verfügbarkeit</w:t>
      </w:r>
      <w:r w:rsidR="00602421">
        <w:t xml:space="preserve"> von Pressenlinien und reduziert </w:t>
      </w:r>
      <w:r w:rsidR="00CF3145">
        <w:t xml:space="preserve">gleichzeitig das Risiko </w:t>
      </w:r>
      <w:r w:rsidR="00602421">
        <w:t>ungeplanter Stillstände.</w:t>
      </w:r>
    </w:p>
    <w:p w:rsidR="005833D5" w:rsidRDefault="007E1606" w:rsidP="007E1606">
      <w:r>
        <w:t xml:space="preserve">Bild2.jpg: </w:t>
      </w:r>
      <w:r w:rsidR="000072A3">
        <w:t>Das</w:t>
      </w:r>
      <w:r w:rsidR="00A34248" w:rsidRPr="000072A3">
        <w:t xml:space="preserve"> standardisierte </w:t>
      </w:r>
      <w:r w:rsidR="00FF49D8" w:rsidRPr="000072A3">
        <w:t>Wartung</w:t>
      </w:r>
      <w:r w:rsidR="00A34248" w:rsidRPr="000072A3">
        <w:t xml:space="preserve">skonzept </w:t>
      </w:r>
      <w:r w:rsidR="000072A3">
        <w:t xml:space="preserve">von Schuler </w:t>
      </w:r>
      <w:r w:rsidR="00A34248" w:rsidRPr="000072A3">
        <w:t>für</w:t>
      </w:r>
      <w:r w:rsidR="00FF49D8" w:rsidRPr="000072A3">
        <w:t xml:space="preserve"> Crossbar Feeder</w:t>
      </w:r>
      <w:r w:rsidR="000072A3">
        <w:t xml:space="preserve"> bietet minimale Ausfallzeiten</w:t>
      </w:r>
      <w:r w:rsidR="00FD7CF1" w:rsidRPr="000072A3">
        <w:t>.</w:t>
      </w:r>
    </w:p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FA17C9" w:rsidRDefault="00FA17C9">
      <w:pPr>
        <w:spacing w:line="240" w:lineRule="auto"/>
        <w:rPr>
          <w:rFonts w:cs="Arial"/>
        </w:rPr>
      </w:pP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2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5833D5" w:rsidRPr="00C82B81" w:rsidRDefault="001B1B07" w:rsidP="001B1B07">
      <w:pPr>
        <w:spacing w:line="240" w:lineRule="auto"/>
        <w:ind w:right="-15"/>
        <w:jc w:val="both"/>
        <w:outlineLvl w:val="0"/>
        <w:rPr>
          <w:i/>
        </w:rPr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</w:t>
      </w:r>
      <w:r>
        <w:rPr>
          <w:i/>
        </w:rPr>
        <w:t xml:space="preserve"> </w:t>
      </w:r>
      <w:r w:rsidRPr="001B1B07">
        <w:rPr>
          <w:i/>
        </w:rPr>
        <w:t>-zulieferer sowie Unternehmen aus der Schmiede-, Hausgeräte-, Verpackungs-, Energie- und Elektroindustrie. Schuler ist führend bei Münzprägepressen und realisiert Systemlösun</w:t>
      </w:r>
      <w:r w:rsidR="007E3244">
        <w:rPr>
          <w:i/>
        </w:rPr>
        <w:t>g</w:t>
      </w:r>
      <w:r w:rsidR="00531DDB">
        <w:rPr>
          <w:i/>
        </w:rPr>
        <w:t>en</w:t>
      </w:r>
      <w:r w:rsidRPr="001B1B07">
        <w:rPr>
          <w:i/>
        </w:rPr>
        <w:t xml:space="preserve"> für Luft- und Raumfahrt, den Schienenverkehr und die Großrohr-Fertigung.  </w:t>
      </w:r>
      <w:r w:rsidRPr="00AF64B9">
        <w:rPr>
          <w:i/>
        </w:rPr>
        <w:t>Im Geschäftsjahr 201</w:t>
      </w:r>
      <w:r w:rsidR="00D95005">
        <w:rPr>
          <w:i/>
        </w:rPr>
        <w:t>5</w:t>
      </w:r>
      <w:r w:rsidR="007649A2">
        <w:rPr>
          <w:i/>
        </w:rPr>
        <w:t xml:space="preserve"> </w:t>
      </w:r>
      <w:r w:rsidRPr="00AF64B9">
        <w:rPr>
          <w:i/>
        </w:rPr>
        <w:t>erzielte Schuler einen Umsatz von 1</w:t>
      </w:r>
      <w:r w:rsidR="007649A2">
        <w:rPr>
          <w:i/>
        </w:rPr>
        <w:t>,</w:t>
      </w:r>
      <w:r w:rsidR="00D95005">
        <w:rPr>
          <w:i/>
        </w:rPr>
        <w:t>2</w:t>
      </w:r>
      <w:r w:rsidRPr="00AF64B9">
        <w:rPr>
          <w:i/>
        </w:rPr>
        <w:t xml:space="preserve"> Mill</w:t>
      </w:r>
      <w:r w:rsidR="007649A2">
        <w:rPr>
          <w:i/>
        </w:rPr>
        <w:t xml:space="preserve">iarden </w:t>
      </w:r>
      <w:r w:rsidRPr="00AF64B9">
        <w:rPr>
          <w:i/>
        </w:rPr>
        <w:t>Euro.</w:t>
      </w:r>
      <w:r w:rsidR="007649A2">
        <w:rPr>
          <w:i/>
        </w:rPr>
        <w:t xml:space="preserve"> </w:t>
      </w:r>
      <w:r w:rsidRPr="001B1B07">
        <w:rPr>
          <w:i/>
        </w:rPr>
        <w:t>Schule</w:t>
      </w:r>
      <w:r w:rsidR="00D95005">
        <w:rPr>
          <w:i/>
        </w:rPr>
        <w:t>r ist in 40 Ländern mit rund 5.2</w:t>
      </w:r>
      <w:r w:rsidRPr="001B1B07">
        <w:rPr>
          <w:i/>
        </w:rPr>
        <w:t>00 Mitarbeitern präsent und gehört mehrheitlich zur österreichischen ANDRITZ-Gruppe.</w:t>
      </w:r>
      <w:r w:rsidR="005833D5" w:rsidRPr="00AF64B9">
        <w:t xml:space="preserve"> </w:t>
      </w:r>
    </w:p>
    <w:sectPr w:rsidR="005833D5" w:rsidRPr="00C82B81" w:rsidSect="007E1606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CD9" w:rsidRDefault="007F3CD9" w:rsidP="007E132D">
      <w:r>
        <w:separator/>
      </w:r>
    </w:p>
    <w:p w:rsidR="007F3CD9" w:rsidRDefault="007F3CD9" w:rsidP="007E132D"/>
  </w:endnote>
  <w:endnote w:type="continuationSeparator" w:id="0">
    <w:p w:rsidR="007F3CD9" w:rsidRDefault="007F3CD9" w:rsidP="007E132D">
      <w:r>
        <w:continuationSeparator/>
      </w:r>
    </w:p>
    <w:p w:rsidR="007F3CD9" w:rsidRDefault="007F3CD9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1B3A30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1B3A30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1B3A30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1B3A30" w:rsidRPr="007E1606">
            <w:rPr>
              <w:rFonts w:eastAsia="Calibri"/>
              <w:noProof/>
            </w:rPr>
            <w:t xml:space="preserve">Seite </w:t>
          </w:r>
          <w:r w:rsidR="001B3A30">
            <w:rPr>
              <w:rFonts w:eastAsia="Calibri"/>
              <w:noProof/>
            </w:rPr>
            <w:t>2</w:t>
          </w:r>
          <w:r w:rsidR="001B3A30" w:rsidRPr="007E1606">
            <w:rPr>
              <w:rFonts w:eastAsia="Calibri"/>
              <w:noProof/>
            </w:rPr>
            <w:t xml:space="preserve"> von </w:t>
          </w:r>
          <w:r w:rsidR="001B3A30">
            <w:rPr>
              <w:rFonts w:eastAsia="Calibri"/>
              <w:noProof/>
            </w:rPr>
            <w:t>4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CD9" w:rsidRDefault="007F3CD9" w:rsidP="007E132D">
      <w:r>
        <w:separator/>
      </w:r>
    </w:p>
    <w:p w:rsidR="007F3CD9" w:rsidRDefault="007F3CD9" w:rsidP="007E132D"/>
  </w:footnote>
  <w:footnote w:type="continuationSeparator" w:id="0">
    <w:p w:rsidR="007F3CD9" w:rsidRDefault="007F3CD9" w:rsidP="007E132D">
      <w:r>
        <w:continuationSeparator/>
      </w:r>
    </w:p>
    <w:p w:rsidR="007F3CD9" w:rsidRDefault="007F3CD9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 wp14:anchorId="56611004" wp14:editId="56611005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56611006" wp14:editId="56611007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 wp14:anchorId="56611008" wp14:editId="56611009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5661100A" wp14:editId="5661100B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57B"/>
    <w:rsid w:val="00003CBE"/>
    <w:rsid w:val="00004C7F"/>
    <w:rsid w:val="000072A3"/>
    <w:rsid w:val="00031750"/>
    <w:rsid w:val="00031A86"/>
    <w:rsid w:val="00033BD2"/>
    <w:rsid w:val="00042358"/>
    <w:rsid w:val="00067F36"/>
    <w:rsid w:val="000716BA"/>
    <w:rsid w:val="0007236E"/>
    <w:rsid w:val="00086F40"/>
    <w:rsid w:val="000A3AAD"/>
    <w:rsid w:val="000A52A8"/>
    <w:rsid w:val="000A6518"/>
    <w:rsid w:val="000B6395"/>
    <w:rsid w:val="000B704A"/>
    <w:rsid w:val="000C0CAD"/>
    <w:rsid w:val="000C0F64"/>
    <w:rsid w:val="000C2343"/>
    <w:rsid w:val="000D74BB"/>
    <w:rsid w:val="000E0CB2"/>
    <w:rsid w:val="000E228F"/>
    <w:rsid w:val="000F2F77"/>
    <w:rsid w:val="00102187"/>
    <w:rsid w:val="00111D98"/>
    <w:rsid w:val="00130A5F"/>
    <w:rsid w:val="00136218"/>
    <w:rsid w:val="00136E90"/>
    <w:rsid w:val="00152C69"/>
    <w:rsid w:val="001631E1"/>
    <w:rsid w:val="0016339C"/>
    <w:rsid w:val="0016462A"/>
    <w:rsid w:val="0016495A"/>
    <w:rsid w:val="00173722"/>
    <w:rsid w:val="00173DC2"/>
    <w:rsid w:val="0017697C"/>
    <w:rsid w:val="00177534"/>
    <w:rsid w:val="00190149"/>
    <w:rsid w:val="00193DB6"/>
    <w:rsid w:val="00194FE6"/>
    <w:rsid w:val="0019657E"/>
    <w:rsid w:val="001A0566"/>
    <w:rsid w:val="001B1B07"/>
    <w:rsid w:val="001B3A30"/>
    <w:rsid w:val="001C1FA2"/>
    <w:rsid w:val="001C3EE2"/>
    <w:rsid w:val="001D36AA"/>
    <w:rsid w:val="001E0C3C"/>
    <w:rsid w:val="001F6280"/>
    <w:rsid w:val="002077B7"/>
    <w:rsid w:val="002110AA"/>
    <w:rsid w:val="00212513"/>
    <w:rsid w:val="002150C6"/>
    <w:rsid w:val="00215C8A"/>
    <w:rsid w:val="002177B0"/>
    <w:rsid w:val="002315E0"/>
    <w:rsid w:val="002411CC"/>
    <w:rsid w:val="00270205"/>
    <w:rsid w:val="002712C2"/>
    <w:rsid w:val="00272659"/>
    <w:rsid w:val="0029341A"/>
    <w:rsid w:val="002A1D04"/>
    <w:rsid w:val="002A3A54"/>
    <w:rsid w:val="002A42B6"/>
    <w:rsid w:val="002A4B0E"/>
    <w:rsid w:val="002B391B"/>
    <w:rsid w:val="002B41E8"/>
    <w:rsid w:val="002C798C"/>
    <w:rsid w:val="002D6281"/>
    <w:rsid w:val="003230D4"/>
    <w:rsid w:val="00323555"/>
    <w:rsid w:val="00363740"/>
    <w:rsid w:val="00365A9E"/>
    <w:rsid w:val="003727B4"/>
    <w:rsid w:val="003728F6"/>
    <w:rsid w:val="00373C01"/>
    <w:rsid w:val="00377DED"/>
    <w:rsid w:val="003822EA"/>
    <w:rsid w:val="0038470B"/>
    <w:rsid w:val="003B4C77"/>
    <w:rsid w:val="003B687C"/>
    <w:rsid w:val="003C626A"/>
    <w:rsid w:val="003D76C7"/>
    <w:rsid w:val="003E30C0"/>
    <w:rsid w:val="003F0681"/>
    <w:rsid w:val="003F6888"/>
    <w:rsid w:val="003F69EF"/>
    <w:rsid w:val="0040121C"/>
    <w:rsid w:val="00403EFF"/>
    <w:rsid w:val="004066A4"/>
    <w:rsid w:val="00406A87"/>
    <w:rsid w:val="004355F7"/>
    <w:rsid w:val="0046621F"/>
    <w:rsid w:val="00476782"/>
    <w:rsid w:val="00476D9C"/>
    <w:rsid w:val="00485C6B"/>
    <w:rsid w:val="00494A97"/>
    <w:rsid w:val="00496FC2"/>
    <w:rsid w:val="004B3F79"/>
    <w:rsid w:val="004C31E5"/>
    <w:rsid w:val="004C4B30"/>
    <w:rsid w:val="004C697D"/>
    <w:rsid w:val="004D3EAF"/>
    <w:rsid w:val="004D76DD"/>
    <w:rsid w:val="00502538"/>
    <w:rsid w:val="00531DDB"/>
    <w:rsid w:val="00533491"/>
    <w:rsid w:val="005435EC"/>
    <w:rsid w:val="005506E8"/>
    <w:rsid w:val="00552A9D"/>
    <w:rsid w:val="005547DF"/>
    <w:rsid w:val="0056768B"/>
    <w:rsid w:val="0057378E"/>
    <w:rsid w:val="00575FA0"/>
    <w:rsid w:val="005833D5"/>
    <w:rsid w:val="0058419E"/>
    <w:rsid w:val="00595D96"/>
    <w:rsid w:val="00597963"/>
    <w:rsid w:val="005C0BBB"/>
    <w:rsid w:val="005C6AE3"/>
    <w:rsid w:val="005E50FF"/>
    <w:rsid w:val="005F25FF"/>
    <w:rsid w:val="005F6D99"/>
    <w:rsid w:val="00601238"/>
    <w:rsid w:val="0060142A"/>
    <w:rsid w:val="00601452"/>
    <w:rsid w:val="00602421"/>
    <w:rsid w:val="00620B52"/>
    <w:rsid w:val="0065451D"/>
    <w:rsid w:val="00654B60"/>
    <w:rsid w:val="00660D47"/>
    <w:rsid w:val="00671E3C"/>
    <w:rsid w:val="00674EF3"/>
    <w:rsid w:val="006813B8"/>
    <w:rsid w:val="0068251B"/>
    <w:rsid w:val="006848FF"/>
    <w:rsid w:val="00687868"/>
    <w:rsid w:val="006A31D9"/>
    <w:rsid w:val="006A659E"/>
    <w:rsid w:val="006A7F52"/>
    <w:rsid w:val="006B6ACF"/>
    <w:rsid w:val="006D7242"/>
    <w:rsid w:val="006F6743"/>
    <w:rsid w:val="00704B97"/>
    <w:rsid w:val="00714E5C"/>
    <w:rsid w:val="00720173"/>
    <w:rsid w:val="0072042B"/>
    <w:rsid w:val="00733AAF"/>
    <w:rsid w:val="0075057B"/>
    <w:rsid w:val="007649A2"/>
    <w:rsid w:val="007826E4"/>
    <w:rsid w:val="00784E5A"/>
    <w:rsid w:val="00794AEE"/>
    <w:rsid w:val="007B0BF4"/>
    <w:rsid w:val="007C16F5"/>
    <w:rsid w:val="007D1013"/>
    <w:rsid w:val="007E132D"/>
    <w:rsid w:val="007E1606"/>
    <w:rsid w:val="007E3244"/>
    <w:rsid w:val="007E721C"/>
    <w:rsid w:val="007F0A7C"/>
    <w:rsid w:val="007F286F"/>
    <w:rsid w:val="007F3CD9"/>
    <w:rsid w:val="007F4103"/>
    <w:rsid w:val="007F4512"/>
    <w:rsid w:val="008001E1"/>
    <w:rsid w:val="00800E6B"/>
    <w:rsid w:val="008044F0"/>
    <w:rsid w:val="00820F17"/>
    <w:rsid w:val="00821B54"/>
    <w:rsid w:val="00821E5D"/>
    <w:rsid w:val="00822597"/>
    <w:rsid w:val="008258E8"/>
    <w:rsid w:val="008334D5"/>
    <w:rsid w:val="008345BB"/>
    <w:rsid w:val="00835CEE"/>
    <w:rsid w:val="00860C15"/>
    <w:rsid w:val="00862818"/>
    <w:rsid w:val="00865B83"/>
    <w:rsid w:val="00866E9C"/>
    <w:rsid w:val="00867C0F"/>
    <w:rsid w:val="008718D2"/>
    <w:rsid w:val="0087295F"/>
    <w:rsid w:val="00876E6E"/>
    <w:rsid w:val="00877DC8"/>
    <w:rsid w:val="0088798B"/>
    <w:rsid w:val="00894865"/>
    <w:rsid w:val="008C6578"/>
    <w:rsid w:val="008D1374"/>
    <w:rsid w:val="008D67FA"/>
    <w:rsid w:val="008E1F8F"/>
    <w:rsid w:val="008F5E25"/>
    <w:rsid w:val="00901C65"/>
    <w:rsid w:val="009029D6"/>
    <w:rsid w:val="00905799"/>
    <w:rsid w:val="009060ED"/>
    <w:rsid w:val="00920948"/>
    <w:rsid w:val="00926076"/>
    <w:rsid w:val="00941203"/>
    <w:rsid w:val="00961469"/>
    <w:rsid w:val="00975A13"/>
    <w:rsid w:val="009804AD"/>
    <w:rsid w:val="00995B48"/>
    <w:rsid w:val="009A680E"/>
    <w:rsid w:val="009B2577"/>
    <w:rsid w:val="009B3EB7"/>
    <w:rsid w:val="009D000D"/>
    <w:rsid w:val="009D02BF"/>
    <w:rsid w:val="009F65F3"/>
    <w:rsid w:val="00A0214C"/>
    <w:rsid w:val="00A131A9"/>
    <w:rsid w:val="00A166C4"/>
    <w:rsid w:val="00A16E19"/>
    <w:rsid w:val="00A1783E"/>
    <w:rsid w:val="00A31D72"/>
    <w:rsid w:val="00A32B85"/>
    <w:rsid w:val="00A34248"/>
    <w:rsid w:val="00A46561"/>
    <w:rsid w:val="00A500A4"/>
    <w:rsid w:val="00A64CD7"/>
    <w:rsid w:val="00A7169A"/>
    <w:rsid w:val="00A72936"/>
    <w:rsid w:val="00A73294"/>
    <w:rsid w:val="00A86ACD"/>
    <w:rsid w:val="00A91348"/>
    <w:rsid w:val="00A9156A"/>
    <w:rsid w:val="00A91986"/>
    <w:rsid w:val="00A93519"/>
    <w:rsid w:val="00AA3058"/>
    <w:rsid w:val="00AC55D1"/>
    <w:rsid w:val="00AC6510"/>
    <w:rsid w:val="00AE2682"/>
    <w:rsid w:val="00AE3AFF"/>
    <w:rsid w:val="00AF2D43"/>
    <w:rsid w:val="00AF64B9"/>
    <w:rsid w:val="00B01B58"/>
    <w:rsid w:val="00B01CEF"/>
    <w:rsid w:val="00B06BC4"/>
    <w:rsid w:val="00B11CB2"/>
    <w:rsid w:val="00B1313B"/>
    <w:rsid w:val="00B206B1"/>
    <w:rsid w:val="00B23715"/>
    <w:rsid w:val="00B27E53"/>
    <w:rsid w:val="00B307A6"/>
    <w:rsid w:val="00B30AEC"/>
    <w:rsid w:val="00B47659"/>
    <w:rsid w:val="00B54DD9"/>
    <w:rsid w:val="00B55136"/>
    <w:rsid w:val="00B6605F"/>
    <w:rsid w:val="00B762C9"/>
    <w:rsid w:val="00B836D5"/>
    <w:rsid w:val="00B83872"/>
    <w:rsid w:val="00B872CD"/>
    <w:rsid w:val="00BD53F5"/>
    <w:rsid w:val="00C065B5"/>
    <w:rsid w:val="00C1074C"/>
    <w:rsid w:val="00C11E75"/>
    <w:rsid w:val="00C30AC5"/>
    <w:rsid w:val="00C60C87"/>
    <w:rsid w:val="00C649BF"/>
    <w:rsid w:val="00C7072A"/>
    <w:rsid w:val="00C72CD3"/>
    <w:rsid w:val="00C82B81"/>
    <w:rsid w:val="00C940A2"/>
    <w:rsid w:val="00C96DAD"/>
    <w:rsid w:val="00C97CF1"/>
    <w:rsid w:val="00CB2B5C"/>
    <w:rsid w:val="00CC7CCA"/>
    <w:rsid w:val="00CD3AA7"/>
    <w:rsid w:val="00CE28E0"/>
    <w:rsid w:val="00CE5E99"/>
    <w:rsid w:val="00CF3145"/>
    <w:rsid w:val="00D12BFC"/>
    <w:rsid w:val="00D14566"/>
    <w:rsid w:val="00D15E35"/>
    <w:rsid w:val="00D16703"/>
    <w:rsid w:val="00D36969"/>
    <w:rsid w:val="00D41C63"/>
    <w:rsid w:val="00D5679F"/>
    <w:rsid w:val="00D76894"/>
    <w:rsid w:val="00D80DC9"/>
    <w:rsid w:val="00D811C6"/>
    <w:rsid w:val="00D82AE7"/>
    <w:rsid w:val="00D95005"/>
    <w:rsid w:val="00DB3F3F"/>
    <w:rsid w:val="00DB73FC"/>
    <w:rsid w:val="00DC17AE"/>
    <w:rsid w:val="00DC5C7D"/>
    <w:rsid w:val="00DD16C5"/>
    <w:rsid w:val="00DE35EB"/>
    <w:rsid w:val="00DE6930"/>
    <w:rsid w:val="00DF0A06"/>
    <w:rsid w:val="00E170D9"/>
    <w:rsid w:val="00E207BB"/>
    <w:rsid w:val="00E2304D"/>
    <w:rsid w:val="00E26828"/>
    <w:rsid w:val="00E3363B"/>
    <w:rsid w:val="00E36721"/>
    <w:rsid w:val="00E5769E"/>
    <w:rsid w:val="00E6320B"/>
    <w:rsid w:val="00E71674"/>
    <w:rsid w:val="00E82B15"/>
    <w:rsid w:val="00E85A97"/>
    <w:rsid w:val="00E90330"/>
    <w:rsid w:val="00E91ACE"/>
    <w:rsid w:val="00E94A8B"/>
    <w:rsid w:val="00E94CAA"/>
    <w:rsid w:val="00EA0877"/>
    <w:rsid w:val="00EA7DC3"/>
    <w:rsid w:val="00EB1C2E"/>
    <w:rsid w:val="00ED68DC"/>
    <w:rsid w:val="00EE332F"/>
    <w:rsid w:val="00EF545E"/>
    <w:rsid w:val="00F01EC2"/>
    <w:rsid w:val="00F23AAD"/>
    <w:rsid w:val="00F34CA9"/>
    <w:rsid w:val="00F44765"/>
    <w:rsid w:val="00F5073A"/>
    <w:rsid w:val="00F654EB"/>
    <w:rsid w:val="00F67918"/>
    <w:rsid w:val="00F7676C"/>
    <w:rsid w:val="00FA17C9"/>
    <w:rsid w:val="00FD1AC7"/>
    <w:rsid w:val="00FD7CF1"/>
    <w:rsid w:val="00FE2FB7"/>
    <w:rsid w:val="00FF49D8"/>
    <w:rsid w:val="00FF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schulergroup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hulergroup.com/pr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hyperlink" Target="mailto:simon.scherrenbacher@schulergroup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Schuler%20PM_Vorlage_Deutsch_neu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A99A02F0A9B344F6B81FF7F262E21E640055FC0825858EDB4FB5351BEE5C4B3190" ma:contentTypeVersion="0" ma:contentTypeDescription="" ma:contentTypeScope="" ma:versionID="19696a28ff7c579ce1d1cf3e8529926e">
  <xsd:schema xmlns:xsd="http://www.w3.org/2001/XMLSchema" xmlns:xs="http://www.w3.org/2001/XMLSchema" xmlns:p="http://schemas.microsoft.com/office/2006/metadata/properties" xmlns:ns1="http://schemas.microsoft.com/sharepoint/v3" xmlns:ns2="14CA36B4-80C0-40BA-B310-DCB654F98268" targetNamespace="http://schemas.microsoft.com/office/2006/metadata/properties" ma:root="true" ma:fieldsID="671a22742c6b027530a2910e12ac4c32" ns1:_="" ns2:_="">
    <xsd:import namespace="http://schemas.microsoft.com/sharepoint/v3"/>
    <xsd:import namespace="14CA36B4-80C0-40BA-B310-DCB654F98268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2:si_lup_language"/>
                <xsd:element ref="ns2:si_lup_documentclassification"/>
                <xsd:element ref="ns2:si_lup_location" minOccurs="0"/>
                <xsd:element ref="ns2:si_lup_country" minOccurs="0"/>
                <xsd:element ref="ns2:si_cln_expiration_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2" nillable="true" ma:displayName="Vorlageverknüpfung" ma:hidden="true" ma:internalName="TemplateUrl">
      <xsd:simpleType>
        <xsd:restriction base="dms:Text"/>
      </xsd:simpleType>
    </xsd:element>
    <xsd:element name="xd_ProgID" ma:index="3" nillable="true" ma:displayName="HTML-Dateiverknüpfung" ma:hidden="true" ma:internalName="xd_ProgID">
      <xsd:simpleType>
        <xsd:restriction base="dms:Text"/>
      </xsd:simpleType>
    </xsd:element>
    <xsd:element name="xd_Signature" ma:index="4" nillable="true" ma:displayName="Ist signiert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A36B4-80C0-40BA-B310-DCB654F98268" elementFormDefault="qualified">
    <xsd:import namespace="http://schemas.microsoft.com/office/2006/documentManagement/types"/>
    <xsd:import namespace="http://schemas.microsoft.com/office/infopath/2007/PartnerControls"/>
    <xsd:element name="si_lup_language" ma:index="7" ma:displayName="Language" ma:list="{0a0ae3d5-33af-4540-80b2-023f9b86b8e3}" ma:internalName="si_lup_language" ma:showField="Title" ma:web="260e577f-1aeb-4560-aee3-b5db5834c7b0">
      <xsd:simpleType>
        <xsd:restriction base="dms:Lookup"/>
      </xsd:simpleType>
    </xsd:element>
    <xsd:element name="si_lup_documentclassification" ma:index="8" ma:displayName="Documentclassification" ma:list="{994fc817-5a85-4742-88fc-758d9539807a}" ma:internalName="si_lup_documentclassification" ma:showField="Title" ma:web="260e577f-1aeb-4560-aee3-b5db5834c7b0">
      <xsd:simpleType>
        <xsd:restriction base="dms:Lookup"/>
      </xsd:simpleType>
    </xsd:element>
    <xsd:element name="si_lup_location" ma:index="9" nillable="true" ma:displayName="Location" ma:list="{b147be9d-c013-4508-8336-dde72b44f975}" ma:internalName="si_lup_location" ma:showField="Title" ma:web="260e577f-1aeb-4560-aee3-b5db5834c7b0">
      <xsd:simpleType>
        <xsd:restriction base="dms:Lookup"/>
      </xsd:simpleType>
    </xsd:element>
    <xsd:element name="si_lup_country" ma:index="10" nillable="true" ma:displayName="Country" ma:list="{5a43032a-5050-49ab-8ab2-ca19f8767a74}" ma:internalName="si_lup_country" ma:showField="Title" ma:web="260e577f-1aeb-4560-aee3-b5db5834c7b0">
      <xsd:simpleType>
        <xsd:restriction base="dms:Lookup"/>
      </xsd:simpleType>
    </xsd:element>
    <xsd:element name="si_cln_expiration_date" ma:index="11" ma:displayName="Expiration Date" ma:default="2017-06-25T00:00:00Z" ma:format="DateOnly" ma:internalName="si_cln_expiration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xd_ProgID xmlns="http://schemas.microsoft.com/sharepoint/v3" xsi:nil="true"/>
    <si_cln_expiration_date xmlns="14CA36B4-80C0-40BA-B310-DCB654F98268">2020-05-19T22:00:00+00:00</si_cln_expiration_date>
    <si_lup_language xmlns="14CA36B4-80C0-40BA-B310-DCB654F98268">1</si_lup_language>
    <si_lup_documentclassification xmlns="14CA36B4-80C0-40BA-B310-DCB654F98268">10</si_lup_documentclassification>
    <si_lup_location xmlns="14CA36B4-80C0-40BA-B310-DCB654F98268" xsi:nil="true"/>
    <si_lup_country xmlns="14CA36B4-80C0-40BA-B310-DCB654F98268" xsi:nil="true"/>
  </documentManagement>
</p:properties>
</file>

<file path=customXml/itemProps1.xml><?xml version="1.0" encoding="utf-8"?>
<ds:datastoreItem xmlns:ds="http://schemas.openxmlformats.org/officeDocument/2006/customXml" ds:itemID="{D93115CF-178A-4CEA-98B4-8B200481B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CA36B4-80C0-40BA-B310-DCB654F982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EA00E-5BAA-4F94-8CB1-D258D9C89FD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4CA36B4-80C0-40BA-B310-DCB654F9826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Schuler PM_Vorlage_Deutsch_neu.dotx</Template>
  <TotalTime>0</TotalTime>
  <Pages>4</Pages>
  <Words>670</Words>
  <Characters>4801</Characters>
  <Application>Microsoft Office Word</Application>
  <DocSecurity>0</DocSecurity>
  <Lines>40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Vorlagen</vt:lpstr>
    </vt:vector>
  </TitlesOfParts>
  <Company>Schuler</Company>
  <LinksUpToDate>false</LinksUpToDate>
  <CharactersWithSpaces>5461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Vorlagen</dc:title>
  <dc:creator>scherren</dc:creator>
  <cp:lastModifiedBy>scherren</cp:lastModifiedBy>
  <cp:revision>33</cp:revision>
  <cp:lastPrinted>2014-01-15T15:59:00Z</cp:lastPrinted>
  <dcterms:created xsi:type="dcterms:W3CDTF">2016-06-10T12:11:00Z</dcterms:created>
  <dcterms:modified xsi:type="dcterms:W3CDTF">2016-07-01T11:33:00Z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0x0101A99A02F0A9B344F6B81FF7F262E21E640055FC0825858EDB4FB5351BEE5C4B3190</vt:lpwstr>
  </property>
  <property fmtid="{D5CDD505-2E9C-101B-9397-08002B2CF9AE}" pid="3" name="_AdHocReviewCycleID">
    <vt:i4>-418101115</vt:i4>
  </property>
  <property fmtid="{D5CDD505-2E9C-101B-9397-08002B2CF9AE}" pid="4" name="_NewReviewCycle">
    <vt:lpwstr/>
  </property>
  <property fmtid="{D5CDD505-2E9C-101B-9397-08002B2CF9AE}" pid="5" name="_EmailSubject">
    <vt:lpwstr>PR für den Croosbarfeeder-Teststand</vt:lpwstr>
  </property>
  <property fmtid="{D5CDD505-2E9C-101B-9397-08002B2CF9AE}" pid="6" name="_AuthorEmail">
    <vt:lpwstr>Simon.Scherrenbacher@schulergroup.com</vt:lpwstr>
  </property>
  <property fmtid="{D5CDD505-2E9C-101B-9397-08002B2CF9AE}" pid="7" name="_AuthorEmailDisplayName">
    <vt:lpwstr>Scherrenbacher, Simon &lt;Simon.Scherrenbacher@schulergroup.com&gt;</vt:lpwstr>
  </property>
  <property fmtid="{D5CDD505-2E9C-101B-9397-08002B2CF9AE}" pid="8" name="_ReviewingToolsShownOnce">
    <vt:lpwstr/>
  </property>
</Properties>
</file>