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04150E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04150E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04150E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04150E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04150E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04150E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04150E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04150E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04150E" w:rsidRDefault="002F37C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04150E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04150E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04150E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4C4B30" w:rsidRDefault="002F37C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900ADF" w:rsidRDefault="0004150E" w:rsidP="00900ADF">
      <w:pPr>
        <w:pStyle w:val="berschrift1"/>
        <w:ind w:left="0" w:firstLine="0"/>
      </w:pPr>
      <w:r>
        <w:t xml:space="preserve">Größter </w:t>
      </w:r>
      <w:r w:rsidR="00B02406">
        <w:t>Gesenk-</w:t>
      </w:r>
      <w:r>
        <w:t xml:space="preserve">Schmiedehammer </w:t>
      </w:r>
      <w:r w:rsidR="00587347">
        <w:t>für</w:t>
      </w:r>
      <w:r>
        <w:t xml:space="preserve"> China</w:t>
      </w:r>
    </w:p>
    <w:p w:rsidR="00476D9C" w:rsidRDefault="0004150E" w:rsidP="00900ADF">
      <w:pPr>
        <w:pStyle w:val="berschrift2"/>
      </w:pPr>
      <w:r>
        <w:t>Schuler liefert Anlage mit einem Arbeitsvermögen von 800 Kilojoule</w:t>
      </w:r>
      <w:r w:rsidR="001558F0">
        <w:t xml:space="preserve"> </w:t>
      </w:r>
      <w:r w:rsidR="00900ADF">
        <w:br/>
      </w:r>
      <w:r w:rsidR="001558F0">
        <w:t>zur Produktion von Kurbelwellen für Lkw, Lokomotiven und Schiffe</w:t>
      </w:r>
      <w:bookmarkStart w:id="0" w:name="_GoBack"/>
      <w:bookmarkEnd w:id="0"/>
    </w:p>
    <w:p w:rsidR="00900ADF" w:rsidRPr="00900ADF" w:rsidRDefault="00900ADF" w:rsidP="00900ADF"/>
    <w:p w:rsidR="007E1606" w:rsidRDefault="00587347" w:rsidP="00C82B81">
      <w:r>
        <w:rPr>
          <w:i/>
        </w:rPr>
        <w:t>Göppingen, 24</w:t>
      </w:r>
      <w:r w:rsidR="005833D5">
        <w:rPr>
          <w:i/>
        </w:rPr>
        <w:t>.</w:t>
      </w:r>
      <w:r w:rsidR="00F551B3">
        <w:rPr>
          <w:i/>
        </w:rPr>
        <w:t>06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504D66">
        <w:t xml:space="preserve">Zur Herstellung überdimensionaler Schmiedestücke sind Gegenschlaghämmer ideal geeignet: Ihre hohe Schlagenergie ermöglicht eine präzise Umformung. </w:t>
      </w:r>
      <w:r w:rsidR="002964D2">
        <w:t xml:space="preserve">Schuler hat nun von einem chinesischen Unternehmen den Auftrag zur Lieferung </w:t>
      </w:r>
      <w:r w:rsidR="00701FDE">
        <w:t>einer solchen</w:t>
      </w:r>
      <w:r w:rsidR="006D07D8">
        <w:t xml:space="preserve"> Anlage</w:t>
      </w:r>
      <w:r w:rsidR="002964D2">
        <w:t xml:space="preserve"> mit einem Arbeitsvermögen von 800 Kilojoule </w:t>
      </w:r>
      <w:r w:rsidR="00B24115">
        <w:t>erhalten.</w:t>
      </w:r>
      <w:r w:rsidR="000A19E3">
        <w:t xml:space="preserve"> Damit handelt es sich um den bislang größten </w:t>
      </w:r>
      <w:r w:rsidR="00B02406">
        <w:t>Gesenk-S</w:t>
      </w:r>
      <w:r>
        <w:t>chmiedehammer, den Schuler nach</w:t>
      </w:r>
      <w:r w:rsidR="000A19E3">
        <w:t xml:space="preserve"> China</w:t>
      </w:r>
      <w:r>
        <w:t xml:space="preserve"> geliefert hat</w:t>
      </w:r>
      <w:r w:rsidR="000A19E3">
        <w:t>.</w:t>
      </w:r>
    </w:p>
    <w:p w:rsidR="003900CA" w:rsidRDefault="003900CA" w:rsidP="00C82B81"/>
    <w:p w:rsidR="0077043A" w:rsidRDefault="0033148B" w:rsidP="00C82B81">
      <w:r>
        <w:t xml:space="preserve">Auf </w:t>
      </w:r>
      <w:r w:rsidR="002908BE">
        <w:t>de</w:t>
      </w:r>
      <w:r w:rsidR="00316B85">
        <w:t>m</w:t>
      </w:r>
      <w:r w:rsidR="002908BE">
        <w:t xml:space="preserve"> pneumatisch betriebenen</w:t>
      </w:r>
      <w:r w:rsidR="003900CA">
        <w:t xml:space="preserve"> Gegenschlaghammer vom Typ </w:t>
      </w:r>
      <w:proofErr w:type="spellStart"/>
      <w:r w:rsidR="003900CA">
        <w:t>Bêché</w:t>
      </w:r>
      <w:proofErr w:type="spellEnd"/>
      <w:r w:rsidR="003900CA">
        <w:t xml:space="preserve"> </w:t>
      </w:r>
      <w:r w:rsidR="005369EB">
        <w:t>DG80</w:t>
      </w:r>
      <w:r w:rsidR="00B02406">
        <w:t>h</w:t>
      </w:r>
      <w:r w:rsidR="0044288D">
        <w:t xml:space="preserve"> </w:t>
      </w:r>
      <w:r>
        <w:t xml:space="preserve">werden </w:t>
      </w:r>
      <w:r w:rsidR="002908BE">
        <w:t xml:space="preserve">nach seiner </w:t>
      </w:r>
      <w:r w:rsidR="00755550">
        <w:t>Inbetriebnahme</w:t>
      </w:r>
      <w:r w:rsidR="002908BE">
        <w:t xml:space="preserve"> </w:t>
      </w:r>
      <w:r>
        <w:t>Großkurbelwellen für Lkw-, Lok- und Schiffsmotoren geschmiedet.</w:t>
      </w:r>
      <w:r w:rsidR="0077043A">
        <w:t xml:space="preserve"> </w:t>
      </w:r>
      <w:r w:rsidR="003708E0">
        <w:t xml:space="preserve">Schuler ist der einzige Anbieter weltweit für Anlagen in dieser Größenordnung. </w:t>
      </w:r>
      <w:r w:rsidR="0077043A">
        <w:t xml:space="preserve">Mit einem Gesamtgewicht von </w:t>
      </w:r>
      <w:r w:rsidR="00BD220C">
        <w:t xml:space="preserve">rund </w:t>
      </w:r>
      <w:r w:rsidR="0077043A">
        <w:t xml:space="preserve">650 Tonnen und einer Höhe von mehr als sieben Metern über Flur sind auch die äußeren </w:t>
      </w:r>
      <w:r w:rsidR="003B7BBF">
        <w:t>Abmessungen des Hammers</w:t>
      </w:r>
      <w:r w:rsidR="00345B53">
        <w:t xml:space="preserve"> überdimensional</w:t>
      </w:r>
      <w:r w:rsidR="0077043A">
        <w:t>.</w:t>
      </w:r>
    </w:p>
    <w:p w:rsidR="0077043A" w:rsidRDefault="0077043A" w:rsidP="00C82B81"/>
    <w:p w:rsidR="00316B85" w:rsidRDefault="00474542" w:rsidP="00CF43EE">
      <w:pPr>
        <w:rPr>
          <w:rFonts w:cs="Arial"/>
          <w:b/>
        </w:rPr>
      </w:pPr>
      <w:r>
        <w:t xml:space="preserve">Die robuste Konstruktion sichert </w:t>
      </w:r>
      <w:r w:rsidR="005F6526">
        <w:t xml:space="preserve">dabei </w:t>
      </w:r>
      <w:r>
        <w:t>eine hohe Verfügbarkeit</w:t>
      </w:r>
      <w:r w:rsidR="005F6526">
        <w:t xml:space="preserve"> und reduziert den Wartungsaufwand</w:t>
      </w:r>
      <w:r>
        <w:t xml:space="preserve">. </w:t>
      </w:r>
      <w:r w:rsidR="00113B0B">
        <w:t>Schuler fertigt die</w:t>
      </w:r>
      <w:r w:rsidR="001D7D05">
        <w:t xml:space="preserve"> </w:t>
      </w:r>
      <w:r w:rsidR="00CA4843">
        <w:t xml:space="preserve">Teile und Baugruppen für die </w:t>
      </w:r>
      <w:r w:rsidR="001D7D05">
        <w:t xml:space="preserve">Anlage </w:t>
      </w:r>
      <w:r w:rsidR="00113B0B">
        <w:t xml:space="preserve">bis Mitte </w:t>
      </w:r>
      <w:r w:rsidR="001D7D05">
        <w:t xml:space="preserve">nächsten Jahres </w:t>
      </w:r>
      <w:r w:rsidR="00452E63">
        <w:t xml:space="preserve">in Deutschland, die Montage erfolgt </w:t>
      </w:r>
      <w:r w:rsidR="00A159AB">
        <w:t>anschließend</w:t>
      </w:r>
      <w:r w:rsidR="00113B0B">
        <w:t xml:space="preserve"> vor Ort </w:t>
      </w:r>
      <w:r w:rsidR="00C65D4A">
        <w:t xml:space="preserve">beim Kunden </w:t>
      </w:r>
      <w:r w:rsidR="00113B0B">
        <w:t xml:space="preserve">in China. </w:t>
      </w:r>
      <w:r w:rsidR="002876FE">
        <w:t xml:space="preserve">Für </w:t>
      </w:r>
      <w:r w:rsidR="004A12F8">
        <w:t xml:space="preserve">Anfang 2018 ist </w:t>
      </w:r>
      <w:r w:rsidR="00533DEF">
        <w:t xml:space="preserve">dann </w:t>
      </w:r>
      <w:r w:rsidR="004A12F8">
        <w:t>d</w:t>
      </w:r>
      <w:r w:rsidR="00755550">
        <w:t>er Produktionsstart</w:t>
      </w:r>
      <w:r w:rsidR="00F82DE8">
        <w:t xml:space="preserve"> </w:t>
      </w:r>
      <w:r w:rsidR="00113B0B">
        <w:t>geplant</w:t>
      </w:r>
      <w:r w:rsidR="001D7D05">
        <w:t>.</w:t>
      </w:r>
      <w:r w:rsidR="00316B85"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316B85" w:rsidP="007E1606">
      <w:r>
        <w:t>Bild</w:t>
      </w:r>
      <w:r w:rsidR="007E1606">
        <w:t xml:space="preserve">.jpg: </w:t>
      </w:r>
      <w:r>
        <w:t xml:space="preserve">Auf dem </w:t>
      </w:r>
      <w:r w:rsidRPr="00316B85">
        <w:t xml:space="preserve">Gegenschlaghammer vom Typ </w:t>
      </w:r>
      <w:proofErr w:type="spellStart"/>
      <w:r w:rsidRPr="00316B85">
        <w:t>Bêché</w:t>
      </w:r>
      <w:proofErr w:type="spellEnd"/>
      <w:r w:rsidRPr="00316B85">
        <w:t xml:space="preserve"> DG80</w:t>
      </w:r>
      <w:r w:rsidR="00F2052C">
        <w:t>h</w:t>
      </w:r>
      <w:r w:rsidRPr="00316B85">
        <w:t xml:space="preserve"> </w:t>
      </w:r>
      <w:r>
        <w:t xml:space="preserve">werden später </w:t>
      </w:r>
      <w:r w:rsidRPr="00316B85">
        <w:t>Großkurbelwellen für Lkw-, Lok- und Schiffsmotoren geschmiedet.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</w:t>
      </w:r>
      <w:r w:rsidR="007E3244">
        <w:rPr>
          <w:i/>
        </w:rPr>
        <w:t>g</w:t>
      </w:r>
      <w:r w:rsidR="00531DDB">
        <w:rPr>
          <w:i/>
        </w:rPr>
        <w:t>en</w:t>
      </w:r>
      <w:r w:rsidRPr="001B1B07">
        <w:rPr>
          <w:i/>
        </w:rPr>
        <w:t xml:space="preserve"> für Luft- und Raumfahrt, den Schienenverkehr und die Großrohr-Fertigung.  </w:t>
      </w:r>
      <w:r w:rsidRPr="00AF64B9">
        <w:rPr>
          <w:i/>
        </w:rPr>
        <w:t>Im Geschäftsjahr 201</w:t>
      </w:r>
      <w:r w:rsidR="00D95005">
        <w:rPr>
          <w:i/>
        </w:rPr>
        <w:t>5</w:t>
      </w:r>
      <w:r w:rsidR="007649A2">
        <w:rPr>
          <w:i/>
        </w:rPr>
        <w:t xml:space="preserve">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="00D95005">
        <w:rPr>
          <w:i/>
        </w:rPr>
        <w:t>2</w:t>
      </w:r>
      <w:r w:rsidRPr="00AF64B9">
        <w:rPr>
          <w:i/>
        </w:rPr>
        <w:t xml:space="preserve">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</w:t>
      </w:r>
      <w:r w:rsidR="00D95005">
        <w:rPr>
          <w:i/>
        </w:rPr>
        <w:t>r ist in 40 Ländern mit rund 5.2</w:t>
      </w:r>
      <w:r w:rsidRPr="001B1B07">
        <w:rPr>
          <w:i/>
        </w:rPr>
        <w:t>00 Mitarbeitern präsent und gehört mehrheitlich zur österreichischen ANDRITZ-Gruppe.</w:t>
      </w:r>
      <w:r w:rsidR="005833D5" w:rsidRPr="00AF64B9">
        <w:t xml:space="preserve"> 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6BD" w:rsidRDefault="008A56BD" w:rsidP="007E132D">
      <w:r>
        <w:separator/>
      </w:r>
    </w:p>
    <w:p w:rsidR="008A56BD" w:rsidRDefault="008A56BD" w:rsidP="007E132D"/>
  </w:endnote>
  <w:endnote w:type="continuationSeparator" w:id="0">
    <w:p w:rsidR="008A56BD" w:rsidRDefault="008A56BD" w:rsidP="007E132D">
      <w:r>
        <w:continuationSeparator/>
      </w:r>
    </w:p>
    <w:p w:rsidR="008A56BD" w:rsidRDefault="008A56BD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2F37C0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2F37C0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2F37C0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2F37C0" w:rsidRPr="007E1606">
            <w:rPr>
              <w:rFonts w:eastAsia="Calibri"/>
              <w:noProof/>
            </w:rPr>
            <w:t xml:space="preserve">Seite </w:t>
          </w:r>
          <w:r w:rsidR="002F37C0">
            <w:rPr>
              <w:rFonts w:eastAsia="Calibri"/>
              <w:noProof/>
            </w:rPr>
            <w:t>1</w:t>
          </w:r>
          <w:r w:rsidR="002F37C0" w:rsidRPr="007E1606">
            <w:rPr>
              <w:rFonts w:eastAsia="Calibri"/>
              <w:noProof/>
            </w:rPr>
            <w:t xml:space="preserve"> von </w:t>
          </w:r>
          <w:r w:rsidR="002F37C0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6BD" w:rsidRDefault="008A56BD" w:rsidP="007E132D">
      <w:r>
        <w:separator/>
      </w:r>
    </w:p>
    <w:p w:rsidR="008A56BD" w:rsidRDefault="008A56BD" w:rsidP="007E132D"/>
  </w:footnote>
  <w:footnote w:type="continuationSeparator" w:id="0">
    <w:p w:rsidR="008A56BD" w:rsidRDefault="008A56BD" w:rsidP="007E132D">
      <w:r>
        <w:continuationSeparator/>
      </w:r>
    </w:p>
    <w:p w:rsidR="008A56BD" w:rsidRDefault="008A56BD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BD"/>
    <w:rsid w:val="00003CBE"/>
    <w:rsid w:val="00004C7F"/>
    <w:rsid w:val="00031750"/>
    <w:rsid w:val="00033BD2"/>
    <w:rsid w:val="0004150E"/>
    <w:rsid w:val="000716BA"/>
    <w:rsid w:val="00086F40"/>
    <w:rsid w:val="000963DD"/>
    <w:rsid w:val="000A19E3"/>
    <w:rsid w:val="000A52A8"/>
    <w:rsid w:val="000B704A"/>
    <w:rsid w:val="000C0CAD"/>
    <w:rsid w:val="000E228F"/>
    <w:rsid w:val="000F2F77"/>
    <w:rsid w:val="00102187"/>
    <w:rsid w:val="00113B0B"/>
    <w:rsid w:val="00130A5F"/>
    <w:rsid w:val="00136218"/>
    <w:rsid w:val="00136E90"/>
    <w:rsid w:val="00152C69"/>
    <w:rsid w:val="001558F0"/>
    <w:rsid w:val="001631E1"/>
    <w:rsid w:val="0016339C"/>
    <w:rsid w:val="0016495A"/>
    <w:rsid w:val="00173722"/>
    <w:rsid w:val="0017697C"/>
    <w:rsid w:val="001B1B07"/>
    <w:rsid w:val="001C1FA2"/>
    <w:rsid w:val="001C3EE2"/>
    <w:rsid w:val="001D7D05"/>
    <w:rsid w:val="001E0C3C"/>
    <w:rsid w:val="001F6280"/>
    <w:rsid w:val="002077B7"/>
    <w:rsid w:val="00212513"/>
    <w:rsid w:val="00215C8A"/>
    <w:rsid w:val="002315E0"/>
    <w:rsid w:val="002712C2"/>
    <w:rsid w:val="002876FE"/>
    <w:rsid w:val="002908BE"/>
    <w:rsid w:val="002964D2"/>
    <w:rsid w:val="002A1D04"/>
    <w:rsid w:val="002A3A54"/>
    <w:rsid w:val="002A42B6"/>
    <w:rsid w:val="002A4B0E"/>
    <w:rsid w:val="002B391B"/>
    <w:rsid w:val="002B41E8"/>
    <w:rsid w:val="002F37C0"/>
    <w:rsid w:val="00316B85"/>
    <w:rsid w:val="003230D4"/>
    <w:rsid w:val="00323555"/>
    <w:rsid w:val="0033148B"/>
    <w:rsid w:val="00345B53"/>
    <w:rsid w:val="00363740"/>
    <w:rsid w:val="00365A9E"/>
    <w:rsid w:val="003708E0"/>
    <w:rsid w:val="003728F6"/>
    <w:rsid w:val="00373C01"/>
    <w:rsid w:val="00377DED"/>
    <w:rsid w:val="003900CA"/>
    <w:rsid w:val="003B7BBF"/>
    <w:rsid w:val="003C626A"/>
    <w:rsid w:val="003D76C7"/>
    <w:rsid w:val="003E30C0"/>
    <w:rsid w:val="003F0681"/>
    <w:rsid w:val="003F6888"/>
    <w:rsid w:val="00402D4E"/>
    <w:rsid w:val="00403EFF"/>
    <w:rsid w:val="004355F7"/>
    <w:rsid w:val="0044288D"/>
    <w:rsid w:val="00452E63"/>
    <w:rsid w:val="00474542"/>
    <w:rsid w:val="00476782"/>
    <w:rsid w:val="00476D9C"/>
    <w:rsid w:val="00485C6B"/>
    <w:rsid w:val="004A12F8"/>
    <w:rsid w:val="004C4B30"/>
    <w:rsid w:val="004C697D"/>
    <w:rsid w:val="004D76DD"/>
    <w:rsid w:val="00504D66"/>
    <w:rsid w:val="00531DDB"/>
    <w:rsid w:val="00533491"/>
    <w:rsid w:val="00533DEF"/>
    <w:rsid w:val="005369EB"/>
    <w:rsid w:val="00552A9D"/>
    <w:rsid w:val="005547DF"/>
    <w:rsid w:val="0056768B"/>
    <w:rsid w:val="00575FA0"/>
    <w:rsid w:val="005833D5"/>
    <w:rsid w:val="00587347"/>
    <w:rsid w:val="00595D96"/>
    <w:rsid w:val="005C0BBB"/>
    <w:rsid w:val="005C6AE3"/>
    <w:rsid w:val="005F6526"/>
    <w:rsid w:val="005F6D99"/>
    <w:rsid w:val="00601238"/>
    <w:rsid w:val="0060142A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B3504"/>
    <w:rsid w:val="006D07D8"/>
    <w:rsid w:val="006D7242"/>
    <w:rsid w:val="00701FDE"/>
    <w:rsid w:val="00714E5C"/>
    <w:rsid w:val="0072042B"/>
    <w:rsid w:val="00733AAF"/>
    <w:rsid w:val="00755550"/>
    <w:rsid w:val="007649A2"/>
    <w:rsid w:val="0077043A"/>
    <w:rsid w:val="007826E4"/>
    <w:rsid w:val="00784E5A"/>
    <w:rsid w:val="00794AEE"/>
    <w:rsid w:val="007B0BF4"/>
    <w:rsid w:val="007C16F5"/>
    <w:rsid w:val="007E132D"/>
    <w:rsid w:val="007E1606"/>
    <w:rsid w:val="007E3244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A56BD"/>
    <w:rsid w:val="008B55BF"/>
    <w:rsid w:val="008C6578"/>
    <w:rsid w:val="008D1374"/>
    <w:rsid w:val="008D67FA"/>
    <w:rsid w:val="008E1F8F"/>
    <w:rsid w:val="008F5E25"/>
    <w:rsid w:val="00900ADF"/>
    <w:rsid w:val="009060ED"/>
    <w:rsid w:val="00920948"/>
    <w:rsid w:val="00926076"/>
    <w:rsid w:val="00941203"/>
    <w:rsid w:val="00961469"/>
    <w:rsid w:val="00975A13"/>
    <w:rsid w:val="009A680E"/>
    <w:rsid w:val="009B2577"/>
    <w:rsid w:val="009B3EB7"/>
    <w:rsid w:val="009F65F3"/>
    <w:rsid w:val="00A0214C"/>
    <w:rsid w:val="00A159AB"/>
    <w:rsid w:val="00A166C4"/>
    <w:rsid w:val="00A1783E"/>
    <w:rsid w:val="00A31D72"/>
    <w:rsid w:val="00A32B85"/>
    <w:rsid w:val="00A46561"/>
    <w:rsid w:val="00A500A4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1CEF"/>
    <w:rsid w:val="00B02406"/>
    <w:rsid w:val="00B06BC4"/>
    <w:rsid w:val="00B206B1"/>
    <w:rsid w:val="00B23715"/>
    <w:rsid w:val="00B24115"/>
    <w:rsid w:val="00B307A6"/>
    <w:rsid w:val="00B47659"/>
    <w:rsid w:val="00B55136"/>
    <w:rsid w:val="00B762C9"/>
    <w:rsid w:val="00BD220C"/>
    <w:rsid w:val="00C65D4A"/>
    <w:rsid w:val="00C72CD3"/>
    <w:rsid w:val="00C82B81"/>
    <w:rsid w:val="00C96DAD"/>
    <w:rsid w:val="00CA4843"/>
    <w:rsid w:val="00CA7FE0"/>
    <w:rsid w:val="00CB2B5C"/>
    <w:rsid w:val="00CC7CCA"/>
    <w:rsid w:val="00CD3AA7"/>
    <w:rsid w:val="00CF43EE"/>
    <w:rsid w:val="00D14566"/>
    <w:rsid w:val="00D15E35"/>
    <w:rsid w:val="00D16703"/>
    <w:rsid w:val="00D36969"/>
    <w:rsid w:val="00D5679F"/>
    <w:rsid w:val="00D76894"/>
    <w:rsid w:val="00D82AE7"/>
    <w:rsid w:val="00D95005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8576A"/>
    <w:rsid w:val="00E85A97"/>
    <w:rsid w:val="00E90330"/>
    <w:rsid w:val="00E94A8B"/>
    <w:rsid w:val="00E94CAA"/>
    <w:rsid w:val="00EA0877"/>
    <w:rsid w:val="00EA7DC3"/>
    <w:rsid w:val="00EB1C2E"/>
    <w:rsid w:val="00EE5FB0"/>
    <w:rsid w:val="00F2052C"/>
    <w:rsid w:val="00F23AAD"/>
    <w:rsid w:val="00F44765"/>
    <w:rsid w:val="00F5073A"/>
    <w:rsid w:val="00F551B3"/>
    <w:rsid w:val="00F654EB"/>
    <w:rsid w:val="00F7676C"/>
    <w:rsid w:val="00F82DE8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4CA36B4-80C0-40BA-B310-DCB654F98268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2</Pages>
  <Words>313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2668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46</cp:revision>
  <cp:lastPrinted>2014-01-15T15:59:00Z</cp:lastPrinted>
  <dcterms:created xsi:type="dcterms:W3CDTF">2016-06-16T12:48:00Z</dcterms:created>
  <dcterms:modified xsi:type="dcterms:W3CDTF">2016-06-24T08:23:00Z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