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D96" w:rsidRDefault="00F7676C" w:rsidP="00365A9E">
      <w:pPr>
        <w:pStyle w:val="berschrift1"/>
      </w:pPr>
      <w:r w:rsidRPr="007E132D">
        <w:t>PRESSEMITTEILUNG</w:t>
      </w:r>
    </w:p>
    <w:tbl>
      <w:tblPr>
        <w:tblpPr w:leftFromText="284" w:topFromText="9" w:bottomFromText="190" w:vertAnchor="page" w:horzAnchor="page" w:tblpX="8223" w:tblpY="2927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9"/>
      </w:tblGrid>
      <w:tr w:rsidR="004C4B30" w:rsidRPr="008B3D7E" w:rsidTr="008E1F8F">
        <w:trPr>
          <w:trHeight w:hRule="exact" w:val="2977"/>
        </w:trPr>
        <w:tc>
          <w:tcPr>
            <w:tcW w:w="2409" w:type="dxa"/>
            <w:shd w:val="clear" w:color="auto" w:fill="auto"/>
          </w:tcPr>
          <w:p w:rsidR="004C4B30" w:rsidRPr="004C4B30" w:rsidRDefault="004C4B30" w:rsidP="008E1F8F">
            <w:pPr>
              <w:spacing w:line="226" w:lineRule="exact"/>
              <w:rPr>
                <w:rFonts w:eastAsia="Calibri"/>
                <w:b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b/>
                <w:sz w:val="17"/>
                <w:szCs w:val="17"/>
                <w:lang w:eastAsia="en-US"/>
              </w:rPr>
              <w:t>Schuler AG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sz w:val="17"/>
                <w:szCs w:val="17"/>
                <w:lang w:eastAsia="en-US"/>
              </w:rPr>
              <w:t>Bahnhofstraße 41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sz w:val="17"/>
                <w:szCs w:val="17"/>
                <w:lang w:eastAsia="en-US"/>
              </w:rPr>
              <w:t>73033 Göppingen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</w:p>
          <w:p w:rsidR="004C4B30" w:rsidRPr="008E1F8F" w:rsidRDefault="00A1783E" w:rsidP="008E1F8F">
            <w:pPr>
              <w:spacing w:line="226" w:lineRule="exact"/>
              <w:rPr>
                <w:rFonts w:eastAsia="Calibri"/>
                <w:b/>
                <w:sz w:val="17"/>
                <w:szCs w:val="17"/>
                <w:lang w:eastAsia="en-US"/>
              </w:rPr>
            </w:pPr>
            <w:r>
              <w:rPr>
                <w:rFonts w:eastAsia="Calibri"/>
                <w:b/>
                <w:sz w:val="17"/>
                <w:szCs w:val="17"/>
                <w:lang w:eastAsia="en-US"/>
              </w:rPr>
              <w:t>Simon Scherrenbacher</w:t>
            </w:r>
          </w:p>
          <w:p w:rsidR="004C4B30" w:rsidRPr="00473D9B" w:rsidRDefault="00A1783E" w:rsidP="008E1F8F">
            <w:pPr>
              <w:spacing w:line="226" w:lineRule="exact"/>
              <w:rPr>
                <w:rFonts w:eastAsia="Calibri"/>
                <w:sz w:val="17"/>
                <w:szCs w:val="17"/>
                <w:lang w:val="en-US" w:eastAsia="en-US"/>
              </w:rPr>
            </w:pPr>
            <w:r w:rsidRPr="00473D9B">
              <w:rPr>
                <w:rFonts w:eastAsia="Calibri"/>
                <w:sz w:val="17"/>
                <w:szCs w:val="17"/>
                <w:lang w:val="en-US" w:eastAsia="en-US"/>
              </w:rPr>
              <w:t>Integrated Communications</w:t>
            </w:r>
          </w:p>
          <w:p w:rsidR="004C4B30" w:rsidRPr="00473D9B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val="en-US" w:eastAsia="en-US"/>
              </w:rPr>
            </w:pPr>
            <w:proofErr w:type="spellStart"/>
            <w:r w:rsidRPr="00473D9B">
              <w:rPr>
                <w:rFonts w:eastAsia="Calibri"/>
                <w:sz w:val="17"/>
                <w:szCs w:val="17"/>
                <w:lang w:val="en-US" w:eastAsia="en-US"/>
              </w:rPr>
              <w:t>Telefon</w:t>
            </w:r>
            <w:proofErr w:type="spellEnd"/>
            <w:r w:rsidRPr="00473D9B">
              <w:rPr>
                <w:rFonts w:eastAsia="Calibri"/>
                <w:sz w:val="17"/>
                <w:szCs w:val="17"/>
                <w:lang w:val="en-US" w:eastAsia="en-US"/>
              </w:rPr>
              <w:t xml:space="preserve"> +49 7161 66-</w:t>
            </w:r>
            <w:r w:rsidR="00A1783E" w:rsidRPr="00473D9B">
              <w:rPr>
                <w:rFonts w:eastAsia="Calibri"/>
                <w:sz w:val="17"/>
                <w:szCs w:val="17"/>
                <w:lang w:val="en-US" w:eastAsia="en-US"/>
              </w:rPr>
              <w:t>7789</w:t>
            </w:r>
          </w:p>
          <w:p w:rsidR="004C4B30" w:rsidRPr="00473D9B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val="en-US" w:eastAsia="en-US"/>
              </w:rPr>
            </w:pPr>
            <w:r w:rsidRPr="00473D9B">
              <w:rPr>
                <w:rFonts w:eastAsia="Calibri"/>
                <w:sz w:val="17"/>
                <w:szCs w:val="17"/>
                <w:lang w:val="en-US" w:eastAsia="en-US"/>
              </w:rPr>
              <w:t>Fax +49 7161 66-907</w:t>
            </w:r>
          </w:p>
          <w:p w:rsidR="004C4B30" w:rsidRDefault="007A2AC2" w:rsidP="008E1F8F">
            <w:pPr>
              <w:spacing w:line="226" w:lineRule="exact"/>
              <w:rPr>
                <w:rFonts w:eastAsia="Calibri"/>
                <w:sz w:val="17"/>
                <w:szCs w:val="17"/>
                <w:lang w:val="en-US" w:eastAsia="en-US"/>
              </w:rPr>
            </w:pPr>
            <w:r>
              <w:fldChar w:fldCharType="begin"/>
            </w:r>
            <w:r w:rsidRPr="007A2AC2">
              <w:rPr>
                <w:lang w:val="en-US"/>
              </w:rPr>
              <w:instrText xml:space="preserve"> HYPERLINK "mailto:Simon.Scherrenbacher@schulergroup.com" </w:instrText>
            </w:r>
            <w:r>
              <w:fldChar w:fldCharType="separate"/>
            </w:r>
            <w:r w:rsidR="00314D04" w:rsidRPr="00C521E1">
              <w:rPr>
                <w:rStyle w:val="Hyperlink"/>
                <w:rFonts w:eastAsia="Calibri"/>
                <w:sz w:val="17"/>
                <w:szCs w:val="17"/>
                <w:lang w:val="en-US" w:eastAsia="en-US"/>
              </w:rPr>
              <w:t>Simon.Scherrenbacher@</w:t>
            </w:r>
            <w:r w:rsidR="00314D04" w:rsidRPr="00C521E1">
              <w:rPr>
                <w:rStyle w:val="Hyperlink"/>
                <w:rFonts w:eastAsia="Calibri"/>
                <w:sz w:val="17"/>
                <w:szCs w:val="17"/>
                <w:lang w:val="en-US" w:eastAsia="en-US"/>
              </w:rPr>
              <w:br/>
              <w:t>schulergroup.com</w:t>
            </w:r>
            <w:r>
              <w:rPr>
                <w:rStyle w:val="Hyperlink"/>
                <w:rFonts w:eastAsia="Calibri"/>
                <w:sz w:val="17"/>
                <w:szCs w:val="17"/>
                <w:lang w:val="en-US" w:eastAsia="en-US"/>
              </w:rPr>
              <w:fldChar w:fldCharType="end"/>
            </w:r>
          </w:p>
          <w:p w:rsidR="004C4B30" w:rsidRPr="008B3D7E" w:rsidRDefault="007A2AC2" w:rsidP="008E1F8F">
            <w:pPr>
              <w:spacing w:line="226" w:lineRule="exact"/>
              <w:rPr>
                <w:rFonts w:eastAsia="Calibri"/>
                <w:sz w:val="17"/>
                <w:szCs w:val="17"/>
                <w:lang w:val="en-US" w:eastAsia="en-US"/>
              </w:rPr>
            </w:pPr>
            <w:hyperlink r:id="rId11" w:history="1">
              <w:r w:rsidR="008B3D7E" w:rsidRPr="008B3D7E">
                <w:rPr>
                  <w:rStyle w:val="Hyperlink"/>
                  <w:rFonts w:eastAsia="Calibri"/>
                  <w:sz w:val="17"/>
                  <w:szCs w:val="17"/>
                  <w:lang w:val="en-US" w:eastAsia="en-US"/>
                </w:rPr>
                <w:t>www.schulergroup.com/pr</w:t>
              </w:r>
            </w:hyperlink>
          </w:p>
        </w:tc>
      </w:tr>
    </w:tbl>
    <w:p w:rsidR="007E1606" w:rsidRPr="008B3D7E" w:rsidRDefault="007E1606" w:rsidP="007E132D">
      <w:pPr>
        <w:rPr>
          <w:lang w:val="en-US"/>
        </w:rPr>
      </w:pPr>
    </w:p>
    <w:p w:rsidR="00476D9C" w:rsidRPr="008B3D7E" w:rsidRDefault="00476D9C" w:rsidP="007E132D">
      <w:pPr>
        <w:rPr>
          <w:lang w:val="en-US"/>
        </w:rPr>
      </w:pPr>
    </w:p>
    <w:p w:rsidR="00476D9C" w:rsidRPr="008B3D7E" w:rsidRDefault="00476D9C" w:rsidP="007E132D">
      <w:pPr>
        <w:rPr>
          <w:lang w:val="en-US"/>
        </w:rPr>
      </w:pPr>
    </w:p>
    <w:p w:rsidR="00476D9C" w:rsidRPr="008B3D7E" w:rsidRDefault="00476D9C" w:rsidP="007E132D">
      <w:pPr>
        <w:rPr>
          <w:lang w:val="en-US"/>
        </w:rPr>
      </w:pPr>
    </w:p>
    <w:p w:rsidR="00476D9C" w:rsidRPr="008447F8" w:rsidRDefault="00202AC1" w:rsidP="00365A9E">
      <w:pPr>
        <w:pStyle w:val="berschrift1"/>
        <w:rPr>
          <w:sz w:val="2"/>
        </w:rPr>
      </w:pPr>
      <w:proofErr w:type="spellStart"/>
      <w:r w:rsidRPr="008447F8">
        <w:t>Servopresse</w:t>
      </w:r>
      <w:proofErr w:type="spellEnd"/>
      <w:r w:rsidRPr="008447F8">
        <w:t xml:space="preserve"> sichert Großauftrag</w:t>
      </w:r>
    </w:p>
    <w:p w:rsidR="006A31D9" w:rsidRPr="008447F8" w:rsidRDefault="00202AC1" w:rsidP="00365A9E">
      <w:pPr>
        <w:pStyle w:val="berschrift2"/>
      </w:pPr>
      <w:r w:rsidRPr="008447F8">
        <w:t xml:space="preserve">Mit einer vollautomatisierten </w:t>
      </w:r>
      <w:r w:rsidR="00012796" w:rsidRPr="008447F8">
        <w:t>630-Tonnen-</w:t>
      </w:r>
      <w:r w:rsidR="00C741A3" w:rsidRPr="008447F8">
        <w:t>Servopresse</w:t>
      </w:r>
      <w:r w:rsidRPr="008447F8">
        <w:t xml:space="preserve"> von Schuler</w:t>
      </w:r>
      <w:r w:rsidR="000C1A6E" w:rsidRPr="008447F8">
        <w:t xml:space="preserve"> </w:t>
      </w:r>
      <w:r w:rsidR="000C1A6E" w:rsidRPr="008447F8">
        <w:br/>
        <w:t xml:space="preserve">hat </w:t>
      </w:r>
      <w:r w:rsidR="000A7DC2" w:rsidRPr="008447F8">
        <w:t xml:space="preserve">Brüninghaus &amp; </w:t>
      </w:r>
      <w:proofErr w:type="spellStart"/>
      <w:r w:rsidR="000A7DC2" w:rsidRPr="008447F8">
        <w:t>Drissner</w:t>
      </w:r>
      <w:proofErr w:type="spellEnd"/>
      <w:r w:rsidR="000A7DC2" w:rsidRPr="008447F8">
        <w:t xml:space="preserve"> </w:t>
      </w:r>
      <w:r w:rsidR="00012796" w:rsidRPr="008447F8">
        <w:t>einen echten Wettbewerbsvorteil</w:t>
      </w:r>
    </w:p>
    <w:p w:rsidR="00476D9C" w:rsidRPr="00476D9C" w:rsidRDefault="00476D9C" w:rsidP="00476D9C"/>
    <w:p w:rsidR="007E1606" w:rsidRPr="00396337" w:rsidRDefault="00C82B81" w:rsidP="00C82B81">
      <w:r>
        <w:rPr>
          <w:i/>
        </w:rPr>
        <w:t>Göppingen</w:t>
      </w:r>
      <w:r w:rsidR="009D3594">
        <w:rPr>
          <w:i/>
        </w:rPr>
        <w:t>/Hilden</w:t>
      </w:r>
      <w:r>
        <w:rPr>
          <w:i/>
        </w:rPr>
        <w:t xml:space="preserve">, </w:t>
      </w:r>
      <w:r w:rsidR="00B002DF">
        <w:rPr>
          <w:i/>
        </w:rPr>
        <w:t>0</w:t>
      </w:r>
      <w:r w:rsidR="00314D04">
        <w:rPr>
          <w:i/>
        </w:rPr>
        <w:t>7</w:t>
      </w:r>
      <w:r w:rsidR="005833D5">
        <w:rPr>
          <w:i/>
        </w:rPr>
        <w:t>.</w:t>
      </w:r>
      <w:r w:rsidR="00025329">
        <w:rPr>
          <w:i/>
        </w:rPr>
        <w:t>06</w:t>
      </w:r>
      <w:r w:rsidR="005833D5" w:rsidRPr="005833D5">
        <w:rPr>
          <w:i/>
        </w:rPr>
        <w:t>.201</w:t>
      </w:r>
      <w:r w:rsidR="00A1783E">
        <w:rPr>
          <w:i/>
        </w:rPr>
        <w:t>6</w:t>
      </w:r>
      <w:r w:rsidR="005833D5" w:rsidRPr="005833D5">
        <w:rPr>
          <w:i/>
        </w:rPr>
        <w:t xml:space="preserve"> </w:t>
      </w:r>
      <w:r w:rsidR="000F2F77">
        <w:t>–</w:t>
      </w:r>
      <w:r w:rsidR="007D1DCB">
        <w:t xml:space="preserve"> Als </w:t>
      </w:r>
      <w:r w:rsidR="00C02D61">
        <w:t xml:space="preserve">im </w:t>
      </w:r>
      <w:r w:rsidR="00473D9B">
        <w:t>Frühsommer 2014</w:t>
      </w:r>
      <w:r w:rsidR="00A82A2C">
        <w:t xml:space="preserve"> beim </w:t>
      </w:r>
      <w:r w:rsidR="00A82A2C" w:rsidRPr="00396337">
        <w:t xml:space="preserve">Automobilzulieferer Brüninghaus &amp; </w:t>
      </w:r>
      <w:proofErr w:type="spellStart"/>
      <w:r w:rsidR="00A82A2C" w:rsidRPr="00396337">
        <w:t>Drissner</w:t>
      </w:r>
      <w:proofErr w:type="spellEnd"/>
      <w:r w:rsidR="007D1DCB" w:rsidRPr="00396337">
        <w:t xml:space="preserve"> ein </w:t>
      </w:r>
      <w:r w:rsidR="00A82A2C" w:rsidRPr="00396337">
        <w:t>Großa</w:t>
      </w:r>
      <w:r w:rsidR="007D1DCB" w:rsidRPr="00396337">
        <w:t>uftrag</w:t>
      </w:r>
      <w:r w:rsidR="0048619A" w:rsidRPr="00396337">
        <w:t xml:space="preserve"> zur Fertigung von Bremspedalen</w:t>
      </w:r>
      <w:r w:rsidR="007D1DCB" w:rsidRPr="00396337">
        <w:t xml:space="preserve"> einging, war schnell klar: </w:t>
      </w:r>
      <w:r w:rsidR="00A74AE2" w:rsidRPr="00396337">
        <w:t xml:space="preserve">Mit dem bestehenden Maschinenpark war das </w:t>
      </w:r>
      <w:r w:rsidR="003A1FD2">
        <w:t xml:space="preserve">aus Kapazitätsgründen </w:t>
      </w:r>
      <w:r w:rsidR="00A74AE2" w:rsidRPr="00396337">
        <w:t xml:space="preserve">nicht zu schaffen. </w:t>
      </w:r>
      <w:r w:rsidR="0056550D" w:rsidRPr="00396337">
        <w:t xml:space="preserve">Geschäftsführer Marc-Oliver Köhler entschied sich </w:t>
      </w:r>
      <w:r w:rsidR="00156D5E" w:rsidRPr="00396337">
        <w:t xml:space="preserve">schließlich </w:t>
      </w:r>
      <w:r w:rsidR="00A707F1" w:rsidRPr="00396337">
        <w:t>für eine Neuanschaffung in Form einer</w:t>
      </w:r>
      <w:r w:rsidR="0056550D" w:rsidRPr="00396337">
        <w:t xml:space="preserve"> 630 Tonnen starke</w:t>
      </w:r>
      <w:r w:rsidR="00A707F1" w:rsidRPr="00396337">
        <w:t>n</w:t>
      </w:r>
      <w:r w:rsidR="0056550D" w:rsidRPr="00396337">
        <w:t xml:space="preserve"> </w:t>
      </w:r>
      <w:proofErr w:type="spellStart"/>
      <w:r w:rsidR="0056550D" w:rsidRPr="00396337">
        <w:t>Servopresse</w:t>
      </w:r>
      <w:proofErr w:type="spellEnd"/>
      <w:r w:rsidR="0056550D" w:rsidRPr="00396337">
        <w:t xml:space="preserve"> von Schuler</w:t>
      </w:r>
      <w:r w:rsidR="00965BED" w:rsidRPr="00396337">
        <w:t xml:space="preserve"> </w:t>
      </w:r>
      <w:r w:rsidR="0056550D" w:rsidRPr="00396337">
        <w:t xml:space="preserve">– und </w:t>
      </w:r>
      <w:r w:rsidR="00A511AD" w:rsidRPr="00396337">
        <w:t xml:space="preserve">sicherte damit nicht nur den Auftrag, sondern </w:t>
      </w:r>
      <w:r w:rsidR="0056550D" w:rsidRPr="00396337">
        <w:t xml:space="preserve">zog </w:t>
      </w:r>
      <w:r w:rsidR="005A2B79" w:rsidRPr="00396337">
        <w:t xml:space="preserve">von einem anderen Kunden </w:t>
      </w:r>
      <w:r w:rsidR="0056550D" w:rsidRPr="00396337">
        <w:t>gleich einen zweiten an Land.</w:t>
      </w:r>
    </w:p>
    <w:p w:rsidR="00A84FC4" w:rsidRPr="00396337" w:rsidRDefault="00A84FC4" w:rsidP="00C82B81"/>
    <w:p w:rsidR="00A84FC4" w:rsidRPr="00396337" w:rsidRDefault="00232B34" w:rsidP="00C82B81">
      <w:r w:rsidRPr="00396337">
        <w:t xml:space="preserve">Köhler hatte sich die Entscheidung </w:t>
      </w:r>
      <w:r w:rsidR="0000106B" w:rsidRPr="00396337">
        <w:t xml:space="preserve">für die Investition </w:t>
      </w:r>
      <w:r w:rsidRPr="00396337">
        <w:t xml:space="preserve">nicht leicht gemacht </w:t>
      </w:r>
      <w:r w:rsidR="00BA0AEB" w:rsidRPr="00396337">
        <w:t xml:space="preserve">und den Markt </w:t>
      </w:r>
      <w:r w:rsidR="003969CC" w:rsidRPr="00396337">
        <w:t>genau analysiert</w:t>
      </w:r>
      <w:r w:rsidR="00BA0AEB" w:rsidRPr="00396337">
        <w:t>:</w:t>
      </w:r>
      <w:r w:rsidRPr="00396337">
        <w:t xml:space="preserve"> </w:t>
      </w:r>
      <w:r w:rsidR="00BA0AEB" w:rsidRPr="00396337">
        <w:t xml:space="preserve">„Aber Schuler ist einfach eine starke Marke in der Umformtechnik. </w:t>
      </w:r>
      <w:r w:rsidR="000F7682">
        <w:t>In den</w:t>
      </w:r>
      <w:r w:rsidR="000F7682" w:rsidRPr="00396337">
        <w:t xml:space="preserve"> Presswerke</w:t>
      </w:r>
      <w:r w:rsidR="000F7682">
        <w:t>n von Daimler</w:t>
      </w:r>
      <w:r w:rsidR="000F7682" w:rsidRPr="00396337">
        <w:t xml:space="preserve"> sieht man </w:t>
      </w:r>
      <w:r w:rsidR="000F7682">
        <w:t xml:space="preserve">beispielsweise </w:t>
      </w:r>
      <w:r w:rsidR="000F7682" w:rsidRPr="00396337">
        <w:t>überall Maschinen von Schuler</w:t>
      </w:r>
      <w:r w:rsidR="000F7682" w:rsidRPr="00396337" w:rsidDel="000F7682">
        <w:t xml:space="preserve"> </w:t>
      </w:r>
      <w:r w:rsidR="00BA0AEB" w:rsidRPr="00396337">
        <w:t xml:space="preserve">“, sagt der </w:t>
      </w:r>
      <w:r w:rsidR="00B66FDD" w:rsidRPr="00396337">
        <w:t>41-Jährige</w:t>
      </w:r>
      <w:r w:rsidR="00BA0AEB" w:rsidRPr="00396337">
        <w:t xml:space="preserve">, der </w:t>
      </w:r>
      <w:r w:rsidR="00810DE4" w:rsidRPr="00396337">
        <w:t xml:space="preserve">– bevor er Anfang 2014 die Geschäfte bei </w:t>
      </w:r>
      <w:r w:rsidR="00745B0B" w:rsidRPr="00396337">
        <w:t xml:space="preserve">Brüninghaus &amp; </w:t>
      </w:r>
      <w:proofErr w:type="spellStart"/>
      <w:r w:rsidR="00745B0B" w:rsidRPr="00396337">
        <w:t>Drissner</w:t>
      </w:r>
      <w:proofErr w:type="spellEnd"/>
      <w:r w:rsidR="00745B0B" w:rsidRPr="00396337">
        <w:t xml:space="preserve"> </w:t>
      </w:r>
      <w:r w:rsidR="00810DE4" w:rsidRPr="00396337">
        <w:t xml:space="preserve">übernahm – </w:t>
      </w:r>
      <w:r w:rsidR="00BA0AEB" w:rsidRPr="00396337">
        <w:t xml:space="preserve">selbst 22 Jahre bei dem Stuttgarter </w:t>
      </w:r>
      <w:r w:rsidR="00474446" w:rsidRPr="00396337">
        <w:t>Premium-Automobilhersteller</w:t>
      </w:r>
      <w:r w:rsidR="00BA0AEB" w:rsidRPr="00396337">
        <w:t xml:space="preserve"> gearbeitet hatte</w:t>
      </w:r>
      <w:r w:rsidR="000F7682">
        <w:t>.</w:t>
      </w:r>
    </w:p>
    <w:p w:rsidR="00E84813" w:rsidRPr="00396337" w:rsidRDefault="00E84813" w:rsidP="00C82B81"/>
    <w:p w:rsidR="00E84813" w:rsidRPr="00396337" w:rsidRDefault="00E84813" w:rsidP="00C82B81">
      <w:r w:rsidRPr="00396337">
        <w:t xml:space="preserve">Hinzu kamen die guten Erfahrungen, die </w:t>
      </w:r>
      <w:r w:rsidR="00C15933" w:rsidRPr="00396337">
        <w:t xml:space="preserve">der Automobilzulieferer </w:t>
      </w:r>
      <w:r w:rsidRPr="00396337">
        <w:t xml:space="preserve">mit einer Presse von Müller Weingarten im Maschinenpark gemacht hatte. </w:t>
      </w:r>
      <w:r w:rsidR="000374C5" w:rsidRPr="00396337">
        <w:t xml:space="preserve">„Die Anlagen aus dem Schuler-Konzern sind </w:t>
      </w:r>
      <w:r w:rsidR="00CE3E6A" w:rsidRPr="00396337">
        <w:t xml:space="preserve">fast </w:t>
      </w:r>
      <w:r w:rsidR="000374C5" w:rsidRPr="00396337">
        <w:t>so wertbeständig</w:t>
      </w:r>
      <w:r w:rsidR="00CE3E6A" w:rsidRPr="00396337">
        <w:t xml:space="preserve"> wie ein </w:t>
      </w:r>
      <w:r w:rsidR="00CE3E6A" w:rsidRPr="00396337">
        <w:lastRenderedPageBreak/>
        <w:t>Porsche“, lacht Köhler</w:t>
      </w:r>
      <w:r w:rsidR="008F495A" w:rsidRPr="00396337">
        <w:t xml:space="preserve">, </w:t>
      </w:r>
      <w:r w:rsidR="00401D23" w:rsidRPr="00396337">
        <w:t xml:space="preserve">der Autos und Maschinen aus dem Südwesten Deutschlands </w:t>
      </w:r>
      <w:r w:rsidR="00382D8A" w:rsidRPr="00396337">
        <w:t xml:space="preserve">insgesamt </w:t>
      </w:r>
      <w:r w:rsidR="00401D23" w:rsidRPr="00396337">
        <w:t>sehr schätzt</w:t>
      </w:r>
      <w:r w:rsidR="008F495A" w:rsidRPr="00396337">
        <w:t xml:space="preserve">: „Was aus dem Schwabenland kommt, ist schon </w:t>
      </w:r>
      <w:r w:rsidR="0048619A" w:rsidRPr="00396337">
        <w:t xml:space="preserve">echt </w:t>
      </w:r>
      <w:r w:rsidR="008F495A" w:rsidRPr="00396337">
        <w:t>gut.“</w:t>
      </w:r>
    </w:p>
    <w:p w:rsidR="007E1606" w:rsidRPr="00396337" w:rsidRDefault="007E1606" w:rsidP="007E1606"/>
    <w:p w:rsidR="00BB6162" w:rsidRPr="00396337" w:rsidRDefault="00FE0EC4" w:rsidP="007E1606">
      <w:r w:rsidRPr="00396337">
        <w:t xml:space="preserve">Als bei </w:t>
      </w:r>
      <w:r w:rsidR="009F49C3" w:rsidRPr="00396337">
        <w:t xml:space="preserve">Brüninghaus &amp; </w:t>
      </w:r>
      <w:proofErr w:type="spellStart"/>
      <w:r w:rsidR="009F49C3" w:rsidRPr="00396337">
        <w:t>Drissner</w:t>
      </w:r>
      <w:proofErr w:type="spellEnd"/>
      <w:r w:rsidR="009F49C3" w:rsidRPr="00396337">
        <w:t xml:space="preserve"> </w:t>
      </w:r>
      <w:r w:rsidRPr="00396337">
        <w:t xml:space="preserve">das Fundament für die Presse </w:t>
      </w:r>
      <w:r w:rsidR="002611A4" w:rsidRPr="00396337">
        <w:t>zum vereinbarten Liefertermin noch nicht gelegt war, lagerte Schul</w:t>
      </w:r>
      <w:r w:rsidR="00505CF5" w:rsidRPr="00396337">
        <w:t xml:space="preserve">er die </w:t>
      </w:r>
      <w:r w:rsidR="00BD6901" w:rsidRPr="00396337">
        <w:t>Monoblock-</w:t>
      </w:r>
      <w:r w:rsidR="00505CF5" w:rsidRPr="00396337">
        <w:t xml:space="preserve">Maschine kurzerhand ein. „Das war eine große Unterstützung für uns“, erinnert sich </w:t>
      </w:r>
      <w:r w:rsidR="00DB513A" w:rsidRPr="00396337">
        <w:t>der Geschäftsführer.</w:t>
      </w:r>
      <w:r w:rsidR="00A72690" w:rsidRPr="00396337">
        <w:t xml:space="preserve"> </w:t>
      </w:r>
      <w:r w:rsidR="000E6A47" w:rsidRPr="00396337">
        <w:t>„</w:t>
      </w:r>
      <w:r w:rsidR="003E14E1" w:rsidRPr="00396337">
        <w:t xml:space="preserve">Bei </w:t>
      </w:r>
      <w:r w:rsidR="000E6A47" w:rsidRPr="00396337">
        <w:t>Schuler geht man auf die Kunden ein</w:t>
      </w:r>
      <w:r w:rsidR="007E1C29" w:rsidRPr="00396337">
        <w:t xml:space="preserve"> </w:t>
      </w:r>
      <w:r w:rsidR="003E14E1" w:rsidRPr="00396337">
        <w:t xml:space="preserve">und </w:t>
      </w:r>
      <w:r w:rsidR="007E1C29" w:rsidRPr="00396337">
        <w:t xml:space="preserve">ist immer </w:t>
      </w:r>
      <w:r w:rsidR="003E14E1" w:rsidRPr="00396337">
        <w:t xml:space="preserve">für sie </w:t>
      </w:r>
      <w:r w:rsidR="007E1C29" w:rsidRPr="00396337">
        <w:t>verfügbar</w:t>
      </w:r>
      <w:r w:rsidR="003E14E1" w:rsidRPr="00396337">
        <w:t>. U</w:t>
      </w:r>
      <w:r w:rsidR="007E1C29" w:rsidRPr="00396337">
        <w:t xml:space="preserve">nd </w:t>
      </w:r>
      <w:r w:rsidR="003E14E1" w:rsidRPr="00396337">
        <w:t xml:space="preserve">selbst </w:t>
      </w:r>
      <w:r w:rsidR="007E1C29" w:rsidRPr="00396337">
        <w:t xml:space="preserve">wenn mal etwas nicht </w:t>
      </w:r>
      <w:r w:rsidR="00F0054E" w:rsidRPr="00396337">
        <w:t xml:space="preserve">optimal </w:t>
      </w:r>
      <w:r w:rsidR="007E1C29" w:rsidRPr="00396337">
        <w:t xml:space="preserve">läuft, </w:t>
      </w:r>
      <w:r w:rsidR="00F0054E" w:rsidRPr="00396337">
        <w:t xml:space="preserve">wird </w:t>
      </w:r>
      <w:r w:rsidR="00EF4FFD" w:rsidRPr="00396337">
        <w:t>umgehend nachgebessert</w:t>
      </w:r>
      <w:r w:rsidR="00F0054E" w:rsidRPr="00396337">
        <w:t>. Das ist ganz wichtig für mich.“</w:t>
      </w:r>
    </w:p>
    <w:p w:rsidR="007E1C29" w:rsidRPr="00396337" w:rsidRDefault="007E1C29" w:rsidP="007E1606"/>
    <w:p w:rsidR="001543CF" w:rsidRPr="00396337" w:rsidRDefault="001543CF" w:rsidP="001543CF">
      <w:pPr>
        <w:pStyle w:val="berschrift2"/>
      </w:pPr>
      <w:proofErr w:type="spellStart"/>
      <w:r w:rsidRPr="00396337">
        <w:t>ServoDirekt</w:t>
      </w:r>
      <w:proofErr w:type="spellEnd"/>
      <w:r w:rsidRPr="00396337">
        <w:t>-Technologie eröffnet neue Möglichkeiten</w:t>
      </w:r>
    </w:p>
    <w:p w:rsidR="003235EC" w:rsidRPr="00396337" w:rsidRDefault="00A72690" w:rsidP="007E1606">
      <w:r w:rsidRPr="00396337">
        <w:t xml:space="preserve">Seit Januar 2016 ist die </w:t>
      </w:r>
      <w:proofErr w:type="spellStart"/>
      <w:r w:rsidR="00C741A3" w:rsidRPr="00396337">
        <w:t>Servopresse</w:t>
      </w:r>
      <w:proofErr w:type="spellEnd"/>
      <w:r w:rsidR="00C741A3" w:rsidRPr="00396337">
        <w:t xml:space="preserve"> </w:t>
      </w:r>
      <w:r w:rsidR="008447F8" w:rsidRPr="00396337">
        <w:t xml:space="preserve">vom Typ </w:t>
      </w:r>
      <w:r w:rsidRPr="00396337">
        <w:t>MSD-630</w:t>
      </w:r>
      <w:r w:rsidR="00254462" w:rsidRPr="00396337">
        <w:t xml:space="preserve"> </w:t>
      </w:r>
      <w:r w:rsidR="00474446" w:rsidRPr="00396337">
        <w:t>einschließlich</w:t>
      </w:r>
      <w:r w:rsidR="00254462" w:rsidRPr="00396337">
        <w:t xml:space="preserve"> Bandanlage und Drei-Achs-Transfer </w:t>
      </w:r>
      <w:r w:rsidRPr="00396337">
        <w:t>im Betrieb</w:t>
      </w:r>
      <w:r w:rsidR="00AA759E" w:rsidRPr="00396337">
        <w:t xml:space="preserve">. </w:t>
      </w:r>
      <w:r w:rsidR="00C741A3" w:rsidRPr="00396337">
        <w:t xml:space="preserve">Schuler lieferte </w:t>
      </w:r>
      <w:r w:rsidR="00D70C6D" w:rsidRPr="00396337">
        <w:t>das</w:t>
      </w:r>
      <w:r w:rsidR="00C741A3" w:rsidRPr="00396337">
        <w:t xml:space="preserve"> Komplettsystem aus einer Hand. </w:t>
      </w:r>
      <w:r w:rsidR="00254462" w:rsidRPr="00396337">
        <w:t>D</w:t>
      </w:r>
      <w:r w:rsidR="006611B9" w:rsidRPr="00396337">
        <w:t>urch mehr Presskraft, eine</w:t>
      </w:r>
      <w:r w:rsidR="00CA081B" w:rsidRPr="00396337">
        <w:t>m</w:t>
      </w:r>
      <w:r w:rsidR="006611B9" w:rsidRPr="00396337">
        <w:t xml:space="preserve"> vier Meter breiten Tisch und d</w:t>
      </w:r>
      <w:r w:rsidR="00CA081B" w:rsidRPr="00396337">
        <w:t>er</w:t>
      </w:r>
      <w:r w:rsidR="006611B9" w:rsidRPr="00396337">
        <w:t xml:space="preserve"> flexible</w:t>
      </w:r>
      <w:r w:rsidR="00CA081B" w:rsidRPr="00396337">
        <w:t>n</w:t>
      </w:r>
      <w:r w:rsidR="006611B9" w:rsidRPr="00396337">
        <w:t xml:space="preserve"> </w:t>
      </w:r>
      <w:proofErr w:type="spellStart"/>
      <w:r w:rsidR="006611B9" w:rsidRPr="00396337">
        <w:t>ServoDirekt</w:t>
      </w:r>
      <w:proofErr w:type="spellEnd"/>
      <w:r w:rsidR="006611B9" w:rsidRPr="00396337">
        <w:t xml:space="preserve">-Technologie </w:t>
      </w:r>
      <w:r w:rsidR="0047662B" w:rsidRPr="00396337">
        <w:t xml:space="preserve">(SDT) </w:t>
      </w:r>
      <w:r w:rsidR="00F16447" w:rsidRPr="00396337">
        <w:t>eröffneten</w:t>
      </w:r>
      <w:r w:rsidR="00254462" w:rsidRPr="00396337">
        <w:t xml:space="preserve"> </w:t>
      </w:r>
      <w:r w:rsidR="00CA081B" w:rsidRPr="00396337">
        <w:t>sich</w:t>
      </w:r>
      <w:r w:rsidR="00254462" w:rsidRPr="00396337">
        <w:t xml:space="preserve"> nun ganz neue Möglichkeiten</w:t>
      </w:r>
      <w:r w:rsidR="00F16447" w:rsidRPr="00396337">
        <w:t xml:space="preserve">. </w:t>
      </w:r>
      <w:r w:rsidR="006D0964" w:rsidRPr="00396337">
        <w:t xml:space="preserve">Vor Ort an der </w:t>
      </w:r>
      <w:proofErr w:type="spellStart"/>
      <w:r w:rsidR="006D0964" w:rsidRPr="00396337">
        <w:t>Servopresse</w:t>
      </w:r>
      <w:proofErr w:type="spellEnd"/>
      <w:r w:rsidR="006D0964" w:rsidRPr="00396337">
        <w:t xml:space="preserve"> führen die </w:t>
      </w:r>
      <w:r w:rsidR="00C741A3" w:rsidRPr="00396337">
        <w:t xml:space="preserve">Spezialisten </w:t>
      </w:r>
      <w:r w:rsidR="00D70C6D" w:rsidRPr="00396337">
        <w:t xml:space="preserve">von Schuler </w:t>
      </w:r>
      <w:r w:rsidR="00C741A3" w:rsidRPr="00396337">
        <w:t>Anwender-Schulungen durch. So ist gewährleistet</w:t>
      </w:r>
      <w:r w:rsidR="00CA081B" w:rsidRPr="00396337">
        <w:t>,</w:t>
      </w:r>
      <w:r w:rsidR="00C741A3" w:rsidRPr="00396337">
        <w:t xml:space="preserve"> </w:t>
      </w:r>
      <w:r w:rsidR="00B037AC" w:rsidRPr="00396337">
        <w:t>dass</w:t>
      </w:r>
      <w:r w:rsidR="00C741A3" w:rsidRPr="00396337">
        <w:t xml:space="preserve"> </w:t>
      </w:r>
      <w:proofErr w:type="spellStart"/>
      <w:r w:rsidR="00B037AC" w:rsidRPr="00396337">
        <w:t>Brünninghaus</w:t>
      </w:r>
      <w:proofErr w:type="spellEnd"/>
      <w:r w:rsidR="00B037AC" w:rsidRPr="00396337">
        <w:t xml:space="preserve"> &amp; </w:t>
      </w:r>
      <w:proofErr w:type="spellStart"/>
      <w:r w:rsidR="00B037AC" w:rsidRPr="00396337">
        <w:t>Drissner</w:t>
      </w:r>
      <w:proofErr w:type="spellEnd"/>
      <w:r w:rsidR="00B037AC" w:rsidRPr="00396337">
        <w:t xml:space="preserve"> </w:t>
      </w:r>
      <w:r w:rsidR="00C741A3" w:rsidRPr="00396337">
        <w:t xml:space="preserve">die Anlage optimal </w:t>
      </w:r>
      <w:r w:rsidR="00B037AC" w:rsidRPr="00396337">
        <w:t xml:space="preserve">einsetzen </w:t>
      </w:r>
      <w:r w:rsidR="00C741A3" w:rsidRPr="00396337">
        <w:t xml:space="preserve">und </w:t>
      </w:r>
      <w:r w:rsidR="00B037AC" w:rsidRPr="00396337">
        <w:t xml:space="preserve">dadurch deutliche </w:t>
      </w:r>
      <w:r w:rsidR="00C741A3" w:rsidRPr="00396337">
        <w:t>Ausbringungssteigerungen</w:t>
      </w:r>
      <w:r w:rsidR="00B037AC" w:rsidRPr="00396337">
        <w:t xml:space="preserve"> </w:t>
      </w:r>
      <w:r w:rsidR="006814D5" w:rsidRPr="00396337">
        <w:t xml:space="preserve">erzielen </w:t>
      </w:r>
      <w:r w:rsidR="00B037AC" w:rsidRPr="00396337">
        <w:t>kann</w:t>
      </w:r>
      <w:r w:rsidR="00C741A3" w:rsidRPr="00396337">
        <w:t>.</w:t>
      </w:r>
      <w:r w:rsidR="00CA081B" w:rsidRPr="00396337">
        <w:t xml:space="preserve"> </w:t>
      </w:r>
    </w:p>
    <w:p w:rsidR="00CA081B" w:rsidRPr="00396337" w:rsidRDefault="00CA081B" w:rsidP="007E1606"/>
    <w:p w:rsidR="00FE0EC4" w:rsidRPr="00396337" w:rsidRDefault="002C2AFE" w:rsidP="007E1606">
      <w:r w:rsidRPr="00396337">
        <w:t>„</w:t>
      </w:r>
      <w:r w:rsidR="00FA6D40" w:rsidRPr="00396337">
        <w:t>Alle m</w:t>
      </w:r>
      <w:r w:rsidRPr="00396337">
        <w:t>eine Leute</w:t>
      </w:r>
      <w:r w:rsidR="006611B9" w:rsidRPr="00396337">
        <w:t xml:space="preserve"> </w:t>
      </w:r>
      <w:r w:rsidR="00FA6D40" w:rsidRPr="00396337">
        <w:t>bis hin zum Bediener haben sich schnell mit der Anlage angefreundet und sind mittlerweile regelrecht von ihr begeistert</w:t>
      </w:r>
      <w:r w:rsidR="003235EC" w:rsidRPr="00396337">
        <w:t>“, berichtet Köhler. „Innerhalb von vier Monaten haben wir es geschafft, die Ausbringungsleistung</w:t>
      </w:r>
      <w:r w:rsidR="001F5F95" w:rsidRPr="00396337">
        <w:t xml:space="preserve"> auf 18 Hübe pro Minute zu erhöhen. </w:t>
      </w:r>
      <w:r w:rsidR="009840E0" w:rsidRPr="00396337">
        <w:t xml:space="preserve">Und da ist noch viel Luft nach oben. </w:t>
      </w:r>
      <w:r w:rsidR="004D71F7" w:rsidRPr="00396337">
        <w:t>Die bisherige</w:t>
      </w:r>
      <w:r w:rsidR="001F5F95" w:rsidRPr="00396337">
        <w:t xml:space="preserve"> mechanischen Anlage </w:t>
      </w:r>
      <w:r w:rsidR="004D71F7" w:rsidRPr="00396337">
        <w:t xml:space="preserve">mit Schwungrad-Antrieb hat </w:t>
      </w:r>
      <w:r w:rsidR="001F5F95" w:rsidRPr="00396337">
        <w:t xml:space="preserve">bestenfalls 13 Hübe </w:t>
      </w:r>
      <w:r w:rsidR="004D71F7" w:rsidRPr="00396337">
        <w:t xml:space="preserve">pro Minute </w:t>
      </w:r>
      <w:r w:rsidR="001F5F95" w:rsidRPr="00396337">
        <w:t>erreicht.“</w:t>
      </w:r>
    </w:p>
    <w:p w:rsidR="0048619A" w:rsidRPr="00396337" w:rsidRDefault="0048619A" w:rsidP="007E1606"/>
    <w:p w:rsidR="00100119" w:rsidRPr="00396337" w:rsidRDefault="00652415" w:rsidP="007E1606">
      <w:r w:rsidRPr="00396337">
        <w:lastRenderedPageBreak/>
        <w:t xml:space="preserve">Durch den größeren Pressentisch </w:t>
      </w:r>
      <w:r w:rsidR="00CA081B" w:rsidRPr="00396337">
        <w:t xml:space="preserve">und die </w:t>
      </w:r>
      <w:r w:rsidR="00CE4049" w:rsidRPr="00396337">
        <w:t>hohe</w:t>
      </w:r>
      <w:r w:rsidR="00CA081B" w:rsidRPr="00396337">
        <w:t xml:space="preserve"> Flexibilität der Sc</w:t>
      </w:r>
      <w:r w:rsidR="00CE4049" w:rsidRPr="00396337">
        <w:t xml:space="preserve">huler </w:t>
      </w:r>
      <w:proofErr w:type="spellStart"/>
      <w:r w:rsidR="00CE4049" w:rsidRPr="00396337">
        <w:t>ServoDirekt</w:t>
      </w:r>
      <w:proofErr w:type="spellEnd"/>
      <w:r w:rsidR="00CE4049" w:rsidRPr="00396337">
        <w:t>-Technologie</w:t>
      </w:r>
      <w:r w:rsidR="00CA081B" w:rsidRPr="00396337">
        <w:t xml:space="preserve"> </w:t>
      </w:r>
      <w:r w:rsidR="00CE4049" w:rsidRPr="00396337">
        <w:t xml:space="preserve">von Schuler </w:t>
      </w:r>
      <w:r w:rsidRPr="00396337">
        <w:t xml:space="preserve">konnte </w:t>
      </w:r>
      <w:r w:rsidR="009F49C3" w:rsidRPr="00396337">
        <w:t xml:space="preserve">Brüninghaus &amp; </w:t>
      </w:r>
      <w:proofErr w:type="spellStart"/>
      <w:r w:rsidR="009F49C3" w:rsidRPr="00396337">
        <w:t>Drissner</w:t>
      </w:r>
      <w:proofErr w:type="spellEnd"/>
      <w:r w:rsidR="009F49C3" w:rsidRPr="00396337">
        <w:t xml:space="preserve"> </w:t>
      </w:r>
      <w:r w:rsidRPr="00396337">
        <w:t>weitere Funktion</w:t>
      </w:r>
      <w:r w:rsidR="00CA081B" w:rsidRPr="00396337">
        <w:t>en</w:t>
      </w:r>
      <w:r w:rsidRPr="00396337">
        <w:t xml:space="preserve"> in das Werkzeug integrieren</w:t>
      </w:r>
      <w:r w:rsidR="00E11BF7" w:rsidRPr="00396337">
        <w:t xml:space="preserve">, </w:t>
      </w:r>
      <w:r w:rsidR="009F49C3" w:rsidRPr="00396337">
        <w:t>erklärt</w:t>
      </w:r>
      <w:r w:rsidR="00E11BF7" w:rsidRPr="00396337">
        <w:t xml:space="preserve"> der Geschäftsführer:</w:t>
      </w:r>
      <w:r w:rsidRPr="00396337">
        <w:t xml:space="preserve"> </w:t>
      </w:r>
      <w:r w:rsidR="00E11BF7" w:rsidRPr="00396337">
        <w:t>„</w:t>
      </w:r>
      <w:r w:rsidR="007E2A41" w:rsidRPr="00396337">
        <w:t>Ein Bremspedal</w:t>
      </w:r>
      <w:r w:rsidR="00E11BF7" w:rsidRPr="00396337">
        <w:t xml:space="preserve"> ist sehr kompliziert </w:t>
      </w:r>
      <w:r w:rsidR="007E2A41" w:rsidRPr="00396337">
        <w:t xml:space="preserve">herzustellen, </w:t>
      </w:r>
      <w:r w:rsidR="00E11BF7" w:rsidRPr="00396337">
        <w:t xml:space="preserve">muss </w:t>
      </w:r>
      <w:r w:rsidR="007E2A41" w:rsidRPr="00396337">
        <w:t xml:space="preserve">aber </w:t>
      </w:r>
      <w:r w:rsidR="00E11BF7" w:rsidRPr="00396337">
        <w:t>absolut fehlerfrei</w:t>
      </w:r>
      <w:r w:rsidR="007E2A41" w:rsidRPr="00396337">
        <w:t xml:space="preserve"> </w:t>
      </w:r>
      <w:r w:rsidR="004B34E9" w:rsidRPr="00396337">
        <w:t xml:space="preserve">und zu 100 Prozent genau </w:t>
      </w:r>
      <w:r w:rsidR="007E2A41" w:rsidRPr="00396337">
        <w:t xml:space="preserve">sein. </w:t>
      </w:r>
      <w:r w:rsidR="006444D7" w:rsidRPr="00396337">
        <w:t xml:space="preserve">Mit dem erweiterten Werkzeug können wir nun auf einen Arbeitsschritt komplett verzichten. Das </w:t>
      </w:r>
      <w:r w:rsidR="00CA081B" w:rsidRPr="00396337">
        <w:t xml:space="preserve">bringt uns einen </w:t>
      </w:r>
      <w:r w:rsidR="005460F0">
        <w:t>echten</w:t>
      </w:r>
      <w:r w:rsidR="006444D7" w:rsidRPr="00396337">
        <w:t xml:space="preserve"> Wettbewerbsvorteil</w:t>
      </w:r>
      <w:r w:rsidR="00CA081B" w:rsidRPr="00396337">
        <w:t>.</w:t>
      </w:r>
      <w:r w:rsidR="006444D7" w:rsidRPr="00396337">
        <w:t>“</w:t>
      </w:r>
    </w:p>
    <w:p w:rsidR="00100119" w:rsidRPr="00396337" w:rsidRDefault="00100119" w:rsidP="007E1606"/>
    <w:p w:rsidR="00BD6901" w:rsidRPr="00396337" w:rsidRDefault="00B261F8" w:rsidP="007E1606">
      <w:r w:rsidRPr="00396337">
        <w:t>M</w:t>
      </w:r>
      <w:r w:rsidR="00BD6901" w:rsidRPr="00396337">
        <w:t xml:space="preserve">it der </w:t>
      </w:r>
      <w:r w:rsidR="00AD5A1C" w:rsidRPr="00396337">
        <w:t>Neumaschine</w:t>
      </w:r>
      <w:r w:rsidR="00BD6901" w:rsidRPr="00396337">
        <w:t xml:space="preserve"> </w:t>
      </w:r>
      <w:r w:rsidRPr="00396337">
        <w:t xml:space="preserve">ging </w:t>
      </w:r>
      <w:r w:rsidR="00B00C59" w:rsidRPr="00396337">
        <w:t xml:space="preserve">der zweite Großauftrag </w:t>
      </w:r>
      <w:r w:rsidR="000513D1" w:rsidRPr="00396337">
        <w:t xml:space="preserve">bei </w:t>
      </w:r>
      <w:r w:rsidR="007853F5" w:rsidRPr="00396337">
        <w:t xml:space="preserve">Brüninghaus &amp; </w:t>
      </w:r>
      <w:proofErr w:type="spellStart"/>
      <w:r w:rsidR="007853F5" w:rsidRPr="00396337">
        <w:t>Drissner</w:t>
      </w:r>
      <w:proofErr w:type="spellEnd"/>
      <w:r w:rsidR="007853F5" w:rsidRPr="00396337">
        <w:t xml:space="preserve"> </w:t>
      </w:r>
      <w:r w:rsidRPr="00396337">
        <w:t>ein: „Den haben wir nur wegen der Schuler bekommen“, ist</w:t>
      </w:r>
      <w:r w:rsidR="00AD5A1C" w:rsidRPr="00396337">
        <w:t xml:space="preserve"> Marc-Oliver Köhler </w:t>
      </w:r>
      <w:r w:rsidRPr="00396337">
        <w:t xml:space="preserve">überzeugt. Und auch er </w:t>
      </w:r>
      <w:r w:rsidR="00AD5A1C" w:rsidRPr="00396337">
        <w:t xml:space="preserve">denkt schon „intensiv“ über die Anschaffung einer zweiten </w:t>
      </w:r>
      <w:r w:rsidR="000432D8" w:rsidRPr="00396337">
        <w:t xml:space="preserve">voll automatisierten </w:t>
      </w:r>
      <w:proofErr w:type="spellStart"/>
      <w:r w:rsidR="00AD5A1C" w:rsidRPr="00396337">
        <w:t>Servopresse</w:t>
      </w:r>
      <w:proofErr w:type="spellEnd"/>
      <w:r w:rsidR="00AD5A1C" w:rsidRPr="00396337">
        <w:t xml:space="preserve"> </w:t>
      </w:r>
      <w:r w:rsidR="00897A40" w:rsidRPr="00396337">
        <w:t xml:space="preserve">von Schuler </w:t>
      </w:r>
      <w:r w:rsidR="00AD5A1C" w:rsidRPr="00396337">
        <w:t>nach.</w:t>
      </w:r>
    </w:p>
    <w:p w:rsidR="0038347B" w:rsidRDefault="0038347B" w:rsidP="007E1606"/>
    <w:p w:rsidR="0038347B" w:rsidRDefault="0038347B" w:rsidP="007E1606"/>
    <w:p w:rsidR="007E1606" w:rsidRDefault="007E1606" w:rsidP="000E228F">
      <w:pPr>
        <w:pStyle w:val="berschrift3"/>
      </w:pPr>
      <w:r>
        <w:t>Bildunterschriften</w:t>
      </w:r>
    </w:p>
    <w:p w:rsidR="00C82B81" w:rsidRDefault="00396337" w:rsidP="007E1606">
      <w:r>
        <w:t>Bild</w:t>
      </w:r>
      <w:r w:rsidR="00725F9B">
        <w:t>1</w:t>
      </w:r>
      <w:r w:rsidR="007E1606">
        <w:t xml:space="preserve">.jpg: </w:t>
      </w:r>
      <w:r w:rsidR="006B2A76">
        <w:t xml:space="preserve">Mit der </w:t>
      </w:r>
      <w:proofErr w:type="spellStart"/>
      <w:r w:rsidR="006B2A76">
        <w:t>Servopresse</w:t>
      </w:r>
      <w:proofErr w:type="spellEnd"/>
      <w:r w:rsidR="006B2A76">
        <w:t xml:space="preserve"> von Schuler konnte Brüninghaus &amp; </w:t>
      </w:r>
      <w:proofErr w:type="spellStart"/>
      <w:r w:rsidR="006B2A76">
        <w:t>Drissner</w:t>
      </w:r>
      <w:proofErr w:type="spellEnd"/>
      <w:r w:rsidR="006B2A76">
        <w:t xml:space="preserve"> die </w:t>
      </w:r>
      <w:r w:rsidR="00494BCC">
        <w:t xml:space="preserve">Ausbringungsleistung </w:t>
      </w:r>
      <w:r w:rsidR="006B2A76">
        <w:t>schon nach kurzer Zeit um 50 Prozent steigern.</w:t>
      </w:r>
    </w:p>
    <w:p w:rsidR="007A2AC2" w:rsidRDefault="00725F9B" w:rsidP="007E1606">
      <w:r>
        <w:t xml:space="preserve">Bild2.jpg: </w:t>
      </w:r>
      <w:r w:rsidR="00E62EF3" w:rsidRPr="00E62EF3">
        <w:t xml:space="preserve">Seit Januar 2016 ist die </w:t>
      </w:r>
      <w:proofErr w:type="spellStart"/>
      <w:r w:rsidR="00E62EF3" w:rsidRPr="00E62EF3">
        <w:t>Servopresse</w:t>
      </w:r>
      <w:proofErr w:type="spellEnd"/>
      <w:r w:rsidR="00E62EF3" w:rsidRPr="00E62EF3">
        <w:t xml:space="preserve"> vom Typ MSD-630 einschließlich Bandanlage und</w:t>
      </w:r>
      <w:r w:rsidR="00E62EF3">
        <w:t xml:space="preserve"> Drei-Achs-Transfer von Schuler im Betrieb.</w:t>
      </w:r>
    </w:p>
    <w:p w:rsidR="006905ED" w:rsidRDefault="006905ED" w:rsidP="007E1606">
      <w:bookmarkStart w:id="0" w:name="_GoBack"/>
      <w:bookmarkEnd w:id="0"/>
      <w:r>
        <w:t>Bild3.jpg: „Alle meine Leute haben sich schnell mit der Anlage angefreundet“, sagt Geschäftsführer Marc-Oliver Köhler.</w:t>
      </w:r>
    </w:p>
    <w:p w:rsidR="009B2577" w:rsidRDefault="009B2577" w:rsidP="007E1606"/>
    <w:p w:rsidR="005833D5" w:rsidRPr="005833D5" w:rsidRDefault="005833D5" w:rsidP="005833D5">
      <w:pPr>
        <w:rPr>
          <w:i/>
        </w:rPr>
      </w:pPr>
      <w:r w:rsidRPr="005833D5">
        <w:rPr>
          <w:i/>
        </w:rPr>
        <w:t>Als Bildquelle bitte Schuler angeben.</w:t>
      </w:r>
    </w:p>
    <w:p w:rsidR="00D36C79" w:rsidRDefault="00D36C79">
      <w:pPr>
        <w:spacing w:line="240" w:lineRule="auto"/>
        <w:rPr>
          <w:rFonts w:cs="Arial"/>
        </w:rPr>
      </w:pPr>
      <w:r>
        <w:rPr>
          <w:rFonts w:cs="Arial"/>
        </w:rPr>
        <w:br w:type="page"/>
      </w:r>
    </w:p>
    <w:p w:rsidR="005833D5" w:rsidRPr="00AF64B9" w:rsidRDefault="005833D5" w:rsidP="008E1F8F">
      <w:pPr>
        <w:ind w:right="-15"/>
        <w:outlineLvl w:val="0"/>
        <w:rPr>
          <w:rFonts w:cs="Arial"/>
        </w:rPr>
      </w:pPr>
    </w:p>
    <w:p w:rsidR="005833D5" w:rsidRPr="00AF64B9" w:rsidRDefault="005833D5" w:rsidP="008E1F8F">
      <w:pPr>
        <w:pBdr>
          <w:top w:val="single" w:sz="4" w:space="1" w:color="auto"/>
        </w:pBdr>
        <w:spacing w:line="240" w:lineRule="auto"/>
        <w:jc w:val="both"/>
      </w:pPr>
    </w:p>
    <w:p w:rsidR="005833D5" w:rsidRPr="00AF64B9" w:rsidRDefault="005833D5" w:rsidP="008E1F8F">
      <w:pPr>
        <w:pBdr>
          <w:top w:val="single" w:sz="4" w:space="1" w:color="auto"/>
        </w:pBdr>
        <w:spacing w:line="240" w:lineRule="auto"/>
        <w:jc w:val="both"/>
      </w:pPr>
    </w:p>
    <w:p w:rsidR="005833D5" w:rsidRDefault="005833D5" w:rsidP="008E1F8F">
      <w:pPr>
        <w:spacing w:line="240" w:lineRule="auto"/>
        <w:ind w:right="-15"/>
        <w:jc w:val="both"/>
        <w:outlineLvl w:val="0"/>
        <w:rPr>
          <w:b/>
          <w:i/>
        </w:rPr>
      </w:pPr>
      <w:r w:rsidRPr="00AF64B9">
        <w:rPr>
          <w:b/>
          <w:i/>
        </w:rPr>
        <w:t xml:space="preserve">Über den Schuler-Konzern – </w:t>
      </w:r>
      <w:hyperlink r:id="rId12" w:history="1">
        <w:r w:rsidR="00671E3C" w:rsidRPr="00D808EA">
          <w:rPr>
            <w:rStyle w:val="Hyperlink"/>
            <w:b/>
            <w:i/>
          </w:rPr>
          <w:t>www.schulergroup.com</w:t>
        </w:r>
      </w:hyperlink>
    </w:p>
    <w:p w:rsidR="005833D5" w:rsidRDefault="001B1B07" w:rsidP="001B1B07">
      <w:pPr>
        <w:spacing w:line="240" w:lineRule="auto"/>
        <w:ind w:right="-15"/>
        <w:jc w:val="both"/>
        <w:outlineLvl w:val="0"/>
      </w:pPr>
      <w:r w:rsidRPr="001B1B07">
        <w:rPr>
          <w:i/>
        </w:rPr>
        <w:t>Schuler ist Technologie- und Weltmarktführer in der Umformtechnik. Das Unternehmen bietet Pressen, Automationslösungen, Werkzeuge, Prozess-Knowhow und Service für die gesamte metallverarbeitende Industrie und den automobilen Leichtbau. Zu den Kunden zählen Automobilhersteller und</w:t>
      </w:r>
      <w:r>
        <w:rPr>
          <w:i/>
        </w:rPr>
        <w:t xml:space="preserve"> </w:t>
      </w:r>
      <w:r w:rsidRPr="001B1B07">
        <w:rPr>
          <w:i/>
        </w:rPr>
        <w:t>-zulieferer sowie Unternehmen aus der Schmiede-, Hausgeräte-, Verpackungs-, Energie- und Elektroindustrie. Schuler ist führend bei Münzprägepressen und realisiert Systemlösun</w:t>
      </w:r>
      <w:r w:rsidR="007E3244">
        <w:rPr>
          <w:i/>
        </w:rPr>
        <w:t>g</w:t>
      </w:r>
      <w:r w:rsidR="00531DDB">
        <w:rPr>
          <w:i/>
        </w:rPr>
        <w:t>en</w:t>
      </w:r>
      <w:r w:rsidRPr="001B1B07">
        <w:rPr>
          <w:i/>
        </w:rPr>
        <w:t xml:space="preserve"> für Luft- und Raumfahrt, den Schienenverkehr und die Großrohr-Fertigung.  </w:t>
      </w:r>
      <w:r w:rsidRPr="00AF64B9">
        <w:rPr>
          <w:i/>
        </w:rPr>
        <w:t>Im Geschäftsjahr 201</w:t>
      </w:r>
      <w:r w:rsidR="00D95005">
        <w:rPr>
          <w:i/>
        </w:rPr>
        <w:t>5</w:t>
      </w:r>
      <w:r w:rsidR="007649A2">
        <w:rPr>
          <w:i/>
        </w:rPr>
        <w:t xml:space="preserve"> </w:t>
      </w:r>
      <w:r w:rsidRPr="00AF64B9">
        <w:rPr>
          <w:i/>
        </w:rPr>
        <w:t>erzielte Schuler einen Umsatz von 1</w:t>
      </w:r>
      <w:r w:rsidR="007649A2">
        <w:rPr>
          <w:i/>
        </w:rPr>
        <w:t>,</w:t>
      </w:r>
      <w:r w:rsidR="00D95005">
        <w:rPr>
          <w:i/>
        </w:rPr>
        <w:t>2</w:t>
      </w:r>
      <w:r w:rsidRPr="00AF64B9">
        <w:rPr>
          <w:i/>
        </w:rPr>
        <w:t xml:space="preserve"> Mill</w:t>
      </w:r>
      <w:r w:rsidR="007649A2">
        <w:rPr>
          <w:i/>
        </w:rPr>
        <w:t xml:space="preserve">iarden </w:t>
      </w:r>
      <w:r w:rsidRPr="00AF64B9">
        <w:rPr>
          <w:i/>
        </w:rPr>
        <w:t>Euro.</w:t>
      </w:r>
      <w:r w:rsidR="007649A2">
        <w:rPr>
          <w:i/>
        </w:rPr>
        <w:t xml:space="preserve"> </w:t>
      </w:r>
      <w:r w:rsidRPr="001B1B07">
        <w:rPr>
          <w:i/>
        </w:rPr>
        <w:t>Schule</w:t>
      </w:r>
      <w:r w:rsidR="00D95005">
        <w:rPr>
          <w:i/>
        </w:rPr>
        <w:t>r ist in 40 Ländern mit rund 5.2</w:t>
      </w:r>
      <w:r w:rsidRPr="001B1B07">
        <w:rPr>
          <w:i/>
        </w:rPr>
        <w:t>00 Mitarbeitern präsent und gehört mehrheitlich zur österreichischen ANDRITZ-Gruppe.</w:t>
      </w:r>
    </w:p>
    <w:p w:rsidR="00D36C79" w:rsidRDefault="00D36C79" w:rsidP="001B1B07">
      <w:pPr>
        <w:spacing w:line="240" w:lineRule="auto"/>
        <w:ind w:right="-15"/>
        <w:jc w:val="both"/>
        <w:outlineLvl w:val="0"/>
      </w:pPr>
    </w:p>
    <w:p w:rsidR="00D36C79" w:rsidRDefault="00D36C79" w:rsidP="00D36C79">
      <w:pPr>
        <w:spacing w:line="240" w:lineRule="auto"/>
        <w:ind w:right="-15"/>
        <w:jc w:val="both"/>
        <w:outlineLvl w:val="0"/>
        <w:rPr>
          <w:b/>
          <w:i/>
        </w:rPr>
      </w:pPr>
      <w:r w:rsidRPr="00D36C79">
        <w:rPr>
          <w:b/>
          <w:i/>
        </w:rPr>
        <w:t xml:space="preserve">Über die Brüninghaus &amp; </w:t>
      </w:r>
      <w:proofErr w:type="spellStart"/>
      <w:r w:rsidRPr="00D36C79">
        <w:rPr>
          <w:b/>
          <w:i/>
        </w:rPr>
        <w:t>Drissner</w:t>
      </w:r>
      <w:proofErr w:type="spellEnd"/>
      <w:r w:rsidRPr="00D36C79">
        <w:rPr>
          <w:b/>
          <w:i/>
        </w:rPr>
        <w:t xml:space="preserve"> GmbH – </w:t>
      </w:r>
      <w:hyperlink r:id="rId13" w:history="1">
        <w:r w:rsidRPr="00D36C79">
          <w:rPr>
            <w:rStyle w:val="Hyperlink"/>
            <w:b/>
            <w:i/>
          </w:rPr>
          <w:t>www.b-dhilden.de</w:t>
        </w:r>
      </w:hyperlink>
    </w:p>
    <w:p w:rsidR="00F75EE3" w:rsidRDefault="00F0172B" w:rsidP="00F75EE3">
      <w:pPr>
        <w:spacing w:line="240" w:lineRule="auto"/>
        <w:ind w:right="-15"/>
        <w:jc w:val="both"/>
        <w:outlineLvl w:val="0"/>
        <w:rPr>
          <w:i/>
        </w:rPr>
      </w:pPr>
      <w:r>
        <w:rPr>
          <w:i/>
        </w:rPr>
        <w:t xml:space="preserve">Die </w:t>
      </w:r>
      <w:r w:rsidRPr="00F0172B">
        <w:rPr>
          <w:i/>
        </w:rPr>
        <w:t xml:space="preserve">Brüninghaus &amp; </w:t>
      </w:r>
      <w:proofErr w:type="spellStart"/>
      <w:r w:rsidRPr="00F0172B">
        <w:rPr>
          <w:i/>
        </w:rPr>
        <w:t>Drissner</w:t>
      </w:r>
      <w:proofErr w:type="spellEnd"/>
      <w:r w:rsidRPr="00F0172B">
        <w:rPr>
          <w:i/>
        </w:rPr>
        <w:t xml:space="preserve"> GmbH </w:t>
      </w:r>
      <w:r w:rsidR="0000364D">
        <w:rPr>
          <w:i/>
        </w:rPr>
        <w:t xml:space="preserve">mit Sitz in Hilden bei Düsseldorf </w:t>
      </w:r>
      <w:r w:rsidRPr="00F0172B">
        <w:rPr>
          <w:i/>
        </w:rPr>
        <w:t>ist direkter und indirekter Zulieferer der großen Automobilhersteller</w:t>
      </w:r>
      <w:r w:rsidR="007E2A3E">
        <w:rPr>
          <w:i/>
        </w:rPr>
        <w:t>.</w:t>
      </w:r>
      <w:r w:rsidRPr="00F0172B">
        <w:rPr>
          <w:i/>
        </w:rPr>
        <w:t xml:space="preserve"> </w:t>
      </w:r>
      <w:r w:rsidR="007E2A3E">
        <w:rPr>
          <w:i/>
        </w:rPr>
        <w:t xml:space="preserve">Das 1889 gegründete Familienunternehmen, das </w:t>
      </w:r>
      <w:r w:rsidR="00DC06B2">
        <w:rPr>
          <w:i/>
        </w:rPr>
        <w:t xml:space="preserve">heute </w:t>
      </w:r>
      <w:r w:rsidR="007E2A3E">
        <w:rPr>
          <w:i/>
        </w:rPr>
        <w:t xml:space="preserve">in der vierten Generation geführt wird, </w:t>
      </w:r>
      <w:r w:rsidRPr="00F0172B">
        <w:rPr>
          <w:i/>
        </w:rPr>
        <w:t xml:space="preserve">liefert Umformteile, Baugruppen aus Stahl und </w:t>
      </w:r>
      <w:r>
        <w:rPr>
          <w:i/>
        </w:rPr>
        <w:t>Nichteisen</w:t>
      </w:r>
      <w:r w:rsidRPr="00F0172B">
        <w:rPr>
          <w:i/>
        </w:rPr>
        <w:t xml:space="preserve">-Metallen in </w:t>
      </w:r>
      <w:r w:rsidR="00F33A61">
        <w:rPr>
          <w:i/>
        </w:rPr>
        <w:t>vier</w:t>
      </w:r>
      <w:r w:rsidRPr="00F0172B">
        <w:rPr>
          <w:i/>
        </w:rPr>
        <w:t xml:space="preserve"> Kontinente und </w:t>
      </w:r>
      <w:r w:rsidR="00F33A61">
        <w:rPr>
          <w:i/>
        </w:rPr>
        <w:t>zwölf</w:t>
      </w:r>
      <w:r w:rsidRPr="00F0172B">
        <w:rPr>
          <w:i/>
        </w:rPr>
        <w:t xml:space="preserve"> Länder</w:t>
      </w:r>
      <w:r w:rsidR="00F33A61">
        <w:rPr>
          <w:i/>
        </w:rPr>
        <w:t xml:space="preserve">. </w:t>
      </w:r>
      <w:r w:rsidR="007E2A3E">
        <w:rPr>
          <w:i/>
        </w:rPr>
        <w:t xml:space="preserve">Mit insgesamt rund 160 Beschäftigten werden </w:t>
      </w:r>
      <w:r w:rsidR="00F75EE3">
        <w:rPr>
          <w:i/>
        </w:rPr>
        <w:t>täglich</w:t>
      </w:r>
      <w:r w:rsidR="000C79C2">
        <w:rPr>
          <w:i/>
        </w:rPr>
        <w:t xml:space="preserve"> </w:t>
      </w:r>
      <w:r w:rsidR="00F75EE3" w:rsidRPr="00D4711E">
        <w:rPr>
          <w:i/>
        </w:rPr>
        <w:t xml:space="preserve">rund 150.000 Teile </w:t>
      </w:r>
      <w:r w:rsidR="00F75EE3">
        <w:rPr>
          <w:i/>
        </w:rPr>
        <w:t>von der Klemmschelle bis zu</w:t>
      </w:r>
      <w:r w:rsidR="006367C3">
        <w:rPr>
          <w:i/>
        </w:rPr>
        <w:t>m High-end-Bremspedal</w:t>
      </w:r>
      <w:r w:rsidR="007E2A3E">
        <w:rPr>
          <w:i/>
        </w:rPr>
        <w:t xml:space="preserve"> produziert</w:t>
      </w:r>
      <w:r w:rsidR="006367C3">
        <w:rPr>
          <w:i/>
        </w:rPr>
        <w:t>.</w:t>
      </w:r>
      <w:r w:rsidR="002200F2">
        <w:rPr>
          <w:i/>
        </w:rPr>
        <w:t xml:space="preserve"> Zusätzlich </w:t>
      </w:r>
      <w:r w:rsidR="002200F2" w:rsidRPr="009E1519">
        <w:rPr>
          <w:i/>
        </w:rPr>
        <w:t xml:space="preserve">zur Null-Fehler-Produktion </w:t>
      </w:r>
      <w:r w:rsidR="00B21660">
        <w:rPr>
          <w:i/>
        </w:rPr>
        <w:t xml:space="preserve">von Bauteilen und Baugruppen mit </w:t>
      </w:r>
      <w:r w:rsidR="00372308">
        <w:rPr>
          <w:i/>
        </w:rPr>
        <w:t xml:space="preserve">Hilfe von </w:t>
      </w:r>
      <w:r w:rsidR="00B21660">
        <w:rPr>
          <w:i/>
        </w:rPr>
        <w:t>umform</w:t>
      </w:r>
      <w:r w:rsidR="000C6F63">
        <w:rPr>
          <w:i/>
        </w:rPr>
        <w:t xml:space="preserve">- und schweißtechnischen Verfahren </w:t>
      </w:r>
      <w:r w:rsidR="002200F2">
        <w:rPr>
          <w:i/>
        </w:rPr>
        <w:t xml:space="preserve">bietet das Unternehmen </w:t>
      </w:r>
      <w:r w:rsidR="00372308">
        <w:rPr>
          <w:i/>
        </w:rPr>
        <w:t xml:space="preserve">darüber hinaus </w:t>
      </w:r>
      <w:r w:rsidR="002200F2">
        <w:rPr>
          <w:i/>
        </w:rPr>
        <w:t>auch die Entwicklung von Werkzeugen und Prototypen.</w:t>
      </w:r>
    </w:p>
    <w:p w:rsidR="00F75EE3" w:rsidRDefault="00F75EE3" w:rsidP="00D36C79">
      <w:pPr>
        <w:spacing w:line="240" w:lineRule="auto"/>
        <w:ind w:right="-15"/>
        <w:jc w:val="both"/>
        <w:outlineLvl w:val="0"/>
        <w:rPr>
          <w:i/>
        </w:rPr>
      </w:pPr>
    </w:p>
    <w:p w:rsidR="00F75EE3" w:rsidRDefault="00F75EE3" w:rsidP="00D36C79">
      <w:pPr>
        <w:spacing w:line="240" w:lineRule="auto"/>
        <w:ind w:right="-15"/>
        <w:jc w:val="both"/>
        <w:outlineLvl w:val="0"/>
        <w:rPr>
          <w:i/>
        </w:rPr>
      </w:pPr>
    </w:p>
    <w:p w:rsidR="009E1519" w:rsidRPr="00D36C79" w:rsidRDefault="009E1519" w:rsidP="00D36C79">
      <w:pPr>
        <w:spacing w:line="240" w:lineRule="auto"/>
        <w:ind w:right="-15"/>
        <w:jc w:val="both"/>
        <w:outlineLvl w:val="0"/>
        <w:rPr>
          <w:i/>
        </w:rPr>
      </w:pPr>
    </w:p>
    <w:p w:rsidR="00D36C79" w:rsidRPr="00D36C79" w:rsidRDefault="00D36C79" w:rsidP="001B1B07">
      <w:pPr>
        <w:spacing w:line="240" w:lineRule="auto"/>
        <w:ind w:right="-15"/>
        <w:jc w:val="both"/>
        <w:outlineLvl w:val="0"/>
        <w:rPr>
          <w:i/>
        </w:rPr>
      </w:pPr>
    </w:p>
    <w:p w:rsidR="00D36C79" w:rsidRPr="00D36C79" w:rsidRDefault="00D36C79" w:rsidP="001B1B07">
      <w:pPr>
        <w:spacing w:line="240" w:lineRule="auto"/>
        <w:ind w:right="-15"/>
        <w:jc w:val="both"/>
        <w:outlineLvl w:val="0"/>
        <w:rPr>
          <w:i/>
        </w:rPr>
      </w:pPr>
    </w:p>
    <w:sectPr w:rsidR="00D36C79" w:rsidRPr="00D36C79" w:rsidSect="007E1606">
      <w:headerReference w:type="default" r:id="rId14"/>
      <w:footerReference w:type="default" r:id="rId15"/>
      <w:headerReference w:type="first" r:id="rId16"/>
      <w:footerReference w:type="first" r:id="rId17"/>
      <w:pgSz w:w="11907" w:h="16840" w:code="9"/>
      <w:pgMar w:top="2977" w:right="3969" w:bottom="1418" w:left="127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3544" w:rsidRDefault="00123544" w:rsidP="007E132D">
      <w:r>
        <w:separator/>
      </w:r>
    </w:p>
    <w:p w:rsidR="00123544" w:rsidRDefault="00123544" w:rsidP="007E132D"/>
  </w:endnote>
  <w:endnote w:type="continuationSeparator" w:id="0">
    <w:p w:rsidR="00123544" w:rsidRDefault="00123544" w:rsidP="007E132D">
      <w:r>
        <w:continuationSeparator/>
      </w:r>
    </w:p>
    <w:p w:rsidR="00123544" w:rsidRDefault="00123544" w:rsidP="007E132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uler DIN Offc Pro">
    <w:panose1 w:val="020B0504020101020102"/>
    <w:charset w:val="00"/>
    <w:family w:val="swiss"/>
    <w:pitch w:val="variable"/>
    <w:sig w:usb0="A00002B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vertAnchor="page" w:horzAnchor="page" w:tblpX="8223" w:tblpY="15514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409"/>
    </w:tblGrid>
    <w:tr w:rsidR="00377DED" w:rsidRPr="007E1606" w:rsidTr="007E1606">
      <w:trPr>
        <w:trHeight w:hRule="exact" w:val="227"/>
      </w:trPr>
      <w:tc>
        <w:tcPr>
          <w:tcW w:w="2409" w:type="dxa"/>
          <w:shd w:val="clear" w:color="auto" w:fill="auto"/>
        </w:tcPr>
        <w:p w:rsidR="00377DED" w:rsidRPr="007E1606" w:rsidRDefault="00377DED" w:rsidP="00086F40">
          <w:pPr>
            <w:pStyle w:val="Absenderinformation"/>
            <w:framePr w:hSpace="0" w:vSpace="0" w:wrap="auto" w:vAnchor="margin" w:hAnchor="text" w:xAlign="left" w:yAlign="inline"/>
            <w:rPr>
              <w:rFonts w:eastAsia="Calibri"/>
            </w:rPr>
          </w:pP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IF </w:instrText>
          </w: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NUMPAGES </w:instrText>
          </w:r>
          <w:r w:rsidRPr="007E1606">
            <w:rPr>
              <w:rFonts w:eastAsia="Calibri"/>
            </w:rPr>
            <w:fldChar w:fldCharType="separate"/>
          </w:r>
          <w:r w:rsidR="007A2AC2">
            <w:rPr>
              <w:rFonts w:eastAsia="Calibri"/>
              <w:noProof/>
            </w:rPr>
            <w:instrText>4</w:instrText>
          </w:r>
          <w:r w:rsidRPr="007E1606">
            <w:rPr>
              <w:rFonts w:eastAsia="Calibri"/>
              <w:noProof/>
            </w:rPr>
            <w:fldChar w:fldCharType="end"/>
          </w:r>
          <w:r w:rsidRPr="007E1606">
            <w:rPr>
              <w:rFonts w:eastAsia="Calibri"/>
            </w:rPr>
            <w:instrText xml:space="preserve"> &gt; 1 "Seite </w:instrText>
          </w: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PAGE </w:instrText>
          </w:r>
          <w:r w:rsidRPr="007E1606">
            <w:rPr>
              <w:rFonts w:eastAsia="Calibri"/>
            </w:rPr>
            <w:fldChar w:fldCharType="separate"/>
          </w:r>
          <w:r w:rsidR="007A2AC2">
            <w:rPr>
              <w:rFonts w:eastAsia="Calibri"/>
              <w:noProof/>
            </w:rPr>
            <w:instrText>4</w:instrText>
          </w:r>
          <w:r w:rsidRPr="007E1606">
            <w:rPr>
              <w:rFonts w:eastAsia="Calibri"/>
            </w:rPr>
            <w:fldChar w:fldCharType="end"/>
          </w:r>
          <w:r w:rsidRPr="007E1606">
            <w:rPr>
              <w:rFonts w:eastAsia="Calibri"/>
            </w:rPr>
            <w:instrText xml:space="preserve"> von </w:instrText>
          </w: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NUMPAGES </w:instrText>
          </w:r>
          <w:r w:rsidRPr="007E1606">
            <w:rPr>
              <w:rFonts w:eastAsia="Calibri"/>
            </w:rPr>
            <w:fldChar w:fldCharType="separate"/>
          </w:r>
          <w:r w:rsidR="007A2AC2">
            <w:rPr>
              <w:rFonts w:eastAsia="Calibri"/>
              <w:noProof/>
            </w:rPr>
            <w:instrText>4</w:instrText>
          </w:r>
          <w:r w:rsidRPr="007E1606">
            <w:rPr>
              <w:rFonts w:eastAsia="Calibri"/>
              <w:noProof/>
            </w:rPr>
            <w:fldChar w:fldCharType="end"/>
          </w:r>
          <w:r w:rsidRPr="007E1606">
            <w:rPr>
              <w:rFonts w:eastAsia="Calibri"/>
            </w:rPr>
            <w:instrText>" " "</w:instrText>
          </w:r>
          <w:r w:rsidRPr="007E1606">
            <w:rPr>
              <w:rFonts w:eastAsia="Calibri"/>
            </w:rPr>
            <w:fldChar w:fldCharType="separate"/>
          </w:r>
          <w:r w:rsidR="007A2AC2" w:rsidRPr="007E1606">
            <w:rPr>
              <w:rFonts w:eastAsia="Calibri"/>
              <w:noProof/>
            </w:rPr>
            <w:t xml:space="preserve">Seite </w:t>
          </w:r>
          <w:r w:rsidR="007A2AC2">
            <w:rPr>
              <w:rFonts w:eastAsia="Calibri"/>
              <w:noProof/>
            </w:rPr>
            <w:t>4</w:t>
          </w:r>
          <w:r w:rsidR="007A2AC2" w:rsidRPr="007E1606">
            <w:rPr>
              <w:rFonts w:eastAsia="Calibri"/>
              <w:noProof/>
            </w:rPr>
            <w:t xml:space="preserve"> von </w:t>
          </w:r>
          <w:r w:rsidR="007A2AC2">
            <w:rPr>
              <w:rFonts w:eastAsia="Calibri"/>
              <w:noProof/>
            </w:rPr>
            <w:t>4</w:t>
          </w:r>
          <w:r w:rsidRPr="007E1606">
            <w:rPr>
              <w:rFonts w:eastAsia="Calibri"/>
            </w:rPr>
            <w:fldChar w:fldCharType="end"/>
          </w:r>
        </w:p>
      </w:tc>
    </w:tr>
  </w:tbl>
  <w:p w:rsidR="00E3363B" w:rsidRPr="00D16703" w:rsidRDefault="00E3363B" w:rsidP="007E132D">
    <w:pPr>
      <w:pStyle w:val="Fuzeile"/>
      <w:rPr>
        <w:lang w:val="it-IT"/>
      </w:rPr>
    </w:pPr>
  </w:p>
  <w:p w:rsidR="00E90330" w:rsidRDefault="00E90330" w:rsidP="007E132D"/>
  <w:p w:rsidR="00E90330" w:rsidRDefault="00E90330" w:rsidP="007E132D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63B" w:rsidRDefault="00E3363B" w:rsidP="007E132D">
    <w:pPr>
      <w:pStyle w:val="Fuzeile"/>
      <w:rPr>
        <w:lang w:val="pt-BR"/>
      </w:rPr>
    </w:pPr>
    <w:r>
      <w:rPr>
        <w:lang w:val="pt-BR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3544" w:rsidRDefault="00123544" w:rsidP="007E132D">
      <w:r>
        <w:separator/>
      </w:r>
    </w:p>
    <w:p w:rsidR="00123544" w:rsidRDefault="00123544" w:rsidP="007E132D"/>
  </w:footnote>
  <w:footnote w:type="continuationSeparator" w:id="0">
    <w:p w:rsidR="00123544" w:rsidRDefault="00123544" w:rsidP="007E132D">
      <w:r>
        <w:continuationSeparator/>
      </w:r>
    </w:p>
    <w:p w:rsidR="00123544" w:rsidRDefault="00123544" w:rsidP="007E132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63B" w:rsidRPr="00033BD2" w:rsidRDefault="001E0C3C" w:rsidP="00033BD2">
    <w:pPr>
      <w:pStyle w:val="Kopfzeile"/>
      <w:tabs>
        <w:tab w:val="clear" w:pos="4819"/>
        <w:tab w:val="clear" w:pos="9071"/>
      </w:tabs>
    </w:pPr>
    <w:r>
      <w:rPr>
        <w:noProof/>
      </w:rPr>
      <w:drawing>
        <wp:anchor distT="0" distB="0" distL="114300" distR="114300" simplePos="0" relativeHeight="251659264" behindDoc="1" locked="1" layoutInCell="0" allowOverlap="1" wp14:anchorId="56611004" wp14:editId="56611005">
          <wp:simplePos x="0" y="0"/>
          <wp:positionH relativeFrom="page">
            <wp:posOffset>5222240</wp:posOffset>
          </wp:positionH>
          <wp:positionV relativeFrom="page">
            <wp:posOffset>662305</wp:posOffset>
          </wp:positionV>
          <wp:extent cx="1529715" cy="367030"/>
          <wp:effectExtent l="0" t="0" r="0" b="0"/>
          <wp:wrapNone/>
          <wp:docPr id="6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9715" cy="367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1" locked="1" layoutInCell="0" allowOverlap="1" wp14:anchorId="56611006" wp14:editId="56611007">
          <wp:simplePos x="0" y="0"/>
          <wp:positionH relativeFrom="page">
            <wp:posOffset>811530</wp:posOffset>
          </wp:positionH>
          <wp:positionV relativeFrom="page">
            <wp:posOffset>798830</wp:posOffset>
          </wp:positionV>
          <wp:extent cx="1382395" cy="93345"/>
          <wp:effectExtent l="0" t="0" r="8255" b="1905"/>
          <wp:wrapNone/>
          <wp:docPr id="5" name="Grafi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9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2395" cy="93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63B" w:rsidRDefault="001E0C3C" w:rsidP="007E132D">
    <w:r>
      <w:rPr>
        <w:noProof/>
      </w:rPr>
      <w:drawing>
        <wp:anchor distT="0" distB="0" distL="114300" distR="114300" simplePos="0" relativeHeight="251656192" behindDoc="1" locked="0" layoutInCell="1" allowOverlap="1" wp14:anchorId="56611008" wp14:editId="56611009">
          <wp:simplePos x="0" y="0"/>
          <wp:positionH relativeFrom="column">
            <wp:posOffset>1419860</wp:posOffset>
          </wp:positionH>
          <wp:positionV relativeFrom="paragraph">
            <wp:posOffset>100330</wp:posOffset>
          </wp:positionV>
          <wp:extent cx="1645920" cy="277495"/>
          <wp:effectExtent l="0" t="0" r="0" b="8255"/>
          <wp:wrapTight wrapText="bothSides">
            <wp:wrapPolygon edited="0">
              <wp:start x="0" y="0"/>
              <wp:lineTo x="0" y="20760"/>
              <wp:lineTo x="21250" y="20760"/>
              <wp:lineTo x="21250" y="0"/>
              <wp:lineTo x="0" y="0"/>
            </wp:wrapPolygon>
          </wp:wrapTight>
          <wp:docPr id="2" name="Bild 25" descr="schul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5" descr="schul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13791" b="42715"/>
                  <a:stretch>
                    <a:fillRect/>
                  </a:stretch>
                </pic:blipFill>
                <pic:spPr bwMode="auto">
                  <a:xfrm>
                    <a:off x="0" y="0"/>
                    <a:ext cx="1645920" cy="2774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3363B">
      <w:tab/>
    </w:r>
  </w:p>
  <w:p w:rsidR="00E3363B" w:rsidRDefault="00E3363B" w:rsidP="007E132D"/>
  <w:p w:rsidR="00E3363B" w:rsidRPr="00A86ACD" w:rsidRDefault="001E0C3C" w:rsidP="007E132D">
    <w:pPr>
      <w:pStyle w:val="RohtextHandbuch"/>
      <w:rPr>
        <w:sz w:val="32"/>
      </w:rPr>
    </w:pPr>
    <w:r>
      <w:rPr>
        <w:noProof/>
      </w:rPr>
      <w:drawing>
        <wp:anchor distT="0" distB="0" distL="114300" distR="114300" simplePos="0" relativeHeight="251657216" behindDoc="1" locked="0" layoutInCell="1" allowOverlap="1" wp14:anchorId="5661100A" wp14:editId="5661100B">
          <wp:simplePos x="0" y="0"/>
          <wp:positionH relativeFrom="column">
            <wp:posOffset>3593465</wp:posOffset>
          </wp:positionH>
          <wp:positionV relativeFrom="paragraph">
            <wp:posOffset>100330</wp:posOffset>
          </wp:positionV>
          <wp:extent cx="2160270" cy="139700"/>
          <wp:effectExtent l="0" t="0" r="0" b="0"/>
          <wp:wrapTight wrapText="bothSides">
            <wp:wrapPolygon edited="0">
              <wp:start x="0" y="0"/>
              <wp:lineTo x="0" y="17673"/>
              <wp:lineTo x="21333" y="17673"/>
              <wp:lineTo x="21333" y="0"/>
              <wp:lineTo x="0" y="0"/>
            </wp:wrapPolygon>
          </wp:wrapTight>
          <wp:docPr id="1" name="Bild 28" descr="forming_the_future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8" descr="forming_the_future_po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0270" cy="139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3363B" w:rsidRDefault="00E3363B" w:rsidP="007E132D"/>
  <w:p w:rsidR="00E3363B" w:rsidRDefault="00E3363B" w:rsidP="007E132D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C5304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1EB04DA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>
    <w:nsid w:val="19C312DB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>
    <w:nsid w:val="25E029EC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32A64085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>
    <w:nsid w:val="415A5C6E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467122FC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>
    <w:nsid w:val="46EB6C59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>
    <w:nsid w:val="5AAF2878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>
    <w:nsid w:val="61722099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>
    <w:nsid w:val="6DA46EB9"/>
    <w:multiLevelType w:val="hybridMultilevel"/>
    <w:tmpl w:val="1116F602"/>
    <w:lvl w:ilvl="0" w:tplc="F096373A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CD964C2"/>
    <w:multiLevelType w:val="hybridMultilevel"/>
    <w:tmpl w:val="04440D58"/>
    <w:lvl w:ilvl="0" w:tplc="F096373A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5"/>
  </w:num>
  <w:num w:numId="5">
    <w:abstractNumId w:val="4"/>
  </w:num>
  <w:num w:numId="6">
    <w:abstractNumId w:val="9"/>
  </w:num>
  <w:num w:numId="7">
    <w:abstractNumId w:val="6"/>
  </w:num>
  <w:num w:numId="8">
    <w:abstractNumId w:val="0"/>
  </w:num>
  <w:num w:numId="9">
    <w:abstractNumId w:val="7"/>
  </w:num>
  <w:num w:numId="10">
    <w:abstractNumId w:val="8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7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2ECD"/>
    <w:rsid w:val="0000106B"/>
    <w:rsid w:val="0000364D"/>
    <w:rsid w:val="00003CBE"/>
    <w:rsid w:val="00004C7F"/>
    <w:rsid w:val="00012796"/>
    <w:rsid w:val="00025329"/>
    <w:rsid w:val="00031750"/>
    <w:rsid w:val="00033BD2"/>
    <w:rsid w:val="000374C5"/>
    <w:rsid w:val="000432D8"/>
    <w:rsid w:val="000513D1"/>
    <w:rsid w:val="00066F91"/>
    <w:rsid w:val="000716BA"/>
    <w:rsid w:val="000858F5"/>
    <w:rsid w:val="00086F40"/>
    <w:rsid w:val="000A52A8"/>
    <w:rsid w:val="000A5ED1"/>
    <w:rsid w:val="000A7DC2"/>
    <w:rsid w:val="000B704A"/>
    <w:rsid w:val="000C0CAD"/>
    <w:rsid w:val="000C1A6E"/>
    <w:rsid w:val="000C6F63"/>
    <w:rsid w:val="000C79C2"/>
    <w:rsid w:val="000E228F"/>
    <w:rsid w:val="000E6A47"/>
    <w:rsid w:val="000F2F77"/>
    <w:rsid w:val="000F7682"/>
    <w:rsid w:val="00100119"/>
    <w:rsid w:val="00102187"/>
    <w:rsid w:val="00123544"/>
    <w:rsid w:val="00130A5F"/>
    <w:rsid w:val="00136218"/>
    <w:rsid w:val="00136E90"/>
    <w:rsid w:val="00152C69"/>
    <w:rsid w:val="001543CF"/>
    <w:rsid w:val="00156D5E"/>
    <w:rsid w:val="001631E1"/>
    <w:rsid w:val="0016339C"/>
    <w:rsid w:val="0016495A"/>
    <w:rsid w:val="00173722"/>
    <w:rsid w:val="0017697C"/>
    <w:rsid w:val="001B1B07"/>
    <w:rsid w:val="001B3255"/>
    <w:rsid w:val="001C1FA2"/>
    <w:rsid w:val="001C3EE2"/>
    <w:rsid w:val="001E0C3C"/>
    <w:rsid w:val="001F5F95"/>
    <w:rsid w:val="001F6280"/>
    <w:rsid w:val="00202AC1"/>
    <w:rsid w:val="002077B7"/>
    <w:rsid w:val="00212513"/>
    <w:rsid w:val="00215C8A"/>
    <w:rsid w:val="002200F2"/>
    <w:rsid w:val="002315E0"/>
    <w:rsid w:val="00232B34"/>
    <w:rsid w:val="00254462"/>
    <w:rsid w:val="002611A4"/>
    <w:rsid w:val="002712C2"/>
    <w:rsid w:val="002A1D04"/>
    <w:rsid w:val="002A3A54"/>
    <w:rsid w:val="002A42B6"/>
    <w:rsid w:val="002A4B0E"/>
    <w:rsid w:val="002B391B"/>
    <w:rsid w:val="002B41E8"/>
    <w:rsid w:val="002C2AFE"/>
    <w:rsid w:val="00314D04"/>
    <w:rsid w:val="003230D4"/>
    <w:rsid w:val="00323555"/>
    <w:rsid w:val="003235EC"/>
    <w:rsid w:val="003376FE"/>
    <w:rsid w:val="003612D5"/>
    <w:rsid w:val="00363740"/>
    <w:rsid w:val="00365A9E"/>
    <w:rsid w:val="00372308"/>
    <w:rsid w:val="003728F6"/>
    <w:rsid w:val="00373C01"/>
    <w:rsid w:val="00377DED"/>
    <w:rsid w:val="00382D8A"/>
    <w:rsid w:val="0038347B"/>
    <w:rsid w:val="00396337"/>
    <w:rsid w:val="003969CC"/>
    <w:rsid w:val="003A1FD2"/>
    <w:rsid w:val="003C626A"/>
    <w:rsid w:val="003D76C7"/>
    <w:rsid w:val="003E14E1"/>
    <w:rsid w:val="003E30C0"/>
    <w:rsid w:val="003F0681"/>
    <w:rsid w:val="003F13CC"/>
    <w:rsid w:val="003F4C3B"/>
    <w:rsid w:val="003F6888"/>
    <w:rsid w:val="00401D23"/>
    <w:rsid w:val="00403EFF"/>
    <w:rsid w:val="004355F7"/>
    <w:rsid w:val="00473D9B"/>
    <w:rsid w:val="00474446"/>
    <w:rsid w:val="0047662B"/>
    <w:rsid w:val="00476782"/>
    <w:rsid w:val="00476D9C"/>
    <w:rsid w:val="00485C6B"/>
    <w:rsid w:val="0048619A"/>
    <w:rsid w:val="00494BCC"/>
    <w:rsid w:val="004B34E9"/>
    <w:rsid w:val="004C4B30"/>
    <w:rsid w:val="004C697D"/>
    <w:rsid w:val="004D71F7"/>
    <w:rsid w:val="004D76DD"/>
    <w:rsid w:val="00505CF5"/>
    <w:rsid w:val="00531DDB"/>
    <w:rsid w:val="00533491"/>
    <w:rsid w:val="005460F0"/>
    <w:rsid w:val="00552A9D"/>
    <w:rsid w:val="005547DF"/>
    <w:rsid w:val="0056550D"/>
    <w:rsid w:val="0056768B"/>
    <w:rsid w:val="0057020C"/>
    <w:rsid w:val="00575FA0"/>
    <w:rsid w:val="005833D5"/>
    <w:rsid w:val="00584DF6"/>
    <w:rsid w:val="00595D96"/>
    <w:rsid w:val="005A2B79"/>
    <w:rsid w:val="005C0BBB"/>
    <w:rsid w:val="005C3F1F"/>
    <w:rsid w:val="005C6AE3"/>
    <w:rsid w:val="005D2825"/>
    <w:rsid w:val="005F647F"/>
    <w:rsid w:val="005F6D99"/>
    <w:rsid w:val="00601238"/>
    <w:rsid w:val="0060142A"/>
    <w:rsid w:val="00623738"/>
    <w:rsid w:val="006367C3"/>
    <w:rsid w:val="006444D7"/>
    <w:rsid w:val="00652415"/>
    <w:rsid w:val="0065396F"/>
    <w:rsid w:val="0065451D"/>
    <w:rsid w:val="00654B60"/>
    <w:rsid w:val="00660D47"/>
    <w:rsid w:val="006611B9"/>
    <w:rsid w:val="00671E3C"/>
    <w:rsid w:val="00674DC4"/>
    <w:rsid w:val="00674EF3"/>
    <w:rsid w:val="006813B8"/>
    <w:rsid w:val="006814D5"/>
    <w:rsid w:val="0068251B"/>
    <w:rsid w:val="006848FF"/>
    <w:rsid w:val="00687868"/>
    <w:rsid w:val="006905ED"/>
    <w:rsid w:val="006A31D9"/>
    <w:rsid w:val="006A659E"/>
    <w:rsid w:val="006A7F52"/>
    <w:rsid w:val="006B2A76"/>
    <w:rsid w:val="006B3D21"/>
    <w:rsid w:val="006D0964"/>
    <w:rsid w:val="006D7242"/>
    <w:rsid w:val="00706862"/>
    <w:rsid w:val="00714E5C"/>
    <w:rsid w:val="0072042B"/>
    <w:rsid w:val="00725F9B"/>
    <w:rsid w:val="00733AAF"/>
    <w:rsid w:val="00745B0B"/>
    <w:rsid w:val="007649A2"/>
    <w:rsid w:val="007826E4"/>
    <w:rsid w:val="00784E5A"/>
    <w:rsid w:val="007853F5"/>
    <w:rsid w:val="00794AEE"/>
    <w:rsid w:val="007A2AC2"/>
    <w:rsid w:val="007B0BF4"/>
    <w:rsid w:val="007C16F5"/>
    <w:rsid w:val="007D1DCB"/>
    <w:rsid w:val="007E132D"/>
    <w:rsid w:val="007E1606"/>
    <w:rsid w:val="007E1C29"/>
    <w:rsid w:val="007E2A3E"/>
    <w:rsid w:val="007E2A41"/>
    <w:rsid w:val="007E3244"/>
    <w:rsid w:val="007F4512"/>
    <w:rsid w:val="00810DE4"/>
    <w:rsid w:val="00821B54"/>
    <w:rsid w:val="00821E5D"/>
    <w:rsid w:val="00822597"/>
    <w:rsid w:val="008258E8"/>
    <w:rsid w:val="00827AD3"/>
    <w:rsid w:val="008334D5"/>
    <w:rsid w:val="008447F8"/>
    <w:rsid w:val="00865B83"/>
    <w:rsid w:val="008718D2"/>
    <w:rsid w:val="0087295F"/>
    <w:rsid w:val="00876E6E"/>
    <w:rsid w:val="00877DC8"/>
    <w:rsid w:val="00894865"/>
    <w:rsid w:val="00897A40"/>
    <w:rsid w:val="008B3D7E"/>
    <w:rsid w:val="008C6578"/>
    <w:rsid w:val="008D1374"/>
    <w:rsid w:val="008D67FA"/>
    <w:rsid w:val="008E1F8F"/>
    <w:rsid w:val="008F495A"/>
    <w:rsid w:val="008F5E25"/>
    <w:rsid w:val="00903C29"/>
    <w:rsid w:val="009060ED"/>
    <w:rsid w:val="00920948"/>
    <w:rsid w:val="00926076"/>
    <w:rsid w:val="00937D02"/>
    <w:rsid w:val="00941203"/>
    <w:rsid w:val="00961469"/>
    <w:rsid w:val="00965BED"/>
    <w:rsid w:val="00975A13"/>
    <w:rsid w:val="009840E0"/>
    <w:rsid w:val="0099512E"/>
    <w:rsid w:val="009A680E"/>
    <w:rsid w:val="009B2577"/>
    <w:rsid w:val="009B3EB7"/>
    <w:rsid w:val="009D3594"/>
    <w:rsid w:val="009E1519"/>
    <w:rsid w:val="009F49C3"/>
    <w:rsid w:val="009F4A46"/>
    <w:rsid w:val="009F65F3"/>
    <w:rsid w:val="00A0214C"/>
    <w:rsid w:val="00A166C4"/>
    <w:rsid w:val="00A1783E"/>
    <w:rsid w:val="00A2325B"/>
    <w:rsid w:val="00A276B7"/>
    <w:rsid w:val="00A31D72"/>
    <w:rsid w:val="00A32B85"/>
    <w:rsid w:val="00A46561"/>
    <w:rsid w:val="00A500A4"/>
    <w:rsid w:val="00A511AD"/>
    <w:rsid w:val="00A707F1"/>
    <w:rsid w:val="00A72690"/>
    <w:rsid w:val="00A74AE2"/>
    <w:rsid w:val="00A82A2C"/>
    <w:rsid w:val="00A84FC4"/>
    <w:rsid w:val="00A86ACD"/>
    <w:rsid w:val="00A9156A"/>
    <w:rsid w:val="00A91986"/>
    <w:rsid w:val="00A93519"/>
    <w:rsid w:val="00AA759E"/>
    <w:rsid w:val="00AC55D1"/>
    <w:rsid w:val="00AC6510"/>
    <w:rsid w:val="00AD5A1C"/>
    <w:rsid w:val="00AE3AFF"/>
    <w:rsid w:val="00AF2D43"/>
    <w:rsid w:val="00AF64B9"/>
    <w:rsid w:val="00B002DF"/>
    <w:rsid w:val="00B00C59"/>
    <w:rsid w:val="00B01B58"/>
    <w:rsid w:val="00B01CEF"/>
    <w:rsid w:val="00B037AC"/>
    <w:rsid w:val="00B06BC4"/>
    <w:rsid w:val="00B206B1"/>
    <w:rsid w:val="00B20716"/>
    <w:rsid w:val="00B21660"/>
    <w:rsid w:val="00B23715"/>
    <w:rsid w:val="00B261F8"/>
    <w:rsid w:val="00B307A6"/>
    <w:rsid w:val="00B47659"/>
    <w:rsid w:val="00B5424B"/>
    <w:rsid w:val="00B55136"/>
    <w:rsid w:val="00B66FDD"/>
    <w:rsid w:val="00B762C9"/>
    <w:rsid w:val="00BA0AEB"/>
    <w:rsid w:val="00BB6162"/>
    <w:rsid w:val="00BD6901"/>
    <w:rsid w:val="00C00E97"/>
    <w:rsid w:val="00C02D61"/>
    <w:rsid w:val="00C15933"/>
    <w:rsid w:val="00C72CD3"/>
    <w:rsid w:val="00C741A3"/>
    <w:rsid w:val="00C82B81"/>
    <w:rsid w:val="00C96DAD"/>
    <w:rsid w:val="00CA081B"/>
    <w:rsid w:val="00CB2B5C"/>
    <w:rsid w:val="00CC7CCA"/>
    <w:rsid w:val="00CD3AA7"/>
    <w:rsid w:val="00CE3E6A"/>
    <w:rsid w:val="00CE4049"/>
    <w:rsid w:val="00D11A0A"/>
    <w:rsid w:val="00D14566"/>
    <w:rsid w:val="00D14CF7"/>
    <w:rsid w:val="00D15E35"/>
    <w:rsid w:val="00D16703"/>
    <w:rsid w:val="00D36969"/>
    <w:rsid w:val="00D36C79"/>
    <w:rsid w:val="00D45730"/>
    <w:rsid w:val="00D4711E"/>
    <w:rsid w:val="00D5679F"/>
    <w:rsid w:val="00D70C6D"/>
    <w:rsid w:val="00D76894"/>
    <w:rsid w:val="00D82AE7"/>
    <w:rsid w:val="00D91049"/>
    <w:rsid w:val="00D95005"/>
    <w:rsid w:val="00DB3F3F"/>
    <w:rsid w:val="00DB513A"/>
    <w:rsid w:val="00DB73FC"/>
    <w:rsid w:val="00DC06B2"/>
    <w:rsid w:val="00DC5C7D"/>
    <w:rsid w:val="00DD16C5"/>
    <w:rsid w:val="00DE35EB"/>
    <w:rsid w:val="00DE6930"/>
    <w:rsid w:val="00DF5AD2"/>
    <w:rsid w:val="00E11BF7"/>
    <w:rsid w:val="00E207BB"/>
    <w:rsid w:val="00E2304D"/>
    <w:rsid w:val="00E26828"/>
    <w:rsid w:val="00E3363B"/>
    <w:rsid w:val="00E36721"/>
    <w:rsid w:val="00E4695C"/>
    <w:rsid w:val="00E5769E"/>
    <w:rsid w:val="00E62EF3"/>
    <w:rsid w:val="00E6320B"/>
    <w:rsid w:val="00E84813"/>
    <w:rsid w:val="00E85A97"/>
    <w:rsid w:val="00E90330"/>
    <w:rsid w:val="00E94A8B"/>
    <w:rsid w:val="00E94CAA"/>
    <w:rsid w:val="00EA0877"/>
    <w:rsid w:val="00EA7DC3"/>
    <w:rsid w:val="00EB1C2E"/>
    <w:rsid w:val="00EF4FFD"/>
    <w:rsid w:val="00F0054E"/>
    <w:rsid w:val="00F0172B"/>
    <w:rsid w:val="00F16447"/>
    <w:rsid w:val="00F23AAD"/>
    <w:rsid w:val="00F33A61"/>
    <w:rsid w:val="00F44765"/>
    <w:rsid w:val="00F5073A"/>
    <w:rsid w:val="00F654EB"/>
    <w:rsid w:val="00F75EE3"/>
    <w:rsid w:val="00F7676C"/>
    <w:rsid w:val="00F92ECD"/>
    <w:rsid w:val="00FA6D40"/>
    <w:rsid w:val="00FD1AC7"/>
    <w:rsid w:val="00FE0EC4"/>
    <w:rsid w:val="00FE2FB7"/>
    <w:rsid w:val="00FF3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Date" w:uiPriority="5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7E132D"/>
    <w:pPr>
      <w:spacing w:line="360" w:lineRule="auto"/>
    </w:pPr>
    <w:rPr>
      <w:rFonts w:ascii="Calibri" w:hAnsi="Calibri"/>
      <w:sz w:val="22"/>
      <w:szCs w:val="22"/>
    </w:rPr>
  </w:style>
  <w:style w:type="paragraph" w:styleId="berschrift1">
    <w:name w:val="heading 1"/>
    <w:basedOn w:val="Standard"/>
    <w:next w:val="Standard"/>
    <w:qFormat/>
    <w:rsid w:val="00365A9E"/>
    <w:pPr>
      <w:keepNext/>
      <w:ind w:left="709" w:hanging="709"/>
      <w:outlineLvl w:val="0"/>
    </w:pPr>
    <w:rPr>
      <w:rFonts w:cs="Arial"/>
      <w:b/>
      <w:kern w:val="28"/>
      <w:sz w:val="28"/>
    </w:rPr>
  </w:style>
  <w:style w:type="paragraph" w:styleId="berschrift2">
    <w:name w:val="heading 2"/>
    <w:basedOn w:val="Standard"/>
    <w:next w:val="Standard"/>
    <w:qFormat/>
    <w:rsid w:val="00365A9E"/>
    <w:pPr>
      <w:keepLines/>
      <w:spacing w:after="60"/>
      <w:outlineLvl w:val="1"/>
    </w:pPr>
    <w:rPr>
      <w:rFonts w:cs="Arial"/>
      <w:b/>
      <w:szCs w:val="24"/>
    </w:rPr>
  </w:style>
  <w:style w:type="paragraph" w:styleId="berschrift3">
    <w:name w:val="heading 3"/>
    <w:basedOn w:val="Standard"/>
    <w:next w:val="Standard"/>
    <w:qFormat/>
    <w:rsid w:val="00CB2B5C"/>
    <w:pPr>
      <w:spacing w:before="120" w:after="120"/>
      <w:ind w:left="709" w:hanging="709"/>
      <w:outlineLvl w:val="2"/>
    </w:pPr>
    <w:rPr>
      <w:rFonts w:cs="Arial"/>
      <w:b/>
    </w:rPr>
  </w:style>
  <w:style w:type="paragraph" w:styleId="berschrift4">
    <w:name w:val="heading 4"/>
    <w:basedOn w:val="Standard"/>
    <w:next w:val="Standard"/>
    <w:qFormat/>
    <w:pPr>
      <w:keepNext/>
      <w:spacing w:before="180" w:after="120" w:line="240" w:lineRule="auto"/>
      <w:outlineLvl w:val="3"/>
    </w:pPr>
    <w:rPr>
      <w:i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b/>
    </w:rPr>
  </w:style>
  <w:style w:type="paragraph" w:styleId="berschrift6">
    <w:name w:val="heading 6"/>
    <w:basedOn w:val="Standard"/>
    <w:next w:val="Standard"/>
    <w:qFormat/>
    <w:pPr>
      <w:keepNext/>
      <w:outlineLvl w:val="5"/>
    </w:pPr>
    <w:rPr>
      <w:b/>
      <w:snapToGrid w:val="0"/>
      <w:color w:val="000000"/>
    </w:rPr>
  </w:style>
  <w:style w:type="paragraph" w:styleId="berschrift7">
    <w:name w:val="heading 7"/>
    <w:basedOn w:val="Standard"/>
    <w:next w:val="Standard"/>
    <w:qFormat/>
    <w:pPr>
      <w:keepNext/>
      <w:ind w:right="-568"/>
      <w:outlineLvl w:val="6"/>
    </w:pPr>
    <w:rPr>
      <w:b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opfkb">
    <w:name w:val="kopfkb"/>
    <w:basedOn w:val="Standard"/>
    <w:pPr>
      <w:spacing w:line="240" w:lineRule="auto"/>
      <w:jc w:val="right"/>
    </w:pPr>
    <w:rPr>
      <w:sz w:val="18"/>
    </w:rPr>
  </w:style>
  <w:style w:type="paragraph" w:customStyle="1" w:styleId="titel">
    <w:name w:val="titel"/>
    <w:basedOn w:val="Standard"/>
    <w:pPr>
      <w:ind w:left="2126"/>
      <w:jc w:val="center"/>
    </w:pPr>
    <w:rPr>
      <w:b/>
      <w:sz w:val="32"/>
    </w:rPr>
  </w:style>
  <w:style w:type="paragraph" w:styleId="Textkrper">
    <w:name w:val="Body Text"/>
    <w:basedOn w:val="Standard"/>
  </w:style>
  <w:style w:type="paragraph" w:customStyle="1" w:styleId="berschriftHaupt">
    <w:name w:val="Überschrift Haupt"/>
    <w:basedOn w:val="Textkrper"/>
    <w:pPr>
      <w:spacing w:before="240"/>
    </w:pPr>
    <w:rPr>
      <w:rFonts w:ascii="Arial" w:hAnsi="Arial"/>
      <w:b/>
    </w:rPr>
  </w:style>
  <w:style w:type="paragraph" w:customStyle="1" w:styleId="RohtextHandbuch">
    <w:name w:val="Rohtext Handbuch"/>
    <w:basedOn w:val="Standard"/>
    <w:pPr>
      <w:spacing w:after="160" w:line="400" w:lineRule="atLeast"/>
    </w:pPr>
  </w:style>
  <w:style w:type="paragraph" w:customStyle="1" w:styleId="Abbildungslegende">
    <w:name w:val="Abbildungslegende"/>
    <w:basedOn w:val="RohtextHandbuch"/>
    <w:pPr>
      <w:spacing w:after="0" w:line="240" w:lineRule="auto"/>
      <w:ind w:left="964" w:hanging="964"/>
    </w:pPr>
    <w:rPr>
      <w:sz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  <w:rPr>
      <w:sz w:val="20"/>
    </w:rPr>
  </w:style>
  <w:style w:type="paragraph" w:styleId="Textkrper3">
    <w:name w:val="Body Text 3"/>
    <w:basedOn w:val="Standard"/>
  </w:style>
  <w:style w:type="character" w:styleId="Hyperlink">
    <w:name w:val="Hyperlink"/>
    <w:rPr>
      <w:color w:val="0000FF"/>
      <w:u w:val="single"/>
    </w:rPr>
  </w:style>
  <w:style w:type="paragraph" w:styleId="Textkrper-Zeileneinzug">
    <w:name w:val="Body Text Indent"/>
    <w:basedOn w:val="Standard"/>
    <w:pPr>
      <w:ind w:left="2124" w:hanging="2124"/>
    </w:pPr>
    <w:rPr>
      <w:i/>
    </w:rPr>
  </w:style>
  <w:style w:type="paragraph" w:styleId="Textkrper2">
    <w:name w:val="Body Text 2"/>
    <w:basedOn w:val="Standard"/>
    <w:pPr>
      <w:ind w:right="2833"/>
    </w:pPr>
    <w:rPr>
      <w:snapToGrid w:val="0"/>
      <w:color w:val="00000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customStyle="1" w:styleId="Standard1">
    <w:name w:val="Standard1"/>
    <w:basedOn w:val="Absatz-Standardschriftart"/>
  </w:style>
  <w:style w:type="paragraph" w:customStyle="1" w:styleId="listenabsatz">
    <w:name w:val="listenabsatz"/>
    <w:basedOn w:val="Standard"/>
    <w:rsid w:val="00A86ACD"/>
    <w:pPr>
      <w:spacing w:before="100" w:beforeAutospacing="1" w:after="100" w:afterAutospacing="1"/>
    </w:pPr>
    <w:rPr>
      <w:rFonts w:eastAsia="MS Mincho"/>
      <w:szCs w:val="24"/>
    </w:rPr>
  </w:style>
  <w:style w:type="character" w:styleId="Seitenzahl">
    <w:name w:val="page number"/>
    <w:basedOn w:val="Absatz-Standardschriftart"/>
    <w:rsid w:val="00DC5C7D"/>
  </w:style>
  <w:style w:type="paragraph" w:styleId="Dokumentstruktur">
    <w:name w:val="Document Map"/>
    <w:basedOn w:val="Standard"/>
    <w:semiHidden/>
    <w:rsid w:val="00A0214C"/>
    <w:pPr>
      <w:shd w:val="clear" w:color="auto" w:fill="000080"/>
    </w:pPr>
    <w:rPr>
      <w:rFonts w:ascii="Tahoma" w:hAnsi="Tahoma" w:cs="Tahoma"/>
      <w:sz w:val="20"/>
    </w:rPr>
  </w:style>
  <w:style w:type="paragraph" w:styleId="Titel0">
    <w:name w:val="Title"/>
    <w:basedOn w:val="Standard"/>
    <w:next w:val="Standard"/>
    <w:link w:val="TitelZchn"/>
    <w:qFormat/>
    <w:rsid w:val="00215C8A"/>
    <w:pPr>
      <w:spacing w:before="240" w:after="6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TitelZchn">
    <w:name w:val="Titel Zchn"/>
    <w:link w:val="Titel0"/>
    <w:rsid w:val="00215C8A"/>
    <w:rPr>
      <w:rFonts w:ascii="Schuler DIN Offc Pro" w:eastAsia="Times New Roman" w:hAnsi="Schuler DIN Offc Pro" w:cs="Times New Roman"/>
      <w:b/>
      <w:bCs/>
      <w:kern w:val="28"/>
      <w:sz w:val="32"/>
      <w:szCs w:val="32"/>
    </w:rPr>
  </w:style>
  <w:style w:type="table" w:styleId="Tabellenraster">
    <w:name w:val="Table Grid"/>
    <w:basedOn w:val="NormaleTabelle"/>
    <w:rsid w:val="003230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0">
    <w:name w:val="List Paragraph"/>
    <w:basedOn w:val="Standard"/>
    <w:uiPriority w:val="34"/>
    <w:qFormat/>
    <w:rsid w:val="00E94CAA"/>
    <w:pPr>
      <w:ind w:left="720"/>
      <w:contextualSpacing/>
    </w:pPr>
  </w:style>
  <w:style w:type="paragraph" w:customStyle="1" w:styleId="Absenderinformation">
    <w:name w:val="Absenderinformation"/>
    <w:basedOn w:val="Standard"/>
    <w:uiPriority w:val="4"/>
    <w:qFormat/>
    <w:rsid w:val="008F5E25"/>
    <w:pPr>
      <w:framePr w:hSpace="284" w:vSpace="9" w:wrap="around" w:vAnchor="page" w:hAnchor="page" w:x="8223" w:y="2927"/>
      <w:spacing w:line="226" w:lineRule="exact"/>
    </w:pPr>
    <w:rPr>
      <w:sz w:val="17"/>
      <w:szCs w:val="17"/>
      <w:lang w:eastAsia="en-US"/>
    </w:rPr>
  </w:style>
  <w:style w:type="table" w:customStyle="1" w:styleId="SCHULERAGEinfacheTabelle">
    <w:name w:val="SCHULER AG | Einfache Tabelle"/>
    <w:basedOn w:val="NormaleTabelle"/>
    <w:uiPriority w:val="99"/>
    <w:rsid w:val="00D76894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1">
    <w:name w:val="SCHULER AG | Einfache Tabelle1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paragraph" w:styleId="Datum">
    <w:name w:val="Date"/>
    <w:basedOn w:val="Standard"/>
    <w:next w:val="Standard"/>
    <w:link w:val="DatumZchn"/>
    <w:uiPriority w:val="5"/>
    <w:rsid w:val="008718D2"/>
    <w:pPr>
      <w:spacing w:line="226" w:lineRule="exact"/>
    </w:pPr>
    <w:rPr>
      <w:rFonts w:eastAsia="Calibri"/>
      <w:b/>
      <w:sz w:val="17"/>
      <w:lang w:eastAsia="en-US"/>
    </w:rPr>
  </w:style>
  <w:style w:type="character" w:customStyle="1" w:styleId="DatumZchn">
    <w:name w:val="Datum Zchn"/>
    <w:link w:val="Datum"/>
    <w:uiPriority w:val="5"/>
    <w:rsid w:val="008718D2"/>
    <w:rPr>
      <w:rFonts w:ascii="Calibri" w:eastAsia="Calibri" w:hAnsi="Calibri" w:cs="Times New Roman"/>
      <w:b/>
      <w:sz w:val="17"/>
      <w:szCs w:val="22"/>
      <w:lang w:eastAsia="en-US"/>
    </w:rPr>
  </w:style>
  <w:style w:type="table" w:customStyle="1" w:styleId="SCHULERAGEinfacheTabelle2">
    <w:name w:val="SCHULER AG | Einfache Tabelle2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3">
    <w:name w:val="SCHULER AG | Einfache Tabelle3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character" w:styleId="Platzhaltertext">
    <w:name w:val="Placeholder Text"/>
    <w:uiPriority w:val="99"/>
    <w:semiHidden/>
    <w:rsid w:val="00136E90"/>
    <w:rPr>
      <w:color w:val="808080"/>
    </w:rPr>
  </w:style>
  <w:style w:type="table" w:customStyle="1" w:styleId="SCHULERAGEinfacheTabelle4">
    <w:name w:val="SCHULER AG | Einfache Tabelle4"/>
    <w:basedOn w:val="NormaleTabelle"/>
    <w:uiPriority w:val="99"/>
    <w:rsid w:val="00377DED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5">
    <w:name w:val="SCHULER AG | Einfache Tabelle5"/>
    <w:basedOn w:val="NormaleTabelle"/>
    <w:uiPriority w:val="99"/>
    <w:rsid w:val="004C4B30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character" w:styleId="BesuchterHyperlink">
    <w:name w:val="FollowedHyperlink"/>
    <w:basedOn w:val="Absatz-Standardschriftart"/>
    <w:rsid w:val="00012796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Date" w:uiPriority="5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7E132D"/>
    <w:pPr>
      <w:spacing w:line="360" w:lineRule="auto"/>
    </w:pPr>
    <w:rPr>
      <w:rFonts w:ascii="Calibri" w:hAnsi="Calibri"/>
      <w:sz w:val="22"/>
      <w:szCs w:val="22"/>
    </w:rPr>
  </w:style>
  <w:style w:type="paragraph" w:styleId="berschrift1">
    <w:name w:val="heading 1"/>
    <w:basedOn w:val="Standard"/>
    <w:next w:val="Standard"/>
    <w:qFormat/>
    <w:rsid w:val="00365A9E"/>
    <w:pPr>
      <w:keepNext/>
      <w:ind w:left="709" w:hanging="709"/>
      <w:outlineLvl w:val="0"/>
    </w:pPr>
    <w:rPr>
      <w:rFonts w:cs="Arial"/>
      <w:b/>
      <w:kern w:val="28"/>
      <w:sz w:val="28"/>
    </w:rPr>
  </w:style>
  <w:style w:type="paragraph" w:styleId="berschrift2">
    <w:name w:val="heading 2"/>
    <w:basedOn w:val="Standard"/>
    <w:next w:val="Standard"/>
    <w:qFormat/>
    <w:rsid w:val="00365A9E"/>
    <w:pPr>
      <w:keepLines/>
      <w:spacing w:after="60"/>
      <w:outlineLvl w:val="1"/>
    </w:pPr>
    <w:rPr>
      <w:rFonts w:cs="Arial"/>
      <w:b/>
      <w:szCs w:val="24"/>
    </w:rPr>
  </w:style>
  <w:style w:type="paragraph" w:styleId="berschrift3">
    <w:name w:val="heading 3"/>
    <w:basedOn w:val="Standard"/>
    <w:next w:val="Standard"/>
    <w:qFormat/>
    <w:rsid w:val="00CB2B5C"/>
    <w:pPr>
      <w:spacing w:before="120" w:after="120"/>
      <w:ind w:left="709" w:hanging="709"/>
      <w:outlineLvl w:val="2"/>
    </w:pPr>
    <w:rPr>
      <w:rFonts w:cs="Arial"/>
      <w:b/>
    </w:rPr>
  </w:style>
  <w:style w:type="paragraph" w:styleId="berschrift4">
    <w:name w:val="heading 4"/>
    <w:basedOn w:val="Standard"/>
    <w:next w:val="Standard"/>
    <w:qFormat/>
    <w:pPr>
      <w:keepNext/>
      <w:spacing w:before="180" w:after="120" w:line="240" w:lineRule="auto"/>
      <w:outlineLvl w:val="3"/>
    </w:pPr>
    <w:rPr>
      <w:i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b/>
    </w:rPr>
  </w:style>
  <w:style w:type="paragraph" w:styleId="berschrift6">
    <w:name w:val="heading 6"/>
    <w:basedOn w:val="Standard"/>
    <w:next w:val="Standard"/>
    <w:qFormat/>
    <w:pPr>
      <w:keepNext/>
      <w:outlineLvl w:val="5"/>
    </w:pPr>
    <w:rPr>
      <w:b/>
      <w:snapToGrid w:val="0"/>
      <w:color w:val="000000"/>
    </w:rPr>
  </w:style>
  <w:style w:type="paragraph" w:styleId="berschrift7">
    <w:name w:val="heading 7"/>
    <w:basedOn w:val="Standard"/>
    <w:next w:val="Standard"/>
    <w:qFormat/>
    <w:pPr>
      <w:keepNext/>
      <w:ind w:right="-568"/>
      <w:outlineLvl w:val="6"/>
    </w:pPr>
    <w:rPr>
      <w:b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opfkb">
    <w:name w:val="kopfkb"/>
    <w:basedOn w:val="Standard"/>
    <w:pPr>
      <w:spacing w:line="240" w:lineRule="auto"/>
      <w:jc w:val="right"/>
    </w:pPr>
    <w:rPr>
      <w:sz w:val="18"/>
    </w:rPr>
  </w:style>
  <w:style w:type="paragraph" w:customStyle="1" w:styleId="titel">
    <w:name w:val="titel"/>
    <w:basedOn w:val="Standard"/>
    <w:pPr>
      <w:ind w:left="2126"/>
      <w:jc w:val="center"/>
    </w:pPr>
    <w:rPr>
      <w:b/>
      <w:sz w:val="32"/>
    </w:rPr>
  </w:style>
  <w:style w:type="paragraph" w:styleId="Textkrper">
    <w:name w:val="Body Text"/>
    <w:basedOn w:val="Standard"/>
  </w:style>
  <w:style w:type="paragraph" w:customStyle="1" w:styleId="berschriftHaupt">
    <w:name w:val="Überschrift Haupt"/>
    <w:basedOn w:val="Textkrper"/>
    <w:pPr>
      <w:spacing w:before="240"/>
    </w:pPr>
    <w:rPr>
      <w:rFonts w:ascii="Arial" w:hAnsi="Arial"/>
      <w:b/>
    </w:rPr>
  </w:style>
  <w:style w:type="paragraph" w:customStyle="1" w:styleId="RohtextHandbuch">
    <w:name w:val="Rohtext Handbuch"/>
    <w:basedOn w:val="Standard"/>
    <w:pPr>
      <w:spacing w:after="160" w:line="400" w:lineRule="atLeast"/>
    </w:pPr>
  </w:style>
  <w:style w:type="paragraph" w:customStyle="1" w:styleId="Abbildungslegende">
    <w:name w:val="Abbildungslegende"/>
    <w:basedOn w:val="RohtextHandbuch"/>
    <w:pPr>
      <w:spacing w:after="0" w:line="240" w:lineRule="auto"/>
      <w:ind w:left="964" w:hanging="964"/>
    </w:pPr>
    <w:rPr>
      <w:sz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  <w:rPr>
      <w:sz w:val="20"/>
    </w:rPr>
  </w:style>
  <w:style w:type="paragraph" w:styleId="Textkrper3">
    <w:name w:val="Body Text 3"/>
    <w:basedOn w:val="Standard"/>
  </w:style>
  <w:style w:type="character" w:styleId="Hyperlink">
    <w:name w:val="Hyperlink"/>
    <w:rPr>
      <w:color w:val="0000FF"/>
      <w:u w:val="single"/>
    </w:rPr>
  </w:style>
  <w:style w:type="paragraph" w:styleId="Textkrper-Zeileneinzug">
    <w:name w:val="Body Text Indent"/>
    <w:basedOn w:val="Standard"/>
    <w:pPr>
      <w:ind w:left="2124" w:hanging="2124"/>
    </w:pPr>
    <w:rPr>
      <w:i/>
    </w:rPr>
  </w:style>
  <w:style w:type="paragraph" w:styleId="Textkrper2">
    <w:name w:val="Body Text 2"/>
    <w:basedOn w:val="Standard"/>
    <w:pPr>
      <w:ind w:right="2833"/>
    </w:pPr>
    <w:rPr>
      <w:snapToGrid w:val="0"/>
      <w:color w:val="00000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customStyle="1" w:styleId="Standard1">
    <w:name w:val="Standard1"/>
    <w:basedOn w:val="Absatz-Standardschriftart"/>
  </w:style>
  <w:style w:type="paragraph" w:customStyle="1" w:styleId="listenabsatz">
    <w:name w:val="listenabsatz"/>
    <w:basedOn w:val="Standard"/>
    <w:rsid w:val="00A86ACD"/>
    <w:pPr>
      <w:spacing w:before="100" w:beforeAutospacing="1" w:after="100" w:afterAutospacing="1"/>
    </w:pPr>
    <w:rPr>
      <w:rFonts w:eastAsia="MS Mincho"/>
      <w:szCs w:val="24"/>
    </w:rPr>
  </w:style>
  <w:style w:type="character" w:styleId="Seitenzahl">
    <w:name w:val="page number"/>
    <w:basedOn w:val="Absatz-Standardschriftart"/>
    <w:rsid w:val="00DC5C7D"/>
  </w:style>
  <w:style w:type="paragraph" w:styleId="Dokumentstruktur">
    <w:name w:val="Document Map"/>
    <w:basedOn w:val="Standard"/>
    <w:semiHidden/>
    <w:rsid w:val="00A0214C"/>
    <w:pPr>
      <w:shd w:val="clear" w:color="auto" w:fill="000080"/>
    </w:pPr>
    <w:rPr>
      <w:rFonts w:ascii="Tahoma" w:hAnsi="Tahoma" w:cs="Tahoma"/>
      <w:sz w:val="20"/>
    </w:rPr>
  </w:style>
  <w:style w:type="paragraph" w:styleId="Titel0">
    <w:name w:val="Title"/>
    <w:basedOn w:val="Standard"/>
    <w:next w:val="Standard"/>
    <w:link w:val="TitelZchn"/>
    <w:qFormat/>
    <w:rsid w:val="00215C8A"/>
    <w:pPr>
      <w:spacing w:before="240" w:after="6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TitelZchn">
    <w:name w:val="Titel Zchn"/>
    <w:link w:val="Titel0"/>
    <w:rsid w:val="00215C8A"/>
    <w:rPr>
      <w:rFonts w:ascii="Schuler DIN Offc Pro" w:eastAsia="Times New Roman" w:hAnsi="Schuler DIN Offc Pro" w:cs="Times New Roman"/>
      <w:b/>
      <w:bCs/>
      <w:kern w:val="28"/>
      <w:sz w:val="32"/>
      <w:szCs w:val="32"/>
    </w:rPr>
  </w:style>
  <w:style w:type="table" w:styleId="Tabellenraster">
    <w:name w:val="Table Grid"/>
    <w:basedOn w:val="NormaleTabelle"/>
    <w:rsid w:val="003230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0">
    <w:name w:val="List Paragraph"/>
    <w:basedOn w:val="Standard"/>
    <w:uiPriority w:val="34"/>
    <w:qFormat/>
    <w:rsid w:val="00E94CAA"/>
    <w:pPr>
      <w:ind w:left="720"/>
      <w:contextualSpacing/>
    </w:pPr>
  </w:style>
  <w:style w:type="paragraph" w:customStyle="1" w:styleId="Absenderinformation">
    <w:name w:val="Absenderinformation"/>
    <w:basedOn w:val="Standard"/>
    <w:uiPriority w:val="4"/>
    <w:qFormat/>
    <w:rsid w:val="008F5E25"/>
    <w:pPr>
      <w:framePr w:hSpace="284" w:vSpace="9" w:wrap="around" w:vAnchor="page" w:hAnchor="page" w:x="8223" w:y="2927"/>
      <w:spacing w:line="226" w:lineRule="exact"/>
    </w:pPr>
    <w:rPr>
      <w:sz w:val="17"/>
      <w:szCs w:val="17"/>
      <w:lang w:eastAsia="en-US"/>
    </w:rPr>
  </w:style>
  <w:style w:type="table" w:customStyle="1" w:styleId="SCHULERAGEinfacheTabelle">
    <w:name w:val="SCHULER AG | Einfache Tabelle"/>
    <w:basedOn w:val="NormaleTabelle"/>
    <w:uiPriority w:val="99"/>
    <w:rsid w:val="00D76894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1">
    <w:name w:val="SCHULER AG | Einfache Tabelle1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paragraph" w:styleId="Datum">
    <w:name w:val="Date"/>
    <w:basedOn w:val="Standard"/>
    <w:next w:val="Standard"/>
    <w:link w:val="DatumZchn"/>
    <w:uiPriority w:val="5"/>
    <w:rsid w:val="008718D2"/>
    <w:pPr>
      <w:spacing w:line="226" w:lineRule="exact"/>
    </w:pPr>
    <w:rPr>
      <w:rFonts w:eastAsia="Calibri"/>
      <w:b/>
      <w:sz w:val="17"/>
      <w:lang w:eastAsia="en-US"/>
    </w:rPr>
  </w:style>
  <w:style w:type="character" w:customStyle="1" w:styleId="DatumZchn">
    <w:name w:val="Datum Zchn"/>
    <w:link w:val="Datum"/>
    <w:uiPriority w:val="5"/>
    <w:rsid w:val="008718D2"/>
    <w:rPr>
      <w:rFonts w:ascii="Calibri" w:eastAsia="Calibri" w:hAnsi="Calibri" w:cs="Times New Roman"/>
      <w:b/>
      <w:sz w:val="17"/>
      <w:szCs w:val="22"/>
      <w:lang w:eastAsia="en-US"/>
    </w:rPr>
  </w:style>
  <w:style w:type="table" w:customStyle="1" w:styleId="SCHULERAGEinfacheTabelle2">
    <w:name w:val="SCHULER AG | Einfache Tabelle2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3">
    <w:name w:val="SCHULER AG | Einfache Tabelle3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character" w:styleId="Platzhaltertext">
    <w:name w:val="Placeholder Text"/>
    <w:uiPriority w:val="99"/>
    <w:semiHidden/>
    <w:rsid w:val="00136E90"/>
    <w:rPr>
      <w:color w:val="808080"/>
    </w:rPr>
  </w:style>
  <w:style w:type="table" w:customStyle="1" w:styleId="SCHULERAGEinfacheTabelle4">
    <w:name w:val="SCHULER AG | Einfache Tabelle4"/>
    <w:basedOn w:val="NormaleTabelle"/>
    <w:uiPriority w:val="99"/>
    <w:rsid w:val="00377DED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5">
    <w:name w:val="SCHULER AG | Einfache Tabelle5"/>
    <w:basedOn w:val="NormaleTabelle"/>
    <w:uiPriority w:val="99"/>
    <w:rsid w:val="004C4B30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character" w:styleId="BesuchterHyperlink">
    <w:name w:val="FollowedHyperlink"/>
    <w:basedOn w:val="Absatz-Standardschriftart"/>
    <w:rsid w:val="0001279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551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5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5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8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9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5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2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b-dhilden.de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schulergroup.com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yperlink" Target="http://www.schulergroup.com/pr" TargetMode="Externa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cherren\Desktop\Schuler%20PM_Vorlage_Deutsch_neu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A99A02F0A9B344F6B81FF7F262E21E640055FC0825858EDB4FB5351BEE5C4B3190" ma:contentTypeVersion="0" ma:contentTypeDescription="" ma:contentTypeScope="" ma:versionID="19696a28ff7c579ce1d1cf3e8529926e">
  <xsd:schema xmlns:xsd="http://www.w3.org/2001/XMLSchema" xmlns:xs="http://www.w3.org/2001/XMLSchema" xmlns:p="http://schemas.microsoft.com/office/2006/metadata/properties" xmlns:ns1="http://schemas.microsoft.com/sharepoint/v3" xmlns:ns2="14CA36B4-80C0-40BA-B310-DCB654F98268" targetNamespace="http://schemas.microsoft.com/office/2006/metadata/properties" ma:root="true" ma:fieldsID="671a22742c6b027530a2910e12ac4c32" ns1:_="" ns2:_="">
    <xsd:import namespace="http://schemas.microsoft.com/sharepoint/v3"/>
    <xsd:import namespace="14CA36B4-80C0-40BA-B310-DCB654F98268"/>
    <xsd:element name="properties">
      <xsd:complexType>
        <xsd:sequence>
          <xsd:element name="documentManagement">
            <xsd:complexType>
              <xsd:all>
                <xsd:element ref="ns1:TemplateUrl" minOccurs="0"/>
                <xsd:element ref="ns1:xd_ProgID" minOccurs="0"/>
                <xsd:element ref="ns1:xd_Signature" minOccurs="0"/>
                <xsd:element ref="ns2:si_lup_language"/>
                <xsd:element ref="ns2:si_lup_documentclassification"/>
                <xsd:element ref="ns2:si_lup_location" minOccurs="0"/>
                <xsd:element ref="ns2:si_lup_country" minOccurs="0"/>
                <xsd:element ref="ns2:si_cln_expiration_date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TemplateUrl" ma:index="2" nillable="true" ma:displayName="Vorlageverknüpfung" ma:hidden="true" ma:internalName="TemplateUrl">
      <xsd:simpleType>
        <xsd:restriction base="dms:Text"/>
      </xsd:simpleType>
    </xsd:element>
    <xsd:element name="xd_ProgID" ma:index="3" nillable="true" ma:displayName="HTML-Dateiverknüpfung" ma:hidden="true" ma:internalName="xd_ProgID">
      <xsd:simpleType>
        <xsd:restriction base="dms:Text"/>
      </xsd:simpleType>
    </xsd:element>
    <xsd:element name="xd_Signature" ma:index="4" nillable="true" ma:displayName="Ist signiert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CA36B4-80C0-40BA-B310-DCB654F98268" elementFormDefault="qualified">
    <xsd:import namespace="http://schemas.microsoft.com/office/2006/documentManagement/types"/>
    <xsd:import namespace="http://schemas.microsoft.com/office/infopath/2007/PartnerControls"/>
    <xsd:element name="si_lup_language" ma:index="7" ma:displayName="Language" ma:list="{0a0ae3d5-33af-4540-80b2-023f9b86b8e3}" ma:internalName="si_lup_language" ma:showField="Title" ma:web="260e577f-1aeb-4560-aee3-b5db5834c7b0">
      <xsd:simpleType>
        <xsd:restriction base="dms:Lookup"/>
      </xsd:simpleType>
    </xsd:element>
    <xsd:element name="si_lup_documentclassification" ma:index="8" ma:displayName="Documentclassification" ma:list="{994fc817-5a85-4742-88fc-758d9539807a}" ma:internalName="si_lup_documentclassification" ma:showField="Title" ma:web="260e577f-1aeb-4560-aee3-b5db5834c7b0">
      <xsd:simpleType>
        <xsd:restriction base="dms:Lookup"/>
      </xsd:simpleType>
    </xsd:element>
    <xsd:element name="si_lup_location" ma:index="9" nillable="true" ma:displayName="Location" ma:list="{b147be9d-c013-4508-8336-dde72b44f975}" ma:internalName="si_lup_location" ma:showField="Title" ma:web="260e577f-1aeb-4560-aee3-b5db5834c7b0">
      <xsd:simpleType>
        <xsd:restriction base="dms:Lookup"/>
      </xsd:simpleType>
    </xsd:element>
    <xsd:element name="si_lup_country" ma:index="10" nillable="true" ma:displayName="Country" ma:list="{5a43032a-5050-49ab-8ab2-ca19f8767a74}" ma:internalName="si_lup_country" ma:showField="Title" ma:web="260e577f-1aeb-4560-aee3-b5db5834c7b0">
      <xsd:simpleType>
        <xsd:restriction base="dms:Lookup"/>
      </xsd:simpleType>
    </xsd:element>
    <xsd:element name="si_cln_expiration_date" ma:index="11" ma:displayName="Expiration Date" ma:default="2017-06-25T00:00:00Z" ma:format="DateOnly" ma:internalName="si_cln_expiration_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emplateUrl xmlns="http://schemas.microsoft.com/sharepoint/v3" xsi:nil="true"/>
    <xd_ProgID xmlns="http://schemas.microsoft.com/sharepoint/v3" xsi:nil="true"/>
    <si_cln_expiration_date xmlns="14CA36B4-80C0-40BA-B310-DCB654F98268">2020-05-19T22:00:00+00:00</si_cln_expiration_date>
    <si_lup_language xmlns="14CA36B4-80C0-40BA-B310-DCB654F98268">1</si_lup_language>
    <si_lup_documentclassification xmlns="14CA36B4-80C0-40BA-B310-DCB654F98268">10</si_lup_documentclassification>
    <si_lup_location xmlns="14CA36B4-80C0-40BA-B310-DCB654F98268" xsi:nil="true"/>
    <si_lup_country xmlns="14CA36B4-80C0-40BA-B310-DCB654F98268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3115CF-178A-4CEA-98B4-8B200481B2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4CA36B4-80C0-40BA-B310-DCB654F9826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8DEA00E-5BAA-4F94-8CB1-D258D9C89FD6}">
  <ds:schemaRefs>
    <ds:schemaRef ds:uri="http://schemas.microsoft.com/office/2006/documentManagement/types"/>
    <ds:schemaRef ds:uri="http://purl.org/dc/elements/1.1/"/>
    <ds:schemaRef ds:uri="http://schemas.microsoft.com/sharepoint/v3"/>
    <ds:schemaRef ds:uri="http://purl.org/dc/terms/"/>
    <ds:schemaRef ds:uri="http://www.w3.org/XML/1998/namespace"/>
    <ds:schemaRef ds:uri="http://schemas.microsoft.com/office/2006/metadata/properties"/>
    <ds:schemaRef ds:uri="http://schemas.microsoft.com/office/infopath/2007/PartnerControls"/>
    <ds:schemaRef ds:uri="http://purl.org/dc/dcmitype/"/>
    <ds:schemaRef ds:uri="http://schemas.openxmlformats.org/package/2006/metadata/core-properties"/>
    <ds:schemaRef ds:uri="14CA36B4-80C0-40BA-B310-DCB654F98268"/>
  </ds:schemaRefs>
</ds:datastoreItem>
</file>

<file path=customXml/itemProps3.xml><?xml version="1.0" encoding="utf-8"?>
<ds:datastoreItem xmlns:ds="http://schemas.openxmlformats.org/officeDocument/2006/customXml" ds:itemID="{8D9FF69F-4055-4B4D-8E8B-8DA66EDDCD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Schuler PM_Vorlage_Deutsch_neu.dotx</Template>
  <TotalTime>0</TotalTime>
  <Pages>4</Pages>
  <Words>766</Words>
  <Characters>5301</Characters>
  <Application>Microsoft Office Word</Application>
  <DocSecurity>0</DocSecurity>
  <Lines>44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Vorlagen</vt:lpstr>
    </vt:vector>
  </TitlesOfParts>
  <Company>Schuler</Company>
  <LinksUpToDate>false</LinksUpToDate>
  <CharactersWithSpaces>6055</CharactersWithSpaces>
  <SharedDoc>false</SharedDoc>
  <HLinks>
    <vt:vector size="24" baseType="variant">
      <vt:variant>
        <vt:i4>3670115</vt:i4>
      </vt:variant>
      <vt:variant>
        <vt:i4>9</vt:i4>
      </vt:variant>
      <vt:variant>
        <vt:i4>0</vt:i4>
      </vt:variant>
      <vt:variant>
        <vt:i4>5</vt:i4>
      </vt:variant>
      <vt:variant>
        <vt:lpwstr>http://www.craemer.com/</vt:lpwstr>
      </vt:variant>
      <vt:variant>
        <vt:lpwstr/>
      </vt:variant>
      <vt:variant>
        <vt:i4>4653141</vt:i4>
      </vt:variant>
      <vt:variant>
        <vt:i4>6</vt:i4>
      </vt:variant>
      <vt:variant>
        <vt:i4>0</vt:i4>
      </vt:variant>
      <vt:variant>
        <vt:i4>5</vt:i4>
      </vt:variant>
      <vt:variant>
        <vt:lpwstr>http://www.schulergroup.com/</vt:lpwstr>
      </vt:variant>
      <vt:variant>
        <vt:lpwstr/>
      </vt:variant>
      <vt:variant>
        <vt:i4>3473445</vt:i4>
      </vt:variant>
      <vt:variant>
        <vt:i4>3</vt:i4>
      </vt:variant>
      <vt:variant>
        <vt:i4>0</vt:i4>
      </vt:variant>
      <vt:variant>
        <vt:i4>5</vt:i4>
      </vt:variant>
      <vt:variant>
        <vt:lpwstr>http://www.schulergroup.com/pr</vt:lpwstr>
      </vt:variant>
      <vt:variant>
        <vt:lpwstr/>
      </vt:variant>
      <vt:variant>
        <vt:i4>4784172</vt:i4>
      </vt:variant>
      <vt:variant>
        <vt:i4>0</vt:i4>
      </vt:variant>
      <vt:variant>
        <vt:i4>0</vt:i4>
      </vt:variant>
      <vt:variant>
        <vt:i4>5</vt:i4>
      </vt:variant>
      <vt:variant>
        <vt:lpwstr>mailto:Simon.Scherrenbacher@%0Bschulergroup.com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Vorlagen</dc:title>
  <dc:creator>scherren</dc:creator>
  <cp:lastModifiedBy>scherren</cp:lastModifiedBy>
  <cp:revision>30</cp:revision>
  <cp:lastPrinted>2014-01-15T15:59:00Z</cp:lastPrinted>
  <dcterms:created xsi:type="dcterms:W3CDTF">2016-05-20T07:03:00Z</dcterms:created>
  <dcterms:modified xsi:type="dcterms:W3CDTF">2016-06-06T14:14:00Z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0x0101A99A02F0A9B344F6B81FF7F262E21E640055FC0825858EDB4FB5351BEE5C4B3190</vt:lpwstr>
  </property>
  <property fmtid="{D5CDD505-2E9C-101B-9397-08002B2CF9AE}" pid="3" name="_NewReviewCycle">
    <vt:lpwstr/>
  </property>
</Properties>
</file>