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BA44B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BA44B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4A7F67" w:rsidP="00365A9E">
      <w:pPr>
        <w:pStyle w:val="berschrift1"/>
        <w:rPr>
          <w:sz w:val="2"/>
        </w:rPr>
      </w:pPr>
      <w:r>
        <w:t>Volle Flexibilität gesichert</w:t>
      </w:r>
    </w:p>
    <w:p w:rsidR="006A31D9" w:rsidRDefault="004A7F67" w:rsidP="00365A9E">
      <w:pPr>
        <w:pStyle w:val="berschrift2"/>
      </w:pPr>
      <w:r>
        <w:t xml:space="preserve">Zur Herstellung von Auto-Teilen für Prototypen setzt KBW aus Rohrbach auf eine 2.500 Tonnen starke hydraulische </w:t>
      </w:r>
      <w:proofErr w:type="spellStart"/>
      <w:r w:rsidR="004F55CA">
        <w:t>Tryout</w:t>
      </w:r>
      <w:proofErr w:type="spellEnd"/>
      <w:r w:rsidR="004F55CA">
        <w:t>-</w:t>
      </w:r>
      <w:r w:rsidR="008E2597">
        <w:t>Presse</w:t>
      </w:r>
      <w:r>
        <w:t xml:space="preserve"> von Schuler</w:t>
      </w:r>
    </w:p>
    <w:p w:rsidR="00476D9C" w:rsidRPr="00476D9C" w:rsidRDefault="00476D9C" w:rsidP="00476D9C"/>
    <w:p w:rsidR="007E1606" w:rsidRDefault="00C82B81" w:rsidP="00C82B81">
      <w:r>
        <w:rPr>
          <w:i/>
        </w:rPr>
        <w:t>Göppingen</w:t>
      </w:r>
      <w:r w:rsidR="00C97C1F">
        <w:rPr>
          <w:i/>
        </w:rPr>
        <w:t>/Rohrbach</w:t>
      </w:r>
      <w:r>
        <w:rPr>
          <w:i/>
        </w:rPr>
        <w:t>,</w:t>
      </w:r>
      <w:r w:rsidR="00A84148">
        <w:rPr>
          <w:i/>
        </w:rPr>
        <w:t xml:space="preserve"> </w:t>
      </w:r>
      <w:r w:rsidR="00A84148">
        <w:rPr>
          <w:i/>
        </w:rPr>
        <w:t>24</w:t>
      </w:r>
      <w:r w:rsidR="005833D5">
        <w:rPr>
          <w:i/>
        </w:rPr>
        <w:t>.</w:t>
      </w:r>
      <w:r w:rsidR="000737D9">
        <w:rPr>
          <w:i/>
        </w:rPr>
        <w:t>02</w:t>
      </w:r>
      <w:r w:rsidR="005833D5" w:rsidRPr="005833D5">
        <w:rPr>
          <w:i/>
        </w:rPr>
        <w:t>.201</w:t>
      </w:r>
      <w:r w:rsidR="000737D9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0737D9">
        <w:t>1.200 Tonnen Presskraft hat</w:t>
      </w:r>
      <w:r w:rsidR="00C44638">
        <w:t>te</w:t>
      </w:r>
      <w:r w:rsidR="000737D9">
        <w:t xml:space="preserve"> </w:t>
      </w:r>
      <w:r w:rsidR="00C44638">
        <w:t xml:space="preserve">bisher </w:t>
      </w:r>
      <w:r w:rsidR="000737D9">
        <w:t xml:space="preserve">die </w:t>
      </w:r>
      <w:r w:rsidR="00B1412D">
        <w:t xml:space="preserve">größte </w:t>
      </w:r>
      <w:r w:rsidR="000737D9">
        <w:t>Anlage, die bei Karosseriebau Wagner</w:t>
      </w:r>
      <w:r w:rsidR="00B1412D">
        <w:t xml:space="preserve"> (KBW)</w:t>
      </w:r>
      <w:r w:rsidR="000737D9">
        <w:t xml:space="preserve"> im </w:t>
      </w:r>
      <w:r w:rsidR="004A79BC" w:rsidRPr="00F305F3">
        <w:t xml:space="preserve">bayerischen </w:t>
      </w:r>
      <w:r w:rsidR="000737D9">
        <w:t xml:space="preserve">Rohrbach steht. </w:t>
      </w:r>
      <w:r w:rsidR="00B1412D">
        <w:t xml:space="preserve">Mit 2.500 Tonnen Presskraft </w:t>
      </w:r>
      <w:r w:rsidR="00795799">
        <w:t>ist</w:t>
      </w:r>
      <w:r w:rsidR="00B1412D">
        <w:t xml:space="preserve"> nun eine mehr als doppelt so starke Maschine dazu</w:t>
      </w:r>
      <w:r w:rsidR="00795799">
        <w:t>gekommen</w:t>
      </w:r>
      <w:r w:rsidR="00B1412D">
        <w:t xml:space="preserve">: Eine hydraulische </w:t>
      </w:r>
      <w:proofErr w:type="spellStart"/>
      <w:r w:rsidR="00B1412D">
        <w:t>Tryout</w:t>
      </w:r>
      <w:proofErr w:type="spellEnd"/>
      <w:r w:rsidR="00B1412D">
        <w:t xml:space="preserve">-Presse von Schuler, mit der KBW </w:t>
      </w:r>
      <w:bookmarkStart w:id="0" w:name="_GoBack"/>
      <w:bookmarkEnd w:id="0"/>
      <w:r w:rsidR="00B1412D">
        <w:t>nicht nur deutlich größere Teile formen kann, sondern sich gleichzeitig auch die volle Flexibilität sichert.</w:t>
      </w:r>
    </w:p>
    <w:p w:rsidR="00952108" w:rsidRDefault="00952108" w:rsidP="00C82B81"/>
    <w:p w:rsidR="00952108" w:rsidRDefault="00952108" w:rsidP="007D52E4">
      <w:r>
        <w:t xml:space="preserve">KBW produziert </w:t>
      </w:r>
      <w:r w:rsidR="00F54412">
        <w:t>Prototypen-</w:t>
      </w:r>
      <w:r>
        <w:t xml:space="preserve">Teile für </w:t>
      </w:r>
      <w:r w:rsidR="00F54412">
        <w:t xml:space="preserve">VW, Audi, BMW, Daimler, Brose, </w:t>
      </w:r>
      <w:proofErr w:type="spellStart"/>
      <w:r w:rsidR="00F54412">
        <w:t>Faurecia</w:t>
      </w:r>
      <w:proofErr w:type="spellEnd"/>
      <w:r w:rsidR="00F54412">
        <w:t xml:space="preserve"> und weitere Automobilhersteller und Zulieferer</w:t>
      </w:r>
      <w:r w:rsidR="00C97C1F">
        <w:t>. Das bedeutet: n</w:t>
      </w:r>
      <w:r>
        <w:t xml:space="preserve">iedrige Losgrößen und noch unausgereifte Werkzeuge. </w:t>
      </w:r>
      <w:r w:rsidR="007D52E4">
        <w:t xml:space="preserve">Hydraulische </w:t>
      </w:r>
      <w:proofErr w:type="spellStart"/>
      <w:r w:rsidR="007D52E4">
        <w:t>Tryout</w:t>
      </w:r>
      <w:proofErr w:type="spellEnd"/>
      <w:r w:rsidR="007D52E4">
        <w:t xml:space="preserve">-Pressen sind für diese Fälle ideal, weil der Anlagenbediener </w:t>
      </w:r>
      <w:r w:rsidR="00C97C1F">
        <w:t xml:space="preserve">die nötigen Geschwindigkeiten und Kräfte frei programmieren </w:t>
      </w:r>
      <w:r w:rsidR="00D079C0">
        <w:t xml:space="preserve">kann </w:t>
      </w:r>
      <w:r w:rsidR="00C97C1F">
        <w:t xml:space="preserve">und dabei zu jedem Zeitpunkt die volle Presskraft </w:t>
      </w:r>
      <w:r w:rsidR="00D079C0">
        <w:t>zur Verfügung hat</w:t>
      </w:r>
      <w:r w:rsidR="00955424">
        <w:t>.</w:t>
      </w:r>
      <w:r w:rsidR="001775AA">
        <w:t xml:space="preserve"> Zudem</w:t>
      </w:r>
      <w:r w:rsidR="00CF281D">
        <w:t xml:space="preserve"> erleichter</w:t>
      </w:r>
      <w:r w:rsidR="00955424">
        <w:t xml:space="preserve">t sich </w:t>
      </w:r>
      <w:r w:rsidR="001775AA">
        <w:t xml:space="preserve">dadurch </w:t>
      </w:r>
      <w:r w:rsidR="00CF281D">
        <w:t>das</w:t>
      </w:r>
      <w:r w:rsidR="007D52E4">
        <w:t xml:space="preserve"> </w:t>
      </w:r>
      <w:r w:rsidR="00BA6A29" w:rsidRPr="00F305F3">
        <w:t>Einarbeiten</w:t>
      </w:r>
      <w:r w:rsidR="007D52E4" w:rsidRPr="00F305F3">
        <w:t xml:space="preserve"> </w:t>
      </w:r>
      <w:r w:rsidR="00CF281D">
        <w:t>unterschiedlicher Werkzeuge.</w:t>
      </w:r>
      <w:r w:rsidR="00955424">
        <w:t xml:space="preserve"> </w:t>
      </w:r>
      <w:r w:rsidR="001775AA">
        <w:t xml:space="preserve">Von diesen Vorteilen </w:t>
      </w:r>
      <w:r w:rsidR="00C64B02">
        <w:t xml:space="preserve">profitieren </w:t>
      </w:r>
      <w:r w:rsidR="001775AA">
        <w:t xml:space="preserve">auch </w:t>
      </w:r>
      <w:r w:rsidR="00C64B02">
        <w:t xml:space="preserve">die Automobil-Hersteller, </w:t>
      </w:r>
      <w:r w:rsidR="001775AA">
        <w:t xml:space="preserve">die auf der Presse von KBW </w:t>
      </w:r>
      <w:r w:rsidR="00C64B02">
        <w:t xml:space="preserve">ihre </w:t>
      </w:r>
      <w:r w:rsidR="001775AA">
        <w:t>Werkzeuge ein</w:t>
      </w:r>
      <w:r w:rsidR="00C64B02">
        <w:t>arbeiten oder Kleinserien fertigen.</w:t>
      </w:r>
    </w:p>
    <w:p w:rsidR="007D52E4" w:rsidRDefault="007D52E4" w:rsidP="00C82B81"/>
    <w:p w:rsidR="00C44638" w:rsidRDefault="00D079C0" w:rsidP="00C82B81">
      <w:r>
        <w:t>Mit einer Fläche von 5.000 auf 2.500 mm ist die Aufspannfläche der Schuler-Anlage</w:t>
      </w:r>
      <w:r w:rsidR="00BA6A29">
        <w:t xml:space="preserve"> </w:t>
      </w:r>
      <w:r w:rsidR="00BA6A29" w:rsidRPr="00F305F3">
        <w:t>nochmals</w:t>
      </w:r>
      <w:r w:rsidRPr="00F305F3">
        <w:t xml:space="preserve"> </w:t>
      </w:r>
      <w:r w:rsidR="00BA6A29" w:rsidRPr="00F305F3">
        <w:t xml:space="preserve">deutlich größer als </w:t>
      </w:r>
      <w:r>
        <w:t xml:space="preserve">bei der 1.200-Tonnen-Presse </w:t>
      </w:r>
      <w:r w:rsidR="00B14323">
        <w:t>des Herstellers</w:t>
      </w:r>
      <w:r>
        <w:t xml:space="preserve"> Müller Weingarten</w:t>
      </w:r>
      <w:r w:rsidR="00B14323">
        <w:t>, der heute ebenfalls zu Schuler gehört</w:t>
      </w:r>
      <w:r>
        <w:t xml:space="preserve">. </w:t>
      </w:r>
      <w:r w:rsidR="00955424">
        <w:lastRenderedPageBreak/>
        <w:t>D</w:t>
      </w:r>
      <w:r w:rsidR="00B14323">
        <w:t xml:space="preserve">ie Investition </w:t>
      </w:r>
      <w:r w:rsidR="00955424">
        <w:t xml:space="preserve">war </w:t>
      </w:r>
      <w:r w:rsidR="00B14323">
        <w:t xml:space="preserve">Teil </w:t>
      </w:r>
      <w:r w:rsidR="00F079C6">
        <w:t>ein</w:t>
      </w:r>
      <w:r w:rsidR="00B14323">
        <w:t>er Werkserweiterung von KBW</w:t>
      </w:r>
      <w:r w:rsidR="00F079C6">
        <w:t xml:space="preserve">, </w:t>
      </w:r>
      <w:r w:rsidR="00B14323">
        <w:t xml:space="preserve">die </w:t>
      </w:r>
      <w:r w:rsidR="00955424">
        <w:t xml:space="preserve">auch eine </w:t>
      </w:r>
      <w:r w:rsidR="00B14323">
        <w:t xml:space="preserve">neue Halle </w:t>
      </w:r>
      <w:r w:rsidR="00955424">
        <w:t>sowie eine weitere Werkzeugmaschine umfasst.</w:t>
      </w:r>
    </w:p>
    <w:p w:rsidR="00955424" w:rsidRDefault="00955424" w:rsidP="00C82B81"/>
    <w:p w:rsidR="00636791" w:rsidRDefault="00C44638" w:rsidP="00C44638">
      <w:pPr>
        <w:pStyle w:val="berschrift2"/>
      </w:pPr>
      <w:r>
        <w:t>Dynamische Stufenschaltung macht Tempo</w:t>
      </w:r>
    </w:p>
    <w:p w:rsidR="00636791" w:rsidRDefault="00381F63" w:rsidP="00636791">
      <w:r>
        <w:t xml:space="preserve">Die Schuler-Presse ist mit einer sogenannten </w:t>
      </w:r>
      <w:r w:rsidR="00636791">
        <w:t>Dynamische</w:t>
      </w:r>
      <w:r>
        <w:t>n</w:t>
      </w:r>
      <w:r w:rsidR="00636791">
        <w:t xml:space="preserve"> Stufenschaltung (DFC) </w:t>
      </w:r>
      <w:r>
        <w:t xml:space="preserve">ausgerüstet. Das bedeutet, dass die </w:t>
      </w:r>
      <w:proofErr w:type="spellStart"/>
      <w:r>
        <w:t>Stößelzylinder</w:t>
      </w:r>
      <w:proofErr w:type="spellEnd"/>
      <w:r>
        <w:t xml:space="preserve"> </w:t>
      </w:r>
      <w:r w:rsidR="00636791">
        <w:t>über die Pressensteuerung zu- und abgeschaltet werden</w:t>
      </w:r>
      <w:r>
        <w:t>, um die Arbeitsgeschwindigkeit zu erhöhen</w:t>
      </w:r>
      <w:r w:rsidR="00636791">
        <w:t xml:space="preserve">. </w:t>
      </w:r>
      <w:r w:rsidR="004F55CA">
        <w:t xml:space="preserve">Eine spezielle </w:t>
      </w:r>
      <w:proofErr w:type="spellStart"/>
      <w:r w:rsidR="004F55CA">
        <w:t>servohydraulische</w:t>
      </w:r>
      <w:proofErr w:type="spellEnd"/>
      <w:r w:rsidR="004F55CA">
        <w:t xml:space="preserve"> Steuerung leitet den </w:t>
      </w:r>
      <w:r w:rsidR="00636791">
        <w:t>gesamte</w:t>
      </w:r>
      <w:r w:rsidR="004F55CA">
        <w:t>n</w:t>
      </w:r>
      <w:r w:rsidR="00636791">
        <w:t xml:space="preserve"> Ölstrom der Hauptpumpen auf die erforderlichen Zylinderflächen </w:t>
      </w:r>
      <w:r w:rsidR="004F55CA">
        <w:t xml:space="preserve">und sichert so </w:t>
      </w:r>
      <w:r w:rsidR="00636791">
        <w:t>ein</w:t>
      </w:r>
      <w:r w:rsidR="004F55CA">
        <w:t>en optimalen</w:t>
      </w:r>
      <w:r w:rsidR="00636791">
        <w:t xml:space="preserve"> Nutzungsgrad der Hauptantriebe.</w:t>
      </w:r>
      <w:r w:rsidR="004F55CA">
        <w:t xml:space="preserve"> </w:t>
      </w:r>
      <w:r w:rsidR="001775AA">
        <w:t>Auf diese Weise lassen sich</w:t>
      </w:r>
      <w:r w:rsidR="00636791" w:rsidRPr="001775AA">
        <w:t xml:space="preserve"> </w:t>
      </w:r>
      <w:r w:rsidR="001775AA">
        <w:t>höhere Arbeitsgeschwindigkeiten mit geringeren Antriebsleistungen erzielen.</w:t>
      </w:r>
    </w:p>
    <w:p w:rsidR="008E2597" w:rsidRDefault="008E2597" w:rsidP="00636791"/>
    <w:p w:rsidR="008E2597" w:rsidRDefault="008E2597" w:rsidP="00603478">
      <w:r>
        <w:t>Dank „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Hydraulic</w:t>
      </w:r>
      <w:proofErr w:type="spellEnd"/>
      <w:r>
        <w:t xml:space="preserve"> </w:t>
      </w:r>
      <w:proofErr w:type="spellStart"/>
      <w:r>
        <w:t>Forming</w:t>
      </w:r>
      <w:proofErr w:type="spellEnd"/>
      <w:r>
        <w:t xml:space="preserve">“ (EHF) sinkt auch der Energiebedarf der Anlage in allen Betriebsphasen ganz automatisch. </w:t>
      </w:r>
      <w:r w:rsidR="00603478">
        <w:t>Durch eine</w:t>
      </w:r>
      <w:r>
        <w:t xml:space="preserve"> Standby-Funktion</w:t>
      </w:r>
      <w:r w:rsidR="00603478">
        <w:t xml:space="preserve"> schalten</w:t>
      </w:r>
      <w:r>
        <w:t xml:space="preserve"> sich die nicht benötigten Hauptantriebe ab, sobald beim Umformprozess keine Energie benötigt wird. </w:t>
      </w:r>
      <w:r w:rsidR="00603478">
        <w:t>E</w:t>
      </w:r>
      <w:r>
        <w:t>in patentiertes Anlaufsystem</w:t>
      </w:r>
      <w:r w:rsidR="00603478">
        <w:t xml:space="preserve"> umgeht dabei</w:t>
      </w:r>
      <w:r>
        <w:t xml:space="preserve"> die übliche Anlaufcharakteristik von Antrieben</w:t>
      </w:r>
      <w:r w:rsidR="00603478">
        <w:t xml:space="preserve"> </w:t>
      </w:r>
      <w:r>
        <w:t xml:space="preserve">und </w:t>
      </w:r>
      <w:r w:rsidR="00603478">
        <w:t xml:space="preserve">nutzt </w:t>
      </w:r>
      <w:r>
        <w:t>so selbst k</w:t>
      </w:r>
      <w:r w:rsidR="00603478">
        <w:t>ürzeste Pausen ohne Zeitverlust. Und der intelligente drehzahlgeregelte</w:t>
      </w:r>
      <w:r>
        <w:t xml:space="preserve"> Antrieb</w:t>
      </w:r>
      <w:r w:rsidR="00603478">
        <w:t xml:space="preserve"> versorgt</w:t>
      </w:r>
      <w:r>
        <w:t xml:space="preserve"> die Nebenfunktionen genau dann mit Energie, wenn sie auch benötigt wird. So werden die Leerlaufverluste effektiv minimiert.</w:t>
      </w:r>
    </w:p>
    <w:p w:rsidR="007E1606" w:rsidRDefault="007E1606" w:rsidP="007E1606"/>
    <w:p w:rsidR="004A7F67" w:rsidRDefault="004A7F67" w:rsidP="004A7F67">
      <w:pPr>
        <w:pStyle w:val="berschrift2"/>
      </w:pPr>
      <w:r>
        <w:t>Internet</w:t>
      </w:r>
    </w:p>
    <w:p w:rsidR="004A7F67" w:rsidRDefault="00BA44BA" w:rsidP="004A7F67">
      <w:hyperlink r:id="rId10" w:history="1">
        <w:r w:rsidR="004A7F67" w:rsidRPr="00D42C7D">
          <w:rPr>
            <w:rStyle w:val="Hyperlink"/>
          </w:rPr>
          <w:t>www.k-b-w.net</w:t>
        </w:r>
      </w:hyperlink>
    </w:p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Bild.jpg: </w:t>
      </w:r>
      <w:r w:rsidR="00C44638" w:rsidRPr="00C44638">
        <w:t xml:space="preserve">Hydraulische </w:t>
      </w:r>
      <w:proofErr w:type="spellStart"/>
      <w:r w:rsidR="00C44638" w:rsidRPr="00C44638">
        <w:t>Tryout</w:t>
      </w:r>
      <w:proofErr w:type="spellEnd"/>
      <w:r w:rsidR="00C44638" w:rsidRPr="00C44638">
        <w:t xml:space="preserve">-Pressen </w:t>
      </w:r>
      <w:r w:rsidR="00F660FB">
        <w:t>stellen dem Bediener zu</w:t>
      </w:r>
      <w:r w:rsidR="00C44638" w:rsidRPr="00C44638">
        <w:t xml:space="preserve"> jedem Zeitpunkt die volle Presskraft zur Verfügung.</w:t>
      </w:r>
    </w:p>
    <w:p w:rsidR="00A52517" w:rsidRDefault="005833D5" w:rsidP="00C44638">
      <w:pPr>
        <w:rPr>
          <w:rFonts w:cs="Arial"/>
        </w:rPr>
      </w:pPr>
      <w:r w:rsidRPr="005833D5">
        <w:rPr>
          <w:i/>
        </w:rPr>
        <w:t>Als Bildquelle bitte Schuler angeben.</w:t>
      </w:r>
      <w:r w:rsidR="00A52517"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851" w:rsidRDefault="00217851" w:rsidP="007E132D">
      <w:r>
        <w:separator/>
      </w:r>
    </w:p>
    <w:p w:rsidR="00217851" w:rsidRDefault="00217851" w:rsidP="007E132D"/>
  </w:endnote>
  <w:endnote w:type="continuationSeparator" w:id="0">
    <w:p w:rsidR="00217851" w:rsidRDefault="00217851" w:rsidP="007E132D">
      <w:r>
        <w:continuationSeparator/>
      </w:r>
    </w:p>
    <w:p w:rsidR="00217851" w:rsidRDefault="0021785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A44B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A44BA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A44B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A44BA" w:rsidRPr="007E1606">
            <w:rPr>
              <w:rFonts w:eastAsia="Calibri"/>
              <w:noProof/>
            </w:rPr>
            <w:t xml:space="preserve">Seite </w:t>
          </w:r>
          <w:r w:rsidR="00BA44BA">
            <w:rPr>
              <w:rFonts w:eastAsia="Calibri"/>
              <w:noProof/>
            </w:rPr>
            <w:t>1</w:t>
          </w:r>
          <w:r w:rsidR="00BA44BA" w:rsidRPr="007E1606">
            <w:rPr>
              <w:rFonts w:eastAsia="Calibri"/>
              <w:noProof/>
            </w:rPr>
            <w:t xml:space="preserve"> von </w:t>
          </w:r>
          <w:r w:rsidR="00BA44BA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851" w:rsidRDefault="00217851" w:rsidP="007E132D">
      <w:r>
        <w:separator/>
      </w:r>
    </w:p>
    <w:p w:rsidR="00217851" w:rsidRDefault="00217851" w:rsidP="007E132D"/>
  </w:footnote>
  <w:footnote w:type="continuationSeparator" w:id="0">
    <w:p w:rsidR="00217851" w:rsidRDefault="00217851" w:rsidP="007E132D">
      <w:r>
        <w:continuationSeparator/>
      </w:r>
    </w:p>
    <w:p w:rsidR="00217851" w:rsidRDefault="0021785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E8"/>
    <w:rsid w:val="00003CBE"/>
    <w:rsid w:val="00004C7F"/>
    <w:rsid w:val="00031750"/>
    <w:rsid w:val="00033BD2"/>
    <w:rsid w:val="000716BA"/>
    <w:rsid w:val="000737D9"/>
    <w:rsid w:val="00086F40"/>
    <w:rsid w:val="00090796"/>
    <w:rsid w:val="000A52A8"/>
    <w:rsid w:val="000B704A"/>
    <w:rsid w:val="000C0CAD"/>
    <w:rsid w:val="000D7D91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775AA"/>
    <w:rsid w:val="001C1FA2"/>
    <w:rsid w:val="001C3EE2"/>
    <w:rsid w:val="001D68FC"/>
    <w:rsid w:val="001E0C3C"/>
    <w:rsid w:val="001E6823"/>
    <w:rsid w:val="001F6280"/>
    <w:rsid w:val="002077B7"/>
    <w:rsid w:val="00212513"/>
    <w:rsid w:val="00215C8A"/>
    <w:rsid w:val="00217851"/>
    <w:rsid w:val="002315E0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63740"/>
    <w:rsid w:val="00365A9E"/>
    <w:rsid w:val="003728F6"/>
    <w:rsid w:val="00373C01"/>
    <w:rsid w:val="00377DED"/>
    <w:rsid w:val="00381F63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A79BC"/>
    <w:rsid w:val="004A7F67"/>
    <w:rsid w:val="004B6CEF"/>
    <w:rsid w:val="004C4B30"/>
    <w:rsid w:val="004C697D"/>
    <w:rsid w:val="004D76DD"/>
    <w:rsid w:val="004F55CA"/>
    <w:rsid w:val="00533491"/>
    <w:rsid w:val="005337CB"/>
    <w:rsid w:val="00546EB8"/>
    <w:rsid w:val="00552A9D"/>
    <w:rsid w:val="005547DF"/>
    <w:rsid w:val="0056007F"/>
    <w:rsid w:val="005648DE"/>
    <w:rsid w:val="0056768B"/>
    <w:rsid w:val="00575FA0"/>
    <w:rsid w:val="005833D5"/>
    <w:rsid w:val="00595D96"/>
    <w:rsid w:val="005C0BBB"/>
    <w:rsid w:val="005C6AE3"/>
    <w:rsid w:val="00601238"/>
    <w:rsid w:val="0060142A"/>
    <w:rsid w:val="00603478"/>
    <w:rsid w:val="00636791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C200D"/>
    <w:rsid w:val="006D7242"/>
    <w:rsid w:val="00714E5C"/>
    <w:rsid w:val="0072042B"/>
    <w:rsid w:val="00733AAF"/>
    <w:rsid w:val="007826E4"/>
    <w:rsid w:val="00784E5A"/>
    <w:rsid w:val="00794AEE"/>
    <w:rsid w:val="00795799"/>
    <w:rsid w:val="007B0BF4"/>
    <w:rsid w:val="007C16F5"/>
    <w:rsid w:val="007D52E4"/>
    <w:rsid w:val="007E132D"/>
    <w:rsid w:val="007E1606"/>
    <w:rsid w:val="007F4512"/>
    <w:rsid w:val="00820C00"/>
    <w:rsid w:val="00821B54"/>
    <w:rsid w:val="00821E5D"/>
    <w:rsid w:val="00822597"/>
    <w:rsid w:val="008258E8"/>
    <w:rsid w:val="008334D5"/>
    <w:rsid w:val="00865B83"/>
    <w:rsid w:val="00867F29"/>
    <w:rsid w:val="008718D2"/>
    <w:rsid w:val="0087295F"/>
    <w:rsid w:val="00876E6E"/>
    <w:rsid w:val="00877DC8"/>
    <w:rsid w:val="00894865"/>
    <w:rsid w:val="008A34E9"/>
    <w:rsid w:val="008A367E"/>
    <w:rsid w:val="008C6578"/>
    <w:rsid w:val="008D1374"/>
    <w:rsid w:val="008D67FA"/>
    <w:rsid w:val="008E1F8F"/>
    <w:rsid w:val="008E2597"/>
    <w:rsid w:val="008F5E25"/>
    <w:rsid w:val="009060ED"/>
    <w:rsid w:val="00920948"/>
    <w:rsid w:val="00920D55"/>
    <w:rsid w:val="00926076"/>
    <w:rsid w:val="00941203"/>
    <w:rsid w:val="00944D93"/>
    <w:rsid w:val="00952108"/>
    <w:rsid w:val="00955424"/>
    <w:rsid w:val="00961469"/>
    <w:rsid w:val="00975A13"/>
    <w:rsid w:val="009A680E"/>
    <w:rsid w:val="009B2577"/>
    <w:rsid w:val="009B3EB7"/>
    <w:rsid w:val="009C53E1"/>
    <w:rsid w:val="009F65F3"/>
    <w:rsid w:val="00A0214C"/>
    <w:rsid w:val="00A31D72"/>
    <w:rsid w:val="00A32B85"/>
    <w:rsid w:val="00A46561"/>
    <w:rsid w:val="00A500A4"/>
    <w:rsid w:val="00A52517"/>
    <w:rsid w:val="00A65375"/>
    <w:rsid w:val="00A84148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1412D"/>
    <w:rsid w:val="00B14323"/>
    <w:rsid w:val="00B206B1"/>
    <w:rsid w:val="00B23715"/>
    <w:rsid w:val="00B307A6"/>
    <w:rsid w:val="00B47659"/>
    <w:rsid w:val="00B55136"/>
    <w:rsid w:val="00B66347"/>
    <w:rsid w:val="00B762C9"/>
    <w:rsid w:val="00BA17DD"/>
    <w:rsid w:val="00BA44BA"/>
    <w:rsid w:val="00BA6A29"/>
    <w:rsid w:val="00C44638"/>
    <w:rsid w:val="00C64B02"/>
    <w:rsid w:val="00C72CD3"/>
    <w:rsid w:val="00C82B81"/>
    <w:rsid w:val="00C944AD"/>
    <w:rsid w:val="00C97C1F"/>
    <w:rsid w:val="00CA6152"/>
    <w:rsid w:val="00CB0896"/>
    <w:rsid w:val="00CB2B5C"/>
    <w:rsid w:val="00CC2FFE"/>
    <w:rsid w:val="00CC7CCA"/>
    <w:rsid w:val="00CD3AA7"/>
    <w:rsid w:val="00CF281D"/>
    <w:rsid w:val="00D079C0"/>
    <w:rsid w:val="00D14566"/>
    <w:rsid w:val="00D15E35"/>
    <w:rsid w:val="00D16703"/>
    <w:rsid w:val="00D236E8"/>
    <w:rsid w:val="00D36969"/>
    <w:rsid w:val="00D40F4E"/>
    <w:rsid w:val="00D5679F"/>
    <w:rsid w:val="00D76894"/>
    <w:rsid w:val="00D82AE7"/>
    <w:rsid w:val="00DA387F"/>
    <w:rsid w:val="00DA546E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C71F4"/>
    <w:rsid w:val="00EE2B1C"/>
    <w:rsid w:val="00F079C6"/>
    <w:rsid w:val="00F23AAD"/>
    <w:rsid w:val="00F305F3"/>
    <w:rsid w:val="00F44765"/>
    <w:rsid w:val="00F5073A"/>
    <w:rsid w:val="00F54412"/>
    <w:rsid w:val="00F654EB"/>
    <w:rsid w:val="00F660F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0628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723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16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8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k-b-w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477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4078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7</cp:revision>
  <cp:lastPrinted>2014-01-15T15:59:00Z</cp:lastPrinted>
  <dcterms:created xsi:type="dcterms:W3CDTF">2016-02-04T11:10:00Z</dcterms:created>
  <dcterms:modified xsi:type="dcterms:W3CDTF">2016-02-24T10:49:00Z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