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4C4B30" w:rsidP="008E1F8F">
            <w:pPr>
              <w:spacing w:line="226" w:lineRule="exact"/>
              <w:rPr>
                <w:rFonts w:eastAsia="Calibri"/>
                <w:b/>
                <w:sz w:val="17"/>
                <w:szCs w:val="17"/>
                <w:lang w:eastAsia="en-US"/>
              </w:rPr>
            </w:pPr>
            <w:r w:rsidRPr="004C4B30">
              <w:rPr>
                <w:rFonts w:eastAsia="Calibri"/>
                <w:b/>
                <w:sz w:val="17"/>
                <w:szCs w:val="17"/>
                <w:lang w:eastAsia="en-US"/>
              </w:rPr>
              <w:t>Simon Scherrenbacher</w:t>
            </w:r>
          </w:p>
          <w:p w:rsidR="004C4B30" w:rsidRPr="004C4B30" w:rsidRDefault="004C4B30" w:rsidP="008E1F8F">
            <w:pPr>
              <w:spacing w:line="226" w:lineRule="exact"/>
              <w:rPr>
                <w:rFonts w:eastAsia="Calibri"/>
                <w:sz w:val="17"/>
                <w:szCs w:val="17"/>
                <w:lang w:eastAsia="en-US"/>
              </w:rPr>
            </w:pPr>
            <w:r w:rsidRPr="008E1F8F">
              <w:rPr>
                <w:rFonts w:eastAsia="Calibri"/>
                <w:sz w:val="17"/>
                <w:szCs w:val="17"/>
                <w:lang w:eastAsia="en-US"/>
              </w:rPr>
              <w:t>Unternehmenskommunikation</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Telefon +49 7161 66-7789</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Fax +49 7161 66-907</w:t>
            </w:r>
          </w:p>
          <w:p w:rsidR="004C4B30" w:rsidRPr="004C4B30" w:rsidRDefault="000861DC" w:rsidP="008E1F8F">
            <w:pPr>
              <w:spacing w:line="226" w:lineRule="exact"/>
              <w:rPr>
                <w:rFonts w:eastAsia="Calibri"/>
                <w:sz w:val="17"/>
                <w:szCs w:val="17"/>
                <w:lang w:eastAsia="en-US"/>
              </w:rPr>
            </w:pPr>
            <w:hyperlink r:id="rId8" w:history="1">
              <w:r w:rsidR="001F6280" w:rsidRPr="008E1F8F">
                <w:rPr>
                  <w:rStyle w:val="Hyperlink"/>
                  <w:rFonts w:eastAsia="Calibri"/>
                  <w:sz w:val="17"/>
                  <w:szCs w:val="17"/>
                  <w:lang w:eastAsia="en-US"/>
                </w:rPr>
                <w:t>Simon.Scherrenbacher@</w:t>
              </w:r>
              <w:r w:rsidR="001F6280" w:rsidRPr="008E1F8F">
                <w:rPr>
                  <w:rStyle w:val="Hyperlink"/>
                  <w:rFonts w:eastAsia="Calibri"/>
                  <w:sz w:val="17"/>
                  <w:szCs w:val="17"/>
                  <w:lang w:eastAsia="en-US"/>
                </w:rPr>
                <w:br/>
                <w:t>schulergroup.com</w:t>
              </w:r>
            </w:hyperlink>
          </w:p>
          <w:p w:rsidR="004C4B30" w:rsidRPr="004C4B30" w:rsidRDefault="000861DC"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CF75E8" w:rsidP="00365A9E">
      <w:pPr>
        <w:pStyle w:val="berschrift1"/>
        <w:rPr>
          <w:sz w:val="2"/>
        </w:rPr>
      </w:pPr>
      <w:r>
        <w:t>Top-Anlage für Top-Produkte</w:t>
      </w:r>
    </w:p>
    <w:p w:rsidR="006A31D9" w:rsidRDefault="00592E34" w:rsidP="00365A9E">
      <w:pPr>
        <w:pStyle w:val="berschrift2"/>
      </w:pPr>
      <w:r>
        <w:t xml:space="preserve">Um weltweit wettbewerbsfähig zu sein, investiert der litauische Werkzeugbauer </w:t>
      </w:r>
      <w:proofErr w:type="spellStart"/>
      <w:r>
        <w:t>Littec</w:t>
      </w:r>
      <w:proofErr w:type="spellEnd"/>
      <w:r>
        <w:t xml:space="preserve"> in eine 6.300-kN-Servopresse von Schuler</w:t>
      </w:r>
    </w:p>
    <w:p w:rsidR="00476D9C" w:rsidRPr="00476D9C" w:rsidRDefault="00476D9C" w:rsidP="00476D9C"/>
    <w:p w:rsidR="007E1606" w:rsidRDefault="00FA031B" w:rsidP="00C82B81">
      <w:r>
        <w:rPr>
          <w:i/>
        </w:rPr>
        <w:t>Göppingen</w:t>
      </w:r>
      <w:r w:rsidR="000861DC">
        <w:rPr>
          <w:i/>
        </w:rPr>
        <w:t>/Kaunas</w:t>
      </w:r>
      <w:bookmarkStart w:id="0" w:name="_GoBack"/>
      <w:bookmarkEnd w:id="0"/>
      <w:r>
        <w:rPr>
          <w:i/>
        </w:rPr>
        <w:t>, 26</w:t>
      </w:r>
      <w:r w:rsidR="005833D5">
        <w:rPr>
          <w:i/>
        </w:rPr>
        <w:t>.</w:t>
      </w:r>
      <w:r w:rsidR="00CF75E8">
        <w:rPr>
          <w:i/>
        </w:rPr>
        <w:t>01</w:t>
      </w:r>
      <w:r w:rsidR="005833D5" w:rsidRPr="005833D5">
        <w:rPr>
          <w:i/>
        </w:rPr>
        <w:t>.201</w:t>
      </w:r>
      <w:r w:rsidR="00CF75E8">
        <w:rPr>
          <w:i/>
        </w:rPr>
        <w:t>6</w:t>
      </w:r>
      <w:r w:rsidR="005833D5" w:rsidRPr="005833D5">
        <w:rPr>
          <w:i/>
        </w:rPr>
        <w:t xml:space="preserve"> </w:t>
      </w:r>
      <w:r w:rsidR="000F2F77">
        <w:t>–</w:t>
      </w:r>
      <w:r w:rsidR="005833D5">
        <w:t xml:space="preserve"> </w:t>
      </w:r>
      <w:r w:rsidR="00566C02">
        <w:t xml:space="preserve">„Die Philosophie von </w:t>
      </w:r>
      <w:proofErr w:type="spellStart"/>
      <w:r w:rsidR="00566C02">
        <w:t>Littec</w:t>
      </w:r>
      <w:proofErr w:type="spellEnd"/>
      <w:r w:rsidR="00566C02">
        <w:t xml:space="preserve"> </w:t>
      </w:r>
      <w:r w:rsidR="001748DB">
        <w:t>ist es</w:t>
      </w:r>
      <w:r w:rsidR="00566C02">
        <w:t xml:space="preserve">, in Top-Anlagen zu investieren, um damit Top-Produkte herzustellen“, sagt Geschäftsführer </w:t>
      </w:r>
      <w:proofErr w:type="spellStart"/>
      <w:r w:rsidR="00566C02" w:rsidRPr="00566C02">
        <w:t>Arūnas</w:t>
      </w:r>
      <w:proofErr w:type="spellEnd"/>
      <w:r w:rsidR="00566C02" w:rsidRPr="00566C02">
        <w:t xml:space="preserve"> </w:t>
      </w:r>
      <w:proofErr w:type="spellStart"/>
      <w:r w:rsidR="00566C02" w:rsidRPr="00566C02">
        <w:t>Raščius</w:t>
      </w:r>
      <w:proofErr w:type="spellEnd"/>
      <w:r w:rsidR="00566C02" w:rsidRPr="00566C02">
        <w:t>.</w:t>
      </w:r>
      <w:r w:rsidR="00741F17">
        <w:t xml:space="preserve"> Aus diesem Grund hat der litauische Werkzeugbauer kürzlich in eine 6.300-kN-Presse von Schuler mit </w:t>
      </w:r>
      <w:proofErr w:type="spellStart"/>
      <w:r w:rsidR="00741F17">
        <w:t>ServoDirekt</w:t>
      </w:r>
      <w:proofErr w:type="spellEnd"/>
      <w:r w:rsidR="00741F17">
        <w:t>-Technologie investiert. Es handelt sich nicht nur in Litauen, sondern auf dem gesamten Baltikum</w:t>
      </w:r>
      <w:r w:rsidR="00D04E97" w:rsidRPr="00D04E97">
        <w:t xml:space="preserve"> </w:t>
      </w:r>
      <w:r w:rsidR="00D04E97">
        <w:t>um die einzige Anlage dieser Art</w:t>
      </w:r>
      <w:r w:rsidR="00741F17">
        <w:t>.</w:t>
      </w:r>
    </w:p>
    <w:p w:rsidR="00741F17" w:rsidRDefault="00741F17" w:rsidP="00C82B81"/>
    <w:p w:rsidR="00741F17" w:rsidRDefault="00FA5A92" w:rsidP="00C82B81">
      <w:r>
        <w:t>Die erfahrenen Mitarbeiter entwickeln</w:t>
      </w:r>
      <w:r w:rsidR="001748DB">
        <w:t>, konstruieren</w:t>
      </w:r>
      <w:r>
        <w:t xml:space="preserve"> und produzieren </w:t>
      </w:r>
      <w:r w:rsidR="009A6CA4">
        <w:t xml:space="preserve">Folgeverbund- sowie Schneid- und Umformwerkzeuge mit bis zu 1.200 mm Breite und 4.000 mm Länge. Auf der </w:t>
      </w:r>
      <w:proofErr w:type="spellStart"/>
      <w:r w:rsidR="009A6CA4">
        <w:t>Servopresse</w:t>
      </w:r>
      <w:proofErr w:type="spellEnd"/>
      <w:r w:rsidR="009A6CA4">
        <w:t xml:space="preserve"> vom Typ MSD2-630 können sie Testläufe und Versuche mit einer </w:t>
      </w:r>
      <w:proofErr w:type="spellStart"/>
      <w:r w:rsidR="009A6CA4">
        <w:t>Hubzahl</w:t>
      </w:r>
      <w:proofErr w:type="spellEnd"/>
      <w:r w:rsidR="009A6CA4">
        <w:t xml:space="preserve"> von bis zu 70 pro Minute durchführen</w:t>
      </w:r>
      <w:r w:rsidR="005C44CF">
        <w:t>. Dank der modifizierbar</w:t>
      </w:r>
      <w:r w:rsidR="009A6CA4">
        <w:t xml:space="preserve">en Kurven </w:t>
      </w:r>
      <w:r w:rsidR="005C44CF">
        <w:t xml:space="preserve">können </w:t>
      </w:r>
      <w:r w:rsidR="004D5095">
        <w:t>die</w:t>
      </w:r>
      <w:r w:rsidR="00270B24">
        <w:t xml:space="preserve"> </w:t>
      </w:r>
      <w:r w:rsidR="005C44CF">
        <w:t xml:space="preserve">Werkzeuge dabei genauso </w:t>
      </w:r>
      <w:r w:rsidR="004D5095">
        <w:t>ge</w:t>
      </w:r>
      <w:r w:rsidR="005C44CF">
        <w:t xml:space="preserve">fahren </w:t>
      </w:r>
      <w:r w:rsidR="004D5095">
        <w:t xml:space="preserve">werden </w:t>
      </w:r>
      <w:r w:rsidR="005C44CF">
        <w:t xml:space="preserve">wie </w:t>
      </w:r>
      <w:r w:rsidR="004D5095">
        <w:t xml:space="preserve">es </w:t>
      </w:r>
      <w:r w:rsidR="005C44CF">
        <w:t xml:space="preserve">die </w:t>
      </w:r>
      <w:r w:rsidR="00270B24">
        <w:t>Kunden des Unternehmens auf ihren Pressen</w:t>
      </w:r>
      <w:r w:rsidR="004D5095">
        <w:t xml:space="preserve"> tun</w:t>
      </w:r>
      <w:r w:rsidR="00270B24">
        <w:t xml:space="preserve">. Darüber hinaus bietet </w:t>
      </w:r>
      <w:proofErr w:type="spellStart"/>
      <w:r w:rsidR="00270B24">
        <w:t>Littec</w:t>
      </w:r>
      <w:proofErr w:type="spellEnd"/>
      <w:r w:rsidR="00270B24">
        <w:t xml:space="preserve"> </w:t>
      </w:r>
      <w:r w:rsidR="00BC0776">
        <w:rPr>
          <w:rStyle w:val="hps"/>
        </w:rPr>
        <w:t>Konstruktionsentwürfe</w:t>
      </w:r>
      <w:r w:rsidR="00270B24">
        <w:rPr>
          <w:rStyle w:val="hps"/>
        </w:rPr>
        <w:t>,</w:t>
      </w:r>
      <w:r w:rsidR="00270B24">
        <w:t xml:space="preserve"> </w:t>
      </w:r>
      <w:r w:rsidR="00270B24">
        <w:rPr>
          <w:rStyle w:val="hps"/>
        </w:rPr>
        <w:t>Kontrollvorrichtungen</w:t>
      </w:r>
      <w:r w:rsidR="00270B24">
        <w:t xml:space="preserve">, </w:t>
      </w:r>
      <w:r w:rsidR="00270B24">
        <w:rPr>
          <w:rStyle w:val="hps"/>
        </w:rPr>
        <w:t>3D-Mess</w:t>
      </w:r>
      <w:r w:rsidR="001A5C78">
        <w:rPr>
          <w:rStyle w:val="hps"/>
        </w:rPr>
        <w:t>ungen</w:t>
      </w:r>
      <w:r w:rsidR="00270B24">
        <w:t xml:space="preserve">, mechanische Bearbeitung </w:t>
      </w:r>
      <w:r w:rsidR="00270B24">
        <w:rPr>
          <w:rStyle w:val="hps"/>
        </w:rPr>
        <w:t>und Montage</w:t>
      </w:r>
      <w:r w:rsidR="00270B24">
        <w:t>.</w:t>
      </w:r>
    </w:p>
    <w:p w:rsidR="007E1606" w:rsidRDefault="007E1606" w:rsidP="007E1606"/>
    <w:p w:rsidR="003419B5" w:rsidRDefault="003419B5" w:rsidP="007B1C2D">
      <w:r>
        <w:t>„Schuler war unser bevorzugter</w:t>
      </w:r>
      <w:r w:rsidR="00DF1F7B">
        <w:t xml:space="preserve"> Spitzenhersteller</w:t>
      </w:r>
      <w:r w:rsidR="007B1C2D">
        <w:t xml:space="preserve">“, so </w:t>
      </w:r>
      <w:proofErr w:type="spellStart"/>
      <w:r w:rsidR="007B1C2D">
        <w:t>Raščius</w:t>
      </w:r>
      <w:proofErr w:type="spellEnd"/>
      <w:r w:rsidR="007B1C2D">
        <w:t xml:space="preserve">. „Wir wollen uns nicht nur auf den lokalen Markt konzentrieren, sondern auf globaler Ebene wettbewerbsfähig sein. Daher benötigten wir eine zuverlässige Qualität für den besten Preis, und dies kann mit einer </w:t>
      </w:r>
      <w:r w:rsidR="007B1C2D">
        <w:lastRenderedPageBreak/>
        <w:t>Schuler-Presse erreicht werden.“ Nach Angaben des Geschäftsführers wurde der Zeitplan zu 100 Prozent erfüllt: „</w:t>
      </w:r>
      <w:r w:rsidR="00244786">
        <w:t>Ganz allgemein</w:t>
      </w:r>
      <w:r w:rsidR="007B1C2D">
        <w:t xml:space="preserve"> war es </w:t>
      </w:r>
      <w:r w:rsidR="00244786">
        <w:t xml:space="preserve">für uns </w:t>
      </w:r>
      <w:r w:rsidR="007B1C2D">
        <w:t>beeindruckend</w:t>
      </w:r>
      <w:r w:rsidR="00244786">
        <w:t>, mit welcher</w:t>
      </w:r>
      <w:r w:rsidR="007B1C2D">
        <w:t xml:space="preserve"> </w:t>
      </w:r>
      <w:r w:rsidR="00F94C1C">
        <w:t xml:space="preserve">professionellen </w:t>
      </w:r>
      <w:r w:rsidR="007B1C2D">
        <w:t>Einstellung</w:t>
      </w:r>
      <w:r w:rsidR="00244786">
        <w:t xml:space="preserve"> </w:t>
      </w:r>
      <w:r w:rsidR="003A3BD0">
        <w:t>den Verpflichtungen nachgekommen wurde</w:t>
      </w:r>
      <w:r w:rsidR="007B1C2D">
        <w:t>. Es war einfach eine perfekte</w:t>
      </w:r>
      <w:r w:rsidR="003A3BD0">
        <w:t>r Job</w:t>
      </w:r>
      <w:r w:rsidR="007B1C2D">
        <w:t xml:space="preserve"> von</w:t>
      </w:r>
      <w:r w:rsidR="003A3BD0">
        <w:t xml:space="preserve"> Anfang bis Ende.“</w:t>
      </w:r>
    </w:p>
    <w:p w:rsidR="003419B5" w:rsidRDefault="003419B5" w:rsidP="007E1606"/>
    <w:p w:rsidR="007E1606" w:rsidRDefault="007E1606" w:rsidP="007E1606"/>
    <w:p w:rsidR="007E1606" w:rsidRDefault="007E1606" w:rsidP="000E228F">
      <w:pPr>
        <w:pStyle w:val="berschrift3"/>
      </w:pPr>
      <w:r>
        <w:t>Bildunterschriften</w:t>
      </w:r>
    </w:p>
    <w:p w:rsidR="00C82B81" w:rsidRDefault="007E1606" w:rsidP="007E1606">
      <w:r>
        <w:t xml:space="preserve">Bild1.jpg: </w:t>
      </w:r>
      <w:r w:rsidR="006F6B0F">
        <w:t xml:space="preserve">„Wir </w:t>
      </w:r>
      <w:r w:rsidR="006F6B0F" w:rsidRPr="006F6B0F">
        <w:t>benötigten eine zuverlässige Qualität für den besten Preis</w:t>
      </w:r>
      <w:r w:rsidR="006F6B0F">
        <w:t xml:space="preserve">“, erklärt </w:t>
      </w:r>
      <w:proofErr w:type="spellStart"/>
      <w:r w:rsidR="006F6B0F">
        <w:t>Littec</w:t>
      </w:r>
      <w:proofErr w:type="spellEnd"/>
      <w:r w:rsidR="006F6B0F">
        <w:t xml:space="preserve">-Geschäftsführer </w:t>
      </w:r>
      <w:proofErr w:type="spellStart"/>
      <w:r w:rsidR="006F6B0F" w:rsidRPr="00566C02">
        <w:t>Arūnas</w:t>
      </w:r>
      <w:proofErr w:type="spellEnd"/>
      <w:r w:rsidR="006F6B0F" w:rsidRPr="00566C02">
        <w:t xml:space="preserve"> </w:t>
      </w:r>
      <w:proofErr w:type="spellStart"/>
      <w:r w:rsidR="006F6B0F" w:rsidRPr="00566C02">
        <w:t>Raščius</w:t>
      </w:r>
      <w:proofErr w:type="spellEnd"/>
      <w:r w:rsidR="006F6B0F">
        <w:t>, warum er sich für eine Schuler-Presse entschied.</w:t>
      </w:r>
    </w:p>
    <w:p w:rsidR="005833D5" w:rsidRDefault="007E1606" w:rsidP="007E1606">
      <w:r>
        <w:t xml:space="preserve">Bild2.jpg: </w:t>
      </w:r>
      <w:r w:rsidR="00244722">
        <w:t xml:space="preserve">Die 6.300-kN-Presse von Schuler mit </w:t>
      </w:r>
      <w:proofErr w:type="spellStart"/>
      <w:r w:rsidR="00244722">
        <w:t>ServoDirekt</w:t>
      </w:r>
      <w:proofErr w:type="spellEnd"/>
      <w:r w:rsidR="00244722">
        <w:t xml:space="preserve">-Technologie ist nicht nur in Litauen, sondern auf dem </w:t>
      </w:r>
      <w:r w:rsidR="00ED3CA7">
        <w:t>gesamten</w:t>
      </w:r>
      <w:r w:rsidR="00244722">
        <w:t xml:space="preserve"> Baltikum einzigartig.</w:t>
      </w:r>
    </w:p>
    <w:p w:rsidR="009B2577" w:rsidRDefault="009B2577" w:rsidP="007E1606"/>
    <w:p w:rsidR="005833D5" w:rsidRPr="005833D5" w:rsidRDefault="005833D5" w:rsidP="005833D5">
      <w:pPr>
        <w:rPr>
          <w:i/>
        </w:rPr>
      </w:pPr>
      <w:r w:rsidRPr="005833D5">
        <w:rPr>
          <w:i/>
        </w:rPr>
        <w:t>Als Bildquelle bitte Schuler angeben.</w:t>
      </w:r>
    </w:p>
    <w:p w:rsidR="00A52517" w:rsidRDefault="00A52517">
      <w:pPr>
        <w:spacing w:line="240" w:lineRule="auto"/>
        <w:rPr>
          <w:rFonts w:cs="Arial"/>
        </w:rPr>
      </w:pPr>
    </w:p>
    <w:p w:rsidR="005833D5" w:rsidRPr="00AF64B9" w:rsidRDefault="005833D5"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9C53E1" w:rsidRDefault="009C53E1" w:rsidP="009C53E1">
      <w:pPr>
        <w:spacing w:line="240" w:lineRule="auto"/>
        <w:ind w:right="-15"/>
        <w:jc w:val="both"/>
        <w:outlineLvl w:val="0"/>
        <w:rPr>
          <w:b/>
          <w:i/>
        </w:rPr>
      </w:pPr>
      <w:r w:rsidRPr="00AF64B9">
        <w:rPr>
          <w:b/>
          <w:i/>
        </w:rPr>
        <w:t xml:space="preserve">Über den Schuler-Konzern – </w:t>
      </w:r>
      <w:hyperlink r:id="rId10" w:history="1">
        <w:r w:rsidRPr="00D808EA">
          <w:rPr>
            <w:rStyle w:val="Hyperlink"/>
            <w:b/>
            <w:i/>
          </w:rPr>
          <w:t>www.schulergroup.com</w:t>
        </w:r>
      </w:hyperlink>
    </w:p>
    <w:p w:rsidR="00A52517" w:rsidRPr="009C53E1" w:rsidRDefault="009C53E1" w:rsidP="009C53E1">
      <w:pPr>
        <w:spacing w:line="240" w:lineRule="auto"/>
        <w:ind w:right="-15"/>
        <w:jc w:val="both"/>
        <w:outlineLvl w:val="0"/>
        <w:rPr>
          <w:i/>
        </w:rPr>
      </w:pPr>
      <w:r w:rsidRPr="001B1B07">
        <w:rPr>
          <w:i/>
        </w:rPr>
        <w:t>Schuler ist Technologie- und Weltmarktführer in der Umformtechnik. Das Unternehmen bietet Pressen, Automationslösungen, Werkzeuge, Prozess-Knowhow und Service für die gesamte metallverarbeitende Industrie und den automobilen Leichtbau. Zu den Kunden zählen Automobilhersteller und</w:t>
      </w:r>
      <w:r>
        <w:rPr>
          <w:i/>
        </w:rPr>
        <w:t xml:space="preserve"> </w:t>
      </w:r>
      <w:r w:rsidRPr="001B1B07">
        <w:rPr>
          <w:i/>
        </w:rPr>
        <w:t>-zulieferer sowie Unternehmen aus der Schmiede-, Hausgeräte-, Verpackungs-, Energie- und Elektroindustrie. Schuler ist führend bei Münzprägepressen und realisiert Systemlösung</w:t>
      </w:r>
      <w:r w:rsidR="001D68FC">
        <w:rPr>
          <w:i/>
        </w:rPr>
        <w:t>en</w:t>
      </w:r>
      <w:r w:rsidRPr="001B1B07">
        <w:rPr>
          <w:i/>
        </w:rPr>
        <w:t xml:space="preserve"> für Luft- und Raumfahrt, den Schienenverke</w:t>
      </w:r>
      <w:r>
        <w:rPr>
          <w:i/>
        </w:rPr>
        <w:t xml:space="preserve">hr und die Großrohr-Fertigung. </w:t>
      </w:r>
      <w:r w:rsidRPr="00AF64B9">
        <w:rPr>
          <w:i/>
        </w:rPr>
        <w:t>Im Geschäftsjahr 201</w:t>
      </w:r>
      <w:r>
        <w:rPr>
          <w:i/>
        </w:rPr>
        <w:t xml:space="preserve">4 </w:t>
      </w:r>
      <w:r w:rsidRPr="00AF64B9">
        <w:rPr>
          <w:i/>
        </w:rPr>
        <w:t>erzielte Schuler einen Umsatz von 1</w:t>
      </w:r>
      <w:r>
        <w:rPr>
          <w:i/>
        </w:rPr>
        <w:t>,</w:t>
      </w:r>
      <w:r w:rsidRPr="00AF64B9">
        <w:rPr>
          <w:i/>
        </w:rPr>
        <w:t>18 Mill</w:t>
      </w:r>
      <w:r>
        <w:rPr>
          <w:i/>
        </w:rPr>
        <w:t xml:space="preserve">iarden </w:t>
      </w:r>
      <w:r w:rsidRPr="00AF64B9">
        <w:rPr>
          <w:i/>
        </w:rPr>
        <w:t>Euro.</w:t>
      </w:r>
      <w:r>
        <w:rPr>
          <w:i/>
        </w:rPr>
        <w:t xml:space="preserve"> </w:t>
      </w:r>
      <w:r w:rsidRPr="001B1B07">
        <w:rPr>
          <w:i/>
        </w:rPr>
        <w:t>Schuler ist in 40 Ländern mit rund 5.400 Mitarbeitern präsent und gehört mehrheitlich zur österreichischen ANDRITZ-Gruppe.</w:t>
      </w:r>
      <w:r w:rsidRPr="00AF64B9">
        <w:t xml:space="preserve"> </w:t>
      </w:r>
    </w:p>
    <w:sectPr w:rsidR="00A52517" w:rsidRPr="009C53E1"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E34" w:rsidRDefault="00592E34" w:rsidP="007E132D">
      <w:r>
        <w:separator/>
      </w:r>
    </w:p>
    <w:p w:rsidR="00592E34" w:rsidRDefault="00592E34" w:rsidP="007E132D"/>
  </w:endnote>
  <w:endnote w:type="continuationSeparator" w:id="0">
    <w:p w:rsidR="00592E34" w:rsidRDefault="00592E34" w:rsidP="007E132D">
      <w:r>
        <w:continuationSeparator/>
      </w:r>
    </w:p>
    <w:p w:rsidR="00592E34" w:rsidRDefault="00592E34"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rsidTr="004B6CEF">
      <w:trPr>
        <w:trHeight w:hRule="exact" w:val="792"/>
      </w:trPr>
      <w:tc>
        <w:tcPr>
          <w:tcW w:w="2379" w:type="dxa"/>
          <w:shd w:val="clear" w:color="auto" w:fill="auto"/>
        </w:tcPr>
        <w:p w:rsidR="004B6CEF" w:rsidRDefault="004B6CEF" w:rsidP="004B6CEF">
          <w:pPr>
            <w:pStyle w:val="Absenderinformation"/>
            <w:framePr w:hSpace="0" w:vSpace="0" w:wrap="auto" w:vAnchor="margin" w:hAnchor="text" w:xAlign="left" w:yAlign="inline"/>
            <w:rPr>
              <w:rFonts w:eastAsia="Calibri"/>
            </w:rPr>
          </w:pPr>
        </w:p>
        <w:p w:rsidR="004B6CEF" w:rsidRDefault="004B6CEF" w:rsidP="004B6CEF">
          <w:pPr>
            <w:pStyle w:val="Absenderinformation"/>
            <w:framePr w:hSpace="0" w:vSpace="0" w:wrap="auto" w:vAnchor="margin" w:hAnchor="text" w:xAlign="left" w:yAlign="inline"/>
            <w:rPr>
              <w:rFonts w:eastAsia="Calibri"/>
            </w:rPr>
          </w:pPr>
        </w:p>
        <w:p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0861DC">
            <w:rPr>
              <w:rFonts w:eastAsia="Calibri"/>
              <w:noProof/>
            </w:rPr>
            <w:instrText>2</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0861DC">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0861DC">
            <w:rPr>
              <w:rFonts w:eastAsia="Calibri"/>
              <w:noProof/>
            </w:rPr>
            <w:instrText>2</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0861DC" w:rsidRPr="007E1606">
            <w:rPr>
              <w:rFonts w:eastAsia="Calibri"/>
              <w:noProof/>
            </w:rPr>
            <w:t xml:space="preserve">Seite </w:t>
          </w:r>
          <w:r w:rsidR="000861DC">
            <w:rPr>
              <w:rFonts w:eastAsia="Calibri"/>
              <w:noProof/>
            </w:rPr>
            <w:t>1</w:t>
          </w:r>
          <w:r w:rsidR="000861DC" w:rsidRPr="007E1606">
            <w:rPr>
              <w:rFonts w:eastAsia="Calibri"/>
              <w:noProof/>
            </w:rPr>
            <w:t xml:space="preserve"> von </w:t>
          </w:r>
          <w:r w:rsidR="000861DC">
            <w:rPr>
              <w:rFonts w:eastAsia="Calibri"/>
              <w:noProof/>
            </w:rPr>
            <w:t>2</w:t>
          </w:r>
          <w:r w:rsidRPr="007E1606">
            <w:rPr>
              <w:rFonts w:eastAsia="Calibri"/>
            </w:rPr>
            <w:fldChar w:fldCharType="end"/>
          </w:r>
        </w:p>
      </w:tc>
    </w:tr>
  </w:tbl>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E34" w:rsidRDefault="00592E34" w:rsidP="007E132D">
      <w:r>
        <w:separator/>
      </w:r>
    </w:p>
    <w:p w:rsidR="00592E34" w:rsidRDefault="00592E34" w:rsidP="007E132D"/>
  </w:footnote>
  <w:footnote w:type="continuationSeparator" w:id="0">
    <w:p w:rsidR="00592E34" w:rsidRDefault="00592E34" w:rsidP="007E132D">
      <w:r>
        <w:continuationSeparator/>
      </w:r>
    </w:p>
    <w:p w:rsidR="00592E34" w:rsidRDefault="00592E34"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E34"/>
    <w:rsid w:val="00003CBE"/>
    <w:rsid w:val="00004C7F"/>
    <w:rsid w:val="00031750"/>
    <w:rsid w:val="00033BD2"/>
    <w:rsid w:val="000716BA"/>
    <w:rsid w:val="000861DC"/>
    <w:rsid w:val="00086F40"/>
    <w:rsid w:val="000A52A8"/>
    <w:rsid w:val="000B704A"/>
    <w:rsid w:val="000C0CAD"/>
    <w:rsid w:val="000E228F"/>
    <w:rsid w:val="000F2F77"/>
    <w:rsid w:val="00102187"/>
    <w:rsid w:val="00130A5F"/>
    <w:rsid w:val="00136218"/>
    <w:rsid w:val="00136E90"/>
    <w:rsid w:val="00152C69"/>
    <w:rsid w:val="001631E1"/>
    <w:rsid w:val="0016339C"/>
    <w:rsid w:val="0016495A"/>
    <w:rsid w:val="00173722"/>
    <w:rsid w:val="001748DB"/>
    <w:rsid w:val="0017697C"/>
    <w:rsid w:val="001A5C78"/>
    <w:rsid w:val="001C1FA2"/>
    <w:rsid w:val="001C3EE2"/>
    <w:rsid w:val="001D68FC"/>
    <w:rsid w:val="001E0C3C"/>
    <w:rsid w:val="001F6280"/>
    <w:rsid w:val="002077B7"/>
    <w:rsid w:val="00212513"/>
    <w:rsid w:val="00215C8A"/>
    <w:rsid w:val="002315E0"/>
    <w:rsid w:val="00244722"/>
    <w:rsid w:val="00244786"/>
    <w:rsid w:val="00270B24"/>
    <w:rsid w:val="002712C2"/>
    <w:rsid w:val="002A1A0E"/>
    <w:rsid w:val="002A1D04"/>
    <w:rsid w:val="002A3A54"/>
    <w:rsid w:val="002A42B6"/>
    <w:rsid w:val="002A4B0E"/>
    <w:rsid w:val="002B391B"/>
    <w:rsid w:val="002B41E8"/>
    <w:rsid w:val="002D46DE"/>
    <w:rsid w:val="003230D4"/>
    <w:rsid w:val="00323555"/>
    <w:rsid w:val="003419B5"/>
    <w:rsid w:val="00363740"/>
    <w:rsid w:val="00365A9E"/>
    <w:rsid w:val="003728F6"/>
    <w:rsid w:val="00373C01"/>
    <w:rsid w:val="00377DED"/>
    <w:rsid w:val="003A3BD0"/>
    <w:rsid w:val="003C626A"/>
    <w:rsid w:val="003D76C7"/>
    <w:rsid w:val="003E270B"/>
    <w:rsid w:val="003E30C0"/>
    <w:rsid w:val="003F0681"/>
    <w:rsid w:val="003F6888"/>
    <w:rsid w:val="00403EFF"/>
    <w:rsid w:val="00431A18"/>
    <w:rsid w:val="004355F7"/>
    <w:rsid w:val="00476782"/>
    <w:rsid w:val="00476D9C"/>
    <w:rsid w:val="00485C6B"/>
    <w:rsid w:val="004B6CEF"/>
    <w:rsid w:val="004C4B30"/>
    <w:rsid w:val="004C697D"/>
    <w:rsid w:val="004D5095"/>
    <w:rsid w:val="004D76DD"/>
    <w:rsid w:val="00533491"/>
    <w:rsid w:val="005337CB"/>
    <w:rsid w:val="00546EB8"/>
    <w:rsid w:val="00552A9D"/>
    <w:rsid w:val="005547DF"/>
    <w:rsid w:val="00566C02"/>
    <w:rsid w:val="0056768B"/>
    <w:rsid w:val="00575FA0"/>
    <w:rsid w:val="005833D5"/>
    <w:rsid w:val="00592E34"/>
    <w:rsid w:val="00595D96"/>
    <w:rsid w:val="005C0BBB"/>
    <w:rsid w:val="005C44CF"/>
    <w:rsid w:val="005C6AE3"/>
    <w:rsid w:val="00601238"/>
    <w:rsid w:val="0060142A"/>
    <w:rsid w:val="0065451D"/>
    <w:rsid w:val="00654B60"/>
    <w:rsid w:val="00660D47"/>
    <w:rsid w:val="0067074A"/>
    <w:rsid w:val="00671E3C"/>
    <w:rsid w:val="00674EF3"/>
    <w:rsid w:val="006813B8"/>
    <w:rsid w:val="0068251B"/>
    <w:rsid w:val="00683F3C"/>
    <w:rsid w:val="006848FF"/>
    <w:rsid w:val="00687868"/>
    <w:rsid w:val="006A31D9"/>
    <w:rsid w:val="006A659E"/>
    <w:rsid w:val="006A7F52"/>
    <w:rsid w:val="006D7242"/>
    <w:rsid w:val="006F6B0F"/>
    <w:rsid w:val="00714E5C"/>
    <w:rsid w:val="0072042B"/>
    <w:rsid w:val="00733AAF"/>
    <w:rsid w:val="00736544"/>
    <w:rsid w:val="00741F17"/>
    <w:rsid w:val="007826E4"/>
    <w:rsid w:val="00784E5A"/>
    <w:rsid w:val="00794AEE"/>
    <w:rsid w:val="007B0BF4"/>
    <w:rsid w:val="007B1C2D"/>
    <w:rsid w:val="007C16F5"/>
    <w:rsid w:val="007E132D"/>
    <w:rsid w:val="007E1606"/>
    <w:rsid w:val="007F4512"/>
    <w:rsid w:val="00821B54"/>
    <w:rsid w:val="00821E5D"/>
    <w:rsid w:val="00822597"/>
    <w:rsid w:val="008258E8"/>
    <w:rsid w:val="008334D5"/>
    <w:rsid w:val="00865B83"/>
    <w:rsid w:val="008718D2"/>
    <w:rsid w:val="0087295F"/>
    <w:rsid w:val="00876E6E"/>
    <w:rsid w:val="00877DC8"/>
    <w:rsid w:val="00894865"/>
    <w:rsid w:val="008A34E9"/>
    <w:rsid w:val="008C6578"/>
    <w:rsid w:val="008D1374"/>
    <w:rsid w:val="008D67FA"/>
    <w:rsid w:val="008E1F8F"/>
    <w:rsid w:val="008F5E25"/>
    <w:rsid w:val="009060ED"/>
    <w:rsid w:val="00920948"/>
    <w:rsid w:val="00920D55"/>
    <w:rsid w:val="00926076"/>
    <w:rsid w:val="00941203"/>
    <w:rsid w:val="00944D93"/>
    <w:rsid w:val="00961469"/>
    <w:rsid w:val="00975A13"/>
    <w:rsid w:val="009A680E"/>
    <w:rsid w:val="009A6CA4"/>
    <w:rsid w:val="009B2577"/>
    <w:rsid w:val="009B3EB7"/>
    <w:rsid w:val="009C53E1"/>
    <w:rsid w:val="009F65F3"/>
    <w:rsid w:val="00A0214C"/>
    <w:rsid w:val="00A31D72"/>
    <w:rsid w:val="00A32B85"/>
    <w:rsid w:val="00A46561"/>
    <w:rsid w:val="00A500A4"/>
    <w:rsid w:val="00A52517"/>
    <w:rsid w:val="00A65375"/>
    <w:rsid w:val="00A86ACD"/>
    <w:rsid w:val="00A9156A"/>
    <w:rsid w:val="00A91986"/>
    <w:rsid w:val="00A93519"/>
    <w:rsid w:val="00AC55D1"/>
    <w:rsid w:val="00AC6510"/>
    <w:rsid w:val="00AE3AFF"/>
    <w:rsid w:val="00AF2D43"/>
    <w:rsid w:val="00AF64B9"/>
    <w:rsid w:val="00B01B58"/>
    <w:rsid w:val="00B06BC4"/>
    <w:rsid w:val="00B206B1"/>
    <w:rsid w:val="00B23715"/>
    <w:rsid w:val="00B307A6"/>
    <w:rsid w:val="00B47659"/>
    <w:rsid w:val="00B55136"/>
    <w:rsid w:val="00B66347"/>
    <w:rsid w:val="00B762C9"/>
    <w:rsid w:val="00B911F1"/>
    <w:rsid w:val="00BA17DD"/>
    <w:rsid w:val="00BC0776"/>
    <w:rsid w:val="00BC76F5"/>
    <w:rsid w:val="00C72CD3"/>
    <w:rsid w:val="00C82B81"/>
    <w:rsid w:val="00C944AD"/>
    <w:rsid w:val="00CA6152"/>
    <w:rsid w:val="00CB2B5C"/>
    <w:rsid w:val="00CC2FFE"/>
    <w:rsid w:val="00CC7CCA"/>
    <w:rsid w:val="00CD3AA7"/>
    <w:rsid w:val="00CF75E8"/>
    <w:rsid w:val="00D04E97"/>
    <w:rsid w:val="00D14566"/>
    <w:rsid w:val="00D15E35"/>
    <w:rsid w:val="00D16703"/>
    <w:rsid w:val="00D36969"/>
    <w:rsid w:val="00D40F4E"/>
    <w:rsid w:val="00D5679F"/>
    <w:rsid w:val="00D567AF"/>
    <w:rsid w:val="00D76894"/>
    <w:rsid w:val="00D82AE7"/>
    <w:rsid w:val="00DB3485"/>
    <w:rsid w:val="00DB3F3F"/>
    <w:rsid w:val="00DB73FC"/>
    <w:rsid w:val="00DC5C7D"/>
    <w:rsid w:val="00DD16C5"/>
    <w:rsid w:val="00DE35EB"/>
    <w:rsid w:val="00DE6930"/>
    <w:rsid w:val="00DF1F7B"/>
    <w:rsid w:val="00DF2951"/>
    <w:rsid w:val="00E207BB"/>
    <w:rsid w:val="00E2304D"/>
    <w:rsid w:val="00E26828"/>
    <w:rsid w:val="00E3363B"/>
    <w:rsid w:val="00E36721"/>
    <w:rsid w:val="00E5769E"/>
    <w:rsid w:val="00E6320B"/>
    <w:rsid w:val="00E85A97"/>
    <w:rsid w:val="00E90330"/>
    <w:rsid w:val="00E94A8B"/>
    <w:rsid w:val="00E94CAA"/>
    <w:rsid w:val="00EA0877"/>
    <w:rsid w:val="00EA7DC3"/>
    <w:rsid w:val="00EB1C2E"/>
    <w:rsid w:val="00EC71F4"/>
    <w:rsid w:val="00ED3CA7"/>
    <w:rsid w:val="00EE2B1C"/>
    <w:rsid w:val="00F23AAD"/>
    <w:rsid w:val="00F44765"/>
    <w:rsid w:val="00F5073A"/>
    <w:rsid w:val="00F654EB"/>
    <w:rsid w:val="00F7676C"/>
    <w:rsid w:val="00F94C1C"/>
    <w:rsid w:val="00FA031B"/>
    <w:rsid w:val="00FA5A92"/>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customStyle="1" w:styleId="hps">
    <w:name w:val="hps"/>
    <w:basedOn w:val="Absatz-Standardschriftart"/>
    <w:rsid w:val="00270B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customStyle="1" w:styleId="hps">
    <w:name w:val="hps"/>
    <w:basedOn w:val="Absatz-Standardschriftart"/>
    <w:rsid w:val="00270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81187739">
      <w:bodyDiv w:val="1"/>
      <w:marLeft w:val="0"/>
      <w:marRight w:val="0"/>
      <w:marTop w:val="0"/>
      <w:marBottom w:val="0"/>
      <w:divBdr>
        <w:top w:val="none" w:sz="0" w:space="0" w:color="auto"/>
        <w:left w:val="none" w:sz="0" w:space="0" w:color="auto"/>
        <w:bottom w:val="none" w:sz="0" w:space="0" w:color="auto"/>
        <w:right w:val="none" w:sz="0" w:space="0" w:color="auto"/>
      </w:divBdr>
      <w:divsChild>
        <w:div w:id="33046735">
          <w:marLeft w:val="0"/>
          <w:marRight w:val="0"/>
          <w:marTop w:val="0"/>
          <w:marBottom w:val="0"/>
          <w:divBdr>
            <w:top w:val="none" w:sz="0" w:space="0" w:color="auto"/>
            <w:left w:val="none" w:sz="0" w:space="0" w:color="auto"/>
            <w:bottom w:val="none" w:sz="0" w:space="0" w:color="auto"/>
            <w:right w:val="none" w:sz="0" w:space="0" w:color="auto"/>
          </w:divBdr>
          <w:divsChild>
            <w:div w:id="2047097043">
              <w:marLeft w:val="0"/>
              <w:marRight w:val="0"/>
              <w:marTop w:val="0"/>
              <w:marBottom w:val="0"/>
              <w:divBdr>
                <w:top w:val="none" w:sz="0" w:space="0" w:color="auto"/>
                <w:left w:val="none" w:sz="0" w:space="0" w:color="auto"/>
                <w:bottom w:val="none" w:sz="0" w:space="0" w:color="auto"/>
                <w:right w:val="none" w:sz="0" w:space="0" w:color="auto"/>
              </w:divBdr>
              <w:divsChild>
                <w:div w:id="36511569">
                  <w:marLeft w:val="0"/>
                  <w:marRight w:val="0"/>
                  <w:marTop w:val="0"/>
                  <w:marBottom w:val="0"/>
                  <w:divBdr>
                    <w:top w:val="none" w:sz="0" w:space="0" w:color="auto"/>
                    <w:left w:val="none" w:sz="0" w:space="0" w:color="auto"/>
                    <w:bottom w:val="none" w:sz="0" w:space="0" w:color="auto"/>
                    <w:right w:val="none" w:sz="0" w:space="0" w:color="auto"/>
                  </w:divBdr>
                  <w:divsChild>
                    <w:div w:id="1018191138">
                      <w:marLeft w:val="0"/>
                      <w:marRight w:val="0"/>
                      <w:marTop w:val="0"/>
                      <w:marBottom w:val="0"/>
                      <w:divBdr>
                        <w:top w:val="none" w:sz="0" w:space="0" w:color="auto"/>
                        <w:left w:val="none" w:sz="0" w:space="0" w:color="auto"/>
                        <w:bottom w:val="none" w:sz="0" w:space="0" w:color="auto"/>
                        <w:right w:val="none" w:sz="0" w:space="0" w:color="auto"/>
                      </w:divBdr>
                      <w:divsChild>
                        <w:div w:id="701518191">
                          <w:marLeft w:val="0"/>
                          <w:marRight w:val="0"/>
                          <w:marTop w:val="0"/>
                          <w:marBottom w:val="0"/>
                          <w:divBdr>
                            <w:top w:val="none" w:sz="0" w:space="0" w:color="auto"/>
                            <w:left w:val="none" w:sz="0" w:space="0" w:color="auto"/>
                            <w:bottom w:val="none" w:sz="0" w:space="0" w:color="auto"/>
                            <w:right w:val="none" w:sz="0" w:space="0" w:color="auto"/>
                          </w:divBdr>
                          <w:divsChild>
                            <w:div w:id="83264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2</Pages>
  <Words>381</Words>
  <Characters>2846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3221</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30</cp:revision>
  <cp:lastPrinted>2014-01-15T15:59:00Z</cp:lastPrinted>
  <dcterms:created xsi:type="dcterms:W3CDTF">2016-01-21T08:15:00Z</dcterms:created>
  <dcterms:modified xsi:type="dcterms:W3CDTF">2016-01-26T12:06:00Z</dcterms:modified>
</cp:coreProperties>
</file>