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3B3AC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3B3AC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4A6B1D" w:rsidP="00365A9E">
      <w:pPr>
        <w:pStyle w:val="berschrift1"/>
        <w:rPr>
          <w:sz w:val="2"/>
        </w:rPr>
      </w:pPr>
      <w:r>
        <w:t>Schnelle und flexible Pressenlinien</w:t>
      </w:r>
    </w:p>
    <w:p w:rsidR="006A31D9" w:rsidRDefault="004A6B1D" w:rsidP="00365A9E">
      <w:pPr>
        <w:pStyle w:val="berschrift2"/>
      </w:pPr>
      <w:proofErr w:type="spellStart"/>
      <w:r>
        <w:t>Servoline</w:t>
      </w:r>
      <w:proofErr w:type="spellEnd"/>
      <w:r>
        <w:t xml:space="preserve"> von Schuler jetzt in verschiedenen Ausführungen und Geschwindigkeiten von zwölf bis 23 Hüben pro Minute </w:t>
      </w:r>
      <w:r w:rsidR="000555FC">
        <w:t>erhältlich</w:t>
      </w:r>
    </w:p>
    <w:p w:rsidR="00476D9C" w:rsidRPr="00476D9C" w:rsidRDefault="00476D9C" w:rsidP="00476D9C"/>
    <w:p w:rsidR="007E1606" w:rsidRDefault="002B4940" w:rsidP="00C82B81">
      <w:r>
        <w:rPr>
          <w:i/>
        </w:rPr>
        <w:t>Göppingen, 25</w:t>
      </w:r>
      <w:r w:rsidR="005833D5">
        <w:rPr>
          <w:i/>
        </w:rPr>
        <w:t>.</w:t>
      </w:r>
      <w:r w:rsidR="00453B27">
        <w:rPr>
          <w:i/>
        </w:rPr>
        <w:t xml:space="preserve"> </w:t>
      </w:r>
      <w:r w:rsidR="00DF2909">
        <w:rPr>
          <w:i/>
        </w:rPr>
        <w:t>Janua</w:t>
      </w:r>
      <w:r w:rsidR="00901DB8">
        <w:rPr>
          <w:i/>
        </w:rPr>
        <w:t xml:space="preserve">r </w:t>
      </w:r>
      <w:r w:rsidR="005833D5" w:rsidRPr="005833D5">
        <w:rPr>
          <w:i/>
        </w:rPr>
        <w:t>201</w:t>
      </w:r>
      <w:r w:rsidR="00DF2909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7C3B7F">
        <w:t xml:space="preserve">Eine wirtschaftliche Massen- und Serienfertigung auf der einen Seite und </w:t>
      </w:r>
      <w:r w:rsidR="00944C5C">
        <w:t xml:space="preserve">immer </w:t>
      </w:r>
      <w:r w:rsidR="007C3B7F">
        <w:t xml:space="preserve">kleinere Losgrößen auf der anderen: </w:t>
      </w:r>
      <w:r w:rsidR="00944C5C">
        <w:t xml:space="preserve">Das sind nur zwei der zahlreichen Herausforderungen, mit denen Automobilhersteller auf der ganzen Welt heute konfrontiert sind. </w:t>
      </w:r>
      <w:r w:rsidR="007521D7">
        <w:t xml:space="preserve">Zu den möglichen Lösungen zählen Pressenlinien von Schuler. Die sogenannte </w:t>
      </w:r>
      <w:proofErr w:type="spellStart"/>
      <w:r w:rsidR="007521D7">
        <w:t>Servoline</w:t>
      </w:r>
      <w:proofErr w:type="spellEnd"/>
      <w:r w:rsidR="007521D7">
        <w:t xml:space="preserve"> ist jetzt in verschiedenen Ausführungen und Geschwindigkeiten erhältlich. </w:t>
      </w:r>
      <w:r w:rsidR="002848E3">
        <w:t xml:space="preserve">Die Ausbringungsleistung – abhängig von den hergestellten </w:t>
      </w:r>
      <w:r w:rsidR="002848E3" w:rsidRPr="00A117F4">
        <w:t xml:space="preserve">Teilen </w:t>
      </w:r>
      <w:r w:rsidR="00D52F71" w:rsidRPr="00A117F4">
        <w:t xml:space="preserve">und </w:t>
      </w:r>
      <w:r w:rsidR="006741C5" w:rsidRPr="00A117F4">
        <w:t>de</w:t>
      </w:r>
      <w:r w:rsidR="00A35924" w:rsidRPr="00A117F4">
        <w:t>r</w:t>
      </w:r>
      <w:r w:rsidR="006741C5" w:rsidRPr="00A117F4">
        <w:t xml:space="preserve"> Ausstattung </w:t>
      </w:r>
      <w:r w:rsidR="00D52F71" w:rsidRPr="00A117F4">
        <w:t>der Anlage</w:t>
      </w:r>
      <w:r w:rsidR="00A117F4">
        <w:t xml:space="preserve"> </w:t>
      </w:r>
      <w:r w:rsidR="002848E3" w:rsidRPr="006741C5">
        <w:t>– reicht von zwölf bis 23 Hüben pro Minute.</w:t>
      </w:r>
      <w:r w:rsidR="00D52F71" w:rsidRPr="006741C5">
        <w:t xml:space="preserve"> </w:t>
      </w:r>
      <w:r w:rsidR="006741C5" w:rsidRPr="00A117F4">
        <w:t xml:space="preserve">Die </w:t>
      </w:r>
      <w:r w:rsidR="00D52F71" w:rsidRPr="00A117F4">
        <w:t xml:space="preserve">schnellen Linien </w:t>
      </w:r>
      <w:r w:rsidR="006741C5" w:rsidRPr="00A117F4">
        <w:t xml:space="preserve">sind </w:t>
      </w:r>
      <w:r w:rsidR="00D52F71" w:rsidRPr="00A117F4">
        <w:t xml:space="preserve">bereits im Markt etabliert, </w:t>
      </w:r>
      <w:r w:rsidR="00E4453F" w:rsidRPr="00A117F4">
        <w:t xml:space="preserve">nun </w:t>
      </w:r>
      <w:r w:rsidR="00D52F71" w:rsidRPr="00A117F4">
        <w:t xml:space="preserve">runden die </w:t>
      </w:r>
      <w:proofErr w:type="spellStart"/>
      <w:r w:rsidR="00D52F71" w:rsidRPr="00A117F4">
        <w:t>Servoline</w:t>
      </w:r>
      <w:proofErr w:type="spellEnd"/>
      <w:r w:rsidR="00D52F71" w:rsidRPr="00A117F4">
        <w:t xml:space="preserve"> 12 und 14 das Sortiment nach unten ab.</w:t>
      </w:r>
    </w:p>
    <w:p w:rsidR="002848E3" w:rsidRDefault="002848E3" w:rsidP="00C82B81"/>
    <w:p w:rsidR="002848E3" w:rsidRDefault="003467A4" w:rsidP="00C82B81">
      <w:r>
        <w:t xml:space="preserve">Die Konzepte </w:t>
      </w:r>
      <w:proofErr w:type="spellStart"/>
      <w:r>
        <w:t>Servoline</w:t>
      </w:r>
      <w:proofErr w:type="spellEnd"/>
      <w:r>
        <w:t xml:space="preserve"> 12 und </w:t>
      </w:r>
      <w:proofErr w:type="spellStart"/>
      <w:r>
        <w:t>Servoline</w:t>
      </w:r>
      <w:proofErr w:type="spellEnd"/>
      <w:r>
        <w:t xml:space="preserve"> 14 richten sich an Kunden, die von den Grundfunktionen der </w:t>
      </w:r>
      <w:proofErr w:type="spellStart"/>
      <w:r>
        <w:t>ServoDirekt</w:t>
      </w:r>
      <w:proofErr w:type="spellEnd"/>
      <w:r>
        <w:t xml:space="preserve">-Technologie profitieren möchten und nur eine mittlere Produktionsmenge benötigen. </w:t>
      </w:r>
      <w:r w:rsidR="00920D5F">
        <w:t xml:space="preserve">Für </w:t>
      </w:r>
      <w:r>
        <w:t>Kunden, die hohe Mengen produzieren</w:t>
      </w:r>
      <w:r w:rsidR="00920D5F">
        <w:t xml:space="preserve"> wollen oder dies schon tun, empfiehlt sich die </w:t>
      </w:r>
      <w:proofErr w:type="spellStart"/>
      <w:r w:rsidR="00920D5F">
        <w:t>Servoline</w:t>
      </w:r>
      <w:proofErr w:type="spellEnd"/>
      <w:r w:rsidR="00920D5F">
        <w:t xml:space="preserve"> 16, die eine noch bessere Technologie und Leistung bietet. Die </w:t>
      </w:r>
      <w:proofErr w:type="spellStart"/>
      <w:r w:rsidR="00920D5F">
        <w:t>Servoline</w:t>
      </w:r>
      <w:proofErr w:type="spellEnd"/>
      <w:r w:rsidR="00920D5F">
        <w:t xml:space="preserve"> 18 garantiert schließlich höchste Ausbringungsmengen durch die neueste Technologie und</w:t>
      </w:r>
      <w:r w:rsidR="003B0A8A">
        <w:t xml:space="preserve"> die</w:t>
      </w:r>
      <w:r w:rsidR="00920D5F">
        <w:t xml:space="preserve"> beste Leistung, die auf dem Markt für Anlagen in XL-Größe erhältlich ist.</w:t>
      </w:r>
    </w:p>
    <w:p w:rsidR="006A1F20" w:rsidRDefault="006A1F20" w:rsidP="00C82B81"/>
    <w:p w:rsidR="006A1F20" w:rsidRDefault="00D523F7" w:rsidP="00C82B81">
      <w:r>
        <w:lastRenderedPageBreak/>
        <w:t xml:space="preserve">Doch hier ist noch nicht Schluss: Mit bis zu 23 Hüben pro Minute ist die </w:t>
      </w:r>
      <w:proofErr w:type="spellStart"/>
      <w:r>
        <w:t>Servoline</w:t>
      </w:r>
      <w:proofErr w:type="spellEnd"/>
      <w:r>
        <w:t xml:space="preserve"> </w:t>
      </w:r>
      <w:r w:rsidR="00B54303">
        <w:t xml:space="preserve">23 </w:t>
      </w:r>
      <w:r w:rsidR="00DE57BF">
        <w:t xml:space="preserve">– ein Konzept in Größe L </w:t>
      </w:r>
      <w:r>
        <w:t>– die schnellste Pressenlinie der Welt.</w:t>
      </w:r>
      <w:r w:rsidR="00DE57BF">
        <w:t xml:space="preserve"> Das liegt auch daran, dass die Linie kompakter ist als die </w:t>
      </w:r>
      <w:proofErr w:type="spellStart"/>
      <w:r w:rsidR="00DE57BF">
        <w:t>Servoline</w:t>
      </w:r>
      <w:proofErr w:type="spellEnd"/>
      <w:r w:rsidR="00DE57BF">
        <w:t xml:space="preserve"> 18 und dadurch ein höheres Automationstempo ermöglicht. Trotz des kleineren Pressentischs lassen sich darauf jedoch fast all die typischen Teile, die auf einer Pressenlinie produziert werden, auch auf der </w:t>
      </w:r>
      <w:proofErr w:type="spellStart"/>
      <w:r w:rsidR="00DE57BF">
        <w:t>Servoli</w:t>
      </w:r>
      <w:r w:rsidR="00C92291">
        <w:t>ne</w:t>
      </w:r>
      <w:proofErr w:type="spellEnd"/>
      <w:r w:rsidR="00C92291">
        <w:t xml:space="preserve"> 23 herstellen: Außenhautteile</w:t>
      </w:r>
      <w:r w:rsidR="00DE57BF">
        <w:t xml:space="preserve">, Motorhauben, </w:t>
      </w:r>
      <w:r w:rsidR="00346047">
        <w:t>Bodenteile, Türen und Strukturteile.</w:t>
      </w:r>
    </w:p>
    <w:p w:rsidR="003909DC" w:rsidRDefault="003909DC" w:rsidP="00C82B81"/>
    <w:p w:rsidR="003909DC" w:rsidRDefault="003909DC" w:rsidP="003909DC">
      <w:pPr>
        <w:pStyle w:val="berschrift2"/>
      </w:pPr>
      <w:r>
        <w:t>Die Automation macht den Unterschied</w:t>
      </w:r>
    </w:p>
    <w:p w:rsidR="003909DC" w:rsidRDefault="003909DC" w:rsidP="003909DC">
      <w:r>
        <w:t xml:space="preserve">Geschwindigkeit und Ausbringungsleistung hängen zu einem großen Teil von der Automation ab. Bei der </w:t>
      </w:r>
      <w:proofErr w:type="spellStart"/>
      <w:r>
        <w:t>Servoline</w:t>
      </w:r>
      <w:proofErr w:type="spellEnd"/>
      <w:r>
        <w:t xml:space="preserve"> 23, 18 und 16 kommt der Crossbar Feeder von Schuler für den Teile-Transport zum Einsatz. Der reduzierte </w:t>
      </w:r>
      <w:proofErr w:type="spellStart"/>
      <w:r>
        <w:t>Stößelhub</w:t>
      </w:r>
      <w:proofErr w:type="spellEnd"/>
      <w:r>
        <w:t xml:space="preserve"> bei der </w:t>
      </w:r>
      <w:proofErr w:type="spellStart"/>
      <w:r>
        <w:t>Servoline</w:t>
      </w:r>
      <w:proofErr w:type="spellEnd"/>
      <w:r>
        <w:t xml:space="preserve"> 16 erlaubt ein Höchsttempo von 16 Hüben pro Minute. Die maximale Ausbringungsleistung der </w:t>
      </w:r>
      <w:proofErr w:type="spellStart"/>
      <w:r>
        <w:t>Servoline</w:t>
      </w:r>
      <w:proofErr w:type="spellEnd"/>
      <w:r>
        <w:t xml:space="preserve"> 14 und 12 bestimmen die Roboter, die hier zur Automation benützt werden. Der Crossbar Roboter 4.0 von Schuler in der </w:t>
      </w:r>
      <w:proofErr w:type="spellStart"/>
      <w:r>
        <w:t>Servoline</w:t>
      </w:r>
      <w:proofErr w:type="spellEnd"/>
      <w:r>
        <w:t xml:space="preserve"> 14 erreicht dabei eine höhere Geschwindigkeit als der Industrieroboter in der </w:t>
      </w:r>
      <w:proofErr w:type="spellStart"/>
      <w:r>
        <w:t>Servoline</w:t>
      </w:r>
      <w:proofErr w:type="spellEnd"/>
      <w:r>
        <w:t xml:space="preserve"> 12. Hier sind außerdem Geschwindigkeit und Be</w:t>
      </w:r>
      <w:r w:rsidR="00A94682">
        <w:t>wegungskurven nicht vorgegeben; die Linie wird „live“ im Betrieb optimiert.</w:t>
      </w:r>
    </w:p>
    <w:p w:rsidR="00016792" w:rsidRDefault="00016792" w:rsidP="003909DC"/>
    <w:p w:rsidR="007E1606" w:rsidRDefault="00016792" w:rsidP="007E1606">
      <w:r>
        <w:t xml:space="preserve">Durch die </w:t>
      </w:r>
      <w:proofErr w:type="spellStart"/>
      <w:r>
        <w:t>ServoDirekt</w:t>
      </w:r>
      <w:proofErr w:type="spellEnd"/>
      <w:r>
        <w:t xml:space="preserve">-Technologie </w:t>
      </w:r>
      <w:r w:rsidR="00790677">
        <w:t xml:space="preserve">bietet </w:t>
      </w:r>
      <w:r w:rsidR="0046537F">
        <w:t>allerdings</w:t>
      </w:r>
      <w:r>
        <w:t xml:space="preserve"> </w:t>
      </w:r>
      <w:r w:rsidR="00790677">
        <w:t xml:space="preserve">jede </w:t>
      </w:r>
      <w:proofErr w:type="spellStart"/>
      <w:r w:rsidR="00790677">
        <w:t>Servoline</w:t>
      </w:r>
      <w:proofErr w:type="spellEnd"/>
      <w:r w:rsidR="00790677">
        <w:t xml:space="preserve"> Vorteile hinsichtlich </w:t>
      </w:r>
      <w:r w:rsidR="00A77473">
        <w:t xml:space="preserve">Einrichtung und Wartung, Energieverbrauch und Kompatibilität. Kurze Werkzeug-Wechselzeiten von bis zu drei Minuten erhöhen die Flexibilität in der Produktion </w:t>
      </w:r>
      <w:r w:rsidR="00774234">
        <w:t xml:space="preserve">– zur </w:t>
      </w:r>
      <w:r w:rsidR="00A77473">
        <w:t>Herstellung von Teilen in kleineren Losgrößen</w:t>
      </w:r>
      <w:r w:rsidR="00CC5542">
        <w:t>,</w:t>
      </w:r>
      <w:r w:rsidR="00A77473">
        <w:t xml:space="preserve"> </w:t>
      </w:r>
      <w:r w:rsidR="003A6D29">
        <w:t>für ein wachsende</w:t>
      </w:r>
      <w:r w:rsidR="004F60B1">
        <w:t>s</w:t>
      </w:r>
      <w:r w:rsidR="003A6D29">
        <w:t xml:space="preserve"> </w:t>
      </w:r>
      <w:r w:rsidR="004F60B1">
        <w:t>Programm</w:t>
      </w:r>
      <w:r w:rsidR="003A6D29">
        <w:t xml:space="preserve"> an Automodellen.</w:t>
      </w:r>
    </w:p>
    <w:p w:rsidR="000E7FBF" w:rsidRDefault="000E7FBF">
      <w:pPr>
        <w:spacing w:line="240" w:lineRule="auto"/>
        <w:rPr>
          <w:rFonts w:cs="Arial"/>
          <w:b/>
        </w:rPr>
      </w:pPr>
      <w:r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7E1606" w:rsidP="007E1606">
      <w:r>
        <w:t xml:space="preserve">Bild1.jpg: </w:t>
      </w:r>
      <w:r w:rsidR="00774234">
        <w:t xml:space="preserve">Mit bis zu 23 Hüben pro Minute ist die </w:t>
      </w:r>
      <w:proofErr w:type="spellStart"/>
      <w:r w:rsidR="00774234">
        <w:t>Servoline</w:t>
      </w:r>
      <w:proofErr w:type="spellEnd"/>
      <w:r w:rsidR="00774234">
        <w:t xml:space="preserve"> 23 die schnellste Pressenlinie der Welt.</w:t>
      </w:r>
    </w:p>
    <w:p w:rsidR="005833D5" w:rsidRDefault="007E1606" w:rsidP="007E1606">
      <w:r>
        <w:t xml:space="preserve">Bild2.jpg: </w:t>
      </w:r>
      <w:bookmarkStart w:id="0" w:name="_GoBack"/>
      <w:r w:rsidR="000E7FBF" w:rsidRPr="000E7FBF">
        <w:t xml:space="preserve">Die </w:t>
      </w:r>
      <w:proofErr w:type="spellStart"/>
      <w:r w:rsidR="000E7FBF" w:rsidRPr="000E7FBF">
        <w:t>Servoline</w:t>
      </w:r>
      <w:proofErr w:type="spellEnd"/>
      <w:r w:rsidR="000E7FBF" w:rsidRPr="000E7FBF">
        <w:t xml:space="preserve"> 18 garantiert höchste Ausbringungsmengen durch die neueste Technologie und die beste Leistung</w:t>
      </w:r>
      <w:r w:rsidR="000E7FBF">
        <w:t xml:space="preserve"> </w:t>
      </w:r>
      <w:r w:rsidR="000E7FBF" w:rsidRPr="000E7FBF">
        <w:t xml:space="preserve"> für Anlagen in XL-Größe.</w:t>
      </w:r>
    </w:p>
    <w:bookmarkEnd w:id="0"/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E01" w:rsidRDefault="00476E01" w:rsidP="007E132D">
      <w:r>
        <w:separator/>
      </w:r>
    </w:p>
    <w:p w:rsidR="00476E01" w:rsidRDefault="00476E01" w:rsidP="007E132D"/>
  </w:endnote>
  <w:endnote w:type="continuationSeparator" w:id="0">
    <w:p w:rsidR="00476E01" w:rsidRDefault="00476E01" w:rsidP="007E132D">
      <w:r>
        <w:continuationSeparator/>
      </w:r>
    </w:p>
    <w:p w:rsidR="00476E01" w:rsidRDefault="00476E0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3B3AC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3B3AC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3B3AC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3B3AC8" w:rsidRPr="007E1606">
            <w:rPr>
              <w:rFonts w:eastAsia="Calibri"/>
              <w:noProof/>
            </w:rPr>
            <w:t xml:space="preserve">Seite </w:t>
          </w:r>
          <w:r w:rsidR="003B3AC8">
            <w:rPr>
              <w:rFonts w:eastAsia="Calibri"/>
              <w:noProof/>
            </w:rPr>
            <w:t>3</w:t>
          </w:r>
          <w:r w:rsidR="003B3AC8" w:rsidRPr="007E1606">
            <w:rPr>
              <w:rFonts w:eastAsia="Calibri"/>
              <w:noProof/>
            </w:rPr>
            <w:t xml:space="preserve"> von </w:t>
          </w:r>
          <w:r w:rsidR="003B3AC8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E01" w:rsidRDefault="00476E01" w:rsidP="007E132D">
      <w:r>
        <w:separator/>
      </w:r>
    </w:p>
    <w:p w:rsidR="00476E01" w:rsidRDefault="00476E01" w:rsidP="007E132D"/>
  </w:footnote>
  <w:footnote w:type="continuationSeparator" w:id="0">
    <w:p w:rsidR="00476E01" w:rsidRDefault="00476E01" w:rsidP="007E132D">
      <w:r>
        <w:continuationSeparator/>
      </w:r>
    </w:p>
    <w:p w:rsidR="00476E01" w:rsidRDefault="00476E0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BC"/>
    <w:rsid w:val="00003CBE"/>
    <w:rsid w:val="00004C7F"/>
    <w:rsid w:val="00016792"/>
    <w:rsid w:val="00031750"/>
    <w:rsid w:val="00033BD2"/>
    <w:rsid w:val="000555FC"/>
    <w:rsid w:val="000716BA"/>
    <w:rsid w:val="00086F40"/>
    <w:rsid w:val="000A52A8"/>
    <w:rsid w:val="000B704A"/>
    <w:rsid w:val="000C0CAD"/>
    <w:rsid w:val="000E228F"/>
    <w:rsid w:val="000E7FBF"/>
    <w:rsid w:val="000F2F77"/>
    <w:rsid w:val="000F5D3C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C1FA2"/>
    <w:rsid w:val="001C3EE2"/>
    <w:rsid w:val="001D68FC"/>
    <w:rsid w:val="001E0C3C"/>
    <w:rsid w:val="001F6280"/>
    <w:rsid w:val="002077B7"/>
    <w:rsid w:val="00212513"/>
    <w:rsid w:val="00215C8A"/>
    <w:rsid w:val="002315E0"/>
    <w:rsid w:val="002712C2"/>
    <w:rsid w:val="002848E3"/>
    <w:rsid w:val="002A1D04"/>
    <w:rsid w:val="002A3A54"/>
    <w:rsid w:val="002A42B6"/>
    <w:rsid w:val="002A4B0E"/>
    <w:rsid w:val="002B391B"/>
    <w:rsid w:val="002B41E8"/>
    <w:rsid w:val="002B4940"/>
    <w:rsid w:val="002D46DE"/>
    <w:rsid w:val="003230D4"/>
    <w:rsid w:val="00323555"/>
    <w:rsid w:val="00346047"/>
    <w:rsid w:val="003467A4"/>
    <w:rsid w:val="00363740"/>
    <w:rsid w:val="00365A9E"/>
    <w:rsid w:val="003728F6"/>
    <w:rsid w:val="00373C01"/>
    <w:rsid w:val="00377DED"/>
    <w:rsid w:val="003909DC"/>
    <w:rsid w:val="003A6D29"/>
    <w:rsid w:val="003B0A8A"/>
    <w:rsid w:val="003B3AC8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53B27"/>
    <w:rsid w:val="0046537F"/>
    <w:rsid w:val="00476782"/>
    <w:rsid w:val="00476D9C"/>
    <w:rsid w:val="00476E01"/>
    <w:rsid w:val="00485C6B"/>
    <w:rsid w:val="004A6B1D"/>
    <w:rsid w:val="004B6CEF"/>
    <w:rsid w:val="004C4B30"/>
    <w:rsid w:val="004C697D"/>
    <w:rsid w:val="004D76DD"/>
    <w:rsid w:val="004F60B1"/>
    <w:rsid w:val="00533491"/>
    <w:rsid w:val="005337CB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601238"/>
    <w:rsid w:val="0060142A"/>
    <w:rsid w:val="0065451D"/>
    <w:rsid w:val="00654B60"/>
    <w:rsid w:val="00660D47"/>
    <w:rsid w:val="0067074A"/>
    <w:rsid w:val="00671E3C"/>
    <w:rsid w:val="006741C5"/>
    <w:rsid w:val="00674EF3"/>
    <w:rsid w:val="006813B8"/>
    <w:rsid w:val="0068251B"/>
    <w:rsid w:val="00683F3C"/>
    <w:rsid w:val="006848FF"/>
    <w:rsid w:val="00687868"/>
    <w:rsid w:val="006A1F20"/>
    <w:rsid w:val="006A31D9"/>
    <w:rsid w:val="006A659E"/>
    <w:rsid w:val="006A7F52"/>
    <w:rsid w:val="006D7242"/>
    <w:rsid w:val="006F0150"/>
    <w:rsid w:val="00714E5C"/>
    <w:rsid w:val="0072042B"/>
    <w:rsid w:val="00733AAF"/>
    <w:rsid w:val="007521D7"/>
    <w:rsid w:val="00774234"/>
    <w:rsid w:val="007826E4"/>
    <w:rsid w:val="00784E5A"/>
    <w:rsid w:val="00790677"/>
    <w:rsid w:val="00794AEE"/>
    <w:rsid w:val="007B0BF4"/>
    <w:rsid w:val="007C16F5"/>
    <w:rsid w:val="007C3B7F"/>
    <w:rsid w:val="007E132D"/>
    <w:rsid w:val="007E1606"/>
    <w:rsid w:val="007F4512"/>
    <w:rsid w:val="00821B54"/>
    <w:rsid w:val="00821E5D"/>
    <w:rsid w:val="00822597"/>
    <w:rsid w:val="008258E8"/>
    <w:rsid w:val="008334D5"/>
    <w:rsid w:val="00833896"/>
    <w:rsid w:val="00845052"/>
    <w:rsid w:val="00865B83"/>
    <w:rsid w:val="008674AD"/>
    <w:rsid w:val="008718D2"/>
    <w:rsid w:val="0087295F"/>
    <w:rsid w:val="00876E6E"/>
    <w:rsid w:val="00877DC8"/>
    <w:rsid w:val="00894865"/>
    <w:rsid w:val="008A34E9"/>
    <w:rsid w:val="008C6578"/>
    <w:rsid w:val="008D1374"/>
    <w:rsid w:val="008D67FA"/>
    <w:rsid w:val="008E1F8F"/>
    <w:rsid w:val="008F5E25"/>
    <w:rsid w:val="00901DB8"/>
    <w:rsid w:val="009060ED"/>
    <w:rsid w:val="00920948"/>
    <w:rsid w:val="00920D55"/>
    <w:rsid w:val="00920D5F"/>
    <w:rsid w:val="00926076"/>
    <w:rsid w:val="009274BC"/>
    <w:rsid w:val="00941203"/>
    <w:rsid w:val="00944C5C"/>
    <w:rsid w:val="00944D93"/>
    <w:rsid w:val="00961469"/>
    <w:rsid w:val="00975A13"/>
    <w:rsid w:val="009A680E"/>
    <w:rsid w:val="009B2577"/>
    <w:rsid w:val="009B3EB7"/>
    <w:rsid w:val="009C53E1"/>
    <w:rsid w:val="009F65F3"/>
    <w:rsid w:val="00A0214C"/>
    <w:rsid w:val="00A117F4"/>
    <w:rsid w:val="00A31D72"/>
    <w:rsid w:val="00A32B85"/>
    <w:rsid w:val="00A35924"/>
    <w:rsid w:val="00A46561"/>
    <w:rsid w:val="00A500A4"/>
    <w:rsid w:val="00A52517"/>
    <w:rsid w:val="00A65375"/>
    <w:rsid w:val="00A77473"/>
    <w:rsid w:val="00A86ACD"/>
    <w:rsid w:val="00A9156A"/>
    <w:rsid w:val="00A91986"/>
    <w:rsid w:val="00A93519"/>
    <w:rsid w:val="00A94682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4303"/>
    <w:rsid w:val="00B55136"/>
    <w:rsid w:val="00B66347"/>
    <w:rsid w:val="00B762C9"/>
    <w:rsid w:val="00BA17DD"/>
    <w:rsid w:val="00C72CD3"/>
    <w:rsid w:val="00C82B81"/>
    <w:rsid w:val="00C92291"/>
    <w:rsid w:val="00C944AD"/>
    <w:rsid w:val="00CA6152"/>
    <w:rsid w:val="00CB2B5C"/>
    <w:rsid w:val="00CC2FFE"/>
    <w:rsid w:val="00CC5542"/>
    <w:rsid w:val="00CC7CCA"/>
    <w:rsid w:val="00CD3AA7"/>
    <w:rsid w:val="00D14566"/>
    <w:rsid w:val="00D15E35"/>
    <w:rsid w:val="00D16703"/>
    <w:rsid w:val="00D36969"/>
    <w:rsid w:val="00D40F4E"/>
    <w:rsid w:val="00D523F7"/>
    <w:rsid w:val="00D52F71"/>
    <w:rsid w:val="00D5679F"/>
    <w:rsid w:val="00D76894"/>
    <w:rsid w:val="00D82AE7"/>
    <w:rsid w:val="00DB3F3F"/>
    <w:rsid w:val="00DB73FC"/>
    <w:rsid w:val="00DC5C7D"/>
    <w:rsid w:val="00DD16C5"/>
    <w:rsid w:val="00DE35EB"/>
    <w:rsid w:val="00DE57BF"/>
    <w:rsid w:val="00DE6930"/>
    <w:rsid w:val="00DF2909"/>
    <w:rsid w:val="00E207BB"/>
    <w:rsid w:val="00E2304D"/>
    <w:rsid w:val="00E26828"/>
    <w:rsid w:val="00E3363B"/>
    <w:rsid w:val="00E36721"/>
    <w:rsid w:val="00E4453F"/>
    <w:rsid w:val="00E5769E"/>
    <w:rsid w:val="00E6320B"/>
    <w:rsid w:val="00E7619A"/>
    <w:rsid w:val="00E85A97"/>
    <w:rsid w:val="00E90330"/>
    <w:rsid w:val="00E94A8B"/>
    <w:rsid w:val="00E94CAA"/>
    <w:rsid w:val="00EA0877"/>
    <w:rsid w:val="00EA7DC3"/>
    <w:rsid w:val="00EB1C2E"/>
    <w:rsid w:val="00EC71F4"/>
    <w:rsid w:val="00EE2B1C"/>
    <w:rsid w:val="00F23AAD"/>
    <w:rsid w:val="00F44765"/>
    <w:rsid w:val="00F5073A"/>
    <w:rsid w:val="00F654EB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567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4417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10</cp:revision>
  <cp:lastPrinted>2014-01-15T15:59:00Z</cp:lastPrinted>
  <dcterms:created xsi:type="dcterms:W3CDTF">2016-01-18T12:18:00Z</dcterms:created>
  <dcterms:modified xsi:type="dcterms:W3CDTF">2016-01-22T16:28:00Z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1989445465</vt:i4>
  </property>
  <property fmtid="{D5CDD505-2E9C-101B-9397-08002B2CF9AE}" pid="3" name="_NewReviewCycle">
    <vt:lpwstr/>
  </property>
  <property fmtid="{D5CDD505-2E9C-101B-9397-08002B2CF9AE}" pid="4" name="_EmailSubject">
    <vt:lpwstr>PM Servolines 12-23</vt:lpwstr>
  </property>
  <property fmtid="{D5CDD505-2E9C-101B-9397-08002B2CF9AE}" pid="5" name="_AuthorEmail">
    <vt:lpwstr>Harald.Luetz@schulergroup.com</vt:lpwstr>
  </property>
  <property fmtid="{D5CDD505-2E9C-101B-9397-08002B2CF9AE}" pid="6" name="_AuthorEmailDisplayName">
    <vt:lpwstr>Luetz, Harald &lt;Harald.Luetz@schulergroup.com&gt;</vt:lpwstr>
  </property>
  <property fmtid="{D5CDD505-2E9C-101B-9397-08002B2CF9AE}" pid="7" name="_ReviewingToolsShownOnce">
    <vt:lpwstr/>
  </property>
</Properties>
</file>