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176B6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176B6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C62056" w:rsidP="00365A9E">
      <w:pPr>
        <w:pStyle w:val="berschrift1"/>
        <w:rPr>
          <w:sz w:val="2"/>
        </w:rPr>
      </w:pPr>
      <w:r>
        <w:t>Schuler</w:t>
      </w:r>
      <w:r w:rsidR="00422EE2">
        <w:t xml:space="preserve"> eröffnet</w:t>
      </w:r>
      <w:r>
        <w:t xml:space="preserve"> Hot </w:t>
      </w:r>
      <w:proofErr w:type="spellStart"/>
      <w:r>
        <w:t>Stamping</w:t>
      </w:r>
      <w:proofErr w:type="spellEnd"/>
      <w:r>
        <w:t xml:space="preserve"> </w:t>
      </w:r>
      <w:proofErr w:type="spellStart"/>
      <w:r>
        <w:t>TechCenter</w:t>
      </w:r>
      <w:proofErr w:type="spellEnd"/>
    </w:p>
    <w:p w:rsidR="006A31D9" w:rsidRDefault="00692509" w:rsidP="00365A9E">
      <w:pPr>
        <w:pStyle w:val="berschrift2"/>
      </w:pPr>
      <w:r>
        <w:t xml:space="preserve">Forschungs- und </w:t>
      </w:r>
      <w:r w:rsidR="001665ED">
        <w:t>Vorführ</w:t>
      </w:r>
      <w:r>
        <w:t xml:space="preserve">zentrum </w:t>
      </w:r>
      <w:r w:rsidR="00E07C25">
        <w:t>für den automobilen Le</w:t>
      </w:r>
      <w:r>
        <w:t>ichtbau</w:t>
      </w:r>
      <w:r w:rsidR="001526F5">
        <w:t xml:space="preserve"> </w:t>
      </w:r>
      <w:r w:rsidR="005A587A">
        <w:t xml:space="preserve">in Göppingen </w:t>
      </w:r>
      <w:r w:rsidR="001526F5">
        <w:t xml:space="preserve">/ </w:t>
      </w:r>
      <w:r w:rsidR="005A587A">
        <w:t xml:space="preserve">Anlage am Standort </w:t>
      </w:r>
      <w:proofErr w:type="spellStart"/>
      <w:r w:rsidR="005A587A">
        <w:t>Waghäusel</w:t>
      </w:r>
      <w:proofErr w:type="spellEnd"/>
      <w:r w:rsidR="005A587A">
        <w:t xml:space="preserve"> entwickelt</w:t>
      </w:r>
    </w:p>
    <w:p w:rsidR="00476D9C" w:rsidRPr="00476D9C" w:rsidRDefault="00476D9C" w:rsidP="00476D9C"/>
    <w:p w:rsidR="007E1606" w:rsidRDefault="00422EE2" w:rsidP="00C82B81">
      <w:r>
        <w:rPr>
          <w:i/>
        </w:rPr>
        <w:t>Göppingen, 14</w:t>
      </w:r>
      <w:r w:rsidR="005833D5">
        <w:rPr>
          <w:i/>
        </w:rPr>
        <w:t>.</w:t>
      </w:r>
      <w:r>
        <w:rPr>
          <w:i/>
        </w:rPr>
        <w:t>01</w:t>
      </w:r>
      <w:r w:rsidR="005833D5" w:rsidRPr="005833D5">
        <w:rPr>
          <w:i/>
        </w:rPr>
        <w:t>.201</w:t>
      </w:r>
      <w:r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863083">
        <w:t xml:space="preserve">Schuler hat heute am Standort Göppingen </w:t>
      </w:r>
      <w:r w:rsidR="001526F5">
        <w:t>das neue</w:t>
      </w:r>
      <w:r w:rsidR="00863083">
        <w:t xml:space="preserve"> Forschungs- und Vorführzentrum </w:t>
      </w:r>
      <w:r w:rsidR="00943830">
        <w:t xml:space="preserve">zum Thema Formhärten </w:t>
      </w:r>
      <w:r w:rsidR="004C45F5">
        <w:t>eröffnet</w:t>
      </w:r>
      <w:r w:rsidR="00943830">
        <w:t xml:space="preserve">. </w:t>
      </w:r>
      <w:r w:rsidR="001526F5">
        <w:t>Im</w:t>
      </w:r>
      <w:r w:rsidR="00150C77">
        <w:t xml:space="preserve"> </w:t>
      </w:r>
      <w:r w:rsidR="00A4424C">
        <w:t>sogenannte</w:t>
      </w:r>
      <w:r w:rsidR="001526F5">
        <w:t>n</w:t>
      </w:r>
      <w:r w:rsidR="00A4424C">
        <w:t xml:space="preserve"> </w:t>
      </w:r>
      <w:r w:rsidR="00150C77">
        <w:t xml:space="preserve">Hot </w:t>
      </w:r>
      <w:proofErr w:type="spellStart"/>
      <w:r w:rsidR="00150C77">
        <w:t>Stamping</w:t>
      </w:r>
      <w:proofErr w:type="spellEnd"/>
      <w:r w:rsidR="00150C77">
        <w:t xml:space="preserve"> </w:t>
      </w:r>
      <w:proofErr w:type="spellStart"/>
      <w:r w:rsidR="00150C77">
        <w:t>TechCenter</w:t>
      </w:r>
      <w:proofErr w:type="spellEnd"/>
      <w:r w:rsidR="00150C77">
        <w:t xml:space="preserve"> </w:t>
      </w:r>
      <w:r w:rsidR="001526F5">
        <w:t xml:space="preserve">zeigt das Unternehmen seinen Kunden innovative Anwendungen für den automobilen Leichtbau der Zukunft. </w:t>
      </w:r>
      <w:r w:rsidR="00D0047A" w:rsidRPr="001526F5">
        <w:t xml:space="preserve">Schuler investierte </w:t>
      </w:r>
      <w:r w:rsidR="00D0047A">
        <w:t>rund 6,5 Millionen Euro</w:t>
      </w:r>
      <w:r w:rsidR="00D0047A" w:rsidRPr="001526F5">
        <w:t xml:space="preserve"> </w:t>
      </w:r>
      <w:r w:rsidR="00D0047A">
        <w:t>i</w:t>
      </w:r>
      <w:r w:rsidR="001526F5" w:rsidRPr="001526F5">
        <w:t xml:space="preserve">n die </w:t>
      </w:r>
      <w:r w:rsidR="00D0047A" w:rsidRPr="001526F5">
        <w:t>Anlage</w:t>
      </w:r>
      <w:r w:rsidR="00D0047A">
        <w:t>, die</w:t>
      </w:r>
      <w:r w:rsidR="00D0047A" w:rsidRPr="001526F5">
        <w:t xml:space="preserve"> </w:t>
      </w:r>
      <w:r w:rsidR="001526F5" w:rsidRPr="001526F5">
        <w:t xml:space="preserve">mit </w:t>
      </w:r>
      <w:r w:rsidR="00154DB5">
        <w:t xml:space="preserve">hydraulischer </w:t>
      </w:r>
      <w:r w:rsidR="001526F5" w:rsidRPr="001526F5">
        <w:t>Presse, Rollen-Herd</w:t>
      </w:r>
      <w:r w:rsidR="00D0047A">
        <w:t xml:space="preserve">ofen und Automation ausgerüstet ist und am Standort </w:t>
      </w:r>
      <w:proofErr w:type="spellStart"/>
      <w:r w:rsidR="00D0047A">
        <w:t>Waghäusel</w:t>
      </w:r>
      <w:proofErr w:type="spellEnd"/>
      <w:r w:rsidR="00D0047A">
        <w:t xml:space="preserve"> entwickelt wurde</w:t>
      </w:r>
      <w:r w:rsidR="0041792C">
        <w:t>.</w:t>
      </w:r>
    </w:p>
    <w:p w:rsidR="00326DDA" w:rsidRDefault="00326DDA" w:rsidP="00C82B81"/>
    <w:p w:rsidR="00187136" w:rsidRDefault="00C571F4" w:rsidP="00C82B81">
      <w:proofErr w:type="gramStart"/>
      <w:r w:rsidRPr="00C571F4">
        <w:t>Beim</w:t>
      </w:r>
      <w:proofErr w:type="gramEnd"/>
      <w:r w:rsidRPr="00C571F4">
        <w:t xml:space="preserve"> Formhärten </w:t>
      </w:r>
      <w:r w:rsidR="00D64A0F">
        <w:t>wird Stahlblech</w:t>
      </w:r>
      <w:r w:rsidRPr="00C571F4">
        <w:t xml:space="preserve"> auf 930 Grad Celsius erhitzt und im anschließenden Umformprozess gekühlt und</w:t>
      </w:r>
      <w:r w:rsidR="0099172C">
        <w:t xml:space="preserve"> damit</w:t>
      </w:r>
      <w:r w:rsidRPr="00C571F4">
        <w:t xml:space="preserve"> gehärtet.</w:t>
      </w:r>
      <w:r w:rsidR="005D4D47">
        <w:t xml:space="preserve"> Dadurch lassen sich </w:t>
      </w:r>
      <w:r w:rsidR="006178D3">
        <w:t xml:space="preserve">besonders </w:t>
      </w:r>
      <w:r w:rsidR="005D4D47">
        <w:t xml:space="preserve">leichte </w:t>
      </w:r>
      <w:r w:rsidR="006178D3">
        <w:t>Auto-</w:t>
      </w:r>
      <w:r w:rsidR="005D4D47">
        <w:t>Teile mit hohen Festigkeiten produzieren</w:t>
      </w:r>
      <w:r w:rsidRPr="00C571F4">
        <w:t>.</w:t>
      </w:r>
      <w:r w:rsidR="00187136">
        <w:t xml:space="preserve"> </w:t>
      </w:r>
      <w:r w:rsidR="00545A78" w:rsidRPr="00545A78">
        <w:t>Schuler ist der weltweite Marktführer für Formhärte-Anlagen. Der Bedarf wird in den nächsten Jahren durch die steigenden Anforderungen an Insassenschutz und CO</w:t>
      </w:r>
      <w:r w:rsidR="00545A78" w:rsidRPr="00545A78">
        <w:rPr>
          <w:vertAlign w:val="subscript"/>
        </w:rPr>
        <w:t>2</w:t>
      </w:r>
      <w:r w:rsidR="00545A78" w:rsidRPr="00545A78">
        <w:t>-Reduktion wachsen.</w:t>
      </w:r>
    </w:p>
    <w:p w:rsidR="00187136" w:rsidRDefault="00187136" w:rsidP="00C82B81"/>
    <w:p w:rsidR="001E3595" w:rsidRDefault="001E3595" w:rsidP="00C82B81">
      <w:r>
        <w:t xml:space="preserve">„Formhärten ist </w:t>
      </w:r>
      <w:r w:rsidR="00AB03B3">
        <w:t>ein wichtiges</w:t>
      </w:r>
      <w:r>
        <w:t xml:space="preserve"> Verfahren zum Leichtbau von Fahrzeug-Karosserien und hat für Schuler einen hohen Stellenwert innerhalb des Produktspektrums“, sagte Vorstandsvorsitzender Stefan </w:t>
      </w:r>
      <w:proofErr w:type="spellStart"/>
      <w:r>
        <w:t>Klebert</w:t>
      </w:r>
      <w:proofErr w:type="spellEnd"/>
      <w:r>
        <w:t xml:space="preserve">. „Unser neues Hot </w:t>
      </w:r>
      <w:proofErr w:type="spellStart"/>
      <w:r>
        <w:t>Stamping</w:t>
      </w:r>
      <w:proofErr w:type="spellEnd"/>
      <w:r>
        <w:t xml:space="preserve"> </w:t>
      </w:r>
      <w:proofErr w:type="spellStart"/>
      <w:r>
        <w:t>TechCenter</w:t>
      </w:r>
      <w:proofErr w:type="spellEnd"/>
      <w:r>
        <w:t xml:space="preserve"> </w:t>
      </w:r>
      <w:r w:rsidR="008E7F8F">
        <w:t>ist b</w:t>
      </w:r>
      <w:r w:rsidR="008E7F8F" w:rsidRPr="008E7F8F">
        <w:t xml:space="preserve">eides: Beleg für unsere Innovationsfähigkeit bei vollautomatischen, vernetzten </w:t>
      </w:r>
      <w:r w:rsidR="008E7F8F" w:rsidRPr="008E7F8F">
        <w:lastRenderedPageBreak/>
        <w:t>Produktionsanlagen und Bekenntnis zum T</w:t>
      </w:r>
      <w:r w:rsidR="008E7F8F">
        <w:t>echnologiestandort Deutschland.</w:t>
      </w:r>
      <w:r>
        <w:t>“</w:t>
      </w:r>
    </w:p>
    <w:p w:rsidR="00852027" w:rsidRDefault="00852027" w:rsidP="00C82B81"/>
    <w:p w:rsidR="00852027" w:rsidRDefault="00852027" w:rsidP="00852027">
      <w:pPr>
        <w:pStyle w:val="berschrift2"/>
      </w:pPr>
      <w:r w:rsidRPr="00852027">
        <w:t>Höhere Produktivität und geringerer Energiebedarf</w:t>
      </w:r>
    </w:p>
    <w:p w:rsidR="00326DDA" w:rsidRDefault="00A93835" w:rsidP="00C82B81">
      <w:r>
        <w:t xml:space="preserve">Die 1.600 Tonnen starke Presse im Hot </w:t>
      </w:r>
      <w:proofErr w:type="spellStart"/>
      <w:r>
        <w:t>Stamping</w:t>
      </w:r>
      <w:proofErr w:type="spellEnd"/>
      <w:r>
        <w:t xml:space="preserve"> </w:t>
      </w:r>
      <w:proofErr w:type="spellStart"/>
      <w:r>
        <w:t>TechCenter</w:t>
      </w:r>
      <w:proofErr w:type="spellEnd"/>
      <w:r>
        <w:t xml:space="preserve"> verfügt </w:t>
      </w:r>
      <w:r w:rsidR="00AF0EFF">
        <w:t xml:space="preserve">bereits </w:t>
      </w:r>
      <w:r>
        <w:t>über die</w:t>
      </w:r>
      <w:r w:rsidRPr="00A93835">
        <w:t xml:space="preserve"> </w:t>
      </w:r>
      <w:proofErr w:type="spellStart"/>
      <w:r w:rsidRPr="00A93835">
        <w:t>PCHflex</w:t>
      </w:r>
      <w:proofErr w:type="spellEnd"/>
      <w:r w:rsidRPr="00A93835">
        <w:t>-Technologie</w:t>
      </w:r>
      <w:r>
        <w:t xml:space="preserve"> von Schuler</w:t>
      </w:r>
      <w:r w:rsidRPr="00A93835">
        <w:t xml:space="preserve">. </w:t>
      </w:r>
      <w:r w:rsidR="000D2F7E">
        <w:t>„</w:t>
      </w:r>
      <w:proofErr w:type="spellStart"/>
      <w:r w:rsidR="00182CB9">
        <w:t>PCHflex</w:t>
      </w:r>
      <w:proofErr w:type="spellEnd"/>
      <w:r w:rsidRPr="00A93835">
        <w:t xml:space="preserve"> ermöglicht eine flexible und wirtschaftliche Produktion von Formhärte-Teilen mit </w:t>
      </w:r>
      <w:r w:rsidR="00522923">
        <w:t>bis zu 40 Prozent höherer</w:t>
      </w:r>
      <w:r w:rsidR="00522923" w:rsidRPr="00A93835">
        <w:t xml:space="preserve"> </w:t>
      </w:r>
      <w:r w:rsidRPr="00A93835">
        <w:t>Ausbringungsleist</w:t>
      </w:r>
      <w:r w:rsidR="000D2F7E">
        <w:t>ung und konstant hoher Qualität</w:t>
      </w:r>
      <w:r w:rsidR="004B48B2">
        <w:t xml:space="preserve">, </w:t>
      </w:r>
      <w:r w:rsidRPr="00A93835">
        <w:t>und dies bei maximaler Prozesssicherheit und Verfügbarkeit</w:t>
      </w:r>
      <w:r w:rsidR="004B48B2">
        <w:t xml:space="preserve">“, erklärte Dr. Martin </w:t>
      </w:r>
      <w:proofErr w:type="spellStart"/>
      <w:r w:rsidR="004B48B2">
        <w:t>Habert</w:t>
      </w:r>
      <w:proofErr w:type="spellEnd"/>
      <w:r w:rsidR="004B48B2">
        <w:t xml:space="preserve">, Geschäftsführer von Schuler in </w:t>
      </w:r>
      <w:proofErr w:type="spellStart"/>
      <w:r w:rsidR="004B48B2">
        <w:t>Waghäusel</w:t>
      </w:r>
      <w:proofErr w:type="spellEnd"/>
      <w:r w:rsidR="004B48B2">
        <w:t>.</w:t>
      </w:r>
    </w:p>
    <w:p w:rsidR="00534543" w:rsidRDefault="00534543" w:rsidP="00C82B81"/>
    <w:p w:rsidR="00534543" w:rsidRDefault="00534543" w:rsidP="00C82B81">
      <w:r>
        <w:t>Darüber hinaus ist die Maschine mit der Technologie EHF („</w:t>
      </w:r>
      <w:proofErr w:type="spellStart"/>
      <w:r>
        <w:t>Efficient</w:t>
      </w:r>
      <w:proofErr w:type="spellEnd"/>
      <w:r>
        <w:t xml:space="preserve"> </w:t>
      </w:r>
      <w:proofErr w:type="spellStart"/>
      <w:r>
        <w:t>Hydraulic</w:t>
      </w:r>
      <w:proofErr w:type="spellEnd"/>
      <w:r>
        <w:t xml:space="preserve"> </w:t>
      </w:r>
      <w:proofErr w:type="spellStart"/>
      <w:r>
        <w:t>Forming</w:t>
      </w:r>
      <w:proofErr w:type="spellEnd"/>
      <w:r>
        <w:t>“</w:t>
      </w:r>
      <w:r w:rsidR="004C69C4">
        <w:t>)</w:t>
      </w:r>
      <w:r>
        <w:t xml:space="preserve"> ausgestattet, </w:t>
      </w:r>
      <w:r w:rsidR="004C69C4">
        <w:t>die den</w:t>
      </w:r>
      <w:r>
        <w:t xml:space="preserve"> Energie</w:t>
      </w:r>
      <w:r w:rsidR="004C69C4">
        <w:t>bedarf drastisch reduzier</w:t>
      </w:r>
      <w:r>
        <w:t xml:space="preserve">t. </w:t>
      </w:r>
      <w:r w:rsidR="00B908A3">
        <w:t>M</w:t>
      </w:r>
      <w:r>
        <w:t xml:space="preserve">it einem </w:t>
      </w:r>
      <w:r w:rsidR="00B908A3">
        <w:t xml:space="preserve">speziellen </w:t>
      </w:r>
      <w:r>
        <w:t>System zur Zustandsüberwachung („</w:t>
      </w:r>
      <w:proofErr w:type="spellStart"/>
      <w:r>
        <w:t>Condition</w:t>
      </w:r>
      <w:proofErr w:type="spellEnd"/>
      <w:r>
        <w:t xml:space="preserve"> Monitoring“) lässt sich </w:t>
      </w:r>
      <w:r w:rsidR="007460CA">
        <w:t>der</w:t>
      </w:r>
      <w:r>
        <w:t xml:space="preserve"> Verschleiß von Anlagen-Komponenten präzise vorhersagen.</w:t>
      </w:r>
    </w:p>
    <w:p w:rsidR="00852027" w:rsidRDefault="00852027" w:rsidP="00C82B81"/>
    <w:p w:rsidR="00852027" w:rsidRPr="00061A4C" w:rsidRDefault="00852027" w:rsidP="00852027">
      <w:pPr>
        <w:rPr>
          <w:b/>
        </w:rPr>
      </w:pPr>
      <w:r w:rsidRPr="00061A4C">
        <w:rPr>
          <w:b/>
        </w:rPr>
        <w:t>Erste Anlage im neuen Maschinen-Design</w:t>
      </w:r>
      <w:r>
        <w:rPr>
          <w:b/>
        </w:rPr>
        <w:t xml:space="preserve"> von</w:t>
      </w:r>
      <w:r w:rsidRPr="00852027">
        <w:rPr>
          <w:b/>
        </w:rPr>
        <w:t xml:space="preserve"> </w:t>
      </w:r>
      <w:r w:rsidRPr="00061A4C">
        <w:rPr>
          <w:b/>
        </w:rPr>
        <w:t>Schuler</w:t>
      </w:r>
    </w:p>
    <w:p w:rsidR="00AF0EFF" w:rsidRDefault="00AF0EFF" w:rsidP="007E1606">
      <w:r>
        <w:t xml:space="preserve">Die </w:t>
      </w:r>
      <w:r w:rsidR="008027AF">
        <w:t>Presse</w:t>
      </w:r>
      <w:r>
        <w:t xml:space="preserve"> ist </w:t>
      </w:r>
      <w:r w:rsidR="008027AF">
        <w:t xml:space="preserve">darüber hinaus die erste Anlage </w:t>
      </w:r>
      <w:r w:rsidR="00757DF1">
        <w:t xml:space="preserve">im </w:t>
      </w:r>
      <w:r>
        <w:t xml:space="preserve">neuen Maschinen-Design, das Schuler </w:t>
      </w:r>
      <w:r w:rsidR="008027AF">
        <w:t>Zug um Zug auf das gesamte Produktprogramm ausrollen wird.</w:t>
      </w:r>
      <w:r w:rsidR="00A35D16">
        <w:t xml:space="preserve"> Das </w:t>
      </w:r>
      <w:r w:rsidR="0092306A">
        <w:t>neue Design</w:t>
      </w:r>
      <w:r w:rsidR="00B51C2D">
        <w:t xml:space="preserve"> </w:t>
      </w:r>
      <w:r w:rsidR="00A35D16">
        <w:t xml:space="preserve">soll </w:t>
      </w:r>
      <w:r w:rsidR="00BE6835">
        <w:t xml:space="preserve">den technologischen Vorsprung von Schuler symbolisieren und </w:t>
      </w:r>
      <w:r w:rsidR="00A35D16">
        <w:t xml:space="preserve">für eine hohe Wiederkennung </w:t>
      </w:r>
      <w:r w:rsidR="00BE6835">
        <w:t xml:space="preserve">der Anlagen </w:t>
      </w:r>
      <w:r w:rsidR="00A35D16">
        <w:t>sorgen.</w:t>
      </w:r>
    </w:p>
    <w:p w:rsidR="00AF0EFF" w:rsidRDefault="00AF0EFF" w:rsidP="007E1606"/>
    <w:p w:rsidR="004C69C4" w:rsidRDefault="004C69C4" w:rsidP="007E1606">
      <w:r w:rsidRPr="004C69C4">
        <w:t xml:space="preserve">Das </w:t>
      </w:r>
      <w:r w:rsidR="00B908A3">
        <w:t xml:space="preserve">Hot </w:t>
      </w:r>
      <w:proofErr w:type="spellStart"/>
      <w:r w:rsidR="00B908A3">
        <w:t>Stamping</w:t>
      </w:r>
      <w:proofErr w:type="spellEnd"/>
      <w:r w:rsidR="00B908A3">
        <w:t xml:space="preserve"> </w:t>
      </w:r>
      <w:proofErr w:type="spellStart"/>
      <w:r w:rsidRPr="004C69C4">
        <w:t>TechCenter</w:t>
      </w:r>
      <w:proofErr w:type="spellEnd"/>
      <w:r w:rsidRPr="004C69C4">
        <w:t xml:space="preserve"> dient in Zukunft vorrangig der Weiterentwicklung der Anlagen</w:t>
      </w:r>
      <w:r w:rsidR="00B908A3">
        <w:t>-T</w:t>
      </w:r>
      <w:r w:rsidRPr="004C69C4">
        <w:t xml:space="preserve">echnologie und Prozesse im automobilen Leichtbau. Weiterhin </w:t>
      </w:r>
      <w:r w:rsidR="00E447B1">
        <w:t>verwendet Schuler das Zentrum auch</w:t>
      </w:r>
      <w:r w:rsidRPr="004C69C4">
        <w:t xml:space="preserve"> für Kundenpräsentation</w:t>
      </w:r>
      <w:r w:rsidR="00A97B0B">
        <w:t>en</w:t>
      </w:r>
      <w:r w:rsidR="00487952">
        <w:t xml:space="preserve"> </w:t>
      </w:r>
      <w:r w:rsidR="00A97B0B">
        <w:t xml:space="preserve">und </w:t>
      </w:r>
      <w:r w:rsidR="00E447B1">
        <w:t>Schulungen</w:t>
      </w:r>
      <w:r w:rsidRPr="004C69C4">
        <w:t>.</w:t>
      </w:r>
    </w:p>
    <w:p w:rsidR="004C69C4" w:rsidRDefault="004C69C4" w:rsidP="007E1606"/>
    <w:p w:rsidR="007E1606" w:rsidRDefault="002B7FD9" w:rsidP="007E1606">
      <w:r>
        <w:lastRenderedPageBreak/>
        <w:t xml:space="preserve">Außer in Göppingen unterhält Schuler auch </w:t>
      </w:r>
      <w:r w:rsidRPr="002B7FD9">
        <w:t xml:space="preserve">an den deutschen Standorten Erfurt, </w:t>
      </w:r>
      <w:proofErr w:type="spellStart"/>
      <w:r w:rsidRPr="002B7FD9">
        <w:t>Gemmingen</w:t>
      </w:r>
      <w:proofErr w:type="spellEnd"/>
      <w:r w:rsidRPr="002B7FD9">
        <w:t xml:space="preserve">, Göppingen und </w:t>
      </w:r>
      <w:proofErr w:type="spellStart"/>
      <w:r w:rsidRPr="002B7FD9">
        <w:t>Heßdorf</w:t>
      </w:r>
      <w:proofErr w:type="spellEnd"/>
      <w:r w:rsidRPr="002B7FD9">
        <w:t xml:space="preserve"> sowie in den USA</w:t>
      </w:r>
      <w:r>
        <w:t xml:space="preserve"> Vorführ- und Referenzzentren. </w:t>
      </w:r>
      <w:proofErr w:type="spellStart"/>
      <w:r>
        <w:t>TechCenter</w:t>
      </w:r>
      <w:proofErr w:type="spellEnd"/>
      <w:r w:rsidRPr="002B7FD9">
        <w:t xml:space="preserve"> sind im Gegensatz</w:t>
      </w:r>
      <w:r>
        <w:t xml:space="preserve"> zu Messen ganzjährig geöffnet </w:t>
      </w:r>
      <w:r w:rsidRPr="002B7FD9">
        <w:t xml:space="preserve">und </w:t>
      </w:r>
      <w:r>
        <w:t xml:space="preserve">ermöglichen </w:t>
      </w:r>
      <w:r w:rsidRPr="002B7FD9">
        <w:t>kundenindividuell</w:t>
      </w:r>
      <w:r>
        <w:t>e</w:t>
      </w:r>
      <w:r w:rsidRPr="002B7FD9">
        <w:t xml:space="preserve"> Beratung</w:t>
      </w:r>
      <w:r>
        <w:t>en</w:t>
      </w:r>
      <w:r w:rsidRPr="002B7FD9">
        <w:t xml:space="preserve"> und Versuche. </w:t>
      </w:r>
      <w:r w:rsidR="00102993">
        <w:t>I</w:t>
      </w:r>
      <w:r w:rsidR="00392A1F">
        <w:t xml:space="preserve">m Frühjahr geht in </w:t>
      </w:r>
      <w:r w:rsidRPr="002B7FD9">
        <w:t xml:space="preserve">der nordchinesischen Hafenstadt Tianjin </w:t>
      </w:r>
      <w:r w:rsidR="007411B4">
        <w:t xml:space="preserve">ein weiteres </w:t>
      </w:r>
      <w:proofErr w:type="spellStart"/>
      <w:r w:rsidR="007411B4">
        <w:t>TechCenter</w:t>
      </w:r>
      <w:proofErr w:type="spellEnd"/>
      <w:r w:rsidR="00392A1F">
        <w:t xml:space="preserve"> in Betrieb</w:t>
      </w:r>
      <w:r w:rsidR="007411B4">
        <w:t xml:space="preserve">, </w:t>
      </w:r>
      <w:r w:rsidR="00E5181E">
        <w:t>in dem eine</w:t>
      </w:r>
      <w:r w:rsidR="007411B4">
        <w:t xml:space="preserve"> 1.600-Tonnen-</w:t>
      </w:r>
      <w:r w:rsidR="001A331E">
        <w:t>Presse</w:t>
      </w:r>
      <w:r w:rsidRPr="002B7FD9">
        <w:t xml:space="preserve"> mit </w:t>
      </w:r>
      <w:proofErr w:type="spellStart"/>
      <w:r w:rsidRPr="002B7FD9">
        <w:t>TwinServo</w:t>
      </w:r>
      <w:proofErr w:type="spellEnd"/>
      <w:r w:rsidRPr="002B7FD9">
        <w:t>-Technologie (TST)</w:t>
      </w:r>
      <w:r w:rsidR="00E5181E">
        <w:t xml:space="preserve"> zum Einsatz kommt</w:t>
      </w:r>
      <w:r w:rsidRPr="002B7FD9">
        <w:t>.</w:t>
      </w:r>
    </w:p>
    <w:p w:rsidR="007E1606" w:rsidRDefault="007E1606" w:rsidP="007E1606"/>
    <w:p w:rsidR="00102993" w:rsidRDefault="00102993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154DB5" w:rsidRPr="00154DB5">
        <w:t xml:space="preserve">Im sogenannten Hot </w:t>
      </w:r>
      <w:proofErr w:type="spellStart"/>
      <w:r w:rsidR="00154DB5" w:rsidRPr="00154DB5">
        <w:t>Stamping</w:t>
      </w:r>
      <w:proofErr w:type="spellEnd"/>
      <w:r w:rsidR="00154DB5" w:rsidRPr="00154DB5">
        <w:t xml:space="preserve"> </w:t>
      </w:r>
      <w:proofErr w:type="spellStart"/>
      <w:r w:rsidR="00154DB5" w:rsidRPr="00154DB5">
        <w:t>TechCenter</w:t>
      </w:r>
      <w:proofErr w:type="spellEnd"/>
      <w:r w:rsidR="00154DB5" w:rsidRPr="00154DB5">
        <w:t xml:space="preserve"> zeigt </w:t>
      </w:r>
      <w:r w:rsidR="00154DB5">
        <w:t xml:space="preserve">Schuler </w:t>
      </w:r>
      <w:r w:rsidR="00154DB5" w:rsidRPr="00154DB5">
        <w:t xml:space="preserve">innovative Anwendungen für den automobilen Leichtbau der Zukunft. </w:t>
      </w:r>
    </w:p>
    <w:p w:rsidR="00BB0230" w:rsidRDefault="007E1606" w:rsidP="007E1606">
      <w:r>
        <w:t>Bild2.jpg:</w:t>
      </w:r>
      <w:r w:rsidR="00BB0230">
        <w:t xml:space="preserve"> </w:t>
      </w:r>
      <w:proofErr w:type="gramStart"/>
      <w:r w:rsidR="00BB0230" w:rsidRPr="00BB0230">
        <w:t>Beim</w:t>
      </w:r>
      <w:proofErr w:type="gramEnd"/>
      <w:r w:rsidR="00BB0230" w:rsidRPr="00BB0230">
        <w:t xml:space="preserve"> Formhärten wird Stahlblech auf 930 Grad Celsius erhitzt und im Umformproz</w:t>
      </w:r>
      <w:r w:rsidR="00BB0230">
        <w:t>ess gekühlt und damit gehärtet.</w:t>
      </w:r>
    </w:p>
    <w:p w:rsidR="005833D5" w:rsidRDefault="00BB0230" w:rsidP="007E1606">
      <w:r>
        <w:t xml:space="preserve">Bild3.jpg: </w:t>
      </w:r>
      <w:r w:rsidR="00154DB5" w:rsidRPr="00154DB5">
        <w:t xml:space="preserve">In die </w:t>
      </w:r>
      <w:r w:rsidR="00E54948" w:rsidRPr="00154DB5">
        <w:t xml:space="preserve">Anlage </w:t>
      </w:r>
      <w:r w:rsidR="00154DB5" w:rsidRPr="00154DB5">
        <w:t>mit hydraulischer Presse, Rollen-Herdofen und Automation investierte Schuler rund 6,5 Millionen Euro.</w:t>
      </w:r>
    </w:p>
    <w:p w:rsidR="00C4519E" w:rsidRDefault="00C4519E" w:rsidP="007E1606">
      <w:r>
        <w:t xml:space="preserve">Bild4.jpg: </w:t>
      </w:r>
      <w:r w:rsidR="004B2D60" w:rsidRPr="004B2D60">
        <w:t>Die Presse ist die erste Anlage im neuen Maschinen-Design, das Schuler Zug um Zug auf das gesamte Produktprogramm ausrollen wird.</w:t>
      </w:r>
    </w:p>
    <w:p w:rsidR="005833D5" w:rsidRPr="005833D5" w:rsidRDefault="005833D5" w:rsidP="005833D5">
      <w:pPr>
        <w:rPr>
          <w:i/>
        </w:rPr>
      </w:pPr>
      <w:bookmarkStart w:id="0" w:name="_GoBack"/>
      <w:bookmarkEnd w:id="0"/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4137" w:rsidRDefault="00D24137" w:rsidP="007E132D">
      <w:r>
        <w:separator/>
      </w:r>
    </w:p>
    <w:p w:rsidR="00D24137" w:rsidRDefault="00D24137" w:rsidP="007E132D"/>
  </w:endnote>
  <w:endnote w:type="continuationSeparator" w:id="0">
    <w:p w:rsidR="00D24137" w:rsidRDefault="00D24137" w:rsidP="007E132D">
      <w:r>
        <w:continuationSeparator/>
      </w:r>
    </w:p>
    <w:p w:rsidR="00D24137" w:rsidRDefault="00D24137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76B6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176B6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176B63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176B63" w:rsidRPr="007E1606">
            <w:rPr>
              <w:rFonts w:eastAsia="Calibri"/>
              <w:noProof/>
            </w:rPr>
            <w:t xml:space="preserve">Seite </w:t>
          </w:r>
          <w:r w:rsidR="00176B63">
            <w:rPr>
              <w:rFonts w:eastAsia="Calibri"/>
              <w:noProof/>
            </w:rPr>
            <w:t>3</w:t>
          </w:r>
          <w:r w:rsidR="00176B63" w:rsidRPr="007E1606">
            <w:rPr>
              <w:rFonts w:eastAsia="Calibri"/>
              <w:noProof/>
            </w:rPr>
            <w:t xml:space="preserve"> von </w:t>
          </w:r>
          <w:r w:rsidR="00176B63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4137" w:rsidRDefault="00D24137" w:rsidP="007E132D">
      <w:r>
        <w:separator/>
      </w:r>
    </w:p>
    <w:p w:rsidR="00D24137" w:rsidRDefault="00D24137" w:rsidP="007E132D"/>
  </w:footnote>
  <w:footnote w:type="continuationSeparator" w:id="0">
    <w:p w:rsidR="00D24137" w:rsidRDefault="00D24137" w:rsidP="007E132D">
      <w:r>
        <w:continuationSeparator/>
      </w:r>
    </w:p>
    <w:p w:rsidR="00D24137" w:rsidRDefault="00D24137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60"/>
    <w:rsid w:val="00003CBE"/>
    <w:rsid w:val="00004C7F"/>
    <w:rsid w:val="00023D60"/>
    <w:rsid w:val="00031750"/>
    <w:rsid w:val="00033BD2"/>
    <w:rsid w:val="000716BA"/>
    <w:rsid w:val="000828FB"/>
    <w:rsid w:val="00086F40"/>
    <w:rsid w:val="000A52A8"/>
    <w:rsid w:val="000B704A"/>
    <w:rsid w:val="000C0CAD"/>
    <w:rsid w:val="000D2AB6"/>
    <w:rsid w:val="000D2F7E"/>
    <w:rsid w:val="000E228F"/>
    <w:rsid w:val="000F2F77"/>
    <w:rsid w:val="00102187"/>
    <w:rsid w:val="00102993"/>
    <w:rsid w:val="00130A5F"/>
    <w:rsid w:val="00136218"/>
    <w:rsid w:val="00136E90"/>
    <w:rsid w:val="00150C77"/>
    <w:rsid w:val="001526F5"/>
    <w:rsid w:val="00152C69"/>
    <w:rsid w:val="00154DB5"/>
    <w:rsid w:val="001631E1"/>
    <w:rsid w:val="0016339C"/>
    <w:rsid w:val="0016495A"/>
    <w:rsid w:val="001665ED"/>
    <w:rsid w:val="00173722"/>
    <w:rsid w:val="0017697C"/>
    <w:rsid w:val="00176B63"/>
    <w:rsid w:val="00182CB9"/>
    <w:rsid w:val="00187136"/>
    <w:rsid w:val="001875FD"/>
    <w:rsid w:val="001A0097"/>
    <w:rsid w:val="001A331E"/>
    <w:rsid w:val="001C1FA2"/>
    <w:rsid w:val="001C3EE2"/>
    <w:rsid w:val="001D68FC"/>
    <w:rsid w:val="001E0C3C"/>
    <w:rsid w:val="001E3595"/>
    <w:rsid w:val="001F6280"/>
    <w:rsid w:val="002077B7"/>
    <w:rsid w:val="00212513"/>
    <w:rsid w:val="00215C8A"/>
    <w:rsid w:val="0023088F"/>
    <w:rsid w:val="002315E0"/>
    <w:rsid w:val="002712C2"/>
    <w:rsid w:val="002A1D04"/>
    <w:rsid w:val="002A3A54"/>
    <w:rsid w:val="002A42B6"/>
    <w:rsid w:val="002A4B0E"/>
    <w:rsid w:val="002B391B"/>
    <w:rsid w:val="002B41E8"/>
    <w:rsid w:val="002B7FD9"/>
    <w:rsid w:val="002D46DE"/>
    <w:rsid w:val="003230D4"/>
    <w:rsid w:val="00323555"/>
    <w:rsid w:val="00326DDA"/>
    <w:rsid w:val="0034408D"/>
    <w:rsid w:val="00363740"/>
    <w:rsid w:val="00365A9E"/>
    <w:rsid w:val="003728F6"/>
    <w:rsid w:val="00373C01"/>
    <w:rsid w:val="00377DED"/>
    <w:rsid w:val="00392A1F"/>
    <w:rsid w:val="003B0752"/>
    <w:rsid w:val="003C626A"/>
    <w:rsid w:val="003D2B5F"/>
    <w:rsid w:val="003D76C7"/>
    <w:rsid w:val="003E270B"/>
    <w:rsid w:val="003E30C0"/>
    <w:rsid w:val="003F0681"/>
    <w:rsid w:val="003F6888"/>
    <w:rsid w:val="00403EFF"/>
    <w:rsid w:val="0041792C"/>
    <w:rsid w:val="00422EE2"/>
    <w:rsid w:val="00431A18"/>
    <w:rsid w:val="004355F7"/>
    <w:rsid w:val="00476782"/>
    <w:rsid w:val="00476D9C"/>
    <w:rsid w:val="004849C3"/>
    <w:rsid w:val="00485C6B"/>
    <w:rsid w:val="00487952"/>
    <w:rsid w:val="004B2D60"/>
    <w:rsid w:val="004B48B2"/>
    <w:rsid w:val="004B6CEF"/>
    <w:rsid w:val="004C45F5"/>
    <w:rsid w:val="004C4B30"/>
    <w:rsid w:val="004C697D"/>
    <w:rsid w:val="004C69C4"/>
    <w:rsid w:val="004D76DD"/>
    <w:rsid w:val="00522923"/>
    <w:rsid w:val="00533491"/>
    <w:rsid w:val="005337CB"/>
    <w:rsid w:val="00534543"/>
    <w:rsid w:val="00545A78"/>
    <w:rsid w:val="00546EB8"/>
    <w:rsid w:val="005473F4"/>
    <w:rsid w:val="00552A9D"/>
    <w:rsid w:val="005547DF"/>
    <w:rsid w:val="0056768B"/>
    <w:rsid w:val="00575FA0"/>
    <w:rsid w:val="005833D5"/>
    <w:rsid w:val="005957AC"/>
    <w:rsid w:val="00595D96"/>
    <w:rsid w:val="005A587A"/>
    <w:rsid w:val="005C0BBB"/>
    <w:rsid w:val="005C6AE3"/>
    <w:rsid w:val="005D4D47"/>
    <w:rsid w:val="005D6D33"/>
    <w:rsid w:val="00601238"/>
    <w:rsid w:val="0060142A"/>
    <w:rsid w:val="00603889"/>
    <w:rsid w:val="006178D3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92509"/>
    <w:rsid w:val="00697607"/>
    <w:rsid w:val="006A31D9"/>
    <w:rsid w:val="006A659E"/>
    <w:rsid w:val="006A7F52"/>
    <w:rsid w:val="006D0B2F"/>
    <w:rsid w:val="006D3180"/>
    <w:rsid w:val="006D7242"/>
    <w:rsid w:val="006E7054"/>
    <w:rsid w:val="00714E5C"/>
    <w:rsid w:val="00717365"/>
    <w:rsid w:val="0072042B"/>
    <w:rsid w:val="00733AAF"/>
    <w:rsid w:val="007411B4"/>
    <w:rsid w:val="007460CA"/>
    <w:rsid w:val="00757DF1"/>
    <w:rsid w:val="007826E4"/>
    <w:rsid w:val="00784E5A"/>
    <w:rsid w:val="00794AEE"/>
    <w:rsid w:val="007B0BF4"/>
    <w:rsid w:val="007C16F5"/>
    <w:rsid w:val="007D3E9F"/>
    <w:rsid w:val="007E132D"/>
    <w:rsid w:val="007E1606"/>
    <w:rsid w:val="007F4512"/>
    <w:rsid w:val="008027AF"/>
    <w:rsid w:val="00821B54"/>
    <w:rsid w:val="00821E5D"/>
    <w:rsid w:val="008221AD"/>
    <w:rsid w:val="00822597"/>
    <w:rsid w:val="008258E8"/>
    <w:rsid w:val="008334D5"/>
    <w:rsid w:val="00852027"/>
    <w:rsid w:val="00863083"/>
    <w:rsid w:val="00865B83"/>
    <w:rsid w:val="008718D2"/>
    <w:rsid w:val="0087295F"/>
    <w:rsid w:val="00876E6E"/>
    <w:rsid w:val="00877DC8"/>
    <w:rsid w:val="00894865"/>
    <w:rsid w:val="008A34E9"/>
    <w:rsid w:val="008C6578"/>
    <w:rsid w:val="008D1374"/>
    <w:rsid w:val="008D67FA"/>
    <w:rsid w:val="008E1F8F"/>
    <w:rsid w:val="008E7F8F"/>
    <w:rsid w:val="008F5E25"/>
    <w:rsid w:val="009060ED"/>
    <w:rsid w:val="00920948"/>
    <w:rsid w:val="00920D55"/>
    <w:rsid w:val="0092306A"/>
    <w:rsid w:val="00926076"/>
    <w:rsid w:val="00941203"/>
    <w:rsid w:val="00943830"/>
    <w:rsid w:val="00944D93"/>
    <w:rsid w:val="00961469"/>
    <w:rsid w:val="00975A13"/>
    <w:rsid w:val="0099172C"/>
    <w:rsid w:val="009A5617"/>
    <w:rsid w:val="009A680E"/>
    <w:rsid w:val="009B2577"/>
    <w:rsid w:val="009B3EB7"/>
    <w:rsid w:val="009C53E1"/>
    <w:rsid w:val="009E6B57"/>
    <w:rsid w:val="009F4987"/>
    <w:rsid w:val="009F65F3"/>
    <w:rsid w:val="00A0214C"/>
    <w:rsid w:val="00A31D72"/>
    <w:rsid w:val="00A32B85"/>
    <w:rsid w:val="00A35D16"/>
    <w:rsid w:val="00A4424C"/>
    <w:rsid w:val="00A46561"/>
    <w:rsid w:val="00A500A4"/>
    <w:rsid w:val="00A52517"/>
    <w:rsid w:val="00A65375"/>
    <w:rsid w:val="00A86ACD"/>
    <w:rsid w:val="00A9156A"/>
    <w:rsid w:val="00A91986"/>
    <w:rsid w:val="00A93519"/>
    <w:rsid w:val="00A93835"/>
    <w:rsid w:val="00A97B0B"/>
    <w:rsid w:val="00AB03B3"/>
    <w:rsid w:val="00AC4AC7"/>
    <w:rsid w:val="00AC55D1"/>
    <w:rsid w:val="00AC6510"/>
    <w:rsid w:val="00AD0C78"/>
    <w:rsid w:val="00AE3AFF"/>
    <w:rsid w:val="00AF0EFF"/>
    <w:rsid w:val="00AF1FE2"/>
    <w:rsid w:val="00AF2D43"/>
    <w:rsid w:val="00AF64B9"/>
    <w:rsid w:val="00B01B58"/>
    <w:rsid w:val="00B06BC4"/>
    <w:rsid w:val="00B206B1"/>
    <w:rsid w:val="00B23715"/>
    <w:rsid w:val="00B307A6"/>
    <w:rsid w:val="00B47659"/>
    <w:rsid w:val="00B51C2D"/>
    <w:rsid w:val="00B55136"/>
    <w:rsid w:val="00B66347"/>
    <w:rsid w:val="00B762C9"/>
    <w:rsid w:val="00B908A3"/>
    <w:rsid w:val="00B94136"/>
    <w:rsid w:val="00BA17DD"/>
    <w:rsid w:val="00BB0230"/>
    <w:rsid w:val="00BD4F8C"/>
    <w:rsid w:val="00BE6835"/>
    <w:rsid w:val="00C20926"/>
    <w:rsid w:val="00C4519E"/>
    <w:rsid w:val="00C571F4"/>
    <w:rsid w:val="00C62056"/>
    <w:rsid w:val="00C72CD3"/>
    <w:rsid w:val="00C82B81"/>
    <w:rsid w:val="00C944AD"/>
    <w:rsid w:val="00CA6152"/>
    <w:rsid w:val="00CB2B5C"/>
    <w:rsid w:val="00CC2FFE"/>
    <w:rsid w:val="00CC65EB"/>
    <w:rsid w:val="00CC7CCA"/>
    <w:rsid w:val="00CD3AA7"/>
    <w:rsid w:val="00CE2642"/>
    <w:rsid w:val="00D0047A"/>
    <w:rsid w:val="00D018F4"/>
    <w:rsid w:val="00D14566"/>
    <w:rsid w:val="00D15E35"/>
    <w:rsid w:val="00D16703"/>
    <w:rsid w:val="00D24137"/>
    <w:rsid w:val="00D36969"/>
    <w:rsid w:val="00D40F4E"/>
    <w:rsid w:val="00D5679F"/>
    <w:rsid w:val="00D64A0F"/>
    <w:rsid w:val="00D76894"/>
    <w:rsid w:val="00D82AE7"/>
    <w:rsid w:val="00DA159C"/>
    <w:rsid w:val="00DB3F3F"/>
    <w:rsid w:val="00DB73FC"/>
    <w:rsid w:val="00DC5C7D"/>
    <w:rsid w:val="00DD16C5"/>
    <w:rsid w:val="00DE35EB"/>
    <w:rsid w:val="00DE6930"/>
    <w:rsid w:val="00E07C25"/>
    <w:rsid w:val="00E207BB"/>
    <w:rsid w:val="00E2304D"/>
    <w:rsid w:val="00E26828"/>
    <w:rsid w:val="00E3363B"/>
    <w:rsid w:val="00E36721"/>
    <w:rsid w:val="00E447B1"/>
    <w:rsid w:val="00E47FD6"/>
    <w:rsid w:val="00E5181E"/>
    <w:rsid w:val="00E54948"/>
    <w:rsid w:val="00E5769E"/>
    <w:rsid w:val="00E6320B"/>
    <w:rsid w:val="00E85A97"/>
    <w:rsid w:val="00E90330"/>
    <w:rsid w:val="00E94A8B"/>
    <w:rsid w:val="00E94CAA"/>
    <w:rsid w:val="00E969E0"/>
    <w:rsid w:val="00EA0877"/>
    <w:rsid w:val="00EA7DC3"/>
    <w:rsid w:val="00EB1C2E"/>
    <w:rsid w:val="00EB3EE0"/>
    <w:rsid w:val="00EC25B4"/>
    <w:rsid w:val="00EC71F4"/>
    <w:rsid w:val="00EE2B1C"/>
    <w:rsid w:val="00F06405"/>
    <w:rsid w:val="00F23AAD"/>
    <w:rsid w:val="00F44765"/>
    <w:rsid w:val="00F5073A"/>
    <w:rsid w:val="00F654EB"/>
    <w:rsid w:val="00F7676C"/>
    <w:rsid w:val="00F94069"/>
    <w:rsid w:val="00FD1AC7"/>
    <w:rsid w:val="00FE2FB7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584</Words>
  <Characters>4321</Characters>
  <Application>Microsoft Office Word</Application>
  <DocSecurity>0</DocSecurity>
  <Lines>36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4896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44</cp:revision>
  <cp:lastPrinted>2016-01-12T13:17:00Z</cp:lastPrinted>
  <dcterms:created xsi:type="dcterms:W3CDTF">2015-12-11T15:32:00Z</dcterms:created>
  <dcterms:modified xsi:type="dcterms:W3CDTF">2016-01-14T13:51:00Z</dcterms:modified>
</cp:coreProperties>
</file>