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013D1F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013D1F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6A31D9" w:rsidRDefault="00421F5E" w:rsidP="00421F5E">
      <w:pPr>
        <w:pStyle w:val="berschrift1"/>
        <w:ind w:left="0" w:firstLine="0"/>
      </w:pPr>
      <w:r>
        <w:br/>
        <w:t>V</w:t>
      </w:r>
      <w:r w:rsidR="003E3BCC">
        <w:t>olkswagen</w:t>
      </w:r>
      <w:r>
        <w:t xml:space="preserve"> Nutzfahrzeuge nimmt Pressenlinie in Betrieb</w:t>
      </w:r>
    </w:p>
    <w:p w:rsidR="004308AA" w:rsidRPr="004308AA" w:rsidRDefault="00FC2ADF" w:rsidP="004308AA">
      <w:pPr>
        <w:pStyle w:val="berschrift2"/>
      </w:pPr>
      <w:r>
        <w:t>Produktion</w:t>
      </w:r>
      <w:r w:rsidR="003E3BCC">
        <w:t>sstart</w:t>
      </w:r>
      <w:r>
        <w:t xml:space="preserve"> auf Anlage </w:t>
      </w:r>
      <w:r w:rsidR="00916B89">
        <w:t xml:space="preserve">von Schuler </w:t>
      </w:r>
      <w:r>
        <w:t xml:space="preserve">mit einer Gesamtpresskraft </w:t>
      </w:r>
      <w:r w:rsidR="00156D51">
        <w:br/>
      </w:r>
      <w:r>
        <w:t>von 91.000 Kilonewton</w:t>
      </w:r>
      <w:r w:rsidR="00C01234" w:rsidRPr="00C01234">
        <w:t xml:space="preserve"> </w:t>
      </w:r>
      <w:r w:rsidR="00C01234">
        <w:t>in Hannover</w:t>
      </w:r>
    </w:p>
    <w:p w:rsidR="00476D9C" w:rsidRPr="008771E4" w:rsidRDefault="00476D9C" w:rsidP="00476D9C">
      <w:pPr>
        <w:rPr>
          <w:color w:val="FF0000"/>
        </w:rPr>
      </w:pPr>
    </w:p>
    <w:p w:rsidR="008771E4" w:rsidRPr="004B55D2" w:rsidRDefault="00C82B81" w:rsidP="00C82B81">
      <w:r w:rsidRPr="004B55D2">
        <w:rPr>
          <w:i/>
        </w:rPr>
        <w:t>Göppingen</w:t>
      </w:r>
      <w:r w:rsidR="009106D1" w:rsidRPr="004B55D2">
        <w:rPr>
          <w:i/>
        </w:rPr>
        <w:t>/Hannover</w:t>
      </w:r>
      <w:r w:rsidRPr="004B55D2">
        <w:rPr>
          <w:i/>
        </w:rPr>
        <w:t xml:space="preserve">, </w:t>
      </w:r>
      <w:r w:rsidR="00C976E1">
        <w:rPr>
          <w:i/>
        </w:rPr>
        <w:t>13</w:t>
      </w:r>
      <w:r w:rsidR="005833D5" w:rsidRPr="004B55D2">
        <w:rPr>
          <w:i/>
        </w:rPr>
        <w:t>.</w:t>
      </w:r>
      <w:r w:rsidR="009106D1" w:rsidRPr="004B55D2">
        <w:rPr>
          <w:i/>
        </w:rPr>
        <w:t>10</w:t>
      </w:r>
      <w:r w:rsidR="005833D5" w:rsidRPr="004B55D2">
        <w:rPr>
          <w:i/>
        </w:rPr>
        <w:t>.201</w:t>
      </w:r>
      <w:r w:rsidR="00BA17DD" w:rsidRPr="004B55D2">
        <w:rPr>
          <w:i/>
        </w:rPr>
        <w:t>5</w:t>
      </w:r>
      <w:r w:rsidR="005833D5" w:rsidRPr="004B55D2">
        <w:t xml:space="preserve"> </w:t>
      </w:r>
      <w:r w:rsidR="000F2F77" w:rsidRPr="004B55D2">
        <w:t>–</w:t>
      </w:r>
      <w:r w:rsidR="005833D5" w:rsidRPr="004B55D2">
        <w:t xml:space="preserve"> </w:t>
      </w:r>
      <w:r w:rsidR="00EA5F69">
        <w:t>Volkswagen Nutzfahrzeuge</w:t>
      </w:r>
      <w:r w:rsidR="00EA5F69" w:rsidRPr="004B55D2">
        <w:t xml:space="preserve"> in Hannover </w:t>
      </w:r>
      <w:r w:rsidR="00EA5F69">
        <w:t>hat jetzt e</w:t>
      </w:r>
      <w:r w:rsidR="0003189A">
        <w:t xml:space="preserve">ine </w:t>
      </w:r>
      <w:r w:rsidR="00EA5F69">
        <w:t xml:space="preserve">neue </w:t>
      </w:r>
      <w:proofErr w:type="spellStart"/>
      <w:r w:rsidR="008771E4" w:rsidRPr="004B55D2">
        <w:t>Servo</w:t>
      </w:r>
      <w:proofErr w:type="spellEnd"/>
      <w:r w:rsidR="008771E4" w:rsidRPr="004B55D2">
        <w:t xml:space="preserve">-Pressenlinie </w:t>
      </w:r>
      <w:r w:rsidR="00156D51">
        <w:t>von Schuler</w:t>
      </w:r>
      <w:r w:rsidR="00640ECC">
        <w:t xml:space="preserve"> </w:t>
      </w:r>
      <w:r w:rsidR="00AD7845" w:rsidRPr="004B55D2">
        <w:t xml:space="preserve">offiziell </w:t>
      </w:r>
      <w:r w:rsidR="00916B89">
        <w:t xml:space="preserve">in Betrieb </w:t>
      </w:r>
      <w:r w:rsidR="00640ECC">
        <w:t>genommen</w:t>
      </w:r>
      <w:r w:rsidR="008771E4" w:rsidRPr="004B55D2">
        <w:t>.</w:t>
      </w:r>
      <w:r w:rsidR="00AD7845" w:rsidRPr="004B55D2">
        <w:t xml:space="preserve"> </w:t>
      </w:r>
      <w:r w:rsidR="008771E4" w:rsidRPr="004B55D2">
        <w:t xml:space="preserve">Die </w:t>
      </w:r>
      <w:r w:rsidR="00264285" w:rsidRPr="004B55D2">
        <w:t xml:space="preserve">Anlage besteht </w:t>
      </w:r>
      <w:r w:rsidR="008771E4" w:rsidRPr="004B55D2">
        <w:t xml:space="preserve">aus </w:t>
      </w:r>
      <w:r w:rsidR="00AD7845" w:rsidRPr="004B55D2">
        <w:t>sechs</w:t>
      </w:r>
      <w:r w:rsidR="008771E4" w:rsidRPr="004B55D2">
        <w:t xml:space="preserve"> Einzelpressen</w:t>
      </w:r>
      <w:r w:rsidR="00264285" w:rsidRPr="004B55D2">
        <w:t xml:space="preserve"> und </w:t>
      </w:r>
      <w:r w:rsidR="009A1CFE" w:rsidRPr="004B55D2">
        <w:t>hat eine Gesamtpresskraft von 9</w:t>
      </w:r>
      <w:r w:rsidR="008771E4" w:rsidRPr="004B55D2">
        <w:t>1</w:t>
      </w:r>
      <w:r w:rsidR="009A1CFE" w:rsidRPr="004B55D2">
        <w:t>.0</w:t>
      </w:r>
      <w:r w:rsidR="008771E4" w:rsidRPr="004B55D2">
        <w:t xml:space="preserve">00 </w:t>
      </w:r>
      <w:r w:rsidR="00AD7845" w:rsidRPr="004B55D2">
        <w:t>Kilonewton</w:t>
      </w:r>
      <w:r w:rsidR="008771E4" w:rsidRPr="004B55D2">
        <w:t>.</w:t>
      </w:r>
      <w:r w:rsidR="00AD7845" w:rsidRPr="004B55D2">
        <w:t xml:space="preserve"> </w:t>
      </w:r>
      <w:r w:rsidR="007D03E9">
        <w:t xml:space="preserve">Sie wird angetrieben von </w:t>
      </w:r>
      <w:r w:rsidR="0029052C" w:rsidRPr="004B55D2">
        <w:t>15</w:t>
      </w:r>
      <w:r w:rsidR="00264285" w:rsidRPr="004B55D2">
        <w:t xml:space="preserve"> </w:t>
      </w:r>
      <w:proofErr w:type="spellStart"/>
      <w:r w:rsidR="008771E4" w:rsidRPr="004B55D2">
        <w:t>Torque</w:t>
      </w:r>
      <w:proofErr w:type="spellEnd"/>
      <w:r w:rsidR="003772B0" w:rsidRPr="004B55D2">
        <w:t>-</w:t>
      </w:r>
      <w:r w:rsidR="008771E4" w:rsidRPr="004B55D2">
        <w:t>Motoren mit einem Drehmoment von ins</w:t>
      </w:r>
      <w:r w:rsidR="0029052C" w:rsidRPr="004B55D2">
        <w:t>gesamt  600.000</w:t>
      </w:r>
      <w:r w:rsidR="008771E4" w:rsidRPr="004B55D2">
        <w:t xml:space="preserve"> </w:t>
      </w:r>
      <w:r w:rsidR="003772B0" w:rsidRPr="004B55D2">
        <w:t>Newtonmetern</w:t>
      </w:r>
      <w:r w:rsidR="008771E4" w:rsidRPr="004B55D2">
        <w:t>.</w:t>
      </w:r>
    </w:p>
    <w:p w:rsidR="007E1606" w:rsidRDefault="007E1606" w:rsidP="007E1606"/>
    <w:p w:rsidR="002E1CA7" w:rsidRDefault="008E7AC1" w:rsidP="007E1606">
      <w:r>
        <w:t xml:space="preserve">Mit </w:t>
      </w:r>
      <w:r w:rsidRPr="00D806D3">
        <w:t>17</w:t>
      </w:r>
      <w:r w:rsidR="002E1CA7">
        <w:t xml:space="preserve"> Hüben </w:t>
      </w:r>
      <w:r w:rsidR="00DF704E">
        <w:t xml:space="preserve">pro Minute </w:t>
      </w:r>
      <w:r w:rsidR="002E1CA7">
        <w:t xml:space="preserve">entstehen auf der </w:t>
      </w:r>
      <w:proofErr w:type="spellStart"/>
      <w:r w:rsidR="002E1CA7">
        <w:t>Servo</w:t>
      </w:r>
      <w:proofErr w:type="spellEnd"/>
      <w:r w:rsidR="002E1CA7">
        <w:t xml:space="preserve">-Pressenlinie unter anderem Teile für den </w:t>
      </w:r>
      <w:r w:rsidR="00916B89">
        <w:t xml:space="preserve">Volkswagen </w:t>
      </w:r>
      <w:r w:rsidR="002E1CA7">
        <w:t>Bus T6. Bei vier Teilen pro Hub kommt die Anlage auf eine maxim</w:t>
      </w:r>
      <w:r w:rsidR="008F4237">
        <w:t xml:space="preserve">ale Ausbringungsleistung von </w:t>
      </w:r>
      <w:r w:rsidRPr="00D806D3">
        <w:t>68</w:t>
      </w:r>
      <w:r w:rsidR="008F4237" w:rsidRPr="00D806D3">
        <w:t xml:space="preserve"> </w:t>
      </w:r>
      <w:r w:rsidRPr="00D806D3">
        <w:t>Teile</w:t>
      </w:r>
      <w:r w:rsidR="004B4477">
        <w:t>n</w:t>
      </w:r>
      <w:r w:rsidR="002E1CA7" w:rsidRPr="00D806D3">
        <w:t xml:space="preserve"> </w:t>
      </w:r>
      <w:r w:rsidR="002E1CA7">
        <w:t>pro Minute.</w:t>
      </w:r>
    </w:p>
    <w:p w:rsidR="00DF704E" w:rsidRDefault="00DF704E" w:rsidP="007E1606"/>
    <w:p w:rsidR="00CF015F" w:rsidRDefault="00CF015F" w:rsidP="00CF015F">
      <w:pPr>
        <w:pStyle w:val="berschrift2"/>
      </w:pPr>
      <w:r>
        <w:t>Anlagenkomponenten spielen optimal zusammen</w:t>
      </w:r>
    </w:p>
    <w:p w:rsidR="00FF7EEC" w:rsidRDefault="00AE0806" w:rsidP="002F628F">
      <w:r>
        <w:t xml:space="preserve">Die hohe Produktivität ist das Ergebnis eines optimalen Zusammenspiels </w:t>
      </w:r>
      <w:r w:rsidR="008F4237">
        <w:t>der Automationskomponenten mit den</w:t>
      </w:r>
      <w:r>
        <w:t xml:space="preserve"> sechs Einzelpressen, aus denen die Linie besteht. </w:t>
      </w:r>
      <w:r w:rsidR="009159B8">
        <w:t xml:space="preserve">Den Anfang machen </w:t>
      </w:r>
      <w:r w:rsidR="00043C35">
        <w:t xml:space="preserve">zwei </w:t>
      </w:r>
      <w:r>
        <w:t>Roboter</w:t>
      </w:r>
      <w:r w:rsidR="009159B8">
        <w:t xml:space="preserve">: Sie entnehmen im Wechsel </w:t>
      </w:r>
      <w:r w:rsidR="00104D55">
        <w:t>Blechzuschnitte</w:t>
      </w:r>
      <w:r w:rsidR="00043C35">
        <w:t xml:space="preserve"> </w:t>
      </w:r>
      <w:r w:rsidR="005707E4">
        <w:t xml:space="preserve">vom Stapel </w:t>
      </w:r>
      <w:r>
        <w:t xml:space="preserve">und legen sie auf ein Transportband. </w:t>
      </w:r>
      <w:r w:rsidR="002F628F">
        <w:t xml:space="preserve">Eine optische Zentriereinrichtung ermittelt durch eine Kamera die exakte </w:t>
      </w:r>
      <w:r w:rsidR="002F628F">
        <w:lastRenderedPageBreak/>
        <w:t>Positio</w:t>
      </w:r>
      <w:r w:rsidR="0006359E">
        <w:t xml:space="preserve">n der Platinen, damit sie </w:t>
      </w:r>
      <w:r>
        <w:t>der Crossbar Feeder passgenau in die</w:t>
      </w:r>
      <w:r w:rsidR="00FF7EEC">
        <w:t xml:space="preserve"> erste Presse einlegen kann.</w:t>
      </w:r>
    </w:p>
    <w:p w:rsidR="00FF7EEC" w:rsidRDefault="00FF7EEC" w:rsidP="002F628F"/>
    <w:p w:rsidR="005A07BD" w:rsidRDefault="00FE2564" w:rsidP="00A2437F">
      <w:r>
        <w:t xml:space="preserve">Unmittelbar nachdem sich das </w:t>
      </w:r>
      <w:r w:rsidR="00FF7EEC">
        <w:t xml:space="preserve">Werkzeug nach dem Umformvorgang </w:t>
      </w:r>
      <w:r w:rsidR="00202248">
        <w:t xml:space="preserve">wieder </w:t>
      </w:r>
      <w:r>
        <w:t>ge</w:t>
      </w:r>
      <w:r w:rsidR="00FF7EEC">
        <w:t>öffnet</w:t>
      </w:r>
      <w:r>
        <w:t xml:space="preserve"> hat</w:t>
      </w:r>
      <w:r w:rsidR="00FF7EEC">
        <w:t xml:space="preserve">, </w:t>
      </w:r>
      <w:r>
        <w:t xml:space="preserve">gleitet </w:t>
      </w:r>
      <w:r w:rsidR="00A22C67">
        <w:t xml:space="preserve">der </w:t>
      </w:r>
      <w:r w:rsidR="00F97276">
        <w:t>Querbalken des</w:t>
      </w:r>
      <w:r w:rsidR="00A22C67">
        <w:t xml:space="preserve"> </w:t>
      </w:r>
      <w:r w:rsidR="00EF3D71">
        <w:t>nächste</w:t>
      </w:r>
      <w:r w:rsidR="00F97276">
        <w:t>n</w:t>
      </w:r>
      <w:r w:rsidR="00EF3D71">
        <w:t xml:space="preserve"> </w:t>
      </w:r>
      <w:r w:rsidR="00043C35" w:rsidRPr="00770E8B">
        <w:t>Crossbar</w:t>
      </w:r>
      <w:r w:rsidR="00770E8B" w:rsidRPr="00770E8B">
        <w:t xml:space="preserve"> F</w:t>
      </w:r>
      <w:r w:rsidR="00043C35" w:rsidRPr="00770E8B">
        <w:t>eeder</w:t>
      </w:r>
      <w:r w:rsidR="00F97276">
        <w:t>s</w:t>
      </w:r>
      <w:r w:rsidR="00A22C67">
        <w:t xml:space="preserve"> </w:t>
      </w:r>
      <w:r>
        <w:t xml:space="preserve">hinein, </w:t>
      </w:r>
      <w:r w:rsidR="00F97276">
        <w:t>saugt</w:t>
      </w:r>
      <w:r>
        <w:t xml:space="preserve"> das Teil </w:t>
      </w:r>
      <w:r w:rsidR="00F97276">
        <w:t xml:space="preserve">an </w:t>
      </w:r>
      <w:r>
        <w:t xml:space="preserve">und </w:t>
      </w:r>
      <w:r w:rsidR="00F97276">
        <w:t>hebt</w:t>
      </w:r>
      <w:r w:rsidR="00A22C67">
        <w:t xml:space="preserve"> es heraus – nur Bruchteile von Sekunden, bevor </w:t>
      </w:r>
      <w:r w:rsidR="00C43CCD">
        <w:t xml:space="preserve">die </w:t>
      </w:r>
      <w:r w:rsidR="000B24C3">
        <w:t xml:space="preserve">folgende </w:t>
      </w:r>
      <w:r w:rsidR="00C43CCD">
        <w:t xml:space="preserve">Platine </w:t>
      </w:r>
      <w:r w:rsidR="000B24C3">
        <w:t xml:space="preserve">in das Werkzeug hineinfällt. </w:t>
      </w:r>
      <w:r w:rsidR="004632FF">
        <w:t>Die Abläufe sind</w:t>
      </w:r>
      <w:r w:rsidR="00201E86">
        <w:t xml:space="preserve"> so </w:t>
      </w:r>
      <w:r w:rsidR="00472991">
        <w:t xml:space="preserve">genau </w:t>
      </w:r>
      <w:r w:rsidR="00201E86">
        <w:t xml:space="preserve">abgestimmt, </w:t>
      </w:r>
      <w:r w:rsidR="00CF2B5F">
        <w:t>dass sich die Crossbar Feeder b</w:t>
      </w:r>
      <w:r w:rsidR="00472991">
        <w:t xml:space="preserve">is auf wenige Zentimeter nähern, ohne </w:t>
      </w:r>
      <w:r w:rsidR="00CF2B5F">
        <w:t>mitei</w:t>
      </w:r>
      <w:r w:rsidR="00472991">
        <w:t>nander zu kollidieren. Auf diese Weise</w:t>
      </w:r>
      <w:r w:rsidR="00F504B0">
        <w:t xml:space="preserve"> gelangen die Teile</w:t>
      </w:r>
      <w:r>
        <w:t xml:space="preserve"> innerhalb </w:t>
      </w:r>
      <w:r w:rsidR="006A5C09">
        <w:t xml:space="preserve">von Sekunden </w:t>
      </w:r>
      <w:r w:rsidR="00F504B0">
        <w:t>von einer Presse zur nächsten und erhalten dabei Schritt für Schritt ihre Form.</w:t>
      </w:r>
    </w:p>
    <w:p w:rsidR="005A07BD" w:rsidRDefault="005A07BD" w:rsidP="00A2437F"/>
    <w:p w:rsidR="001879C8" w:rsidRDefault="00924A3D" w:rsidP="005A07BD">
      <w:r w:rsidRPr="0020117E">
        <w:t xml:space="preserve">Der </w:t>
      </w:r>
      <w:r w:rsidR="005A07BD" w:rsidRPr="0020117E">
        <w:t>Wechs</w:t>
      </w:r>
      <w:r w:rsidR="005A07BD">
        <w:t xml:space="preserve">el von Werkzeug und </w:t>
      </w:r>
      <w:proofErr w:type="spellStart"/>
      <w:r w:rsidR="005A07BD">
        <w:t>Tooling</w:t>
      </w:r>
      <w:proofErr w:type="spellEnd"/>
      <w:r w:rsidR="005A07BD">
        <w:t xml:space="preserve"> </w:t>
      </w:r>
      <w:r>
        <w:t xml:space="preserve">zur Aufnahme der Teile </w:t>
      </w:r>
      <w:r w:rsidR="00D179FA">
        <w:t xml:space="preserve">läuft vollautomatisch und </w:t>
      </w:r>
      <w:r w:rsidR="005A07BD">
        <w:t>ist in gerade einmal drei Minuten</w:t>
      </w:r>
      <w:r w:rsidR="00D179FA">
        <w:t xml:space="preserve"> abgeschlossen</w:t>
      </w:r>
      <w:r w:rsidR="005A07BD">
        <w:t>.</w:t>
      </w:r>
      <w:r w:rsidR="00DC2339">
        <w:t xml:space="preserve"> </w:t>
      </w:r>
      <w:r>
        <w:t xml:space="preserve">Die </w:t>
      </w:r>
      <w:proofErr w:type="spellStart"/>
      <w:r>
        <w:t>Toolings</w:t>
      </w:r>
      <w:proofErr w:type="spellEnd"/>
      <w:r>
        <w:t xml:space="preserve"> lagern</w:t>
      </w:r>
      <w:r w:rsidR="00CB3E9D">
        <w:t xml:space="preserve"> dabei </w:t>
      </w:r>
      <w:r>
        <w:t xml:space="preserve"> </w:t>
      </w:r>
      <w:r w:rsidR="00CB3E9D">
        <w:t xml:space="preserve">auf der Presse </w:t>
      </w:r>
      <w:r>
        <w:t>am Beginn und Ende der Linie</w:t>
      </w:r>
      <w:r w:rsidR="009B10F8">
        <w:t xml:space="preserve">, wodurch sich der Platzbedarf der kompakten Anlage auf ein Minimum </w:t>
      </w:r>
      <w:r w:rsidR="00941886">
        <w:t>verringert</w:t>
      </w:r>
      <w:r>
        <w:t>.</w:t>
      </w:r>
    </w:p>
    <w:p w:rsidR="00897ADF" w:rsidRDefault="00897ADF" w:rsidP="00A2437F"/>
    <w:p w:rsidR="00AC4406" w:rsidRDefault="00654851" w:rsidP="00AC4406">
      <w:pPr>
        <w:pStyle w:val="berschrift2"/>
      </w:pPr>
      <w:r>
        <w:t>Hohe Energie-Effizienz</w:t>
      </w:r>
    </w:p>
    <w:p w:rsidR="00CB3E9D" w:rsidRDefault="005D2B64" w:rsidP="00A2437F">
      <w:r>
        <w:t xml:space="preserve">Die Schuler-Linie verfügt </w:t>
      </w:r>
      <w:r w:rsidR="00007934">
        <w:t>neben</w:t>
      </w:r>
      <w:r>
        <w:t xml:space="preserve"> eine</w:t>
      </w:r>
      <w:r w:rsidR="00007934">
        <w:t>r Pausen- und Standby-Schaltung</w:t>
      </w:r>
      <w:r>
        <w:t xml:space="preserve"> auch über eine Regelung der Kühlwasser-Temperatur</w:t>
      </w:r>
      <w:r w:rsidR="002E2AB5">
        <w:t xml:space="preserve"> und eine verbrauchsabhängige Kompressoren</w:t>
      </w:r>
      <w:r w:rsidR="004A372E">
        <w:t>-S</w:t>
      </w:r>
      <w:r w:rsidR="002E2AB5">
        <w:t>teuerung</w:t>
      </w:r>
      <w:r>
        <w:t>, um</w:t>
      </w:r>
      <w:r w:rsidR="002E2AB5">
        <w:t xml:space="preserve"> den Energiebedarf zu drosseln.</w:t>
      </w:r>
      <w:r w:rsidR="006232FA">
        <w:t xml:space="preserve"> </w:t>
      </w:r>
      <w:r w:rsidR="002E2AB5">
        <w:t xml:space="preserve">Die Pressenbediener können </w:t>
      </w:r>
      <w:r w:rsidR="006232FA">
        <w:t xml:space="preserve">dabei </w:t>
      </w:r>
      <w:r w:rsidR="002E2AB5">
        <w:t xml:space="preserve">sämtliche Verbräuche </w:t>
      </w:r>
      <w:r w:rsidR="006232FA">
        <w:t>zentral erfassen und steuern.</w:t>
      </w:r>
    </w:p>
    <w:p w:rsidR="00E97DEA" w:rsidRDefault="00E97DEA" w:rsidP="00A2437F"/>
    <w:p w:rsidR="00617001" w:rsidRDefault="00E97DEA" w:rsidP="00617001">
      <w:r>
        <w:t xml:space="preserve">Dazu zählt </w:t>
      </w:r>
      <w:r w:rsidR="00DC0F6D">
        <w:t xml:space="preserve">natürlich </w:t>
      </w:r>
      <w:r w:rsidR="00617001">
        <w:t xml:space="preserve">auch der Stromverbrauch. Jede einzelne Presse </w:t>
      </w:r>
      <w:r w:rsidR="009A109C">
        <w:t xml:space="preserve">bewegt beim Öffnen und Schließen des Werkzeugs eine Masse von </w:t>
      </w:r>
      <w:r w:rsidR="00617001">
        <w:t>mehr als achtzig Tonnen</w:t>
      </w:r>
      <w:r w:rsidR="002A33F5">
        <w:t>, entsprechend hoch ist der Energiebedarf der Linie</w:t>
      </w:r>
      <w:r w:rsidR="00617001">
        <w:t>.</w:t>
      </w:r>
      <w:r w:rsidR="00633354">
        <w:t xml:space="preserve"> Doch wenn die Presse das Werkzeug auf dem Weg nach unten abbremst, wird auch Energie freigesetzt.</w:t>
      </w:r>
      <w:r w:rsidR="00617001">
        <w:t xml:space="preserve"> Diese Bremsenergie lässt sich über ein </w:t>
      </w:r>
      <w:r w:rsidR="00617001">
        <w:lastRenderedPageBreak/>
        <w:t xml:space="preserve">Schwungrad zwischenspeichern und </w:t>
      </w:r>
      <w:r w:rsidR="00F32C72">
        <w:t xml:space="preserve">dann </w:t>
      </w:r>
      <w:r w:rsidR="00617001">
        <w:t xml:space="preserve">abrufen, </w:t>
      </w:r>
      <w:r w:rsidR="00F32C72">
        <w:t xml:space="preserve">wenn </w:t>
      </w:r>
      <w:r w:rsidR="00617001">
        <w:t xml:space="preserve">die Presse das Werkzeug wieder anheben muss. Dadurch lassen sich Energiebedarf und Belastungsspitzen für das interne Stromnetz </w:t>
      </w:r>
      <w:r w:rsidR="00BA116C">
        <w:t>reduzieren</w:t>
      </w:r>
      <w:r w:rsidR="00617001">
        <w:t>.</w:t>
      </w:r>
    </w:p>
    <w:p w:rsidR="00617001" w:rsidRDefault="00617001" w:rsidP="00617001"/>
    <w:p w:rsidR="0074406C" w:rsidRDefault="00345684" w:rsidP="007E1606">
      <w:r>
        <w:t>56 Kilometer an Kabel</w:t>
      </w:r>
      <w:r w:rsidR="006A760C">
        <w:t>n</w:t>
      </w:r>
      <w:r>
        <w:t xml:space="preserve"> </w:t>
      </w:r>
      <w:r w:rsidR="006A760C">
        <w:t xml:space="preserve">verlegten </w:t>
      </w:r>
      <w:r>
        <w:t>die Schuler-Mitarbeiter in der Linie</w:t>
      </w:r>
      <w:r w:rsidR="006A760C">
        <w:t>. S</w:t>
      </w:r>
      <w:r w:rsidR="001565CB">
        <w:t>echs Monate hatte die Montage der Anlage</w:t>
      </w:r>
      <w:r w:rsidR="008C0BA1">
        <w:t xml:space="preserve"> mit </w:t>
      </w:r>
      <w:r w:rsidR="003210BA">
        <w:t xml:space="preserve">einem Gesamtgewicht von 3.300 Tonnen, </w:t>
      </w:r>
      <w:r w:rsidR="008C0BA1">
        <w:t>einer Breite von 24</w:t>
      </w:r>
      <w:r w:rsidR="004745A5">
        <w:t xml:space="preserve"> </w:t>
      </w:r>
      <w:r w:rsidR="008C0BA1">
        <w:t xml:space="preserve">Metern </w:t>
      </w:r>
      <w:r w:rsidR="003210BA">
        <w:t xml:space="preserve">und </w:t>
      </w:r>
      <w:r w:rsidR="008C0BA1">
        <w:t xml:space="preserve">einer Länge von 94 Metern </w:t>
      </w:r>
      <w:r w:rsidR="007A19C3">
        <w:t>in Hannover</w:t>
      </w:r>
      <w:r w:rsidR="00E019EB">
        <w:t xml:space="preserve"> in Anspruch genommen </w:t>
      </w:r>
      <w:r w:rsidR="003210BA">
        <w:t>–</w:t>
      </w:r>
      <w:r w:rsidR="004632FF">
        <w:t xml:space="preserve"> </w:t>
      </w:r>
      <w:r w:rsidR="003210BA">
        <w:t xml:space="preserve">eine Fläche, auf der man </w:t>
      </w:r>
      <w:proofErr w:type="gramStart"/>
      <w:r w:rsidR="003210BA">
        <w:t>bequem 215 V</w:t>
      </w:r>
      <w:r w:rsidR="00916B89">
        <w:t>olkswagen</w:t>
      </w:r>
      <w:proofErr w:type="gramEnd"/>
      <w:r w:rsidR="003210BA">
        <w:t xml:space="preserve"> </w:t>
      </w:r>
      <w:proofErr w:type="spellStart"/>
      <w:r w:rsidR="003210BA">
        <w:t>Amarok</w:t>
      </w:r>
      <w:proofErr w:type="spellEnd"/>
      <w:r w:rsidR="003210BA">
        <w:t xml:space="preserve"> parken könnte</w:t>
      </w:r>
      <w:r w:rsidR="00AC3CE6">
        <w:t>.</w:t>
      </w:r>
    </w:p>
    <w:p w:rsidR="004632FF" w:rsidRDefault="004632FF" w:rsidP="007E1606"/>
    <w:p w:rsidR="00AA4186" w:rsidRDefault="00AA418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DE23CB" w:rsidRPr="00DE23CB">
        <w:t>Die Anlage besteht aus sechs Einzelpressen und hat eine Gesamtpresskraft von 91.000 Kilonewton.</w:t>
      </w:r>
    </w:p>
    <w:p w:rsidR="005833D5" w:rsidRDefault="007E1606" w:rsidP="007E1606">
      <w:r>
        <w:t xml:space="preserve">Bild2.jpg: </w:t>
      </w:r>
      <w:r w:rsidR="00DE23CB" w:rsidRPr="00DE23CB">
        <w:t xml:space="preserve">Mit 17 Hüben pro Minute entstehen auf der </w:t>
      </w:r>
      <w:proofErr w:type="spellStart"/>
      <w:r w:rsidR="00DE23CB" w:rsidRPr="00DE23CB">
        <w:t>Servo</w:t>
      </w:r>
      <w:proofErr w:type="spellEnd"/>
      <w:r w:rsidR="00DE23CB" w:rsidRPr="00DE23CB">
        <w:t>-Pressenlinie unter anderem Teile für den V</w:t>
      </w:r>
      <w:r w:rsidR="00916B89">
        <w:t xml:space="preserve">olkswagen </w:t>
      </w:r>
      <w:r w:rsidR="00DE23CB" w:rsidRPr="00DE23CB">
        <w:t>Bus T6</w:t>
      </w:r>
      <w:r w:rsidR="00DE23CB">
        <w:t>.</w:t>
      </w:r>
    </w:p>
    <w:p w:rsidR="009B2577" w:rsidRDefault="009B2577" w:rsidP="007E1606"/>
    <w:p w:rsidR="00A52517" w:rsidRDefault="005833D5" w:rsidP="008303DC">
      <w:pPr>
        <w:rPr>
          <w:rFonts w:cs="Arial"/>
        </w:rPr>
      </w:pPr>
      <w:r w:rsidRPr="005833D5">
        <w:rPr>
          <w:i/>
        </w:rPr>
        <w:t xml:space="preserve">Als Bildquelle bitte </w:t>
      </w:r>
      <w:r w:rsidR="00013D1F">
        <w:rPr>
          <w:i/>
        </w:rPr>
        <w:t>Volkswagen Nutzfahrzeuge</w:t>
      </w:r>
      <w:bookmarkStart w:id="0" w:name="_GoBack"/>
      <w:bookmarkEnd w:id="0"/>
      <w:r w:rsidRPr="005833D5">
        <w:rPr>
          <w:i/>
        </w:rPr>
        <w:t xml:space="preserve"> angeben.</w:t>
      </w:r>
    </w:p>
    <w:p w:rsidR="00007934" w:rsidRDefault="00007934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71" w:rsidRDefault="00A27571" w:rsidP="007E132D">
      <w:r>
        <w:separator/>
      </w:r>
    </w:p>
    <w:p w:rsidR="00A27571" w:rsidRDefault="00A27571" w:rsidP="007E132D"/>
  </w:endnote>
  <w:endnote w:type="continuationSeparator" w:id="0">
    <w:p w:rsidR="00A27571" w:rsidRDefault="00A27571" w:rsidP="007E132D">
      <w:r>
        <w:continuationSeparator/>
      </w:r>
    </w:p>
    <w:p w:rsidR="00A27571" w:rsidRDefault="00A27571" w:rsidP="007E132D"/>
  </w:endnote>
  <w:endnote w:type="continuationNotice" w:id="1">
    <w:p w:rsidR="00A27571" w:rsidRDefault="00A275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13D1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013D1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013D1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013D1F" w:rsidRPr="007E1606">
            <w:rPr>
              <w:rFonts w:eastAsia="Calibri"/>
              <w:noProof/>
            </w:rPr>
            <w:t xml:space="preserve">Seite </w:t>
          </w:r>
          <w:r w:rsidR="00013D1F">
            <w:rPr>
              <w:rFonts w:eastAsia="Calibri"/>
              <w:noProof/>
            </w:rPr>
            <w:t>3</w:t>
          </w:r>
          <w:r w:rsidR="00013D1F" w:rsidRPr="007E1606">
            <w:rPr>
              <w:rFonts w:eastAsia="Calibri"/>
              <w:noProof/>
            </w:rPr>
            <w:t xml:space="preserve"> von </w:t>
          </w:r>
          <w:r w:rsidR="00013D1F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71" w:rsidRDefault="00A27571" w:rsidP="007E132D">
      <w:r>
        <w:separator/>
      </w:r>
    </w:p>
    <w:p w:rsidR="00A27571" w:rsidRDefault="00A27571" w:rsidP="007E132D"/>
  </w:footnote>
  <w:footnote w:type="continuationSeparator" w:id="0">
    <w:p w:rsidR="00A27571" w:rsidRDefault="00A27571" w:rsidP="007E132D">
      <w:r>
        <w:continuationSeparator/>
      </w:r>
    </w:p>
    <w:p w:rsidR="00A27571" w:rsidRDefault="00A27571" w:rsidP="007E132D"/>
  </w:footnote>
  <w:footnote w:type="continuationNotice" w:id="1">
    <w:p w:rsidR="00A27571" w:rsidRDefault="00A2757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E73"/>
    <w:rsid w:val="00003CBE"/>
    <w:rsid w:val="00004C7F"/>
    <w:rsid w:val="00007934"/>
    <w:rsid w:val="00013D1F"/>
    <w:rsid w:val="00031750"/>
    <w:rsid w:val="0003189A"/>
    <w:rsid w:val="00033BD2"/>
    <w:rsid w:val="00043C35"/>
    <w:rsid w:val="0006359E"/>
    <w:rsid w:val="000716BA"/>
    <w:rsid w:val="00086F40"/>
    <w:rsid w:val="000A4824"/>
    <w:rsid w:val="000A52A8"/>
    <w:rsid w:val="000B24C3"/>
    <w:rsid w:val="000B704A"/>
    <w:rsid w:val="000C0CAD"/>
    <w:rsid w:val="000E228F"/>
    <w:rsid w:val="000F2F77"/>
    <w:rsid w:val="00102187"/>
    <w:rsid w:val="00104D55"/>
    <w:rsid w:val="00106598"/>
    <w:rsid w:val="001115DE"/>
    <w:rsid w:val="00125D76"/>
    <w:rsid w:val="00130A5F"/>
    <w:rsid w:val="00136218"/>
    <w:rsid w:val="00136E90"/>
    <w:rsid w:val="00152C69"/>
    <w:rsid w:val="00154980"/>
    <w:rsid w:val="001565CB"/>
    <w:rsid w:val="00156D51"/>
    <w:rsid w:val="001631E1"/>
    <w:rsid w:val="0016339C"/>
    <w:rsid w:val="0016495A"/>
    <w:rsid w:val="00173722"/>
    <w:rsid w:val="0017697C"/>
    <w:rsid w:val="001879C8"/>
    <w:rsid w:val="001B63F3"/>
    <w:rsid w:val="001C1FA2"/>
    <w:rsid w:val="001C3EE2"/>
    <w:rsid w:val="001D68FC"/>
    <w:rsid w:val="001E0C3C"/>
    <w:rsid w:val="001F6280"/>
    <w:rsid w:val="0020117E"/>
    <w:rsid w:val="00201E86"/>
    <w:rsid w:val="00202248"/>
    <w:rsid w:val="002077B7"/>
    <w:rsid w:val="00212513"/>
    <w:rsid w:val="00215C8A"/>
    <w:rsid w:val="002315E0"/>
    <w:rsid w:val="00264285"/>
    <w:rsid w:val="002712C2"/>
    <w:rsid w:val="0029052C"/>
    <w:rsid w:val="002964EF"/>
    <w:rsid w:val="002A1D04"/>
    <w:rsid w:val="002A33F5"/>
    <w:rsid w:val="002A3A54"/>
    <w:rsid w:val="002A42B6"/>
    <w:rsid w:val="002A4B0E"/>
    <w:rsid w:val="002A52B3"/>
    <w:rsid w:val="002B0C30"/>
    <w:rsid w:val="002B391B"/>
    <w:rsid w:val="002B41E8"/>
    <w:rsid w:val="002B66AA"/>
    <w:rsid w:val="002D46DE"/>
    <w:rsid w:val="002E1CA7"/>
    <w:rsid w:val="002E2AB5"/>
    <w:rsid w:val="002F628F"/>
    <w:rsid w:val="003210BA"/>
    <w:rsid w:val="003230D4"/>
    <w:rsid w:val="00323555"/>
    <w:rsid w:val="003431A7"/>
    <w:rsid w:val="00345684"/>
    <w:rsid w:val="00363740"/>
    <w:rsid w:val="00365A9E"/>
    <w:rsid w:val="003728F6"/>
    <w:rsid w:val="00373C01"/>
    <w:rsid w:val="003772B0"/>
    <w:rsid w:val="00377DED"/>
    <w:rsid w:val="003C1716"/>
    <w:rsid w:val="003C626A"/>
    <w:rsid w:val="003D76C7"/>
    <w:rsid w:val="003E270B"/>
    <w:rsid w:val="003E30C0"/>
    <w:rsid w:val="003E3BCC"/>
    <w:rsid w:val="003F0681"/>
    <w:rsid w:val="003F6888"/>
    <w:rsid w:val="003F7972"/>
    <w:rsid w:val="00403EFF"/>
    <w:rsid w:val="00421F5E"/>
    <w:rsid w:val="004308AA"/>
    <w:rsid w:val="0043157A"/>
    <w:rsid w:val="00431A18"/>
    <w:rsid w:val="004355F7"/>
    <w:rsid w:val="004632FF"/>
    <w:rsid w:val="00472991"/>
    <w:rsid w:val="004745A5"/>
    <w:rsid w:val="00476782"/>
    <w:rsid w:val="00476D9C"/>
    <w:rsid w:val="00485C6B"/>
    <w:rsid w:val="004A372E"/>
    <w:rsid w:val="004B4477"/>
    <w:rsid w:val="004B55D2"/>
    <w:rsid w:val="004B6CEF"/>
    <w:rsid w:val="004C4B30"/>
    <w:rsid w:val="004C697D"/>
    <w:rsid w:val="004C6E5C"/>
    <w:rsid w:val="004D76DD"/>
    <w:rsid w:val="0051622E"/>
    <w:rsid w:val="00533491"/>
    <w:rsid w:val="005337CB"/>
    <w:rsid w:val="00546EB8"/>
    <w:rsid w:val="005521CA"/>
    <w:rsid w:val="00552A9D"/>
    <w:rsid w:val="005547DF"/>
    <w:rsid w:val="0056768B"/>
    <w:rsid w:val="005707E4"/>
    <w:rsid w:val="00575FA0"/>
    <w:rsid w:val="005833D5"/>
    <w:rsid w:val="00595D96"/>
    <w:rsid w:val="00596038"/>
    <w:rsid w:val="005A07BD"/>
    <w:rsid w:val="005B2EF1"/>
    <w:rsid w:val="005C0BBB"/>
    <w:rsid w:val="005C6AE3"/>
    <w:rsid w:val="005D2B64"/>
    <w:rsid w:val="00601238"/>
    <w:rsid w:val="0060142A"/>
    <w:rsid w:val="00617001"/>
    <w:rsid w:val="0062199B"/>
    <w:rsid w:val="006232FA"/>
    <w:rsid w:val="00633354"/>
    <w:rsid w:val="00633415"/>
    <w:rsid w:val="00640ECC"/>
    <w:rsid w:val="0065451D"/>
    <w:rsid w:val="00654851"/>
    <w:rsid w:val="00654B60"/>
    <w:rsid w:val="00660D47"/>
    <w:rsid w:val="0067074A"/>
    <w:rsid w:val="00671E3C"/>
    <w:rsid w:val="00674ED9"/>
    <w:rsid w:val="00674EF3"/>
    <w:rsid w:val="006813B8"/>
    <w:rsid w:val="0068251B"/>
    <w:rsid w:val="00683F3C"/>
    <w:rsid w:val="006848FF"/>
    <w:rsid w:val="00687868"/>
    <w:rsid w:val="006A31D9"/>
    <w:rsid w:val="006A5C09"/>
    <w:rsid w:val="006A659E"/>
    <w:rsid w:val="006A67D2"/>
    <w:rsid w:val="006A760C"/>
    <w:rsid w:val="006A7F52"/>
    <w:rsid w:val="006D7242"/>
    <w:rsid w:val="00714E5C"/>
    <w:rsid w:val="0072042B"/>
    <w:rsid w:val="00733AAF"/>
    <w:rsid w:val="0074406C"/>
    <w:rsid w:val="00770E8B"/>
    <w:rsid w:val="007826E4"/>
    <w:rsid w:val="00784E5A"/>
    <w:rsid w:val="00794AEE"/>
    <w:rsid w:val="00797F9C"/>
    <w:rsid w:val="007A19C3"/>
    <w:rsid w:val="007A2D8A"/>
    <w:rsid w:val="007B0BF4"/>
    <w:rsid w:val="007C16F5"/>
    <w:rsid w:val="007D03E9"/>
    <w:rsid w:val="007D18EA"/>
    <w:rsid w:val="007E132D"/>
    <w:rsid w:val="007E1606"/>
    <w:rsid w:val="007F4512"/>
    <w:rsid w:val="00802C2C"/>
    <w:rsid w:val="00810A22"/>
    <w:rsid w:val="00821B54"/>
    <w:rsid w:val="00821E5D"/>
    <w:rsid w:val="00822597"/>
    <w:rsid w:val="008258E8"/>
    <w:rsid w:val="008303DC"/>
    <w:rsid w:val="008334D5"/>
    <w:rsid w:val="00833617"/>
    <w:rsid w:val="00853027"/>
    <w:rsid w:val="00865B83"/>
    <w:rsid w:val="008718D2"/>
    <w:rsid w:val="0087295F"/>
    <w:rsid w:val="00876E6E"/>
    <w:rsid w:val="008771E4"/>
    <w:rsid w:val="00877DC8"/>
    <w:rsid w:val="00894865"/>
    <w:rsid w:val="00895E73"/>
    <w:rsid w:val="00897ADF"/>
    <w:rsid w:val="008A34E9"/>
    <w:rsid w:val="008C0BA1"/>
    <w:rsid w:val="008C6578"/>
    <w:rsid w:val="008D1374"/>
    <w:rsid w:val="008D67FA"/>
    <w:rsid w:val="008D7F63"/>
    <w:rsid w:val="008E1F8F"/>
    <w:rsid w:val="008E7AC1"/>
    <w:rsid w:val="008F4237"/>
    <w:rsid w:val="008F5E25"/>
    <w:rsid w:val="009060ED"/>
    <w:rsid w:val="009106D1"/>
    <w:rsid w:val="009159B8"/>
    <w:rsid w:val="00916B89"/>
    <w:rsid w:val="00920948"/>
    <w:rsid w:val="00920D55"/>
    <w:rsid w:val="00924A3D"/>
    <w:rsid w:val="00926076"/>
    <w:rsid w:val="00941203"/>
    <w:rsid w:val="00941886"/>
    <w:rsid w:val="00944D93"/>
    <w:rsid w:val="009457B9"/>
    <w:rsid w:val="00961469"/>
    <w:rsid w:val="00975A13"/>
    <w:rsid w:val="00982461"/>
    <w:rsid w:val="009A109C"/>
    <w:rsid w:val="009A1CFE"/>
    <w:rsid w:val="009A25BE"/>
    <w:rsid w:val="009A680E"/>
    <w:rsid w:val="009B10F8"/>
    <w:rsid w:val="009B2577"/>
    <w:rsid w:val="009B3EB7"/>
    <w:rsid w:val="009B7BE0"/>
    <w:rsid w:val="009C53E1"/>
    <w:rsid w:val="009F65F3"/>
    <w:rsid w:val="00A0214C"/>
    <w:rsid w:val="00A22C67"/>
    <w:rsid w:val="00A2437F"/>
    <w:rsid w:val="00A27571"/>
    <w:rsid w:val="00A31D72"/>
    <w:rsid w:val="00A32B85"/>
    <w:rsid w:val="00A41C88"/>
    <w:rsid w:val="00A46561"/>
    <w:rsid w:val="00A500A4"/>
    <w:rsid w:val="00A52517"/>
    <w:rsid w:val="00A65375"/>
    <w:rsid w:val="00A86ACD"/>
    <w:rsid w:val="00A9156A"/>
    <w:rsid w:val="00A91986"/>
    <w:rsid w:val="00A93519"/>
    <w:rsid w:val="00AA4186"/>
    <w:rsid w:val="00AC3CE6"/>
    <w:rsid w:val="00AC4406"/>
    <w:rsid w:val="00AC55D1"/>
    <w:rsid w:val="00AC6510"/>
    <w:rsid w:val="00AD7845"/>
    <w:rsid w:val="00AE0806"/>
    <w:rsid w:val="00AE3AFF"/>
    <w:rsid w:val="00AE3E5D"/>
    <w:rsid w:val="00AF2D43"/>
    <w:rsid w:val="00AF64B9"/>
    <w:rsid w:val="00B002B5"/>
    <w:rsid w:val="00B01B58"/>
    <w:rsid w:val="00B06BC4"/>
    <w:rsid w:val="00B206B1"/>
    <w:rsid w:val="00B23715"/>
    <w:rsid w:val="00B307A6"/>
    <w:rsid w:val="00B47659"/>
    <w:rsid w:val="00B5460B"/>
    <w:rsid w:val="00B55136"/>
    <w:rsid w:val="00B66347"/>
    <w:rsid w:val="00B762C9"/>
    <w:rsid w:val="00B92079"/>
    <w:rsid w:val="00B97221"/>
    <w:rsid w:val="00BA116C"/>
    <w:rsid w:val="00BA17DD"/>
    <w:rsid w:val="00BB6B7E"/>
    <w:rsid w:val="00C01234"/>
    <w:rsid w:val="00C117A5"/>
    <w:rsid w:val="00C43CCD"/>
    <w:rsid w:val="00C72CD3"/>
    <w:rsid w:val="00C82B81"/>
    <w:rsid w:val="00C944AD"/>
    <w:rsid w:val="00C976E1"/>
    <w:rsid w:val="00CA6152"/>
    <w:rsid w:val="00CB2B5C"/>
    <w:rsid w:val="00CB3E9D"/>
    <w:rsid w:val="00CC2FFE"/>
    <w:rsid w:val="00CC7CCA"/>
    <w:rsid w:val="00CD3AA7"/>
    <w:rsid w:val="00CF015F"/>
    <w:rsid w:val="00CF2B5F"/>
    <w:rsid w:val="00CF3E9F"/>
    <w:rsid w:val="00D14566"/>
    <w:rsid w:val="00D15E35"/>
    <w:rsid w:val="00D16703"/>
    <w:rsid w:val="00D179FA"/>
    <w:rsid w:val="00D36969"/>
    <w:rsid w:val="00D40F4E"/>
    <w:rsid w:val="00D5679F"/>
    <w:rsid w:val="00D76894"/>
    <w:rsid w:val="00D806D3"/>
    <w:rsid w:val="00D82AE7"/>
    <w:rsid w:val="00D95B06"/>
    <w:rsid w:val="00DB2CC7"/>
    <w:rsid w:val="00DB3F3F"/>
    <w:rsid w:val="00DB73FC"/>
    <w:rsid w:val="00DC0F6D"/>
    <w:rsid w:val="00DC2339"/>
    <w:rsid w:val="00DC5C7D"/>
    <w:rsid w:val="00DD16C5"/>
    <w:rsid w:val="00DE23CB"/>
    <w:rsid w:val="00DE35EB"/>
    <w:rsid w:val="00DE3619"/>
    <w:rsid w:val="00DE3BA4"/>
    <w:rsid w:val="00DE6930"/>
    <w:rsid w:val="00DF704E"/>
    <w:rsid w:val="00E019EB"/>
    <w:rsid w:val="00E207BB"/>
    <w:rsid w:val="00E2304D"/>
    <w:rsid w:val="00E26828"/>
    <w:rsid w:val="00E31E10"/>
    <w:rsid w:val="00E32486"/>
    <w:rsid w:val="00E3363B"/>
    <w:rsid w:val="00E36721"/>
    <w:rsid w:val="00E5769E"/>
    <w:rsid w:val="00E6320B"/>
    <w:rsid w:val="00E7624D"/>
    <w:rsid w:val="00E801C8"/>
    <w:rsid w:val="00E85A97"/>
    <w:rsid w:val="00E90330"/>
    <w:rsid w:val="00E94A8B"/>
    <w:rsid w:val="00E94CAA"/>
    <w:rsid w:val="00E97DEA"/>
    <w:rsid w:val="00EA0877"/>
    <w:rsid w:val="00EA5F69"/>
    <w:rsid w:val="00EA7DC3"/>
    <w:rsid w:val="00EB1C2E"/>
    <w:rsid w:val="00EC71F4"/>
    <w:rsid w:val="00EE2B1C"/>
    <w:rsid w:val="00EF3D71"/>
    <w:rsid w:val="00F23AAD"/>
    <w:rsid w:val="00F32C72"/>
    <w:rsid w:val="00F44765"/>
    <w:rsid w:val="00F504B0"/>
    <w:rsid w:val="00F5073A"/>
    <w:rsid w:val="00F654EB"/>
    <w:rsid w:val="00F7676C"/>
    <w:rsid w:val="00F97276"/>
    <w:rsid w:val="00FC2ADF"/>
    <w:rsid w:val="00FD1AC7"/>
    <w:rsid w:val="00FE2564"/>
    <w:rsid w:val="00FE2FB7"/>
    <w:rsid w:val="00FF075F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5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Date" w:uiPriority="5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4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03761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3982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599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4661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29</cp:revision>
  <cp:lastPrinted>2014-01-15T15:59:00Z</cp:lastPrinted>
  <dcterms:created xsi:type="dcterms:W3CDTF">2015-09-24T13:07:00Z</dcterms:created>
  <dcterms:modified xsi:type="dcterms:W3CDTF">2015-10-13T14:12:00Z</dcterms:modified>
</cp:coreProperties>
</file>