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4807AA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4807AA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5D1421" w:rsidP="00365A9E">
      <w:pPr>
        <w:pStyle w:val="berschrift1"/>
        <w:rPr>
          <w:sz w:val="2"/>
        </w:rPr>
      </w:pPr>
      <w:r>
        <w:t>Anlage für Wärmetauscher-Platten bestellt</w:t>
      </w:r>
    </w:p>
    <w:p w:rsidR="006A31D9" w:rsidRPr="0073716E" w:rsidRDefault="00EE6CCE" w:rsidP="00365A9E">
      <w:pPr>
        <w:pStyle w:val="berschrift2"/>
      </w:pPr>
      <w:r>
        <w:t>Für die optimale Qualität setzt der j</w:t>
      </w:r>
      <w:r w:rsidR="005D1421">
        <w:t xml:space="preserve">apanische Hersteller </w:t>
      </w:r>
      <w:r w:rsidR="00FB4466" w:rsidRPr="0073716E">
        <w:t>HISAKA</w:t>
      </w:r>
      <w:r w:rsidR="00FC353C" w:rsidRPr="0073716E">
        <w:t xml:space="preserve"> </w:t>
      </w:r>
      <w:r>
        <w:br/>
      </w:r>
      <w:r w:rsidR="0073716E">
        <w:t>auf</w:t>
      </w:r>
      <w:r w:rsidR="00FC353C">
        <w:t xml:space="preserve"> </w:t>
      </w:r>
      <w:r w:rsidR="005E5DFA">
        <w:t xml:space="preserve">eine </w:t>
      </w:r>
      <w:r w:rsidR="00FB4466" w:rsidRPr="0073716E">
        <w:t>15.000</w:t>
      </w:r>
      <w:r w:rsidR="0073716E" w:rsidRPr="0073716E">
        <w:t>-</w:t>
      </w:r>
      <w:r w:rsidR="00FC353C" w:rsidRPr="0073716E">
        <w:t xml:space="preserve">Tonnen-Presse </w:t>
      </w:r>
      <w:r w:rsidR="0073716E" w:rsidRPr="0073716E">
        <w:t xml:space="preserve">mit </w:t>
      </w:r>
      <w:r w:rsidRPr="0073716E">
        <w:t>moderne</w:t>
      </w:r>
      <w:r w:rsidR="0073716E" w:rsidRPr="0073716E">
        <w:t>r</w:t>
      </w:r>
      <w:r w:rsidRPr="0073716E">
        <w:t xml:space="preserve"> </w:t>
      </w:r>
      <w:r w:rsidR="00FC353C" w:rsidRPr="0073716E">
        <w:t>Multizylinder-Technik</w:t>
      </w:r>
    </w:p>
    <w:p w:rsidR="00476D9C" w:rsidRPr="0073716E" w:rsidRDefault="00476D9C" w:rsidP="00476D9C"/>
    <w:p w:rsidR="00EF262D" w:rsidRPr="008D53FD" w:rsidRDefault="00C82B81" w:rsidP="00C82B81">
      <w:r w:rsidRPr="0073716E">
        <w:rPr>
          <w:i/>
        </w:rPr>
        <w:t>Göppingen,</w:t>
      </w:r>
      <w:r w:rsidR="00767B21">
        <w:rPr>
          <w:i/>
        </w:rPr>
        <w:t xml:space="preserve"> </w:t>
      </w:r>
      <w:r w:rsidR="00B70961">
        <w:rPr>
          <w:i/>
        </w:rPr>
        <w:t>23.07</w:t>
      </w:r>
      <w:r w:rsidR="005833D5" w:rsidRPr="0073716E">
        <w:rPr>
          <w:i/>
        </w:rPr>
        <w:t>.201</w:t>
      </w:r>
      <w:r w:rsidR="00CE73E2">
        <w:rPr>
          <w:i/>
        </w:rPr>
        <w:t>5</w:t>
      </w:r>
      <w:r w:rsidR="005833D5" w:rsidRPr="0073716E">
        <w:rPr>
          <w:i/>
        </w:rPr>
        <w:t xml:space="preserve"> </w:t>
      </w:r>
      <w:r w:rsidR="000F2F77" w:rsidRPr="0073716E">
        <w:t>–</w:t>
      </w:r>
      <w:r w:rsidR="005833D5" w:rsidRPr="0073716E">
        <w:t xml:space="preserve"> </w:t>
      </w:r>
      <w:r w:rsidR="00FC353C" w:rsidRPr="0073716E">
        <w:t>Das japanische Unternehmen</w:t>
      </w:r>
      <w:r w:rsidR="00FB4466" w:rsidRPr="0073716E">
        <w:t xml:space="preserve"> HISAKA</w:t>
      </w:r>
      <w:r w:rsidR="00FC353C" w:rsidRPr="0073716E">
        <w:t xml:space="preserve">, </w:t>
      </w:r>
      <w:r w:rsidR="00A4316B" w:rsidRPr="0073716E">
        <w:t xml:space="preserve">einer </w:t>
      </w:r>
      <w:r w:rsidR="00FC353C" w:rsidRPr="0073716E">
        <w:t>der führende</w:t>
      </w:r>
      <w:r w:rsidR="00A4316B" w:rsidRPr="0073716E">
        <w:t>n</w:t>
      </w:r>
      <w:r w:rsidR="00FC353C" w:rsidRPr="0073716E">
        <w:t xml:space="preserve"> Anbieter von Wärmetauscher</w:t>
      </w:r>
      <w:r w:rsidR="00FB4466" w:rsidRPr="0073716E">
        <w:t>n</w:t>
      </w:r>
      <w:r w:rsidR="0073716E" w:rsidRPr="0073716E">
        <w:t xml:space="preserve"> </w:t>
      </w:r>
      <w:r w:rsidR="00FC353C" w:rsidRPr="0073716E">
        <w:t>in Asien, hat</w:t>
      </w:r>
      <w:r w:rsidR="00B50A58" w:rsidRPr="0073716E">
        <w:t xml:space="preserve"> bei Schuler eine </w:t>
      </w:r>
      <w:r w:rsidR="00FB4466" w:rsidRPr="0073716E">
        <w:t xml:space="preserve">15.000 </w:t>
      </w:r>
      <w:r w:rsidR="00B50A58" w:rsidRPr="0073716E">
        <w:t>Tonnen starke</w:t>
      </w:r>
      <w:r w:rsidR="00165883" w:rsidRPr="0073716E">
        <w:t xml:space="preserve"> Presse</w:t>
      </w:r>
      <w:r w:rsidR="00FC353C" w:rsidRPr="0073716E">
        <w:t xml:space="preserve"> </w:t>
      </w:r>
      <w:r w:rsidR="00EF262D">
        <w:t xml:space="preserve">mit Multizylinder-Technik </w:t>
      </w:r>
      <w:r w:rsidR="00FC353C" w:rsidRPr="0073716E">
        <w:t xml:space="preserve">in Auftrag gegeben. </w:t>
      </w:r>
      <w:r w:rsidR="0054681C" w:rsidRPr="0073716E">
        <w:t>Schuler liefert die Anlage noch in diesem Jahr an ein HISAKA-Produktionswerk in Malaysia</w:t>
      </w:r>
      <w:r w:rsidR="0077779D">
        <w:t>. Ab</w:t>
      </w:r>
      <w:r w:rsidR="0054681C" w:rsidRPr="0073716E">
        <w:t xml:space="preserve"> Mitte 2016 </w:t>
      </w:r>
      <w:r w:rsidR="0077779D">
        <w:t xml:space="preserve">wird sie dort hochpräzise Wärmetauscher-Platten aus </w:t>
      </w:r>
      <w:r w:rsidR="0077779D" w:rsidRPr="0073716E">
        <w:t>Edelstahl oder Titan</w:t>
      </w:r>
      <w:r w:rsidR="0077779D">
        <w:t xml:space="preserve"> </w:t>
      </w:r>
      <w:r w:rsidR="003E6B5B" w:rsidRPr="008D53FD">
        <w:t xml:space="preserve">in </w:t>
      </w:r>
      <w:r w:rsidR="007C70A6">
        <w:t>optimaler</w:t>
      </w:r>
      <w:r w:rsidR="000A3F41" w:rsidRPr="008D53FD">
        <w:t xml:space="preserve"> </w:t>
      </w:r>
      <w:r w:rsidR="003E6B5B" w:rsidRPr="008D53FD">
        <w:t xml:space="preserve"> Qualität </w:t>
      </w:r>
      <w:r w:rsidR="00F34FF1">
        <w:t>produzieren</w:t>
      </w:r>
      <w:r w:rsidR="0054681C" w:rsidRPr="008D53FD">
        <w:t>.</w:t>
      </w:r>
    </w:p>
    <w:p w:rsidR="00EF262D" w:rsidRPr="008D53FD" w:rsidRDefault="00EF262D" w:rsidP="00C82B81"/>
    <w:p w:rsidR="0077779D" w:rsidRPr="008D53FD" w:rsidRDefault="00CE73E2" w:rsidP="0077779D">
      <w:r w:rsidRPr="008D53FD">
        <w:t xml:space="preserve">Ein  kompletter </w:t>
      </w:r>
      <w:r w:rsidR="00985A3F" w:rsidRPr="008D53FD">
        <w:t>Industrie-</w:t>
      </w:r>
      <w:r w:rsidR="0077779D" w:rsidRPr="008D53FD">
        <w:t xml:space="preserve">Wärmetauscher </w:t>
      </w:r>
      <w:r w:rsidR="00470736" w:rsidRPr="008D53FD">
        <w:t>setz</w:t>
      </w:r>
      <w:r w:rsidR="0074326C" w:rsidRPr="008D53FD">
        <w:t>t</w:t>
      </w:r>
      <w:r w:rsidR="00470736" w:rsidRPr="008D53FD">
        <w:t xml:space="preserve"> sich aus </w:t>
      </w:r>
      <w:r w:rsidR="00305B65">
        <w:t xml:space="preserve">etwa </w:t>
      </w:r>
      <w:r w:rsidR="0077779D" w:rsidRPr="008D53FD">
        <w:t xml:space="preserve">500 </w:t>
      </w:r>
      <w:r w:rsidR="00470736" w:rsidRPr="008D53FD">
        <w:t xml:space="preserve">bis </w:t>
      </w:r>
      <w:r w:rsidR="0077779D" w:rsidRPr="008D53FD">
        <w:t xml:space="preserve">1.000 </w:t>
      </w:r>
      <w:r w:rsidR="0074326C" w:rsidRPr="008D53FD">
        <w:t>geprägte</w:t>
      </w:r>
      <w:r w:rsidR="00985A3F" w:rsidRPr="008D53FD">
        <w:t>n, bis zu mehreren Quadra</w:t>
      </w:r>
      <w:r w:rsidR="000A3F41" w:rsidRPr="008D53FD">
        <w:t>t</w:t>
      </w:r>
      <w:r w:rsidR="00985A3F" w:rsidRPr="008D53FD">
        <w:t>meter großen Platten</w:t>
      </w:r>
      <w:r w:rsidR="0077779D" w:rsidRPr="008D53FD">
        <w:t xml:space="preserve"> </w:t>
      </w:r>
      <w:r w:rsidR="00470736" w:rsidRPr="008D53FD">
        <w:t>zusammen</w:t>
      </w:r>
      <w:r w:rsidR="00985A3F" w:rsidRPr="008D53FD">
        <w:t>.</w:t>
      </w:r>
      <w:r w:rsidR="00305B65">
        <w:t xml:space="preserve"> </w:t>
      </w:r>
      <w:r w:rsidR="00985A3F" w:rsidRPr="008D53FD">
        <w:t>Z</w:t>
      </w:r>
      <w:r w:rsidR="00470736" w:rsidRPr="008D53FD">
        <w:t>wischen</w:t>
      </w:r>
      <w:r w:rsidR="00985A3F" w:rsidRPr="008D53FD">
        <w:t xml:space="preserve"> den Platten</w:t>
      </w:r>
      <w:r w:rsidR="000A3F41" w:rsidRPr="008D53FD">
        <w:t xml:space="preserve"> </w:t>
      </w:r>
      <w:r w:rsidR="00985A3F" w:rsidRPr="008D53FD">
        <w:t xml:space="preserve">werden im Durchlauf </w:t>
      </w:r>
      <w:r w:rsidR="0077779D" w:rsidRPr="008D53FD">
        <w:t xml:space="preserve">Flüssigkeiten erwärmt oder </w:t>
      </w:r>
      <w:r w:rsidR="000A3F41" w:rsidRPr="008D53FD">
        <w:t>abge</w:t>
      </w:r>
      <w:r w:rsidR="0077779D" w:rsidRPr="008D53FD">
        <w:t xml:space="preserve">kühlt. </w:t>
      </w:r>
      <w:r w:rsidR="00985A3F" w:rsidRPr="008D53FD">
        <w:t>D</w:t>
      </w:r>
      <w:r w:rsidR="0077779D" w:rsidRPr="008D53FD">
        <w:t xml:space="preserve">ie </w:t>
      </w:r>
      <w:r w:rsidR="000A3F41" w:rsidRPr="008D53FD">
        <w:t xml:space="preserve">eingeprägten </w:t>
      </w:r>
      <w:r w:rsidR="0077779D" w:rsidRPr="008D53FD">
        <w:t xml:space="preserve">Strömungskanäle </w:t>
      </w:r>
      <w:r w:rsidR="00305B65">
        <w:t>sind</w:t>
      </w:r>
      <w:r w:rsidR="00985A3F" w:rsidRPr="008D53FD">
        <w:t xml:space="preserve"> </w:t>
      </w:r>
      <w:r w:rsidR="000A3F41" w:rsidRPr="008D53FD">
        <w:t>dabei in einem</w:t>
      </w:r>
      <w:r w:rsidR="00985A3F" w:rsidRPr="008D53FD">
        <w:t xml:space="preserve"> typische</w:t>
      </w:r>
      <w:r w:rsidR="000A3F41" w:rsidRPr="008D53FD">
        <w:t>n</w:t>
      </w:r>
      <w:r w:rsidR="00985A3F" w:rsidRPr="008D53FD">
        <w:t xml:space="preserve"> </w:t>
      </w:r>
      <w:proofErr w:type="spellStart"/>
      <w:r w:rsidR="00985A3F" w:rsidRPr="008D53FD">
        <w:t>Fischgrätmuster</w:t>
      </w:r>
      <w:proofErr w:type="spellEnd"/>
      <w:r w:rsidR="00985A3F" w:rsidRPr="008D53FD">
        <w:t xml:space="preserve"> </w:t>
      </w:r>
      <w:r w:rsidR="000A3F41" w:rsidRPr="008D53FD">
        <w:t>angelegt</w:t>
      </w:r>
      <w:r w:rsidR="0077779D" w:rsidRPr="008D53FD">
        <w:t>.</w:t>
      </w:r>
      <w:r w:rsidR="0074326C" w:rsidRPr="008D53FD">
        <w:t xml:space="preserve"> </w:t>
      </w:r>
    </w:p>
    <w:p w:rsidR="000A3F41" w:rsidRPr="008D53FD" w:rsidRDefault="000A3F41" w:rsidP="00D14FA2"/>
    <w:p w:rsidR="00E9101A" w:rsidRDefault="00543B90" w:rsidP="00D14FA2">
      <w:r>
        <w:t>Bei der</w:t>
      </w:r>
      <w:r w:rsidR="00B21F25" w:rsidRPr="008D53FD">
        <w:t xml:space="preserve"> </w:t>
      </w:r>
      <w:r>
        <w:t xml:space="preserve">Multizylinder-Technik, die </w:t>
      </w:r>
      <w:r w:rsidRPr="008D53FD">
        <w:t xml:space="preserve">Schuler für das Prägen dieser Platten </w:t>
      </w:r>
      <w:bookmarkStart w:id="0" w:name="_GoBack"/>
      <w:bookmarkEnd w:id="0"/>
      <w:r>
        <w:t>entwickelt hat, wirken</w:t>
      </w:r>
      <w:r w:rsidR="00985A3F" w:rsidRPr="008D53FD">
        <w:t xml:space="preserve"> viele </w:t>
      </w:r>
      <w:r w:rsidR="002A25F4" w:rsidRPr="008D53FD">
        <w:t>Kurzhub</w:t>
      </w:r>
      <w:r w:rsidR="00D14FA2" w:rsidRPr="008D53FD">
        <w:t>k</w:t>
      </w:r>
      <w:r w:rsidR="002A25F4" w:rsidRPr="008D53FD">
        <w:t xml:space="preserve">olben in </w:t>
      </w:r>
      <w:r w:rsidR="00095B6D" w:rsidRPr="008D53FD">
        <w:t xml:space="preserve">einer </w:t>
      </w:r>
      <w:r w:rsidR="000A3F41" w:rsidRPr="008D53FD">
        <w:t xml:space="preserve">gemeinsamen </w:t>
      </w:r>
      <w:r w:rsidR="00095B6D" w:rsidRPr="008D53FD">
        <w:t>Zylinderp</w:t>
      </w:r>
      <w:r w:rsidR="002A25F4" w:rsidRPr="008D53FD">
        <w:t>latte. Abhängig von der</w:t>
      </w:r>
      <w:r w:rsidR="004E0C71" w:rsidRPr="008D53FD">
        <w:t xml:space="preserve"> </w:t>
      </w:r>
      <w:r w:rsidR="00DD63AF" w:rsidRPr="008D53FD">
        <w:t>Größe de</w:t>
      </w:r>
      <w:r w:rsidR="000A3F41" w:rsidRPr="008D53FD">
        <w:t>r</w:t>
      </w:r>
      <w:r w:rsidR="00DD63AF" w:rsidRPr="008D53FD">
        <w:t xml:space="preserve"> </w:t>
      </w:r>
      <w:r w:rsidR="000A3F41" w:rsidRPr="008D53FD">
        <w:t xml:space="preserve">zu erzeugenden </w:t>
      </w:r>
      <w:r w:rsidR="001E7843">
        <w:t>Wärmetauscher-</w:t>
      </w:r>
      <w:r w:rsidR="000A3F41" w:rsidRPr="008D53FD">
        <w:t>Platte</w:t>
      </w:r>
      <w:r w:rsidR="002A25F4" w:rsidRPr="008D53FD">
        <w:t xml:space="preserve"> </w:t>
      </w:r>
      <w:r w:rsidR="00160F78" w:rsidRPr="008D53FD">
        <w:t>können</w:t>
      </w:r>
      <w:r w:rsidR="00223722" w:rsidRPr="008D53FD">
        <w:t xml:space="preserve"> dann </w:t>
      </w:r>
      <w:r w:rsidR="00985A3F" w:rsidRPr="008D53FD">
        <w:t xml:space="preserve">unterschiedliche </w:t>
      </w:r>
      <w:r w:rsidR="002A25F4" w:rsidRPr="008D53FD">
        <w:t>Hydraulikkreise aktiviert und</w:t>
      </w:r>
      <w:r w:rsidR="004E0C71" w:rsidRPr="008D53FD">
        <w:t xml:space="preserve"> </w:t>
      </w:r>
      <w:r w:rsidR="002A25F4" w:rsidRPr="008D53FD">
        <w:t>individuell mit Druck beaufschlagt</w:t>
      </w:r>
      <w:r w:rsidR="00160F78" w:rsidRPr="008D53FD">
        <w:t xml:space="preserve"> werden</w:t>
      </w:r>
      <w:r w:rsidR="002A25F4" w:rsidRPr="008D53FD">
        <w:t>.</w:t>
      </w:r>
      <w:r w:rsidR="00D14FA2" w:rsidRPr="008D53FD">
        <w:t xml:space="preserve"> </w:t>
      </w:r>
      <w:r w:rsidR="00160F78" w:rsidRPr="008D53FD">
        <w:t>Dadurch lässt sich die Presskraft gleichmäßig über die gesamte F</w:t>
      </w:r>
      <w:r w:rsidR="008A79D7" w:rsidRPr="008D53FD">
        <w:t>läche verteilen</w:t>
      </w:r>
      <w:r w:rsidR="00F13451" w:rsidRPr="008D53FD">
        <w:t>.</w:t>
      </w:r>
    </w:p>
    <w:p w:rsidR="00C106E4" w:rsidRDefault="00C106E4" w:rsidP="00D14FA2"/>
    <w:p w:rsidR="000A3F41" w:rsidRPr="0073716E" w:rsidRDefault="000A3F41" w:rsidP="00D14FA2">
      <w:r w:rsidRPr="008D53FD">
        <w:lastRenderedPageBreak/>
        <w:t xml:space="preserve">Die Pressen-Anlage für HISAKA ist in bewährter Plattenbauweise konstruiert, die für die notwendige Steifigkeit der Maschine sorgt. Dank der Unterkolben-Technik bauen Kurzhub-Pressen dabei deutlich kompakter als bei konventionellen Bauweisen. Die Anlage produziert vier Wärmetauscher-Platten in der Minute, </w:t>
      </w:r>
      <w:r w:rsidR="00703131">
        <w:t xml:space="preserve">die </w:t>
      </w:r>
      <w:r w:rsidRPr="008D53FD">
        <w:t xml:space="preserve">ein Schuler- Transfer mit Sauger-Feeder zuführt und automatisch </w:t>
      </w:r>
      <w:proofErr w:type="spellStart"/>
      <w:r w:rsidRPr="008D53FD">
        <w:t>abstapelt</w:t>
      </w:r>
      <w:proofErr w:type="spellEnd"/>
      <w:r w:rsidR="00703131">
        <w:t>.</w:t>
      </w:r>
    </w:p>
    <w:p w:rsidR="001E3155" w:rsidRDefault="001E3155" w:rsidP="0054681C">
      <w:pPr>
        <w:rPr>
          <w:color w:val="1F497D" w:themeColor="text2"/>
        </w:rPr>
      </w:pPr>
    </w:p>
    <w:p w:rsidR="00160F78" w:rsidRPr="0073716E" w:rsidRDefault="001F3702" w:rsidP="00D14FA2">
      <w:r>
        <w:t>HISAKA</w:t>
      </w:r>
      <w:r w:rsidR="00985A3F">
        <w:t xml:space="preserve"> </w:t>
      </w:r>
      <w:r w:rsidR="004156C2">
        <w:t xml:space="preserve">kann </w:t>
      </w:r>
      <w:r w:rsidR="00DA42F2">
        <w:t xml:space="preserve">damit </w:t>
      </w:r>
      <w:r w:rsidR="00A94A4D" w:rsidRPr="0073716E">
        <w:t>Wärmetauscher-Platten</w:t>
      </w:r>
      <w:r w:rsidR="00A94A4D">
        <w:t xml:space="preserve"> in</w:t>
      </w:r>
      <w:r w:rsidR="00985A3F">
        <w:t xml:space="preserve"> </w:t>
      </w:r>
      <w:r w:rsidR="001E3155">
        <w:t xml:space="preserve"> </w:t>
      </w:r>
      <w:r w:rsidR="009B13E1" w:rsidRPr="0073716E">
        <w:t>eine</w:t>
      </w:r>
      <w:r w:rsidR="004156C2">
        <w:t>r</w:t>
      </w:r>
      <w:r w:rsidR="009B13E1" w:rsidRPr="0073716E">
        <w:t xml:space="preserve"> präzise</w:t>
      </w:r>
      <w:r w:rsidR="004156C2">
        <w:t>n</w:t>
      </w:r>
      <w:r w:rsidR="009B13E1" w:rsidRPr="0073716E">
        <w:t>, einheitliche</w:t>
      </w:r>
      <w:r w:rsidR="004156C2">
        <w:t>n</w:t>
      </w:r>
      <w:r w:rsidR="009B13E1" w:rsidRPr="0073716E">
        <w:t xml:space="preserve"> Prägetiefe </w:t>
      </w:r>
      <w:r w:rsidR="004156C2">
        <w:t xml:space="preserve">und </w:t>
      </w:r>
      <w:r w:rsidR="009B13E1" w:rsidRPr="0073716E">
        <w:t>einer</w:t>
      </w:r>
      <w:r w:rsidR="00112E30">
        <w:t xml:space="preserve"> minimalen</w:t>
      </w:r>
      <w:r w:rsidR="009B13E1" w:rsidRPr="0073716E">
        <w:t xml:space="preserve"> Toleranz </w:t>
      </w:r>
      <w:r w:rsidR="00985A3F">
        <w:t>über das gesamte Bauteil</w:t>
      </w:r>
      <w:r w:rsidR="004156C2">
        <w:t xml:space="preserve"> fertigen</w:t>
      </w:r>
      <w:r w:rsidR="00A94A4D">
        <w:t xml:space="preserve"> – und dies in</w:t>
      </w:r>
      <w:r w:rsidR="004156C2">
        <w:t xml:space="preserve"> </w:t>
      </w:r>
      <w:r w:rsidR="009B13E1" w:rsidRPr="0073716E">
        <w:t>wiederholgenaue</w:t>
      </w:r>
      <w:r w:rsidR="00A94A4D">
        <w:t xml:space="preserve">r </w:t>
      </w:r>
      <w:r w:rsidR="00F1694F">
        <w:t>hoher</w:t>
      </w:r>
      <w:r w:rsidR="001A774E" w:rsidRPr="0073716E">
        <w:t xml:space="preserve"> </w:t>
      </w:r>
      <w:r w:rsidR="009B13E1" w:rsidRPr="0073716E">
        <w:t>Qualität</w:t>
      </w:r>
      <w:r w:rsidR="001A774E" w:rsidRPr="0073716E">
        <w:t xml:space="preserve">. </w:t>
      </w:r>
    </w:p>
    <w:p w:rsidR="004E0C71" w:rsidRPr="0073716E" w:rsidRDefault="004E0C71" w:rsidP="002A25F4"/>
    <w:p w:rsidR="00036E1F" w:rsidRPr="003F49BD" w:rsidRDefault="00036E1F" w:rsidP="00FB4466"/>
    <w:p w:rsidR="007E1606" w:rsidRPr="0073716E" w:rsidRDefault="007E1606" w:rsidP="000E228F">
      <w:pPr>
        <w:pStyle w:val="berschrift3"/>
      </w:pPr>
      <w:r w:rsidRPr="0073716E">
        <w:t>Bildunterschriften</w:t>
      </w:r>
    </w:p>
    <w:p w:rsidR="00C82B81" w:rsidRDefault="007E1606" w:rsidP="007E1606">
      <w:r w:rsidRPr="0073716E">
        <w:t xml:space="preserve">Bild1.jpg: </w:t>
      </w:r>
      <w:r w:rsidR="008728A9" w:rsidRPr="0073716E">
        <w:t xml:space="preserve">Eine </w:t>
      </w:r>
      <w:r w:rsidR="00830A6D" w:rsidRPr="0073716E">
        <w:t>15.000</w:t>
      </w:r>
      <w:r w:rsidR="008728A9" w:rsidRPr="0073716E">
        <w:t xml:space="preserve"> Tonnen starke Presse mit Multizylinder-Technik hat das japanische Unternehmen </w:t>
      </w:r>
      <w:r w:rsidR="00FB4466" w:rsidRPr="0073716E">
        <w:t xml:space="preserve">HISAKA </w:t>
      </w:r>
      <w:r w:rsidR="008728A9" w:rsidRPr="0073716E">
        <w:t xml:space="preserve">bei Schuler </w:t>
      </w:r>
      <w:r w:rsidR="008728A9">
        <w:t>in Auftrag gegeben.</w:t>
      </w:r>
    </w:p>
    <w:p w:rsidR="009B2577" w:rsidRDefault="006A248F" w:rsidP="007E1606">
      <w:r>
        <w:t>Bild</w:t>
      </w:r>
      <w:r w:rsidR="0016266F">
        <w:t>2</w:t>
      </w:r>
      <w:r>
        <w:t xml:space="preserve">.jpg: </w:t>
      </w:r>
      <w:r w:rsidR="00C17CCE" w:rsidRPr="00C17CCE">
        <w:t xml:space="preserve">Diese ermöglicht </w:t>
      </w:r>
      <w:r w:rsidR="005C6556">
        <w:t xml:space="preserve">eine </w:t>
      </w:r>
      <w:r w:rsidR="00C17CCE" w:rsidRPr="00C17CCE">
        <w:t>Fertigung von Wärmetauscher-Platten aus Edelstahl oder</w:t>
      </w:r>
      <w:r w:rsidR="005C6556">
        <w:t xml:space="preserve"> Titan</w:t>
      </w:r>
      <w:r w:rsidR="001E37BB">
        <w:t xml:space="preserve"> in kontinuierlich hoher Qualität</w:t>
      </w:r>
      <w:r w:rsidR="00C17CCE" w:rsidRPr="00C17CCE">
        <w:t>.</w:t>
      </w:r>
    </w:p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A52517" w:rsidRDefault="00A52517">
      <w:pPr>
        <w:spacing w:line="240" w:lineRule="auto"/>
        <w:rPr>
          <w:rFonts w:cs="Arial"/>
        </w:rPr>
      </w:pPr>
    </w:p>
    <w:p w:rsidR="00C51493" w:rsidRDefault="00C51493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1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Pr="009C53E1" w:rsidRDefault="009C53E1" w:rsidP="009C53E1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  <w:r w:rsidRPr="00AF64B9">
        <w:t xml:space="preserve"> </w:t>
      </w:r>
    </w:p>
    <w:sectPr w:rsidR="00A52517" w:rsidRPr="009C53E1" w:rsidSect="007E1606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248" w:rsidRDefault="00247248" w:rsidP="007E132D">
      <w:r>
        <w:separator/>
      </w:r>
    </w:p>
    <w:p w:rsidR="00247248" w:rsidRDefault="00247248" w:rsidP="007E132D"/>
  </w:endnote>
  <w:endnote w:type="continuationSeparator" w:id="0">
    <w:p w:rsidR="00247248" w:rsidRDefault="00247248" w:rsidP="007E132D">
      <w:r>
        <w:continuationSeparator/>
      </w:r>
    </w:p>
    <w:p w:rsidR="00247248" w:rsidRDefault="00247248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4807AA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4807AA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4807AA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4807AA" w:rsidRPr="007E1606">
            <w:rPr>
              <w:rFonts w:eastAsia="Calibri"/>
              <w:noProof/>
            </w:rPr>
            <w:t xml:space="preserve">Seite </w:t>
          </w:r>
          <w:r w:rsidR="004807AA">
            <w:rPr>
              <w:rFonts w:eastAsia="Calibri"/>
              <w:noProof/>
            </w:rPr>
            <w:t>1</w:t>
          </w:r>
          <w:r w:rsidR="004807AA" w:rsidRPr="007E1606">
            <w:rPr>
              <w:rFonts w:eastAsia="Calibri"/>
              <w:noProof/>
            </w:rPr>
            <w:t xml:space="preserve"> von </w:t>
          </w:r>
          <w:r w:rsidR="004807AA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248" w:rsidRDefault="00247248" w:rsidP="007E132D">
      <w:r>
        <w:separator/>
      </w:r>
    </w:p>
    <w:p w:rsidR="00247248" w:rsidRDefault="00247248" w:rsidP="007E132D"/>
  </w:footnote>
  <w:footnote w:type="continuationSeparator" w:id="0">
    <w:p w:rsidR="00247248" w:rsidRDefault="00247248" w:rsidP="007E132D">
      <w:r>
        <w:continuationSeparator/>
      </w:r>
    </w:p>
    <w:p w:rsidR="00247248" w:rsidRDefault="00247248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CC5"/>
    <w:rsid w:val="00002BDE"/>
    <w:rsid w:val="00003CBE"/>
    <w:rsid w:val="00004C7F"/>
    <w:rsid w:val="00031750"/>
    <w:rsid w:val="00033BD2"/>
    <w:rsid w:val="00036E1F"/>
    <w:rsid w:val="000716BA"/>
    <w:rsid w:val="000747C6"/>
    <w:rsid w:val="000866B5"/>
    <w:rsid w:val="00086F40"/>
    <w:rsid w:val="00090478"/>
    <w:rsid w:val="0009511A"/>
    <w:rsid w:val="00095B6D"/>
    <w:rsid w:val="000A3F41"/>
    <w:rsid w:val="000A52A8"/>
    <w:rsid w:val="000B704A"/>
    <w:rsid w:val="000C0CAD"/>
    <w:rsid w:val="000E228F"/>
    <w:rsid w:val="000F2F77"/>
    <w:rsid w:val="00102187"/>
    <w:rsid w:val="00112E30"/>
    <w:rsid w:val="001271CD"/>
    <w:rsid w:val="00130A5F"/>
    <w:rsid w:val="00131970"/>
    <w:rsid w:val="00136218"/>
    <w:rsid w:val="00136E90"/>
    <w:rsid w:val="00152C69"/>
    <w:rsid w:val="00160F78"/>
    <w:rsid w:val="0016266F"/>
    <w:rsid w:val="001631E1"/>
    <w:rsid w:val="0016339C"/>
    <w:rsid w:val="0016495A"/>
    <w:rsid w:val="00165883"/>
    <w:rsid w:val="00173722"/>
    <w:rsid w:val="0017697C"/>
    <w:rsid w:val="0019238D"/>
    <w:rsid w:val="0019254E"/>
    <w:rsid w:val="00197B95"/>
    <w:rsid w:val="001A774E"/>
    <w:rsid w:val="001C1FA2"/>
    <w:rsid w:val="001C3EE2"/>
    <w:rsid w:val="001E0C3C"/>
    <w:rsid w:val="001E3155"/>
    <w:rsid w:val="001E37BB"/>
    <w:rsid w:val="001E7843"/>
    <w:rsid w:val="001F3702"/>
    <w:rsid w:val="001F6280"/>
    <w:rsid w:val="001F70C7"/>
    <w:rsid w:val="002077B7"/>
    <w:rsid w:val="00211300"/>
    <w:rsid w:val="00212513"/>
    <w:rsid w:val="00215C8A"/>
    <w:rsid w:val="00223722"/>
    <w:rsid w:val="002315E0"/>
    <w:rsid w:val="00247248"/>
    <w:rsid w:val="002712C2"/>
    <w:rsid w:val="0027132B"/>
    <w:rsid w:val="00280E62"/>
    <w:rsid w:val="00286D2B"/>
    <w:rsid w:val="002A1D04"/>
    <w:rsid w:val="002A25F4"/>
    <w:rsid w:val="002A3A54"/>
    <w:rsid w:val="002A42B6"/>
    <w:rsid w:val="002A4B0E"/>
    <w:rsid w:val="002B391B"/>
    <w:rsid w:val="002B41E8"/>
    <w:rsid w:val="002D46DE"/>
    <w:rsid w:val="002D6FB1"/>
    <w:rsid w:val="00305B65"/>
    <w:rsid w:val="003230D4"/>
    <w:rsid w:val="00323555"/>
    <w:rsid w:val="00363740"/>
    <w:rsid w:val="00365A9E"/>
    <w:rsid w:val="003728F6"/>
    <w:rsid w:val="00372F66"/>
    <w:rsid w:val="00373C01"/>
    <w:rsid w:val="00377DED"/>
    <w:rsid w:val="003C626A"/>
    <w:rsid w:val="003D76C7"/>
    <w:rsid w:val="003E270B"/>
    <w:rsid w:val="003E30C0"/>
    <w:rsid w:val="003E4C63"/>
    <w:rsid w:val="003E6B5B"/>
    <w:rsid w:val="003F0681"/>
    <w:rsid w:val="003F49BD"/>
    <w:rsid w:val="003F6888"/>
    <w:rsid w:val="00403EFF"/>
    <w:rsid w:val="004138FA"/>
    <w:rsid w:val="004156C2"/>
    <w:rsid w:val="00416C22"/>
    <w:rsid w:val="00431A18"/>
    <w:rsid w:val="004355F7"/>
    <w:rsid w:val="004358AF"/>
    <w:rsid w:val="00445060"/>
    <w:rsid w:val="00470736"/>
    <w:rsid w:val="00476782"/>
    <w:rsid w:val="00476D9C"/>
    <w:rsid w:val="004807AA"/>
    <w:rsid w:val="00485C6B"/>
    <w:rsid w:val="00491854"/>
    <w:rsid w:val="004A2046"/>
    <w:rsid w:val="004A562E"/>
    <w:rsid w:val="004B6CEF"/>
    <w:rsid w:val="004C4B30"/>
    <w:rsid w:val="004C697D"/>
    <w:rsid w:val="004D0388"/>
    <w:rsid w:val="004D76DD"/>
    <w:rsid w:val="004E0C71"/>
    <w:rsid w:val="00533491"/>
    <w:rsid w:val="005337CB"/>
    <w:rsid w:val="0053580F"/>
    <w:rsid w:val="00543B90"/>
    <w:rsid w:val="0054681C"/>
    <w:rsid w:val="00546EB8"/>
    <w:rsid w:val="00552A9D"/>
    <w:rsid w:val="005547DF"/>
    <w:rsid w:val="0056768B"/>
    <w:rsid w:val="00575FA0"/>
    <w:rsid w:val="005833D5"/>
    <w:rsid w:val="00595D96"/>
    <w:rsid w:val="00597216"/>
    <w:rsid w:val="005C0BBB"/>
    <w:rsid w:val="005C6556"/>
    <w:rsid w:val="005C6AE3"/>
    <w:rsid w:val="005C6F35"/>
    <w:rsid w:val="005D1421"/>
    <w:rsid w:val="005E3D14"/>
    <w:rsid w:val="005E5DFA"/>
    <w:rsid w:val="00601238"/>
    <w:rsid w:val="0060142A"/>
    <w:rsid w:val="00603C04"/>
    <w:rsid w:val="0062185F"/>
    <w:rsid w:val="00621950"/>
    <w:rsid w:val="00645DB5"/>
    <w:rsid w:val="00647563"/>
    <w:rsid w:val="0065451D"/>
    <w:rsid w:val="00654B60"/>
    <w:rsid w:val="00660D47"/>
    <w:rsid w:val="0067074A"/>
    <w:rsid w:val="00671E3C"/>
    <w:rsid w:val="00672397"/>
    <w:rsid w:val="00674EF3"/>
    <w:rsid w:val="006813B8"/>
    <w:rsid w:val="0068251B"/>
    <w:rsid w:val="00683F3C"/>
    <w:rsid w:val="006848FF"/>
    <w:rsid w:val="00687868"/>
    <w:rsid w:val="006A248F"/>
    <w:rsid w:val="006A31D9"/>
    <w:rsid w:val="006A659E"/>
    <w:rsid w:val="006A7F52"/>
    <w:rsid w:val="006B278D"/>
    <w:rsid w:val="006C66CC"/>
    <w:rsid w:val="006D3FF2"/>
    <w:rsid w:val="006D7242"/>
    <w:rsid w:val="00703131"/>
    <w:rsid w:val="00714E5C"/>
    <w:rsid w:val="0072042B"/>
    <w:rsid w:val="00720FCA"/>
    <w:rsid w:val="007301F7"/>
    <w:rsid w:val="00733AAF"/>
    <w:rsid w:val="0073716E"/>
    <w:rsid w:val="0074326C"/>
    <w:rsid w:val="007527F6"/>
    <w:rsid w:val="00757F31"/>
    <w:rsid w:val="00767B21"/>
    <w:rsid w:val="007758A3"/>
    <w:rsid w:val="0077779D"/>
    <w:rsid w:val="007826E4"/>
    <w:rsid w:val="00784E5A"/>
    <w:rsid w:val="00794AEE"/>
    <w:rsid w:val="007B0BF4"/>
    <w:rsid w:val="007C16F5"/>
    <w:rsid w:val="007C70A6"/>
    <w:rsid w:val="007D4F9B"/>
    <w:rsid w:val="007E132D"/>
    <w:rsid w:val="007E1606"/>
    <w:rsid w:val="007F4512"/>
    <w:rsid w:val="00815CC5"/>
    <w:rsid w:val="00821B54"/>
    <w:rsid w:val="00821E5D"/>
    <w:rsid w:val="00822597"/>
    <w:rsid w:val="008258E8"/>
    <w:rsid w:val="00830A6D"/>
    <w:rsid w:val="008334D5"/>
    <w:rsid w:val="00865B83"/>
    <w:rsid w:val="00865E22"/>
    <w:rsid w:val="00870B0B"/>
    <w:rsid w:val="008718D2"/>
    <w:rsid w:val="008728A9"/>
    <w:rsid w:val="0087295F"/>
    <w:rsid w:val="00876E6E"/>
    <w:rsid w:val="00877DC8"/>
    <w:rsid w:val="00894865"/>
    <w:rsid w:val="00894CFF"/>
    <w:rsid w:val="00896026"/>
    <w:rsid w:val="008A34E9"/>
    <w:rsid w:val="008A79D7"/>
    <w:rsid w:val="008C6578"/>
    <w:rsid w:val="008D1374"/>
    <w:rsid w:val="008D53FD"/>
    <w:rsid w:val="008D59AB"/>
    <w:rsid w:val="008D67FA"/>
    <w:rsid w:val="008E1F8F"/>
    <w:rsid w:val="008F2978"/>
    <w:rsid w:val="008F5E25"/>
    <w:rsid w:val="009060C0"/>
    <w:rsid w:val="009060ED"/>
    <w:rsid w:val="00914D82"/>
    <w:rsid w:val="00920948"/>
    <w:rsid w:val="00920D55"/>
    <w:rsid w:val="00926076"/>
    <w:rsid w:val="00941203"/>
    <w:rsid w:val="00944D93"/>
    <w:rsid w:val="00961469"/>
    <w:rsid w:val="00963F79"/>
    <w:rsid w:val="00975A13"/>
    <w:rsid w:val="00975F9D"/>
    <w:rsid w:val="009775BE"/>
    <w:rsid w:val="00985A3F"/>
    <w:rsid w:val="009A680E"/>
    <w:rsid w:val="009B13E1"/>
    <w:rsid w:val="009B2577"/>
    <w:rsid w:val="009B274F"/>
    <w:rsid w:val="009B3EB7"/>
    <w:rsid w:val="009C53E1"/>
    <w:rsid w:val="009E3292"/>
    <w:rsid w:val="009E4A2F"/>
    <w:rsid w:val="009F65F3"/>
    <w:rsid w:val="00A0214C"/>
    <w:rsid w:val="00A31D72"/>
    <w:rsid w:val="00A32B85"/>
    <w:rsid w:val="00A4316B"/>
    <w:rsid w:val="00A46561"/>
    <w:rsid w:val="00A500A4"/>
    <w:rsid w:val="00A52517"/>
    <w:rsid w:val="00A65375"/>
    <w:rsid w:val="00A86ACD"/>
    <w:rsid w:val="00A9156A"/>
    <w:rsid w:val="00A91986"/>
    <w:rsid w:val="00A93519"/>
    <w:rsid w:val="00A94A4D"/>
    <w:rsid w:val="00AC55D1"/>
    <w:rsid w:val="00AC6510"/>
    <w:rsid w:val="00AE28C6"/>
    <w:rsid w:val="00AE3AFF"/>
    <w:rsid w:val="00AF2D43"/>
    <w:rsid w:val="00AF64B9"/>
    <w:rsid w:val="00B01B58"/>
    <w:rsid w:val="00B06BC4"/>
    <w:rsid w:val="00B206B1"/>
    <w:rsid w:val="00B21F25"/>
    <w:rsid w:val="00B23715"/>
    <w:rsid w:val="00B275E7"/>
    <w:rsid w:val="00B27741"/>
    <w:rsid w:val="00B307A6"/>
    <w:rsid w:val="00B47659"/>
    <w:rsid w:val="00B50A58"/>
    <w:rsid w:val="00B55136"/>
    <w:rsid w:val="00B66347"/>
    <w:rsid w:val="00B70961"/>
    <w:rsid w:val="00B762C9"/>
    <w:rsid w:val="00BD2B28"/>
    <w:rsid w:val="00BE3C7B"/>
    <w:rsid w:val="00C10206"/>
    <w:rsid w:val="00C106E4"/>
    <w:rsid w:val="00C17CCE"/>
    <w:rsid w:val="00C46DC5"/>
    <w:rsid w:val="00C51493"/>
    <w:rsid w:val="00C721FE"/>
    <w:rsid w:val="00C72CD3"/>
    <w:rsid w:val="00C82B81"/>
    <w:rsid w:val="00C917E1"/>
    <w:rsid w:val="00C944AD"/>
    <w:rsid w:val="00CA6152"/>
    <w:rsid w:val="00CB2B5C"/>
    <w:rsid w:val="00CC2FFE"/>
    <w:rsid w:val="00CC7CCA"/>
    <w:rsid w:val="00CD0A94"/>
    <w:rsid w:val="00CD3AA7"/>
    <w:rsid w:val="00CE73E2"/>
    <w:rsid w:val="00CF223B"/>
    <w:rsid w:val="00D14566"/>
    <w:rsid w:val="00D14FA2"/>
    <w:rsid w:val="00D15E35"/>
    <w:rsid w:val="00D164BA"/>
    <w:rsid w:val="00D16703"/>
    <w:rsid w:val="00D204DE"/>
    <w:rsid w:val="00D36969"/>
    <w:rsid w:val="00D40F4E"/>
    <w:rsid w:val="00D5679F"/>
    <w:rsid w:val="00D76894"/>
    <w:rsid w:val="00D82AE7"/>
    <w:rsid w:val="00DA42F2"/>
    <w:rsid w:val="00DB3F3F"/>
    <w:rsid w:val="00DB73FC"/>
    <w:rsid w:val="00DC5C7D"/>
    <w:rsid w:val="00DD16C5"/>
    <w:rsid w:val="00DD63AF"/>
    <w:rsid w:val="00DE35EB"/>
    <w:rsid w:val="00DE6930"/>
    <w:rsid w:val="00E207BB"/>
    <w:rsid w:val="00E2304D"/>
    <w:rsid w:val="00E26828"/>
    <w:rsid w:val="00E3363B"/>
    <w:rsid w:val="00E35847"/>
    <w:rsid w:val="00E36721"/>
    <w:rsid w:val="00E536A0"/>
    <w:rsid w:val="00E57446"/>
    <w:rsid w:val="00E5769E"/>
    <w:rsid w:val="00E6320B"/>
    <w:rsid w:val="00E75101"/>
    <w:rsid w:val="00E85A97"/>
    <w:rsid w:val="00E90330"/>
    <w:rsid w:val="00E9101A"/>
    <w:rsid w:val="00E94A8B"/>
    <w:rsid w:val="00E94CAA"/>
    <w:rsid w:val="00EA0877"/>
    <w:rsid w:val="00EA7DC3"/>
    <w:rsid w:val="00EB1C2E"/>
    <w:rsid w:val="00EE6CCE"/>
    <w:rsid w:val="00EF262D"/>
    <w:rsid w:val="00F13451"/>
    <w:rsid w:val="00F1694F"/>
    <w:rsid w:val="00F23AAD"/>
    <w:rsid w:val="00F34FF1"/>
    <w:rsid w:val="00F44765"/>
    <w:rsid w:val="00F5073A"/>
    <w:rsid w:val="00F6073F"/>
    <w:rsid w:val="00F654EB"/>
    <w:rsid w:val="00F7676C"/>
    <w:rsid w:val="00FB4466"/>
    <w:rsid w:val="00FC353C"/>
    <w:rsid w:val="00FD1AC7"/>
    <w:rsid w:val="00FE2FB7"/>
    <w:rsid w:val="00FF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B4466"/>
    <w:rPr>
      <w:rFonts w:ascii="Calibri" w:hAnsi="Calibri"/>
      <w:sz w:val="22"/>
      <w:szCs w:val="22"/>
    </w:rPr>
  </w:style>
  <w:style w:type="character" w:styleId="Kommentarzeichen">
    <w:name w:val="annotation reference"/>
    <w:basedOn w:val="Absatz-Standardschriftart"/>
    <w:rsid w:val="00FB446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B44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FB4466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FB44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B4466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B4466"/>
    <w:rPr>
      <w:rFonts w:ascii="Calibri" w:hAnsi="Calibri"/>
      <w:sz w:val="22"/>
      <w:szCs w:val="22"/>
    </w:rPr>
  </w:style>
  <w:style w:type="character" w:styleId="Kommentarzeichen">
    <w:name w:val="annotation reference"/>
    <w:basedOn w:val="Absatz-Standardschriftart"/>
    <w:rsid w:val="00FB446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B44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FB4466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FB44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B4466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ulergroup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schulergroup.com/p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.Scherrenbacher@schulergroup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B5E06-730C-49F9-A89B-1E45C487D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384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3372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19</cp:revision>
  <cp:lastPrinted>2014-01-15T15:59:00Z</cp:lastPrinted>
  <dcterms:created xsi:type="dcterms:W3CDTF">2015-06-29T07:29:00Z</dcterms:created>
  <dcterms:modified xsi:type="dcterms:W3CDTF">2015-07-23T09:04:00Z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