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C009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C009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EB5302" w:rsidP="00365A9E">
      <w:pPr>
        <w:pStyle w:val="berschrift1"/>
        <w:rPr>
          <w:sz w:val="2"/>
        </w:rPr>
      </w:pPr>
      <w:r>
        <w:t>Neue Anlage für Luft- und Raumfahrt</w:t>
      </w:r>
    </w:p>
    <w:p w:rsidR="006A31D9" w:rsidRDefault="00EB5302" w:rsidP="00365A9E">
      <w:pPr>
        <w:pStyle w:val="berschrift2"/>
      </w:pPr>
      <w:r>
        <w:t xml:space="preserve">Schuler präsentiert </w:t>
      </w:r>
      <w:r w:rsidR="001D7548">
        <w:t xml:space="preserve">innovative </w:t>
      </w:r>
      <w:r>
        <w:t xml:space="preserve">Heiß-Kalt-Ziehpresse </w:t>
      </w:r>
      <w:r w:rsidR="001D7548">
        <w:br/>
      </w:r>
      <w:r>
        <w:t xml:space="preserve">zur Herstellung von </w:t>
      </w:r>
      <w:r w:rsidR="001D7548">
        <w:t>Titan-</w:t>
      </w:r>
      <w:r>
        <w:t>Teilen für die Aerospace-Industrie</w:t>
      </w:r>
    </w:p>
    <w:p w:rsidR="00476D9C" w:rsidRPr="00476D9C" w:rsidRDefault="00476D9C" w:rsidP="00476D9C"/>
    <w:p w:rsidR="007E1606" w:rsidRDefault="00C82B81" w:rsidP="00C82B81">
      <w:r>
        <w:rPr>
          <w:i/>
        </w:rPr>
        <w:t>Göppingen</w:t>
      </w:r>
      <w:r w:rsidR="00A53CEA">
        <w:rPr>
          <w:i/>
        </w:rPr>
        <w:t>/</w:t>
      </w:r>
      <w:proofErr w:type="spellStart"/>
      <w:r w:rsidR="00A53CEA">
        <w:rPr>
          <w:i/>
        </w:rPr>
        <w:t>Waghäusel</w:t>
      </w:r>
      <w:proofErr w:type="spellEnd"/>
      <w:r>
        <w:rPr>
          <w:i/>
        </w:rPr>
        <w:t xml:space="preserve">, </w:t>
      </w:r>
      <w:r w:rsidR="00D80D03">
        <w:rPr>
          <w:i/>
        </w:rPr>
        <w:t>07</w:t>
      </w:r>
      <w:r w:rsidR="00102B8E">
        <w:rPr>
          <w:i/>
        </w:rPr>
        <w:t>.07</w:t>
      </w:r>
      <w:r w:rsidR="005833D5" w:rsidRPr="005833D5">
        <w:rPr>
          <w:i/>
        </w:rPr>
        <w:t>.201</w:t>
      </w:r>
      <w:r w:rsidR="004420C7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6543A">
        <w:t xml:space="preserve">Schuler hat eine </w:t>
      </w:r>
      <w:r w:rsidR="00A674BC">
        <w:t>neu</w:t>
      </w:r>
      <w:r w:rsidR="001D7F07">
        <w:t>artig</w:t>
      </w:r>
      <w:r w:rsidR="00A674BC">
        <w:t xml:space="preserve">e </w:t>
      </w:r>
      <w:r w:rsidR="001D7F07">
        <w:t>Ziehp</w:t>
      </w:r>
      <w:r w:rsidR="00C87595">
        <w:t>resse</w:t>
      </w:r>
      <w:r w:rsidR="00E6543A">
        <w:t xml:space="preserve"> </w:t>
      </w:r>
      <w:r w:rsidR="001D7F07">
        <w:t xml:space="preserve">für die Titan-Umformung </w:t>
      </w:r>
      <w:r w:rsidR="00E6543A">
        <w:t xml:space="preserve">entwickelt, die sowohl </w:t>
      </w:r>
      <w:r w:rsidR="001D7F07">
        <w:t>für die Kalt- als auch für die Heiß-Umformung geeignet ist</w:t>
      </w:r>
      <w:r w:rsidR="005B7BA0">
        <w:t xml:space="preserve">. Bei einer Hausmesse am Standort </w:t>
      </w:r>
      <w:proofErr w:type="spellStart"/>
      <w:r w:rsidR="005B7BA0">
        <w:t>Waghäusel</w:t>
      </w:r>
      <w:proofErr w:type="spellEnd"/>
      <w:r w:rsidR="005B7BA0">
        <w:t xml:space="preserve"> </w:t>
      </w:r>
      <w:r w:rsidR="00F96D18">
        <w:t>Anfang Juli</w:t>
      </w:r>
      <w:r w:rsidR="005B7BA0">
        <w:t xml:space="preserve"> präsentierte der Hersteller die Kombipresse </w:t>
      </w:r>
      <w:r w:rsidR="007D5506">
        <w:t xml:space="preserve">nun </w:t>
      </w:r>
      <w:r w:rsidR="005B7BA0">
        <w:t xml:space="preserve">erstmals der Öffentlichkeit. </w:t>
      </w:r>
      <w:r w:rsidR="001D7F07">
        <w:t>Über 6</w:t>
      </w:r>
      <w:r w:rsidR="00867B3D">
        <w:t>0 Besucher konnten verfolgen, wie die Heiß-Kalt-</w:t>
      </w:r>
      <w:r w:rsidR="001D7F07">
        <w:t>Ziehp</w:t>
      </w:r>
      <w:r w:rsidR="00867B3D">
        <w:t xml:space="preserve">resse </w:t>
      </w:r>
      <w:r w:rsidR="00FF2DFA">
        <w:t>Titan-Teile für Luft- und Raumfahrt formte.</w:t>
      </w:r>
    </w:p>
    <w:p w:rsidR="00FF2DFA" w:rsidRDefault="00FF2DFA" w:rsidP="00C82B81"/>
    <w:p w:rsidR="00881D17" w:rsidRDefault="009D44FA" w:rsidP="00F13C3F">
      <w:r w:rsidRPr="009D44FA">
        <w:t xml:space="preserve">Während im Kaltbetrieb </w:t>
      </w:r>
      <w:r>
        <w:t>die</w:t>
      </w:r>
      <w:r w:rsidRPr="009D44FA">
        <w:t xml:space="preserve"> üblichen </w:t>
      </w:r>
      <w:r w:rsidR="00C66674" w:rsidRPr="009D44FA">
        <w:t>Tiefziehwerkzeuge</w:t>
      </w:r>
      <w:r w:rsidR="00881D17">
        <w:t xml:space="preserve"> bis 1,60 Meter Breite</w:t>
      </w:r>
      <w:r>
        <w:t xml:space="preserve"> zum Einsatz kommen, </w:t>
      </w:r>
      <w:r w:rsidR="00881D17">
        <w:t>wird für den</w:t>
      </w:r>
      <w:r>
        <w:t xml:space="preserve"> </w:t>
      </w:r>
      <w:r w:rsidR="00895041">
        <w:t xml:space="preserve">Heißbetrieb </w:t>
      </w:r>
      <w:r w:rsidR="00881D17">
        <w:t>eine speziell konstruierte</w:t>
      </w:r>
      <w:r w:rsidR="00F61C98">
        <w:t xml:space="preserve"> Wärmekammer</w:t>
      </w:r>
      <w:r w:rsidR="00881D17">
        <w:t xml:space="preserve"> in die Presse eingebaut</w:t>
      </w:r>
      <w:r w:rsidR="004133F4">
        <w:t>. Sie heizt</w:t>
      </w:r>
      <w:r w:rsidR="00F61C98">
        <w:t xml:space="preserve"> </w:t>
      </w:r>
      <w:r w:rsidR="00881D17">
        <w:t>die Titan-Platinen</w:t>
      </w:r>
      <w:r w:rsidR="00F61C98">
        <w:t xml:space="preserve"> auf eine Temperatur zwischen 7</w:t>
      </w:r>
      <w:r w:rsidR="004133F4">
        <w:t>00 und 950 Grad Celsius auf</w:t>
      </w:r>
      <w:r w:rsidR="00565E24">
        <w:t xml:space="preserve">, bevor sie </w:t>
      </w:r>
      <w:r w:rsidR="00881D17">
        <w:t>im Heiß-Tiefziehwerkzeug</w:t>
      </w:r>
      <w:r w:rsidR="00565E24">
        <w:t xml:space="preserve"> umgeformt werden</w:t>
      </w:r>
      <w:r w:rsidR="00F61C98">
        <w:t xml:space="preserve">. </w:t>
      </w:r>
      <w:r w:rsidR="00881D17">
        <w:t>Der Pressentisch</w:t>
      </w:r>
      <w:r w:rsidR="005569D6">
        <w:t xml:space="preserve"> </w:t>
      </w:r>
      <w:r w:rsidR="00C93D16">
        <w:t>ist</w:t>
      </w:r>
      <w:r w:rsidR="001E1A99">
        <w:t xml:space="preserve"> zum Schutz </w:t>
      </w:r>
      <w:r w:rsidR="00C93D16">
        <w:t xml:space="preserve">mit einer </w:t>
      </w:r>
      <w:r w:rsidR="001E1A99">
        <w:t>Wasserkühlung und eine</w:t>
      </w:r>
      <w:r w:rsidR="00C93D16">
        <w:t>r</w:t>
      </w:r>
      <w:r w:rsidR="001E1A99">
        <w:t xml:space="preserve"> Isolierschicht aus Keramik</w:t>
      </w:r>
      <w:r w:rsidR="00C93D16">
        <w:t xml:space="preserve"> ausgestattet</w:t>
      </w:r>
      <w:r w:rsidR="001E1A99">
        <w:t>.</w:t>
      </w:r>
      <w:r w:rsidR="00881D17">
        <w:t xml:space="preserve"> Schuler gelang es, das Ziehkissen mit den hochtemperaturbeständigen Zieh</w:t>
      </w:r>
      <w:r w:rsidR="00C36CBD">
        <w:t>stiften in dieses</w:t>
      </w:r>
      <w:r w:rsidR="00881D17">
        <w:t xml:space="preserve"> System zu integrieren. Mit den Ziehstiften, die durch mehrere Temperaturschichten geführt werden, lassen</w:t>
      </w:r>
      <w:r w:rsidR="008C0090">
        <w:t xml:space="preserve"> sich</w:t>
      </w:r>
      <w:bookmarkStart w:id="0" w:name="_GoBack"/>
      <w:bookmarkEnd w:id="0"/>
      <w:r w:rsidR="00881D17">
        <w:t xml:space="preserve"> die Blechhalterkräfte besonders genau einstellen.</w:t>
      </w:r>
    </w:p>
    <w:p w:rsidR="00895041" w:rsidRDefault="00895041" w:rsidP="00F13C3F"/>
    <w:p w:rsidR="007E1606" w:rsidRDefault="004217E9" w:rsidP="009C427A">
      <w:r>
        <w:t>I</w:t>
      </w:r>
      <w:r w:rsidR="00F13C3F">
        <w:t xml:space="preserve">m Kaltbetrieb </w:t>
      </w:r>
      <w:r w:rsidR="001E1A99">
        <w:t>bringt</w:t>
      </w:r>
      <w:r>
        <w:t xml:space="preserve"> die Presse eine </w:t>
      </w:r>
      <w:proofErr w:type="spellStart"/>
      <w:r>
        <w:t>Stößelkraft</w:t>
      </w:r>
      <w:proofErr w:type="spellEnd"/>
      <w:r>
        <w:t xml:space="preserve"> von </w:t>
      </w:r>
      <w:r w:rsidRPr="004217E9">
        <w:t xml:space="preserve">3.150 </w:t>
      </w:r>
      <w:r w:rsidR="001D3151">
        <w:t>kN</w:t>
      </w:r>
      <w:r>
        <w:t xml:space="preserve"> und eine Tischkissenkraft von 1.250 </w:t>
      </w:r>
      <w:r w:rsidR="001D3151">
        <w:t xml:space="preserve">kN </w:t>
      </w:r>
      <w:r w:rsidR="001E1A99">
        <w:t>auf</w:t>
      </w:r>
      <w:r>
        <w:t>, im Warmbetrieb 800 und 250</w:t>
      </w:r>
      <w:r w:rsidR="001D3151">
        <w:t xml:space="preserve"> kN</w:t>
      </w:r>
      <w:r>
        <w:t xml:space="preserve">. </w:t>
      </w:r>
      <w:r w:rsidR="005B3139">
        <w:t xml:space="preserve">Die </w:t>
      </w:r>
      <w:r w:rsidR="005B3139">
        <w:lastRenderedPageBreak/>
        <w:t xml:space="preserve">Umformgeschwindigkeit für die extrem zugfesten Titan-Teile reicht </w:t>
      </w:r>
      <w:r w:rsidR="00140E11">
        <w:t>bei der Heißumformung von 0,1 bis 2,</w:t>
      </w:r>
      <w:r w:rsidR="005B3139">
        <w:t>0 Millimeter in der Sekunde</w:t>
      </w:r>
      <w:r w:rsidR="002B5A3F">
        <w:t>, bei der Kal</w:t>
      </w:r>
      <w:r w:rsidR="00140E11">
        <w:t>tumformung von fünf bis 30 Millimeter in der Sekunde</w:t>
      </w:r>
      <w:r w:rsidR="005B3139">
        <w:t>.</w:t>
      </w:r>
      <w:r w:rsidR="00C66674">
        <w:t xml:space="preserve"> </w:t>
      </w:r>
      <w:r w:rsidR="009C427A">
        <w:t>Die Besucher erlebten die Kombipresse am Mittwoch im Kaltbetrieb und am Donnerstag im Heißbetrieb. Die Anla</w:t>
      </w:r>
      <w:r w:rsidR="00071724">
        <w:t xml:space="preserve">ge geht an einen Kunden aus der </w:t>
      </w:r>
      <w:r w:rsidR="009C427A">
        <w:t>Luftfahrt-Industrie.</w:t>
      </w:r>
    </w:p>
    <w:p w:rsidR="003248EA" w:rsidRDefault="003248EA" w:rsidP="009C427A"/>
    <w:p w:rsidR="003C550E" w:rsidRDefault="003C550E" w:rsidP="009C427A">
      <w:r w:rsidRPr="003C550E">
        <w:t xml:space="preserve">Dem Werkstoff Titan kommt im Flugzeugbau eine wachsende Bedeutung zu. Nimmt das </w:t>
      </w:r>
      <w:proofErr w:type="spellStart"/>
      <w:r w:rsidRPr="003C550E">
        <w:t>hochfeste</w:t>
      </w:r>
      <w:proofErr w:type="spellEnd"/>
      <w:r w:rsidRPr="003C550E">
        <w:t xml:space="preserve"> Metall bei konventioneller Flugzeugfertigung in Alubauweise noch einen Anteil von etwa sechs Prozent ein, steigt dieser bei der modernen </w:t>
      </w:r>
      <w:proofErr w:type="spellStart"/>
      <w:r w:rsidRPr="003C550E">
        <w:t>Kompositbauweise</w:t>
      </w:r>
      <w:proofErr w:type="spellEnd"/>
      <w:r w:rsidRPr="003C550E">
        <w:t xml:space="preserve"> auf 15 bis 20 Prozent. Weil Flugzeuge dadurch leichter werden, sinkt der Treibstoffverbrauch pro Sitz und geflogenem Kilometer</w:t>
      </w:r>
      <w:r>
        <w:t>.</w:t>
      </w:r>
    </w:p>
    <w:p w:rsidR="003C550E" w:rsidRDefault="003C550E" w:rsidP="009C427A"/>
    <w:p w:rsidR="009735D6" w:rsidRDefault="00071724" w:rsidP="009735D6">
      <w:r>
        <w:t>Ebenfalls f</w:t>
      </w:r>
      <w:r w:rsidR="00C66674">
        <w:t xml:space="preserve">ür die Luftfahrtindustrie ist eine weitere Presse bestimmt, die bei der Hausmesse in </w:t>
      </w:r>
      <w:proofErr w:type="spellStart"/>
      <w:r w:rsidR="00C66674">
        <w:t>Waghäusel</w:t>
      </w:r>
      <w:proofErr w:type="spellEnd"/>
      <w:r w:rsidR="00C66674">
        <w:t xml:space="preserve"> zu sehen war: </w:t>
      </w:r>
      <w:r w:rsidR="009735D6">
        <w:t xml:space="preserve">Eine </w:t>
      </w:r>
      <w:proofErr w:type="spellStart"/>
      <w:r w:rsidR="009735D6">
        <w:t>Hydroforming</w:t>
      </w:r>
      <w:proofErr w:type="spellEnd"/>
      <w:r w:rsidR="009735D6">
        <w:t xml:space="preserve">-Anlage zur Herstellung von </w:t>
      </w:r>
      <w:r w:rsidR="00FF2ECC">
        <w:t xml:space="preserve">rohrförmigen </w:t>
      </w:r>
      <w:r w:rsidR="009735D6">
        <w:t xml:space="preserve">Spezial-Teilen mit 1.600 Tonnen Presskraft. </w:t>
      </w:r>
      <w:r w:rsidR="00FF2ECC">
        <w:t>Die Presse in Monoblock-Bauweise verfügt über Wasserhydraulik und zwei Axialzylinder.</w:t>
      </w:r>
    </w:p>
    <w:p w:rsidR="00C66674" w:rsidRDefault="00C66674" w:rsidP="007E1606"/>
    <w:p w:rsidR="00E70693" w:rsidRDefault="00E70693" w:rsidP="007E1606"/>
    <w:p w:rsidR="00E70693" w:rsidRDefault="00E70693" w:rsidP="00E70693">
      <w:pPr>
        <w:pStyle w:val="berschrift2"/>
      </w:pPr>
      <w:r>
        <w:t>Internet</w:t>
      </w:r>
    </w:p>
    <w:p w:rsidR="00E70693" w:rsidRDefault="008C0090" w:rsidP="00E70693">
      <w:hyperlink r:id="rId10" w:history="1">
        <w:r w:rsidR="00E70693" w:rsidRPr="00D41279">
          <w:rPr>
            <w:rStyle w:val="Hyperlink"/>
          </w:rPr>
          <w:t>www.schulergroup.com/Aerospace</w:t>
        </w:r>
      </w:hyperlink>
    </w:p>
    <w:p w:rsidR="00C66674" w:rsidRDefault="00C66674" w:rsidP="007E1606"/>
    <w:p w:rsidR="00BF31A5" w:rsidRDefault="00BF31A5">
      <w:pPr>
        <w:spacing w:line="240" w:lineRule="auto"/>
        <w:rPr>
          <w:rFonts w:cs="Arial"/>
          <w:b/>
        </w:rPr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41362D" w:rsidRDefault="007E1606" w:rsidP="007E1606">
      <w:r>
        <w:t xml:space="preserve">Bild1.jpg: </w:t>
      </w:r>
      <w:r w:rsidR="0041362D">
        <w:t xml:space="preserve">Über 60 Besucher waren gekommen, um die Heiß-Kalt-Ziehpresse (links) und die </w:t>
      </w:r>
      <w:proofErr w:type="spellStart"/>
      <w:r w:rsidR="0041362D">
        <w:t>Hydroforming</w:t>
      </w:r>
      <w:proofErr w:type="spellEnd"/>
      <w:r w:rsidR="0041362D">
        <w:t>-Anlage</w:t>
      </w:r>
      <w:r w:rsidR="00A3182A">
        <w:t xml:space="preserve"> zu sehen.</w:t>
      </w:r>
    </w:p>
    <w:p w:rsidR="00C82B81" w:rsidRDefault="00A44EA2" w:rsidP="007E1606">
      <w:r>
        <w:t xml:space="preserve">Bild2.jpg: </w:t>
      </w:r>
      <w:r w:rsidR="0078113B">
        <w:t>Bei der Vorführung am zweiten Tag der Hausmesse wird ein fertig geformtes Titan-Teil aus dem Heiß-Tiefziehwerkzeug genommen</w:t>
      </w:r>
      <w:r w:rsidR="006F2469" w:rsidRPr="006F2469">
        <w:t>.</w:t>
      </w:r>
    </w:p>
    <w:p w:rsidR="005833D5" w:rsidRDefault="007E1606" w:rsidP="007E1606">
      <w:r>
        <w:t>Bild</w:t>
      </w:r>
      <w:r w:rsidR="00A44EA2">
        <w:t>3</w:t>
      </w:r>
      <w:r>
        <w:t xml:space="preserve">.jpg: </w:t>
      </w:r>
      <w:r w:rsidR="00820611">
        <w:t>Titan-Bauteile für Luft- und Raumfahrt: Türrahmen-Ausschnitt, Gehäuse,</w:t>
      </w:r>
      <w:r w:rsidR="00820611" w:rsidRPr="00820611">
        <w:t xml:space="preserve"> </w:t>
      </w:r>
      <w:r w:rsidR="00820611">
        <w:t>Stützstange, Kühlerauslasskanal, Turbinenschaufeln (</w:t>
      </w:r>
      <w:proofErr w:type="spellStart"/>
      <w:r w:rsidR="00820611">
        <w:t>v.l</w:t>
      </w:r>
      <w:proofErr w:type="spellEnd"/>
      <w:r w:rsidR="00820611">
        <w:t>.).</w:t>
      </w:r>
    </w:p>
    <w:p w:rsidR="003C550E" w:rsidRDefault="005833D5" w:rsidP="00F044FB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02" w:rsidRDefault="004B5102" w:rsidP="007E132D">
      <w:r>
        <w:separator/>
      </w:r>
    </w:p>
    <w:p w:rsidR="004B5102" w:rsidRDefault="004B5102" w:rsidP="007E132D"/>
  </w:endnote>
  <w:endnote w:type="continuationSeparator" w:id="0">
    <w:p w:rsidR="004B5102" w:rsidRDefault="004B5102" w:rsidP="007E132D">
      <w:r>
        <w:continuationSeparator/>
      </w:r>
    </w:p>
    <w:p w:rsidR="004B5102" w:rsidRDefault="004B510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C0090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C0090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C0090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C0090" w:rsidRPr="007E1606">
            <w:rPr>
              <w:rFonts w:eastAsia="Calibri"/>
              <w:noProof/>
            </w:rPr>
            <w:t xml:space="preserve">Seite </w:t>
          </w:r>
          <w:r w:rsidR="008C0090">
            <w:rPr>
              <w:rFonts w:eastAsia="Calibri"/>
              <w:noProof/>
            </w:rPr>
            <w:t>1</w:t>
          </w:r>
          <w:r w:rsidR="008C0090" w:rsidRPr="007E1606">
            <w:rPr>
              <w:rFonts w:eastAsia="Calibri"/>
              <w:noProof/>
            </w:rPr>
            <w:t xml:space="preserve"> von </w:t>
          </w:r>
          <w:r w:rsidR="008C0090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02" w:rsidRDefault="004B5102" w:rsidP="007E132D">
      <w:r>
        <w:separator/>
      </w:r>
    </w:p>
    <w:p w:rsidR="004B5102" w:rsidRDefault="004B5102" w:rsidP="007E132D"/>
  </w:footnote>
  <w:footnote w:type="continuationSeparator" w:id="0">
    <w:p w:rsidR="004B5102" w:rsidRDefault="004B5102" w:rsidP="007E132D">
      <w:r>
        <w:continuationSeparator/>
      </w:r>
    </w:p>
    <w:p w:rsidR="004B5102" w:rsidRDefault="004B510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02"/>
    <w:rsid w:val="00003CBE"/>
    <w:rsid w:val="00004C7F"/>
    <w:rsid w:val="00031750"/>
    <w:rsid w:val="00033BD2"/>
    <w:rsid w:val="000716BA"/>
    <w:rsid w:val="00071724"/>
    <w:rsid w:val="00086F40"/>
    <w:rsid w:val="000A52A8"/>
    <w:rsid w:val="000B704A"/>
    <w:rsid w:val="000C0CAD"/>
    <w:rsid w:val="000E228F"/>
    <w:rsid w:val="000F2F77"/>
    <w:rsid w:val="00102187"/>
    <w:rsid w:val="00102B8E"/>
    <w:rsid w:val="00130A5F"/>
    <w:rsid w:val="00136218"/>
    <w:rsid w:val="00136E90"/>
    <w:rsid w:val="00140E11"/>
    <w:rsid w:val="0014546C"/>
    <w:rsid w:val="00152C69"/>
    <w:rsid w:val="001631E1"/>
    <w:rsid w:val="0016339C"/>
    <w:rsid w:val="0016495A"/>
    <w:rsid w:val="00173722"/>
    <w:rsid w:val="0017697C"/>
    <w:rsid w:val="001C1FA2"/>
    <w:rsid w:val="001C3EE2"/>
    <w:rsid w:val="001C728B"/>
    <w:rsid w:val="001D3151"/>
    <w:rsid w:val="001D68FC"/>
    <w:rsid w:val="001D7548"/>
    <w:rsid w:val="001D7F07"/>
    <w:rsid w:val="001E0C3C"/>
    <w:rsid w:val="001E1A99"/>
    <w:rsid w:val="001F6280"/>
    <w:rsid w:val="002077B7"/>
    <w:rsid w:val="00212513"/>
    <w:rsid w:val="00215C8A"/>
    <w:rsid w:val="002315E0"/>
    <w:rsid w:val="0023762D"/>
    <w:rsid w:val="002712C2"/>
    <w:rsid w:val="002A1D04"/>
    <w:rsid w:val="002A3A54"/>
    <w:rsid w:val="002A42B6"/>
    <w:rsid w:val="002A4B0E"/>
    <w:rsid w:val="002B391B"/>
    <w:rsid w:val="002B41E8"/>
    <w:rsid w:val="002B5A3F"/>
    <w:rsid w:val="002D46DE"/>
    <w:rsid w:val="003230D4"/>
    <w:rsid w:val="00323555"/>
    <w:rsid w:val="003248EA"/>
    <w:rsid w:val="00363740"/>
    <w:rsid w:val="00365A9E"/>
    <w:rsid w:val="003728F6"/>
    <w:rsid w:val="00373C01"/>
    <w:rsid w:val="00377DED"/>
    <w:rsid w:val="003C550E"/>
    <w:rsid w:val="003C626A"/>
    <w:rsid w:val="003D76C7"/>
    <w:rsid w:val="003E270B"/>
    <w:rsid w:val="003E30C0"/>
    <w:rsid w:val="003F0681"/>
    <w:rsid w:val="003F6888"/>
    <w:rsid w:val="00403EFF"/>
    <w:rsid w:val="004133F4"/>
    <w:rsid w:val="0041362D"/>
    <w:rsid w:val="004217E9"/>
    <w:rsid w:val="00431A18"/>
    <w:rsid w:val="004355F7"/>
    <w:rsid w:val="004420C7"/>
    <w:rsid w:val="00476782"/>
    <w:rsid w:val="00476D9C"/>
    <w:rsid w:val="00481946"/>
    <w:rsid w:val="00485C6B"/>
    <w:rsid w:val="004B5102"/>
    <w:rsid w:val="004B6CEF"/>
    <w:rsid w:val="004C4B30"/>
    <w:rsid w:val="004C697D"/>
    <w:rsid w:val="004D76DD"/>
    <w:rsid w:val="00533491"/>
    <w:rsid w:val="005337CB"/>
    <w:rsid w:val="00546EB8"/>
    <w:rsid w:val="00552A9D"/>
    <w:rsid w:val="005547DF"/>
    <w:rsid w:val="005569D6"/>
    <w:rsid w:val="00565E24"/>
    <w:rsid w:val="0056768B"/>
    <w:rsid w:val="00575FA0"/>
    <w:rsid w:val="005833D5"/>
    <w:rsid w:val="00595D96"/>
    <w:rsid w:val="005B3139"/>
    <w:rsid w:val="005B7BA0"/>
    <w:rsid w:val="005C0BBB"/>
    <w:rsid w:val="005C6AE3"/>
    <w:rsid w:val="00601238"/>
    <w:rsid w:val="0060142A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B0485"/>
    <w:rsid w:val="006D7242"/>
    <w:rsid w:val="006F2469"/>
    <w:rsid w:val="00714E5C"/>
    <w:rsid w:val="0072042B"/>
    <w:rsid w:val="00733AAF"/>
    <w:rsid w:val="00746EEF"/>
    <w:rsid w:val="0078113B"/>
    <w:rsid w:val="007826E4"/>
    <w:rsid w:val="00784E5A"/>
    <w:rsid w:val="00794AEE"/>
    <w:rsid w:val="007B0BF4"/>
    <w:rsid w:val="007C16F5"/>
    <w:rsid w:val="007D5506"/>
    <w:rsid w:val="007E132D"/>
    <w:rsid w:val="007E1606"/>
    <w:rsid w:val="007F4512"/>
    <w:rsid w:val="0081255C"/>
    <w:rsid w:val="00820611"/>
    <w:rsid w:val="00821B54"/>
    <w:rsid w:val="00821E5D"/>
    <w:rsid w:val="00822597"/>
    <w:rsid w:val="0082495B"/>
    <w:rsid w:val="008258E8"/>
    <w:rsid w:val="00826019"/>
    <w:rsid w:val="008334D5"/>
    <w:rsid w:val="00865B83"/>
    <w:rsid w:val="00867B3D"/>
    <w:rsid w:val="008718D2"/>
    <w:rsid w:val="0087295F"/>
    <w:rsid w:val="00876E6E"/>
    <w:rsid w:val="00877DC8"/>
    <w:rsid w:val="00881D17"/>
    <w:rsid w:val="0089259D"/>
    <w:rsid w:val="00894865"/>
    <w:rsid w:val="00895041"/>
    <w:rsid w:val="008A34E9"/>
    <w:rsid w:val="008C0090"/>
    <w:rsid w:val="008C6578"/>
    <w:rsid w:val="008D1374"/>
    <w:rsid w:val="008D67FA"/>
    <w:rsid w:val="008E1F8F"/>
    <w:rsid w:val="008F5E25"/>
    <w:rsid w:val="009060ED"/>
    <w:rsid w:val="00914194"/>
    <w:rsid w:val="00920948"/>
    <w:rsid w:val="00920D55"/>
    <w:rsid w:val="00926076"/>
    <w:rsid w:val="00941203"/>
    <w:rsid w:val="00944D93"/>
    <w:rsid w:val="00961469"/>
    <w:rsid w:val="009735D6"/>
    <w:rsid w:val="00975A13"/>
    <w:rsid w:val="009855A4"/>
    <w:rsid w:val="009A680E"/>
    <w:rsid w:val="009B2577"/>
    <w:rsid w:val="009B3EB7"/>
    <w:rsid w:val="009C427A"/>
    <w:rsid w:val="009C53E1"/>
    <w:rsid w:val="009D44FA"/>
    <w:rsid w:val="009F65F3"/>
    <w:rsid w:val="00A0214C"/>
    <w:rsid w:val="00A3182A"/>
    <w:rsid w:val="00A31D72"/>
    <w:rsid w:val="00A32B85"/>
    <w:rsid w:val="00A44EA2"/>
    <w:rsid w:val="00A46561"/>
    <w:rsid w:val="00A500A4"/>
    <w:rsid w:val="00A52517"/>
    <w:rsid w:val="00A53CEA"/>
    <w:rsid w:val="00A65375"/>
    <w:rsid w:val="00A674BC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F31A5"/>
    <w:rsid w:val="00C36CBD"/>
    <w:rsid w:val="00C66674"/>
    <w:rsid w:val="00C72CD3"/>
    <w:rsid w:val="00C82B81"/>
    <w:rsid w:val="00C82D57"/>
    <w:rsid w:val="00C87595"/>
    <w:rsid w:val="00C93D16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76894"/>
    <w:rsid w:val="00D80D03"/>
    <w:rsid w:val="00D82AE7"/>
    <w:rsid w:val="00D91865"/>
    <w:rsid w:val="00DB3F3F"/>
    <w:rsid w:val="00DB73FC"/>
    <w:rsid w:val="00DC5C7D"/>
    <w:rsid w:val="00DD16C5"/>
    <w:rsid w:val="00DE35EB"/>
    <w:rsid w:val="00DE6930"/>
    <w:rsid w:val="00DF3297"/>
    <w:rsid w:val="00E207BB"/>
    <w:rsid w:val="00E2304D"/>
    <w:rsid w:val="00E24096"/>
    <w:rsid w:val="00E26828"/>
    <w:rsid w:val="00E3363B"/>
    <w:rsid w:val="00E36721"/>
    <w:rsid w:val="00E5769E"/>
    <w:rsid w:val="00E6320B"/>
    <w:rsid w:val="00E6543A"/>
    <w:rsid w:val="00E70693"/>
    <w:rsid w:val="00E85A97"/>
    <w:rsid w:val="00E90330"/>
    <w:rsid w:val="00E94A8B"/>
    <w:rsid w:val="00E94CAA"/>
    <w:rsid w:val="00EA0877"/>
    <w:rsid w:val="00EA7DC3"/>
    <w:rsid w:val="00EB1C2E"/>
    <w:rsid w:val="00EB5302"/>
    <w:rsid w:val="00EC2FED"/>
    <w:rsid w:val="00EE2B1C"/>
    <w:rsid w:val="00F044FB"/>
    <w:rsid w:val="00F13C3F"/>
    <w:rsid w:val="00F23AAD"/>
    <w:rsid w:val="00F44765"/>
    <w:rsid w:val="00F5073A"/>
    <w:rsid w:val="00F61C98"/>
    <w:rsid w:val="00F64B38"/>
    <w:rsid w:val="00F654EB"/>
    <w:rsid w:val="00F7676C"/>
    <w:rsid w:val="00F96D18"/>
    <w:rsid w:val="00FD1AC7"/>
    <w:rsid w:val="00FE2FB7"/>
    <w:rsid w:val="00FF2DFA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1376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09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6439">
                                  <w:marLeft w:val="0"/>
                                  <w:marRight w:val="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Aerospa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491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4137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13</cp:revision>
  <cp:lastPrinted>2015-07-01T09:47:00Z</cp:lastPrinted>
  <dcterms:created xsi:type="dcterms:W3CDTF">2015-07-02T14:39:00Z</dcterms:created>
  <dcterms:modified xsi:type="dcterms:W3CDTF">2015-07-08T14:32:00Z</dcterms:modified>
</cp:coreProperties>
</file>