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Pr="00932834" w:rsidRDefault="00F7676C" w:rsidP="00365A9E">
      <w:pPr>
        <w:pStyle w:val="berschrift1"/>
      </w:pPr>
      <w:r w:rsidRPr="00932834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932834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932834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932834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93283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932834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93283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932834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93283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932834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932834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3283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932834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93283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932834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93283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932834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932834" w:rsidRDefault="00BD47E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932834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932834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932834" w:rsidRDefault="00BD47E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932834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Pr="00932834" w:rsidRDefault="007E1606" w:rsidP="007E132D"/>
    <w:p w:rsidR="00476D9C" w:rsidRPr="00932834" w:rsidRDefault="00476D9C" w:rsidP="007E132D"/>
    <w:p w:rsidR="00476D9C" w:rsidRPr="00932834" w:rsidRDefault="00476D9C" w:rsidP="007E132D"/>
    <w:p w:rsidR="00476D9C" w:rsidRPr="00932834" w:rsidRDefault="00476D9C" w:rsidP="007E132D"/>
    <w:p w:rsidR="00476D9C" w:rsidRPr="00932834" w:rsidRDefault="007B0842" w:rsidP="00365A9E">
      <w:pPr>
        <w:pStyle w:val="berschrift1"/>
        <w:rPr>
          <w:sz w:val="2"/>
        </w:rPr>
      </w:pPr>
      <w:r w:rsidRPr="00932834">
        <w:t>Werkzeugfreie Fertigung von Formplatinen</w:t>
      </w:r>
    </w:p>
    <w:p w:rsidR="006A31D9" w:rsidRPr="00674053" w:rsidRDefault="007B0842" w:rsidP="00365A9E">
      <w:pPr>
        <w:pStyle w:val="berschrift2"/>
      </w:pPr>
      <w:r w:rsidRPr="00674053">
        <w:t xml:space="preserve">Daimler </w:t>
      </w:r>
      <w:r w:rsidR="00011266" w:rsidRPr="00674053">
        <w:t>bestellt</w:t>
      </w:r>
      <w:r w:rsidRPr="00674053">
        <w:t xml:space="preserve"> zwei </w:t>
      </w:r>
      <w:proofErr w:type="spellStart"/>
      <w:r w:rsidRPr="00674053">
        <w:t>Platinenschneidanlagen</w:t>
      </w:r>
      <w:proofErr w:type="spellEnd"/>
      <w:r w:rsidRPr="00674053">
        <w:t xml:space="preserve"> mit Laserzelle</w:t>
      </w:r>
    </w:p>
    <w:p w:rsidR="00476D9C" w:rsidRPr="00932834" w:rsidRDefault="00476D9C" w:rsidP="00476D9C"/>
    <w:p w:rsidR="007E1606" w:rsidRPr="00932834" w:rsidRDefault="00CB4F82" w:rsidP="00C82B81">
      <w:r w:rsidRPr="00932834">
        <w:rPr>
          <w:i/>
        </w:rPr>
        <w:t>Göppingen</w:t>
      </w:r>
      <w:r w:rsidR="006032FB" w:rsidRPr="00932834">
        <w:rPr>
          <w:i/>
        </w:rPr>
        <w:t>/</w:t>
      </w:r>
      <w:proofErr w:type="spellStart"/>
      <w:r w:rsidR="006032FB" w:rsidRPr="00932834">
        <w:rPr>
          <w:i/>
        </w:rPr>
        <w:t>Kuppenheim</w:t>
      </w:r>
      <w:proofErr w:type="spellEnd"/>
      <w:r w:rsidR="00BD47E8">
        <w:rPr>
          <w:i/>
        </w:rPr>
        <w:t>, 22</w:t>
      </w:r>
      <w:bookmarkStart w:id="0" w:name="_GoBack"/>
      <w:bookmarkEnd w:id="0"/>
      <w:r w:rsidR="005833D5" w:rsidRPr="00932834">
        <w:rPr>
          <w:i/>
        </w:rPr>
        <w:t>.</w:t>
      </w:r>
      <w:r w:rsidR="006032FB" w:rsidRPr="00932834">
        <w:rPr>
          <w:i/>
        </w:rPr>
        <w:t>0</w:t>
      </w:r>
      <w:r w:rsidR="00BC0D3B">
        <w:rPr>
          <w:i/>
        </w:rPr>
        <w:t>6</w:t>
      </w:r>
      <w:r w:rsidR="005833D5" w:rsidRPr="00932834">
        <w:rPr>
          <w:i/>
        </w:rPr>
        <w:t>.</w:t>
      </w:r>
      <w:r w:rsidR="00BC0D3B">
        <w:rPr>
          <w:i/>
        </w:rPr>
        <w:t>2015</w:t>
      </w:r>
      <w:r w:rsidR="005833D5" w:rsidRPr="00932834">
        <w:rPr>
          <w:i/>
        </w:rPr>
        <w:t xml:space="preserve"> </w:t>
      </w:r>
      <w:r w:rsidR="000F2F77" w:rsidRPr="00932834">
        <w:t>–</w:t>
      </w:r>
      <w:r w:rsidR="00011266" w:rsidRPr="00932834">
        <w:t xml:space="preserve"> Für das </w:t>
      </w:r>
      <w:r w:rsidR="00964E90">
        <w:t>Mercedes-Benz</w:t>
      </w:r>
      <w:r w:rsidR="00674053">
        <w:t>-</w:t>
      </w:r>
      <w:r w:rsidR="00011266" w:rsidRPr="00932834">
        <w:t xml:space="preserve">Werk in </w:t>
      </w:r>
      <w:proofErr w:type="spellStart"/>
      <w:r w:rsidR="00011266" w:rsidRPr="00932834">
        <w:t>Kuppenheim</w:t>
      </w:r>
      <w:proofErr w:type="spellEnd"/>
      <w:r w:rsidR="00011266" w:rsidRPr="00932834">
        <w:t xml:space="preserve"> bei Baden-Baden hat die Daimler AG zwei </w:t>
      </w:r>
      <w:proofErr w:type="spellStart"/>
      <w:r w:rsidR="00011266" w:rsidRPr="00932834">
        <w:t>Platinenschneidanlagen</w:t>
      </w:r>
      <w:proofErr w:type="spellEnd"/>
      <w:r w:rsidR="00011266" w:rsidRPr="00932834">
        <w:t xml:space="preserve"> mit Laserzelle </w:t>
      </w:r>
      <w:r w:rsidR="00147431" w:rsidRPr="00932834">
        <w:t xml:space="preserve">bei Schuler </w:t>
      </w:r>
      <w:r w:rsidR="00011266" w:rsidRPr="00932834">
        <w:t xml:space="preserve">in Auftrag gegeben. </w:t>
      </w:r>
      <w:r w:rsidR="00A01812" w:rsidRPr="00932834">
        <w:t>Die beiden Anlagen</w:t>
      </w:r>
      <w:r w:rsidR="00011266" w:rsidRPr="00932834">
        <w:t xml:space="preserve"> </w:t>
      </w:r>
      <w:r w:rsidR="00A01812" w:rsidRPr="00932834">
        <w:t xml:space="preserve">trennen </w:t>
      </w:r>
      <w:r w:rsidR="00011266" w:rsidRPr="00932834">
        <w:t>aus dem laufenden Blechband Platinen, die im nächsten Schritt zu Karosserieteilen umgeformt werden.</w:t>
      </w:r>
      <w:r w:rsidR="00A01812" w:rsidRPr="00932834">
        <w:t xml:space="preserve"> </w:t>
      </w:r>
      <w:r w:rsidR="0042624F" w:rsidRPr="00932834">
        <w:t xml:space="preserve">Da </w:t>
      </w:r>
      <w:r w:rsidR="00A01812" w:rsidRPr="00932834">
        <w:t>für den Zuschnitt Faserlaser zum Einsatz kommen, ist</w:t>
      </w:r>
      <w:r w:rsidR="0042624F" w:rsidRPr="00932834">
        <w:t xml:space="preserve"> </w:t>
      </w:r>
      <w:r w:rsidR="00932834">
        <w:t>–</w:t>
      </w:r>
      <w:r w:rsidR="00A01812" w:rsidRPr="00932834">
        <w:t xml:space="preserve"> anders als bei herkömmlichen Schnittpressen </w:t>
      </w:r>
      <w:r w:rsidR="00932834">
        <w:t>–</w:t>
      </w:r>
      <w:r w:rsidR="0042624F" w:rsidRPr="00932834">
        <w:t xml:space="preserve"> </w:t>
      </w:r>
      <w:r w:rsidR="00A01812" w:rsidRPr="00932834">
        <w:t xml:space="preserve">kein Werkzeug </w:t>
      </w:r>
      <w:r w:rsidR="00147431" w:rsidRPr="00932834">
        <w:t xml:space="preserve">mehr </w:t>
      </w:r>
      <w:r w:rsidR="00A01812" w:rsidRPr="00932834">
        <w:t>nötig.</w:t>
      </w:r>
    </w:p>
    <w:p w:rsidR="007E1606" w:rsidRPr="00674053" w:rsidRDefault="007E1606" w:rsidP="007E1606"/>
    <w:p w:rsidR="00E36952" w:rsidRPr="00674053" w:rsidRDefault="00D849BA" w:rsidP="007E1606">
      <w:r w:rsidRPr="00674053">
        <w:t xml:space="preserve">Die flexible Fertigungsmethode für Platinen erspart die </w:t>
      </w:r>
      <w:r w:rsidR="006F27DF" w:rsidRPr="00674053">
        <w:t>Beschaffung und da</w:t>
      </w:r>
      <w:r w:rsidR="00674053">
        <w:t>s Handling von Schneidwerkzeugen, e</w:t>
      </w:r>
      <w:r w:rsidR="00CC3103" w:rsidRPr="00674053">
        <w:t xml:space="preserve">in Produktwechsel lässt sich </w:t>
      </w:r>
      <w:r w:rsidR="00F074CD" w:rsidRPr="00674053">
        <w:t>fast ohne Rüstzeiten</w:t>
      </w:r>
      <w:r w:rsidR="00D92C69" w:rsidRPr="00674053">
        <w:t xml:space="preserve"> </w:t>
      </w:r>
      <w:r w:rsidR="00485D6A" w:rsidRPr="00674053">
        <w:t>durch Laden des entsprechenden Schneidprogramms realisieren</w:t>
      </w:r>
      <w:r w:rsidR="00D92C69" w:rsidRPr="00674053">
        <w:t>.</w:t>
      </w:r>
      <w:r w:rsidR="004B2EFC" w:rsidRPr="00674053">
        <w:t xml:space="preserve"> </w:t>
      </w:r>
      <w:r w:rsidR="00674053">
        <w:t>Zudem ist eine</w:t>
      </w:r>
      <w:r w:rsidR="00F074CD" w:rsidRPr="00674053">
        <w:t xml:space="preserve"> Materialeinspa</w:t>
      </w:r>
      <w:r w:rsidR="00674053">
        <w:t xml:space="preserve">rung durch optimiertes </w:t>
      </w:r>
      <w:proofErr w:type="spellStart"/>
      <w:r w:rsidR="00674053">
        <w:t>Nesting</w:t>
      </w:r>
      <w:proofErr w:type="spellEnd"/>
      <w:r w:rsidR="00674053">
        <w:t xml:space="preserve"> möglich: </w:t>
      </w:r>
      <w:r w:rsidR="00F074CD" w:rsidRPr="00674053">
        <w:t>Wenn</w:t>
      </w:r>
      <w:r w:rsidR="00147431" w:rsidRPr="00674053">
        <w:t xml:space="preserve"> sich auf derselben Fläche mehr Formplatinen unterbringen lassen</w:t>
      </w:r>
      <w:r w:rsidR="00F074CD" w:rsidRPr="00674053">
        <w:t>, reduziert sich d</w:t>
      </w:r>
      <w:r w:rsidR="00736765" w:rsidRPr="00674053">
        <w:t xml:space="preserve">er </w:t>
      </w:r>
      <w:r w:rsidR="00147431" w:rsidRPr="00674053">
        <w:t xml:space="preserve">Blechverschnitt </w:t>
      </w:r>
      <w:r w:rsidR="0028719F" w:rsidRPr="00674053">
        <w:t>deutlich.</w:t>
      </w:r>
    </w:p>
    <w:p w:rsidR="00E36952" w:rsidRPr="00932834" w:rsidRDefault="00E36952" w:rsidP="007E1606"/>
    <w:p w:rsidR="003528CF" w:rsidRPr="00932834" w:rsidRDefault="003528CF" w:rsidP="003528CF">
      <w:pPr>
        <w:pStyle w:val="berschrift2"/>
      </w:pPr>
      <w:r w:rsidRPr="00932834">
        <w:t>Produktionsstart im Herbst 2016 geplant</w:t>
      </w:r>
    </w:p>
    <w:p w:rsidR="00A01812" w:rsidRPr="00932834" w:rsidRDefault="00CB4F82" w:rsidP="007E1606">
      <w:r w:rsidRPr="00932834">
        <w:t>„Ein wichtige</w:t>
      </w:r>
      <w:r w:rsidR="00C40A32" w:rsidRPr="00932834">
        <w:t>s Argument war</w:t>
      </w:r>
      <w:r w:rsidRPr="00932834">
        <w:t xml:space="preserve"> auch </w:t>
      </w:r>
      <w:r w:rsidR="004B2EFC" w:rsidRPr="00932834">
        <w:t xml:space="preserve">die Tatsache, dass die beiden Anlagen </w:t>
      </w:r>
      <w:r w:rsidR="00EE78E4" w:rsidRPr="00932834">
        <w:t>ohne Kellergeschoss und aufwändige Pressenfundamente auskommen</w:t>
      </w:r>
      <w:r w:rsidRPr="00932834">
        <w:t xml:space="preserve">“, erklärt Schuler-Geschäftsführer </w:t>
      </w:r>
      <w:r w:rsidR="00C40A32" w:rsidRPr="00932834">
        <w:t>Stephan Mergner: „I</w:t>
      </w:r>
      <w:r w:rsidRPr="00932834">
        <w:t>m Gegensatz zu Schnittpressen mit Werkzeug.“</w:t>
      </w:r>
      <w:r w:rsidR="005A147B" w:rsidRPr="00932834">
        <w:t xml:space="preserve"> Die Installation </w:t>
      </w:r>
      <w:r w:rsidRPr="00932834">
        <w:t xml:space="preserve">der beiden </w:t>
      </w:r>
      <w:proofErr w:type="spellStart"/>
      <w:r w:rsidRPr="00932834">
        <w:t>Platinenschneidanlagen</w:t>
      </w:r>
      <w:proofErr w:type="spellEnd"/>
      <w:r w:rsidRPr="00932834">
        <w:t xml:space="preserve"> mit Laser </w:t>
      </w:r>
      <w:r w:rsidR="005A147B" w:rsidRPr="00932834">
        <w:t xml:space="preserve">ist </w:t>
      </w:r>
      <w:r w:rsidR="006F27DF" w:rsidRPr="00957389">
        <w:t>ab November 2015</w:t>
      </w:r>
      <w:r w:rsidR="005A147B" w:rsidRPr="00957389">
        <w:t xml:space="preserve"> vorgesehen</w:t>
      </w:r>
      <w:r w:rsidR="005A147B" w:rsidRPr="00932834">
        <w:t xml:space="preserve">, </w:t>
      </w:r>
      <w:r w:rsidR="00E018A5" w:rsidRPr="00932834">
        <w:t xml:space="preserve">im Herbst 2016 </w:t>
      </w:r>
      <w:r w:rsidR="0017179E" w:rsidRPr="00932834">
        <w:t xml:space="preserve">ist </w:t>
      </w:r>
      <w:r w:rsidR="005A147B" w:rsidRPr="00932834">
        <w:t>der Produktionsstart geplant.</w:t>
      </w:r>
    </w:p>
    <w:p w:rsidR="00414A3A" w:rsidRPr="00932834" w:rsidRDefault="00414A3A" w:rsidP="007E1606"/>
    <w:p w:rsidR="00E52B7F" w:rsidRPr="00932834" w:rsidRDefault="00414A3A" w:rsidP="007E1606">
      <w:r w:rsidRPr="00932834">
        <w:t xml:space="preserve">Herzstück einer Linie ist die Laserzelle mit drei zeitgleich arbeitenden Faserlasern. Für die höchstmögliche Ausbringung schneiden sie die </w:t>
      </w:r>
      <w:proofErr w:type="spellStart"/>
      <w:r w:rsidRPr="00932834">
        <w:t>Platinenkontur</w:t>
      </w:r>
      <w:proofErr w:type="spellEnd"/>
      <w:r w:rsidRPr="00932834">
        <w:t xml:space="preserve"> aus der laufenden Materialbahn („</w:t>
      </w:r>
      <w:proofErr w:type="spellStart"/>
      <w:r w:rsidRPr="00932834">
        <w:t>DynamicFlow</w:t>
      </w:r>
      <w:proofErr w:type="spellEnd"/>
      <w:r w:rsidRPr="00932834">
        <w:t xml:space="preserve"> Technology“). </w:t>
      </w:r>
      <w:r w:rsidR="00E018A5" w:rsidRPr="00932834">
        <w:t xml:space="preserve">Zur Ausstattung der Linien gehören </w:t>
      </w:r>
      <w:r w:rsidRPr="00932834">
        <w:t xml:space="preserve">außerdem </w:t>
      </w:r>
      <w:r w:rsidR="00E018A5" w:rsidRPr="00932834">
        <w:t xml:space="preserve">eine Bandanlage </w:t>
      </w:r>
      <w:r w:rsidR="0042624F" w:rsidRPr="00932834">
        <w:t>mit</w:t>
      </w:r>
      <w:r w:rsidR="00E018A5" w:rsidRPr="00932834">
        <w:t xml:space="preserve"> automatischem R</w:t>
      </w:r>
      <w:r w:rsidR="00BD0521" w:rsidRPr="00932834">
        <w:t>ichtkassettenwechsel</w:t>
      </w:r>
      <w:r w:rsidR="0042624F" w:rsidRPr="00932834">
        <w:t xml:space="preserve"> und </w:t>
      </w:r>
      <w:proofErr w:type="spellStart"/>
      <w:r w:rsidR="0042624F" w:rsidRPr="00932834">
        <w:t>bombierbarer</w:t>
      </w:r>
      <w:proofErr w:type="spellEnd"/>
      <w:r w:rsidR="0042624F" w:rsidRPr="00932834">
        <w:t xml:space="preserve"> Richtmaschine</w:t>
      </w:r>
      <w:r w:rsidR="00E52B7F" w:rsidRPr="00932834">
        <w:t>, um Qualitätsschwankungen des Ausgangsmaterials auszugleichen,</w:t>
      </w:r>
      <w:r w:rsidR="00BD0521" w:rsidRPr="00932834">
        <w:t xml:space="preserve"> und</w:t>
      </w:r>
      <w:r w:rsidR="00E018A5" w:rsidRPr="00932834">
        <w:t xml:space="preserve"> eine robotergestützte Umsetzstation zur Schrotttrennung mit automatisiertem </w:t>
      </w:r>
      <w:proofErr w:type="spellStart"/>
      <w:r w:rsidR="00E018A5" w:rsidRPr="00932834">
        <w:t>Tooling</w:t>
      </w:r>
      <w:proofErr w:type="spellEnd"/>
      <w:r w:rsidR="00E018A5" w:rsidRPr="00932834">
        <w:t>-W</w:t>
      </w:r>
      <w:r w:rsidR="00BD0521" w:rsidRPr="00932834">
        <w:t xml:space="preserve">echsel. </w:t>
      </w:r>
    </w:p>
    <w:p w:rsidR="00E52B7F" w:rsidRPr="00932834" w:rsidRDefault="00E52B7F" w:rsidP="007E1606"/>
    <w:p w:rsidR="00E018A5" w:rsidRPr="00932834" w:rsidRDefault="00BD0521" w:rsidP="007E1606">
      <w:r w:rsidRPr="00932834">
        <w:t>Wichtig für makellose Außenhautplatinen: Die Reinigungseinrichtung zur Verbesserung der Oberflächenqualität. Die Platinen-Stapeleinheit in „Stop2Drop“-Ausführung arbeitet durch die automatische Anschlagverstellung besonders schonend.</w:t>
      </w:r>
      <w:r w:rsidR="00E52B7F" w:rsidRPr="00932834">
        <w:t xml:space="preserve"> </w:t>
      </w:r>
      <w:r w:rsidR="00865C98" w:rsidRPr="00932834">
        <w:t xml:space="preserve">Aus den Formplatinen entstehen anschließend Karosserieteile für neue Automodelle aus dem Daimler-Konzern </w:t>
      </w:r>
      <w:r w:rsidR="00147431" w:rsidRPr="00932834">
        <w:t>– auf einer Pressenlinie, die ebenfalls Schuler liefert</w:t>
      </w:r>
      <w:r w:rsidR="009819AC" w:rsidRPr="00932834">
        <w:t>.</w:t>
      </w:r>
    </w:p>
    <w:p w:rsidR="007E1606" w:rsidRPr="00932834" w:rsidRDefault="007E1606" w:rsidP="007E1606"/>
    <w:p w:rsidR="007C6197" w:rsidRPr="00932834" w:rsidRDefault="007C6197" w:rsidP="007E1606"/>
    <w:p w:rsidR="007E1606" w:rsidRPr="00932834" w:rsidRDefault="007E1606" w:rsidP="000E228F">
      <w:pPr>
        <w:pStyle w:val="berschrift3"/>
      </w:pPr>
      <w:r w:rsidRPr="00932834">
        <w:t>Bildunterschriften</w:t>
      </w:r>
    </w:p>
    <w:p w:rsidR="00C82B81" w:rsidRPr="00932834" w:rsidRDefault="00064FEA" w:rsidP="00015104">
      <w:r w:rsidRPr="00932834">
        <w:t>Bild</w:t>
      </w:r>
      <w:r w:rsidR="007E1606" w:rsidRPr="00932834">
        <w:t>.jpg:</w:t>
      </w:r>
      <w:r w:rsidRPr="00932834">
        <w:t xml:space="preserve"> Weil </w:t>
      </w:r>
      <w:r w:rsidR="00015104" w:rsidRPr="00932834">
        <w:t>bei</w:t>
      </w:r>
      <w:r w:rsidRPr="00932834">
        <w:t xml:space="preserve"> der Anlage von Schuler</w:t>
      </w:r>
      <w:r w:rsidR="00015104" w:rsidRPr="00932834">
        <w:t xml:space="preserve"> Faserlaser zum Einsatz kommen, ist anders als bei herkömmlichen Schnittpressen kein Werkzeug nötig.</w:t>
      </w:r>
    </w:p>
    <w:p w:rsidR="009B2577" w:rsidRPr="00932834" w:rsidRDefault="009B2577" w:rsidP="007E1606"/>
    <w:p w:rsidR="005833D5" w:rsidRPr="00932834" w:rsidRDefault="005833D5" w:rsidP="005833D5">
      <w:pPr>
        <w:rPr>
          <w:i/>
        </w:rPr>
      </w:pPr>
      <w:r w:rsidRPr="00932834">
        <w:rPr>
          <w:i/>
        </w:rPr>
        <w:t>Als Bildquelle bitte Schuler angeben.</w:t>
      </w:r>
    </w:p>
    <w:p w:rsidR="00A52517" w:rsidRPr="00932834" w:rsidRDefault="00A52517">
      <w:pPr>
        <w:spacing w:line="240" w:lineRule="auto"/>
        <w:rPr>
          <w:rFonts w:cs="Arial"/>
        </w:rPr>
      </w:pPr>
      <w:r w:rsidRPr="00932834">
        <w:rPr>
          <w:rFonts w:cs="Arial"/>
        </w:rPr>
        <w:br w:type="page"/>
      </w:r>
    </w:p>
    <w:p w:rsidR="005833D5" w:rsidRPr="00932834" w:rsidRDefault="005833D5" w:rsidP="008E1F8F">
      <w:pPr>
        <w:ind w:right="-15"/>
        <w:outlineLvl w:val="0"/>
        <w:rPr>
          <w:rFonts w:cs="Arial"/>
        </w:rPr>
      </w:pPr>
    </w:p>
    <w:p w:rsidR="005833D5" w:rsidRPr="00932834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932834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7C6197" w:rsidRPr="00932834" w:rsidRDefault="007C6197" w:rsidP="007C6197">
      <w:pPr>
        <w:spacing w:line="240" w:lineRule="auto"/>
        <w:ind w:right="-15"/>
        <w:jc w:val="both"/>
        <w:outlineLvl w:val="0"/>
        <w:rPr>
          <w:b/>
          <w:i/>
        </w:rPr>
      </w:pPr>
      <w:r w:rsidRPr="00932834">
        <w:rPr>
          <w:b/>
          <w:i/>
        </w:rPr>
        <w:t xml:space="preserve">Über den Schuler-Konzern – </w:t>
      </w:r>
      <w:hyperlink r:id="rId10" w:history="1">
        <w:r w:rsidRPr="00932834">
          <w:rPr>
            <w:rStyle w:val="Hyperlink"/>
            <w:b/>
            <w:i/>
          </w:rPr>
          <w:t>www.schulergroup.com</w:t>
        </w:r>
      </w:hyperlink>
    </w:p>
    <w:p w:rsidR="00A52517" w:rsidRPr="007C6197" w:rsidRDefault="007C6197" w:rsidP="007C6197">
      <w:pPr>
        <w:spacing w:line="240" w:lineRule="auto"/>
        <w:ind w:right="-15"/>
        <w:jc w:val="both"/>
        <w:outlineLvl w:val="0"/>
        <w:rPr>
          <w:i/>
        </w:rPr>
      </w:pPr>
      <w:r w:rsidRPr="00932834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 -zulieferer sowie Unternehmen aus der Schmiede-, Hausgeräte-, Verpackungs-, Energie- und Elektroindustrie. Schuler ist führend bei Münzprägepressen und realisiert Systemlösung für Luft- und Raumfahrt, den Schienenverke</w:t>
      </w:r>
      <w:r w:rsidR="002221D0" w:rsidRPr="00932834">
        <w:rPr>
          <w:i/>
        </w:rPr>
        <w:t xml:space="preserve">hr und die Großrohr-Fertigung. </w:t>
      </w:r>
      <w:r w:rsidRPr="00932834">
        <w:rPr>
          <w:i/>
        </w:rPr>
        <w:t>Im Geschäftsjahr 2014 erzielte Schuler einen Umsatz von 1,18 Milliarden Euro. Schuler ist in 40 Ländern mit rund 5.400 Mitarbeitern präsent und gehört mehrheitlich zur österreichischen ANDRITZ-Gruppe.</w:t>
      </w:r>
    </w:p>
    <w:sectPr w:rsidR="00A52517" w:rsidRPr="007C6197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7B" w:rsidRDefault="0093577B" w:rsidP="007E132D">
      <w:r>
        <w:separator/>
      </w:r>
    </w:p>
    <w:p w:rsidR="0093577B" w:rsidRDefault="0093577B" w:rsidP="007E132D"/>
  </w:endnote>
  <w:endnote w:type="continuationSeparator" w:id="0">
    <w:p w:rsidR="0093577B" w:rsidRDefault="0093577B" w:rsidP="007E132D">
      <w:r>
        <w:continuationSeparator/>
      </w:r>
    </w:p>
    <w:p w:rsidR="0093577B" w:rsidRDefault="0093577B" w:rsidP="007E132D"/>
  </w:endnote>
  <w:endnote w:type="continuationNotice" w:id="1">
    <w:p w:rsidR="0093577B" w:rsidRDefault="009357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D47E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D47E8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D47E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D47E8" w:rsidRPr="007E1606">
            <w:rPr>
              <w:rFonts w:eastAsia="Calibri"/>
              <w:noProof/>
            </w:rPr>
            <w:t xml:space="preserve">Seite </w:t>
          </w:r>
          <w:r w:rsidR="00BD47E8">
            <w:rPr>
              <w:rFonts w:eastAsia="Calibri"/>
              <w:noProof/>
            </w:rPr>
            <w:t>1</w:t>
          </w:r>
          <w:r w:rsidR="00BD47E8" w:rsidRPr="007E1606">
            <w:rPr>
              <w:rFonts w:eastAsia="Calibri"/>
              <w:noProof/>
            </w:rPr>
            <w:t xml:space="preserve"> von </w:t>
          </w:r>
          <w:r w:rsidR="00BD47E8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7B" w:rsidRDefault="0093577B" w:rsidP="007E132D">
      <w:r>
        <w:separator/>
      </w:r>
    </w:p>
    <w:p w:rsidR="0093577B" w:rsidRDefault="0093577B" w:rsidP="007E132D"/>
  </w:footnote>
  <w:footnote w:type="continuationSeparator" w:id="0">
    <w:p w:rsidR="0093577B" w:rsidRDefault="0093577B" w:rsidP="007E132D">
      <w:r>
        <w:continuationSeparator/>
      </w:r>
    </w:p>
    <w:p w:rsidR="0093577B" w:rsidRDefault="0093577B" w:rsidP="007E132D"/>
  </w:footnote>
  <w:footnote w:type="continuationNotice" w:id="1">
    <w:p w:rsidR="0093577B" w:rsidRDefault="009357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3D"/>
    <w:rsid w:val="00003CBE"/>
    <w:rsid w:val="00004C7F"/>
    <w:rsid w:val="00011266"/>
    <w:rsid w:val="00015104"/>
    <w:rsid w:val="00031750"/>
    <w:rsid w:val="00033BD2"/>
    <w:rsid w:val="00064FEA"/>
    <w:rsid w:val="000716BA"/>
    <w:rsid w:val="00086F40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47431"/>
    <w:rsid w:val="00152C69"/>
    <w:rsid w:val="001631E1"/>
    <w:rsid w:val="0016339C"/>
    <w:rsid w:val="0016495A"/>
    <w:rsid w:val="0017179E"/>
    <w:rsid w:val="00173722"/>
    <w:rsid w:val="0017697C"/>
    <w:rsid w:val="001C1FA2"/>
    <w:rsid w:val="001C3EE2"/>
    <w:rsid w:val="001C45AA"/>
    <w:rsid w:val="001E0C3C"/>
    <w:rsid w:val="001F6280"/>
    <w:rsid w:val="002077B7"/>
    <w:rsid w:val="00212513"/>
    <w:rsid w:val="00215C8A"/>
    <w:rsid w:val="002221D0"/>
    <w:rsid w:val="002315E0"/>
    <w:rsid w:val="002712C2"/>
    <w:rsid w:val="0028719F"/>
    <w:rsid w:val="002A1D04"/>
    <w:rsid w:val="002A3A54"/>
    <w:rsid w:val="002A42B6"/>
    <w:rsid w:val="002A4B0E"/>
    <w:rsid w:val="002B391B"/>
    <w:rsid w:val="002B41E8"/>
    <w:rsid w:val="002D46DE"/>
    <w:rsid w:val="002E5DAB"/>
    <w:rsid w:val="003230D4"/>
    <w:rsid w:val="00323555"/>
    <w:rsid w:val="003528CF"/>
    <w:rsid w:val="00363740"/>
    <w:rsid w:val="00365A9E"/>
    <w:rsid w:val="003728F6"/>
    <w:rsid w:val="00373C01"/>
    <w:rsid w:val="00377DED"/>
    <w:rsid w:val="003A4C1C"/>
    <w:rsid w:val="003C626A"/>
    <w:rsid w:val="003D76C7"/>
    <w:rsid w:val="003E270B"/>
    <w:rsid w:val="003E30C0"/>
    <w:rsid w:val="003F0681"/>
    <w:rsid w:val="003F6888"/>
    <w:rsid w:val="00403EFF"/>
    <w:rsid w:val="00414A3A"/>
    <w:rsid w:val="0042624F"/>
    <w:rsid w:val="00431A18"/>
    <w:rsid w:val="004355F7"/>
    <w:rsid w:val="00476782"/>
    <w:rsid w:val="00476D9C"/>
    <w:rsid w:val="00485C6B"/>
    <w:rsid w:val="00485D6A"/>
    <w:rsid w:val="004B2EFC"/>
    <w:rsid w:val="004B6CEF"/>
    <w:rsid w:val="004C41E5"/>
    <w:rsid w:val="004C4B30"/>
    <w:rsid w:val="004C697D"/>
    <w:rsid w:val="004D76DD"/>
    <w:rsid w:val="00533491"/>
    <w:rsid w:val="005337CB"/>
    <w:rsid w:val="00546EB8"/>
    <w:rsid w:val="00552A9D"/>
    <w:rsid w:val="005547DF"/>
    <w:rsid w:val="0056768B"/>
    <w:rsid w:val="00575FA0"/>
    <w:rsid w:val="005833D5"/>
    <w:rsid w:val="00595D96"/>
    <w:rsid w:val="005A147B"/>
    <w:rsid w:val="005B58A6"/>
    <w:rsid w:val="005C0BBB"/>
    <w:rsid w:val="005C6AE3"/>
    <w:rsid w:val="005E64B8"/>
    <w:rsid w:val="00601238"/>
    <w:rsid w:val="0060142A"/>
    <w:rsid w:val="006032FB"/>
    <w:rsid w:val="00616531"/>
    <w:rsid w:val="00630AC8"/>
    <w:rsid w:val="0065451D"/>
    <w:rsid w:val="00654B60"/>
    <w:rsid w:val="00660D47"/>
    <w:rsid w:val="0067074A"/>
    <w:rsid w:val="00671E3C"/>
    <w:rsid w:val="00674053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D7242"/>
    <w:rsid w:val="006F27DF"/>
    <w:rsid w:val="00714E5C"/>
    <w:rsid w:val="0072042B"/>
    <w:rsid w:val="007312F9"/>
    <w:rsid w:val="00733AAF"/>
    <w:rsid w:val="00736765"/>
    <w:rsid w:val="00742481"/>
    <w:rsid w:val="007826E4"/>
    <w:rsid w:val="00784E5A"/>
    <w:rsid w:val="00794AEE"/>
    <w:rsid w:val="007B0842"/>
    <w:rsid w:val="007B0BF4"/>
    <w:rsid w:val="007C16F5"/>
    <w:rsid w:val="007C6197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65C98"/>
    <w:rsid w:val="008718D2"/>
    <w:rsid w:val="0087295F"/>
    <w:rsid w:val="00876E6E"/>
    <w:rsid w:val="00877DC8"/>
    <w:rsid w:val="00894865"/>
    <w:rsid w:val="008A34E9"/>
    <w:rsid w:val="008C6578"/>
    <w:rsid w:val="008D1374"/>
    <w:rsid w:val="008D67FA"/>
    <w:rsid w:val="008E1F8F"/>
    <w:rsid w:val="008F1CD4"/>
    <w:rsid w:val="008F5E25"/>
    <w:rsid w:val="009060ED"/>
    <w:rsid w:val="00920948"/>
    <w:rsid w:val="00920D55"/>
    <w:rsid w:val="00926076"/>
    <w:rsid w:val="00932834"/>
    <w:rsid w:val="0093577B"/>
    <w:rsid w:val="00941203"/>
    <w:rsid w:val="00941F3D"/>
    <w:rsid w:val="00944D93"/>
    <w:rsid w:val="00957389"/>
    <w:rsid w:val="00961469"/>
    <w:rsid w:val="00964E90"/>
    <w:rsid w:val="00975A13"/>
    <w:rsid w:val="009819AC"/>
    <w:rsid w:val="009A680E"/>
    <w:rsid w:val="009B2577"/>
    <w:rsid w:val="009B3EB7"/>
    <w:rsid w:val="009C0378"/>
    <w:rsid w:val="009F65F3"/>
    <w:rsid w:val="00A01812"/>
    <w:rsid w:val="00A0214C"/>
    <w:rsid w:val="00A31D72"/>
    <w:rsid w:val="00A32B85"/>
    <w:rsid w:val="00A46561"/>
    <w:rsid w:val="00A500A4"/>
    <w:rsid w:val="00A52517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2CC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C0D3B"/>
    <w:rsid w:val="00BD0521"/>
    <w:rsid w:val="00BD47E8"/>
    <w:rsid w:val="00C40A32"/>
    <w:rsid w:val="00C72CD3"/>
    <w:rsid w:val="00C82B81"/>
    <w:rsid w:val="00C944AD"/>
    <w:rsid w:val="00CA6152"/>
    <w:rsid w:val="00CB2B5C"/>
    <w:rsid w:val="00CB4F82"/>
    <w:rsid w:val="00CC2FFE"/>
    <w:rsid w:val="00CC3103"/>
    <w:rsid w:val="00CC7CCA"/>
    <w:rsid w:val="00CD3AA7"/>
    <w:rsid w:val="00D137E4"/>
    <w:rsid w:val="00D14566"/>
    <w:rsid w:val="00D15E35"/>
    <w:rsid w:val="00D16703"/>
    <w:rsid w:val="00D36969"/>
    <w:rsid w:val="00D40F4E"/>
    <w:rsid w:val="00D5679F"/>
    <w:rsid w:val="00D76894"/>
    <w:rsid w:val="00D82AE7"/>
    <w:rsid w:val="00D849BA"/>
    <w:rsid w:val="00D92C69"/>
    <w:rsid w:val="00DA5C2C"/>
    <w:rsid w:val="00DB3F3F"/>
    <w:rsid w:val="00DB73FC"/>
    <w:rsid w:val="00DC5C7D"/>
    <w:rsid w:val="00DD16C5"/>
    <w:rsid w:val="00DE35EB"/>
    <w:rsid w:val="00DE6930"/>
    <w:rsid w:val="00E018A5"/>
    <w:rsid w:val="00E05029"/>
    <w:rsid w:val="00E207BB"/>
    <w:rsid w:val="00E2304D"/>
    <w:rsid w:val="00E26828"/>
    <w:rsid w:val="00E3363B"/>
    <w:rsid w:val="00E36721"/>
    <w:rsid w:val="00E36952"/>
    <w:rsid w:val="00E52B7F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E78E4"/>
    <w:rsid w:val="00EF28C0"/>
    <w:rsid w:val="00F074CD"/>
    <w:rsid w:val="00F076BB"/>
    <w:rsid w:val="00F23AAD"/>
    <w:rsid w:val="00F44765"/>
    <w:rsid w:val="00F5073A"/>
    <w:rsid w:val="00F654E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5E64B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E64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64B8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5E64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E64B8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5E64B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E64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64B8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5E64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E64B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397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3622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5</cp:revision>
  <cp:lastPrinted>2015-06-08T08:13:00Z</cp:lastPrinted>
  <dcterms:created xsi:type="dcterms:W3CDTF">2015-06-16T14:07:00Z</dcterms:created>
  <dcterms:modified xsi:type="dcterms:W3CDTF">2015-06-22T13:04:00Z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