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FF1B6" w14:textId="77777777" w:rsidR="00A52993" w:rsidRPr="006519C2" w:rsidRDefault="00A52993" w:rsidP="00A52993">
      <w:pPr>
        <w:pStyle w:val="berschrift1"/>
        <w:rPr>
          <w:lang w:val="en-US"/>
        </w:rPr>
      </w:pPr>
      <w:r w:rsidRPr="006519C2">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A52993" w:rsidRPr="006519C2" w14:paraId="00E5E5ED" w14:textId="77777777" w:rsidTr="00526F68">
        <w:trPr>
          <w:trHeight w:hRule="exact" w:val="2977"/>
        </w:trPr>
        <w:tc>
          <w:tcPr>
            <w:tcW w:w="2409" w:type="dxa"/>
            <w:shd w:val="clear" w:color="auto" w:fill="auto"/>
          </w:tcPr>
          <w:p w14:paraId="0138CCCE" w14:textId="77777777" w:rsidR="00A52993" w:rsidRPr="00287813" w:rsidRDefault="00A52993" w:rsidP="00526F68">
            <w:pPr>
              <w:spacing w:line="226" w:lineRule="exact"/>
              <w:rPr>
                <w:rFonts w:eastAsia="Calibri"/>
                <w:b/>
                <w:sz w:val="17"/>
                <w:szCs w:val="17"/>
                <w:lang w:eastAsia="en-US"/>
              </w:rPr>
            </w:pPr>
            <w:r w:rsidRPr="00287813">
              <w:rPr>
                <w:rFonts w:eastAsia="Calibri"/>
                <w:b/>
                <w:sz w:val="17"/>
                <w:szCs w:val="17"/>
                <w:lang w:eastAsia="en-US"/>
              </w:rPr>
              <w:t>Schuler AG</w:t>
            </w:r>
          </w:p>
          <w:p w14:paraId="7B15ADB5" w14:textId="77777777" w:rsidR="00A52993" w:rsidRPr="00287813" w:rsidRDefault="00A52993" w:rsidP="00526F68">
            <w:pPr>
              <w:spacing w:line="226" w:lineRule="exact"/>
              <w:rPr>
                <w:rFonts w:eastAsia="Calibri"/>
                <w:sz w:val="17"/>
                <w:szCs w:val="17"/>
                <w:lang w:eastAsia="en-US"/>
              </w:rPr>
            </w:pPr>
            <w:r w:rsidRPr="00287813">
              <w:rPr>
                <w:rFonts w:eastAsia="Calibri"/>
                <w:sz w:val="17"/>
                <w:szCs w:val="17"/>
                <w:lang w:eastAsia="en-US"/>
              </w:rPr>
              <w:t>Bahnhofstraße 41</w:t>
            </w:r>
          </w:p>
          <w:p w14:paraId="09B605C6" w14:textId="77777777" w:rsidR="00A52993" w:rsidRPr="00287813" w:rsidRDefault="00A52993" w:rsidP="00526F68">
            <w:pPr>
              <w:spacing w:line="226" w:lineRule="exact"/>
              <w:rPr>
                <w:rFonts w:eastAsia="Calibri"/>
                <w:sz w:val="17"/>
                <w:szCs w:val="17"/>
                <w:lang w:eastAsia="en-US"/>
              </w:rPr>
            </w:pPr>
            <w:r w:rsidRPr="00287813">
              <w:rPr>
                <w:rFonts w:eastAsia="Calibri"/>
                <w:sz w:val="17"/>
                <w:szCs w:val="17"/>
                <w:lang w:eastAsia="en-US"/>
              </w:rPr>
              <w:t>73033 Göppingen</w:t>
            </w:r>
          </w:p>
          <w:p w14:paraId="2708361A" w14:textId="77777777" w:rsidR="00A52993" w:rsidRPr="00287813" w:rsidRDefault="00A52993" w:rsidP="00526F68">
            <w:pPr>
              <w:spacing w:line="226" w:lineRule="exact"/>
              <w:rPr>
                <w:rFonts w:eastAsia="Calibri"/>
                <w:sz w:val="17"/>
                <w:szCs w:val="17"/>
                <w:lang w:eastAsia="en-US"/>
              </w:rPr>
            </w:pPr>
            <w:r w:rsidRPr="00287813">
              <w:rPr>
                <w:rFonts w:eastAsia="Calibri"/>
                <w:sz w:val="17"/>
                <w:szCs w:val="17"/>
                <w:lang w:eastAsia="en-US"/>
              </w:rPr>
              <w:t>Germany</w:t>
            </w:r>
          </w:p>
          <w:p w14:paraId="01104DA1" w14:textId="77777777" w:rsidR="00A52993" w:rsidRPr="00287813" w:rsidRDefault="00A52993" w:rsidP="00526F68">
            <w:pPr>
              <w:spacing w:line="226" w:lineRule="exact"/>
              <w:rPr>
                <w:rFonts w:eastAsia="Calibri"/>
                <w:sz w:val="17"/>
                <w:szCs w:val="17"/>
                <w:lang w:eastAsia="en-US"/>
              </w:rPr>
            </w:pPr>
          </w:p>
          <w:p w14:paraId="697EC638" w14:textId="77777777" w:rsidR="00A52993" w:rsidRPr="00287813" w:rsidRDefault="00A52993" w:rsidP="00526F68">
            <w:pPr>
              <w:spacing w:line="226" w:lineRule="exact"/>
              <w:rPr>
                <w:rFonts w:eastAsia="Calibri"/>
                <w:b/>
                <w:sz w:val="17"/>
                <w:szCs w:val="17"/>
                <w:lang w:eastAsia="en-US"/>
              </w:rPr>
            </w:pPr>
            <w:r w:rsidRPr="00287813">
              <w:rPr>
                <w:rFonts w:eastAsia="Calibri"/>
                <w:b/>
                <w:sz w:val="17"/>
                <w:szCs w:val="17"/>
                <w:lang w:eastAsia="en-US"/>
              </w:rPr>
              <w:t>Simon Scherrenbacher</w:t>
            </w:r>
          </w:p>
          <w:p w14:paraId="3F873D0B" w14:textId="77777777" w:rsidR="00A52993" w:rsidRPr="006519C2" w:rsidRDefault="00A52993" w:rsidP="00526F68">
            <w:pPr>
              <w:spacing w:line="226" w:lineRule="exact"/>
              <w:rPr>
                <w:lang w:val="en-US"/>
              </w:rPr>
            </w:pPr>
            <w:r w:rsidRPr="006519C2">
              <w:rPr>
                <w:rFonts w:eastAsia="Calibri"/>
                <w:sz w:val="17"/>
                <w:szCs w:val="17"/>
                <w:lang w:val="en-US" w:eastAsia="en-US"/>
              </w:rPr>
              <w:t xml:space="preserve">Corporate Communications </w:t>
            </w:r>
            <w:r w:rsidRPr="006519C2">
              <w:rPr>
                <w:lang w:val="en-US"/>
              </w:rPr>
              <w:t xml:space="preserve"> </w:t>
            </w:r>
          </w:p>
          <w:p w14:paraId="423DA71D" w14:textId="77777777" w:rsidR="00A52993" w:rsidRPr="006519C2" w:rsidRDefault="00A52993" w:rsidP="00526F68">
            <w:pPr>
              <w:spacing w:line="226" w:lineRule="exact"/>
              <w:rPr>
                <w:rFonts w:eastAsia="Calibri"/>
                <w:sz w:val="17"/>
                <w:szCs w:val="17"/>
                <w:lang w:val="en-US" w:eastAsia="en-US"/>
              </w:rPr>
            </w:pPr>
            <w:r w:rsidRPr="006519C2">
              <w:rPr>
                <w:rFonts w:eastAsia="Calibri"/>
                <w:sz w:val="17"/>
                <w:szCs w:val="17"/>
                <w:lang w:val="en-US" w:eastAsia="en-US"/>
              </w:rPr>
              <w:t>Tel.: +49 7161 66-7789</w:t>
            </w:r>
          </w:p>
          <w:p w14:paraId="5240CE63" w14:textId="77777777" w:rsidR="00A52993" w:rsidRPr="006519C2" w:rsidRDefault="00A52993" w:rsidP="00526F68">
            <w:pPr>
              <w:spacing w:line="226" w:lineRule="exact"/>
              <w:rPr>
                <w:rFonts w:eastAsia="Calibri"/>
                <w:sz w:val="17"/>
                <w:szCs w:val="17"/>
                <w:lang w:val="en-US" w:eastAsia="en-US"/>
              </w:rPr>
            </w:pPr>
            <w:r w:rsidRPr="006519C2">
              <w:rPr>
                <w:rFonts w:eastAsia="Calibri"/>
                <w:sz w:val="17"/>
                <w:szCs w:val="17"/>
                <w:lang w:val="en-US" w:eastAsia="en-US"/>
              </w:rPr>
              <w:t>Fax: +49 7161 66-907</w:t>
            </w:r>
          </w:p>
          <w:p w14:paraId="1B3A976A" w14:textId="77777777" w:rsidR="00A52993" w:rsidRPr="006519C2" w:rsidRDefault="0089067F" w:rsidP="00526F68">
            <w:pPr>
              <w:spacing w:line="226" w:lineRule="exact"/>
              <w:rPr>
                <w:rFonts w:eastAsia="Calibri"/>
                <w:sz w:val="17"/>
                <w:szCs w:val="17"/>
                <w:lang w:val="en-US" w:eastAsia="en-US"/>
              </w:rPr>
            </w:pPr>
            <w:hyperlink r:id="rId8" w:history="1">
              <w:r w:rsidR="00A52993" w:rsidRPr="006519C2">
                <w:rPr>
                  <w:rStyle w:val="Hyperlink"/>
                  <w:rFonts w:eastAsia="Calibri"/>
                  <w:sz w:val="17"/>
                  <w:szCs w:val="17"/>
                  <w:lang w:val="en-US" w:eastAsia="en-US"/>
                </w:rPr>
                <w:t>Simon.Scherrenbacher@</w:t>
              </w:r>
              <w:r w:rsidR="00A52993" w:rsidRPr="006519C2">
                <w:rPr>
                  <w:rStyle w:val="Hyperlink"/>
                  <w:rFonts w:eastAsia="Calibri"/>
                  <w:sz w:val="17"/>
                  <w:szCs w:val="17"/>
                  <w:lang w:val="en-US" w:eastAsia="en-US"/>
                </w:rPr>
                <w:br/>
                <w:t>schulergroup.com</w:t>
              </w:r>
            </w:hyperlink>
          </w:p>
          <w:p w14:paraId="31CF831E" w14:textId="77777777" w:rsidR="00A52993" w:rsidRPr="006519C2" w:rsidRDefault="0089067F" w:rsidP="00526F68">
            <w:pPr>
              <w:spacing w:line="226" w:lineRule="exact"/>
              <w:rPr>
                <w:rFonts w:eastAsia="Calibri"/>
                <w:sz w:val="17"/>
                <w:szCs w:val="17"/>
                <w:lang w:val="en-US" w:eastAsia="en-US"/>
              </w:rPr>
            </w:pPr>
            <w:hyperlink r:id="rId9" w:history="1">
              <w:r w:rsidR="00A52993" w:rsidRPr="006519C2">
                <w:rPr>
                  <w:rStyle w:val="Hyperlink"/>
                  <w:rFonts w:eastAsia="Calibri"/>
                  <w:sz w:val="17"/>
                  <w:szCs w:val="17"/>
                  <w:lang w:val="en-US" w:eastAsia="en-US"/>
                </w:rPr>
                <w:t>www.schulergroup.com/pr</w:t>
              </w:r>
            </w:hyperlink>
          </w:p>
        </w:tc>
      </w:tr>
    </w:tbl>
    <w:p w14:paraId="5613C94F" w14:textId="77777777" w:rsidR="007E1606" w:rsidRPr="006519C2" w:rsidRDefault="007E1606" w:rsidP="007E132D">
      <w:pPr>
        <w:rPr>
          <w:lang w:val="en-US"/>
        </w:rPr>
      </w:pPr>
    </w:p>
    <w:p w14:paraId="501EBF0E" w14:textId="77777777" w:rsidR="00476D9C" w:rsidRPr="006519C2" w:rsidRDefault="00476D9C" w:rsidP="007E132D">
      <w:pPr>
        <w:rPr>
          <w:lang w:val="en-US"/>
        </w:rPr>
      </w:pPr>
    </w:p>
    <w:p w14:paraId="46945061" w14:textId="77777777" w:rsidR="00476D9C" w:rsidRPr="006519C2" w:rsidRDefault="00476D9C" w:rsidP="007E132D">
      <w:pPr>
        <w:rPr>
          <w:lang w:val="en-US"/>
        </w:rPr>
      </w:pPr>
    </w:p>
    <w:p w14:paraId="42DC8057" w14:textId="77777777" w:rsidR="00476D9C" w:rsidRPr="006519C2" w:rsidRDefault="00476D9C" w:rsidP="007E132D">
      <w:pPr>
        <w:rPr>
          <w:lang w:val="en-US"/>
        </w:rPr>
      </w:pPr>
    </w:p>
    <w:p w14:paraId="2034610D" w14:textId="2156895C" w:rsidR="00476D9C" w:rsidRPr="006519C2" w:rsidRDefault="00E05F02" w:rsidP="00365A9E">
      <w:pPr>
        <w:pStyle w:val="berschrift1"/>
        <w:rPr>
          <w:sz w:val="2"/>
          <w:lang w:val="en-US"/>
        </w:rPr>
      </w:pPr>
      <w:r w:rsidRPr="006519C2">
        <w:rPr>
          <w:lang w:val="en-US"/>
        </w:rPr>
        <w:t>W</w:t>
      </w:r>
      <w:r w:rsidR="00526F68" w:rsidRPr="006519C2">
        <w:rPr>
          <w:lang w:val="en-US"/>
        </w:rPr>
        <w:t>orld’s first</w:t>
      </w:r>
      <w:r w:rsidRPr="006519C2">
        <w:rPr>
          <w:lang w:val="en-US"/>
        </w:rPr>
        <w:t>:</w:t>
      </w:r>
      <w:r w:rsidR="00381CD3" w:rsidRPr="006519C2">
        <w:rPr>
          <w:lang w:val="en-US"/>
        </w:rPr>
        <w:t xml:space="preserve"> </w:t>
      </w:r>
      <w:r w:rsidR="00526F68" w:rsidRPr="006519C2">
        <w:rPr>
          <w:lang w:val="en-US"/>
        </w:rPr>
        <w:t>collector coin with p</w:t>
      </w:r>
      <w:r w:rsidRPr="006519C2">
        <w:rPr>
          <w:lang w:val="en-US"/>
        </w:rPr>
        <w:t>olymer</w:t>
      </w:r>
      <w:r w:rsidR="00526F68" w:rsidRPr="006519C2">
        <w:rPr>
          <w:lang w:val="en-US"/>
        </w:rPr>
        <w:t xml:space="preserve"> r</w:t>
      </w:r>
      <w:r w:rsidRPr="006519C2">
        <w:rPr>
          <w:lang w:val="en-US"/>
        </w:rPr>
        <w:t>ing</w:t>
      </w:r>
    </w:p>
    <w:p w14:paraId="147BE23A" w14:textId="64B33521" w:rsidR="006A31D9" w:rsidRPr="006519C2" w:rsidRDefault="00E05F02" w:rsidP="00365A9E">
      <w:pPr>
        <w:pStyle w:val="berschrift2"/>
        <w:rPr>
          <w:lang w:val="en-US"/>
        </w:rPr>
      </w:pPr>
      <w:r w:rsidRPr="006519C2">
        <w:rPr>
          <w:lang w:val="en-US"/>
        </w:rPr>
        <w:t xml:space="preserve">Schuler </w:t>
      </w:r>
      <w:r w:rsidR="00526F68" w:rsidRPr="006519C2">
        <w:rPr>
          <w:lang w:val="en-US"/>
        </w:rPr>
        <w:t>develops equipment to produce five</w:t>
      </w:r>
      <w:r w:rsidR="00ED059C" w:rsidRPr="006519C2">
        <w:rPr>
          <w:lang w:val="en-US"/>
        </w:rPr>
        <w:t>-</w:t>
      </w:r>
      <w:r w:rsidR="00526F68" w:rsidRPr="006519C2">
        <w:rPr>
          <w:lang w:val="en-US"/>
        </w:rPr>
        <w:t>e</w:t>
      </w:r>
      <w:r w:rsidR="00ED059C" w:rsidRPr="006519C2">
        <w:rPr>
          <w:lang w:val="en-US"/>
        </w:rPr>
        <w:t>uro</w:t>
      </w:r>
      <w:r w:rsidR="00526F68" w:rsidRPr="006519C2">
        <w:rPr>
          <w:lang w:val="en-US"/>
        </w:rPr>
        <w:t xml:space="preserve"> coin</w:t>
      </w:r>
      <w:r w:rsidR="00ED059C" w:rsidRPr="006519C2">
        <w:rPr>
          <w:lang w:val="en-US"/>
        </w:rPr>
        <w:br/>
      </w:r>
      <w:r w:rsidR="00526F68" w:rsidRPr="006519C2">
        <w:rPr>
          <w:lang w:val="en-US"/>
        </w:rPr>
        <w:t>from three c</w:t>
      </w:r>
      <w:r w:rsidR="00ED059C" w:rsidRPr="006519C2">
        <w:rPr>
          <w:lang w:val="en-US"/>
        </w:rPr>
        <w:t>omponent</w:t>
      </w:r>
      <w:r w:rsidR="00526F68" w:rsidRPr="006519C2">
        <w:rPr>
          <w:lang w:val="en-US"/>
        </w:rPr>
        <w:t xml:space="preserve">s </w:t>
      </w:r>
      <w:r w:rsidR="006B1BF9" w:rsidRPr="006519C2">
        <w:rPr>
          <w:lang w:val="en-US"/>
        </w:rPr>
        <w:t>f</w:t>
      </w:r>
      <w:r w:rsidR="00526F68" w:rsidRPr="006519C2">
        <w:rPr>
          <w:lang w:val="en-US"/>
        </w:rPr>
        <w:t>o</w:t>
      </w:r>
      <w:r w:rsidR="0089067F">
        <w:rPr>
          <w:lang w:val="en-US"/>
        </w:rPr>
        <w:t xml:space="preserve">r </w:t>
      </w:r>
      <w:bookmarkStart w:id="0" w:name="_GoBack"/>
      <w:r w:rsidR="0089067F">
        <w:rPr>
          <w:lang w:val="en-US"/>
        </w:rPr>
        <w:t>S</w:t>
      </w:r>
      <w:r w:rsidR="006B1BF9" w:rsidRPr="006519C2">
        <w:rPr>
          <w:lang w:val="en-US"/>
        </w:rPr>
        <w:t>ta</w:t>
      </w:r>
      <w:r w:rsidR="00526F68" w:rsidRPr="006519C2">
        <w:rPr>
          <w:lang w:val="en-US"/>
        </w:rPr>
        <w:t>te</w:t>
      </w:r>
      <w:bookmarkEnd w:id="0"/>
      <w:r w:rsidR="00526F68" w:rsidRPr="006519C2">
        <w:rPr>
          <w:lang w:val="en-US"/>
        </w:rPr>
        <w:t xml:space="preserve"> </w:t>
      </w:r>
      <w:r w:rsidR="0089067F">
        <w:rPr>
          <w:lang w:val="en-US"/>
        </w:rPr>
        <w:t>M</w:t>
      </w:r>
      <w:r w:rsidR="00526F68" w:rsidRPr="006519C2">
        <w:rPr>
          <w:lang w:val="en-US"/>
        </w:rPr>
        <w:t>ints</w:t>
      </w:r>
    </w:p>
    <w:p w14:paraId="6FA28EE1" w14:textId="77777777" w:rsidR="00476D9C" w:rsidRPr="006519C2" w:rsidRDefault="00476D9C" w:rsidP="00476D9C">
      <w:pPr>
        <w:rPr>
          <w:lang w:val="en-US"/>
        </w:rPr>
      </w:pPr>
    </w:p>
    <w:p w14:paraId="4A503656" w14:textId="3CAB474C" w:rsidR="007E1606" w:rsidRPr="006519C2" w:rsidRDefault="00C82B81" w:rsidP="007652D4">
      <w:pPr>
        <w:rPr>
          <w:color w:val="FF0000"/>
          <w:lang w:val="en-US"/>
        </w:rPr>
      </w:pPr>
      <w:r w:rsidRPr="006519C2">
        <w:rPr>
          <w:i/>
          <w:lang w:val="en-US"/>
        </w:rPr>
        <w:t xml:space="preserve">Göppingen, </w:t>
      </w:r>
      <w:r w:rsidR="00526F68" w:rsidRPr="006519C2">
        <w:rPr>
          <w:i/>
          <w:lang w:val="en-US"/>
        </w:rPr>
        <w:t xml:space="preserve">May </w:t>
      </w:r>
      <w:r w:rsidR="00591AF2">
        <w:rPr>
          <w:i/>
          <w:lang w:val="en-US"/>
        </w:rPr>
        <w:t>20</w:t>
      </w:r>
      <w:r w:rsidR="00526F68" w:rsidRPr="006519C2">
        <w:rPr>
          <w:i/>
          <w:lang w:val="en-US"/>
        </w:rPr>
        <w:t xml:space="preserve">, </w:t>
      </w:r>
      <w:r w:rsidR="005833D5" w:rsidRPr="006519C2">
        <w:rPr>
          <w:i/>
          <w:lang w:val="en-US"/>
        </w:rPr>
        <w:t>201</w:t>
      </w:r>
      <w:r w:rsidR="00591AF2">
        <w:rPr>
          <w:i/>
          <w:lang w:val="en-US"/>
        </w:rPr>
        <w:t>5</w:t>
      </w:r>
      <w:r w:rsidR="005833D5" w:rsidRPr="006519C2">
        <w:rPr>
          <w:i/>
          <w:lang w:val="en-US"/>
        </w:rPr>
        <w:t xml:space="preserve"> </w:t>
      </w:r>
      <w:r w:rsidR="000F2F77" w:rsidRPr="006519C2">
        <w:rPr>
          <w:lang w:val="en-US"/>
        </w:rPr>
        <w:t>–</w:t>
      </w:r>
      <w:r w:rsidR="005833D5" w:rsidRPr="006519C2">
        <w:rPr>
          <w:lang w:val="en-US"/>
        </w:rPr>
        <w:t xml:space="preserve"> </w:t>
      </w:r>
      <w:r w:rsidR="00526F68" w:rsidRPr="006519C2">
        <w:rPr>
          <w:lang w:val="en-US"/>
        </w:rPr>
        <w:t>An outer ring a</w:t>
      </w:r>
      <w:r w:rsidR="00E00E75" w:rsidRPr="006519C2">
        <w:rPr>
          <w:lang w:val="en-US"/>
        </w:rPr>
        <w:t xml:space="preserve">nd </w:t>
      </w:r>
      <w:r w:rsidR="00526F68" w:rsidRPr="006519C2">
        <w:rPr>
          <w:lang w:val="en-US"/>
        </w:rPr>
        <w:t xml:space="preserve">an </w:t>
      </w:r>
      <w:r w:rsidR="00E00E75" w:rsidRPr="006519C2">
        <w:rPr>
          <w:lang w:val="en-US"/>
        </w:rPr>
        <w:t>inner</w:t>
      </w:r>
      <w:r w:rsidR="00526F68" w:rsidRPr="006519C2">
        <w:rPr>
          <w:lang w:val="en-US"/>
        </w:rPr>
        <w:t xml:space="preserve"> core made of m</w:t>
      </w:r>
      <w:r w:rsidR="00E00E75" w:rsidRPr="006519C2">
        <w:rPr>
          <w:lang w:val="en-US"/>
        </w:rPr>
        <w:t>etal</w:t>
      </w:r>
      <w:r w:rsidR="00526F68" w:rsidRPr="006519C2">
        <w:rPr>
          <w:lang w:val="en-US"/>
        </w:rPr>
        <w:t xml:space="preserve"> with a </w:t>
      </w:r>
      <w:r w:rsidR="00E00E75" w:rsidRPr="006519C2">
        <w:rPr>
          <w:lang w:val="en-US"/>
        </w:rPr>
        <w:t>blue</w:t>
      </w:r>
      <w:r w:rsidR="00526F68" w:rsidRPr="006519C2">
        <w:rPr>
          <w:lang w:val="en-US"/>
        </w:rPr>
        <w:t xml:space="preserve"> p</w:t>
      </w:r>
      <w:r w:rsidR="00E00E75" w:rsidRPr="006519C2">
        <w:rPr>
          <w:lang w:val="en-US"/>
        </w:rPr>
        <w:t>olymer</w:t>
      </w:r>
      <w:r w:rsidR="00526F68" w:rsidRPr="006519C2">
        <w:rPr>
          <w:lang w:val="en-US"/>
        </w:rPr>
        <w:t xml:space="preserve"> </w:t>
      </w:r>
      <w:r w:rsidR="00E00E75" w:rsidRPr="006519C2">
        <w:rPr>
          <w:lang w:val="en-US"/>
        </w:rPr>
        <w:t xml:space="preserve">ring </w:t>
      </w:r>
      <w:r w:rsidR="00526F68" w:rsidRPr="006519C2">
        <w:rPr>
          <w:lang w:val="en-US"/>
        </w:rPr>
        <w:t>between them</w:t>
      </w:r>
      <w:r w:rsidR="00E00E75" w:rsidRPr="006519C2">
        <w:rPr>
          <w:lang w:val="en-US"/>
        </w:rPr>
        <w:t xml:space="preserve">: </w:t>
      </w:r>
      <w:r w:rsidR="00526F68" w:rsidRPr="006519C2">
        <w:rPr>
          <w:lang w:val="en-US"/>
        </w:rPr>
        <w:t>these three c</w:t>
      </w:r>
      <w:r w:rsidR="00E00E75" w:rsidRPr="006519C2">
        <w:rPr>
          <w:lang w:val="en-US"/>
        </w:rPr>
        <w:t>omponent</w:t>
      </w:r>
      <w:r w:rsidR="00526F68" w:rsidRPr="006519C2">
        <w:rPr>
          <w:lang w:val="en-US"/>
        </w:rPr>
        <w:t xml:space="preserve">s will be used to </w:t>
      </w:r>
      <w:r w:rsidR="00095661" w:rsidRPr="006519C2">
        <w:rPr>
          <w:lang w:val="en-US"/>
        </w:rPr>
        <w:t xml:space="preserve">produce a </w:t>
      </w:r>
      <w:r w:rsidR="00E00E75" w:rsidRPr="006519C2">
        <w:rPr>
          <w:lang w:val="en-US"/>
        </w:rPr>
        <w:t>ne</w:t>
      </w:r>
      <w:r w:rsidR="00095661" w:rsidRPr="006519C2">
        <w:rPr>
          <w:lang w:val="en-US"/>
        </w:rPr>
        <w:t xml:space="preserve">w five-euro collector coin which is to appear soon </w:t>
      </w:r>
      <w:r w:rsidR="00E00E75" w:rsidRPr="006519C2">
        <w:rPr>
          <w:lang w:val="en-US"/>
        </w:rPr>
        <w:t xml:space="preserve">in </w:t>
      </w:r>
      <w:r w:rsidR="00095661" w:rsidRPr="006519C2">
        <w:rPr>
          <w:lang w:val="en-US"/>
        </w:rPr>
        <w:t>Germany</w:t>
      </w:r>
      <w:r w:rsidR="00E00E75" w:rsidRPr="006519C2">
        <w:rPr>
          <w:lang w:val="en-US"/>
        </w:rPr>
        <w:t xml:space="preserve">. </w:t>
      </w:r>
      <w:r w:rsidR="00095661" w:rsidRPr="006519C2">
        <w:rPr>
          <w:lang w:val="en-US"/>
        </w:rPr>
        <w:t xml:space="preserve">The German government </w:t>
      </w:r>
      <w:r w:rsidR="00E00E75" w:rsidRPr="006519C2">
        <w:rPr>
          <w:lang w:val="en-US"/>
        </w:rPr>
        <w:t>ha</w:t>
      </w:r>
      <w:r w:rsidR="00095661" w:rsidRPr="006519C2">
        <w:rPr>
          <w:lang w:val="en-US"/>
        </w:rPr>
        <w:t xml:space="preserve">s decided to issue this world’s first in the first half of </w:t>
      </w:r>
      <w:r w:rsidR="00E00E75" w:rsidRPr="006519C2">
        <w:rPr>
          <w:lang w:val="en-US"/>
        </w:rPr>
        <w:t xml:space="preserve">2016. </w:t>
      </w:r>
      <w:r w:rsidR="00095661" w:rsidRPr="006519C2">
        <w:rPr>
          <w:lang w:val="en-US"/>
        </w:rPr>
        <w:t>The p</w:t>
      </w:r>
      <w:r w:rsidR="00643B94" w:rsidRPr="006519C2">
        <w:rPr>
          <w:lang w:val="en-US"/>
        </w:rPr>
        <w:t>ress</w:t>
      </w:r>
      <w:r w:rsidR="00095661" w:rsidRPr="006519C2">
        <w:rPr>
          <w:lang w:val="en-US"/>
        </w:rPr>
        <w:t xml:space="preserve"> manufacturer </w:t>
      </w:r>
      <w:r w:rsidR="00EC48D7" w:rsidRPr="006519C2">
        <w:rPr>
          <w:lang w:val="en-US"/>
        </w:rPr>
        <w:t xml:space="preserve">Schuler </w:t>
      </w:r>
      <w:r w:rsidR="00095661" w:rsidRPr="006519C2">
        <w:rPr>
          <w:lang w:val="en-US"/>
        </w:rPr>
        <w:t xml:space="preserve">is </w:t>
      </w:r>
      <w:r w:rsidR="00095661" w:rsidRPr="007652D4">
        <w:rPr>
          <w:lang w:val="en-US"/>
        </w:rPr>
        <w:t>currently developing the equipment needed to join the three c</w:t>
      </w:r>
      <w:r w:rsidR="00E00E75" w:rsidRPr="007652D4">
        <w:rPr>
          <w:lang w:val="en-US"/>
        </w:rPr>
        <w:t>omponent</w:t>
      </w:r>
      <w:r w:rsidR="00095661" w:rsidRPr="007652D4">
        <w:rPr>
          <w:lang w:val="en-US"/>
        </w:rPr>
        <w:t>s</w:t>
      </w:r>
      <w:r w:rsidR="00EC48D7" w:rsidRPr="007652D4">
        <w:rPr>
          <w:lang w:val="en-US"/>
        </w:rPr>
        <w:t xml:space="preserve"> </w:t>
      </w:r>
      <w:r w:rsidR="00095661" w:rsidRPr="007652D4">
        <w:rPr>
          <w:lang w:val="en-US"/>
        </w:rPr>
        <w:t>a</w:t>
      </w:r>
      <w:r w:rsidR="00EC48D7" w:rsidRPr="007652D4">
        <w:rPr>
          <w:lang w:val="en-US"/>
        </w:rPr>
        <w:t xml:space="preserve">nd </w:t>
      </w:r>
      <w:r w:rsidR="0089067F">
        <w:rPr>
          <w:lang w:val="en-US"/>
        </w:rPr>
        <w:t>is working closing with the S</w:t>
      </w:r>
      <w:r w:rsidR="00095661" w:rsidRPr="007652D4">
        <w:rPr>
          <w:lang w:val="en-US"/>
        </w:rPr>
        <w:t xml:space="preserve">tate </w:t>
      </w:r>
      <w:r w:rsidR="0089067F">
        <w:rPr>
          <w:lang w:val="en-US"/>
        </w:rPr>
        <w:t>M</w:t>
      </w:r>
      <w:r w:rsidR="00095661" w:rsidRPr="007652D4">
        <w:rPr>
          <w:lang w:val="en-US"/>
        </w:rPr>
        <w:t xml:space="preserve">ints of </w:t>
      </w:r>
      <w:r w:rsidR="0055070B" w:rsidRPr="007652D4">
        <w:rPr>
          <w:lang w:val="en-US"/>
        </w:rPr>
        <w:t xml:space="preserve">Baden-Württemberg </w:t>
      </w:r>
      <w:r w:rsidR="00095661" w:rsidRPr="007652D4">
        <w:rPr>
          <w:lang w:val="en-US"/>
        </w:rPr>
        <w:t>a</w:t>
      </w:r>
      <w:r w:rsidR="0055070B" w:rsidRPr="007652D4">
        <w:rPr>
          <w:lang w:val="en-US"/>
        </w:rPr>
        <w:t>nd Ba</w:t>
      </w:r>
      <w:r w:rsidR="00095661" w:rsidRPr="007652D4">
        <w:rPr>
          <w:lang w:val="en-US"/>
        </w:rPr>
        <w:t>varia</w:t>
      </w:r>
      <w:r w:rsidR="008D57BB" w:rsidRPr="007652D4">
        <w:rPr>
          <w:lang w:val="en-US"/>
        </w:rPr>
        <w:t xml:space="preserve">. </w:t>
      </w:r>
      <w:r w:rsidR="007652D4" w:rsidRPr="007652D4">
        <w:rPr>
          <w:lang w:val="en-US"/>
        </w:rPr>
        <w:t>Schuler has filed several patent applications for the manufacturing process of such coins</w:t>
      </w:r>
      <w:r w:rsidR="008D57BB" w:rsidRPr="007652D4">
        <w:rPr>
          <w:lang w:val="en-US"/>
        </w:rPr>
        <w:t>.</w:t>
      </w:r>
    </w:p>
    <w:p w14:paraId="024170F7" w14:textId="77777777" w:rsidR="007E1606" w:rsidRPr="006519C2" w:rsidRDefault="007E1606" w:rsidP="007E1606">
      <w:pPr>
        <w:rPr>
          <w:lang w:val="en-US"/>
        </w:rPr>
      </w:pPr>
    </w:p>
    <w:p w14:paraId="2397608A" w14:textId="2DD5C797" w:rsidR="00D6772A" w:rsidRPr="006519C2" w:rsidRDefault="00D6772A" w:rsidP="007E1606">
      <w:pPr>
        <w:rPr>
          <w:lang w:val="en-US"/>
        </w:rPr>
      </w:pPr>
      <w:r w:rsidRPr="006519C2">
        <w:rPr>
          <w:lang w:val="en-US"/>
        </w:rPr>
        <w:t xml:space="preserve">Schuler </w:t>
      </w:r>
      <w:r w:rsidR="00095661" w:rsidRPr="006519C2">
        <w:rPr>
          <w:lang w:val="en-US"/>
        </w:rPr>
        <w:t xml:space="preserve">is benefitting here from its experience in developing minting </w:t>
      </w:r>
      <w:r w:rsidRPr="006519C2">
        <w:rPr>
          <w:lang w:val="en-US"/>
        </w:rPr>
        <w:t>presse</w:t>
      </w:r>
      <w:r w:rsidR="00095661" w:rsidRPr="006519C2">
        <w:rPr>
          <w:lang w:val="en-US"/>
        </w:rPr>
        <w:t>s for b</w:t>
      </w:r>
      <w:r w:rsidRPr="006519C2">
        <w:rPr>
          <w:lang w:val="en-US"/>
        </w:rPr>
        <w:t>imetal</w:t>
      </w:r>
      <w:r w:rsidR="00095661" w:rsidRPr="006519C2">
        <w:rPr>
          <w:lang w:val="en-US"/>
        </w:rPr>
        <w:t xml:space="preserve"> coins following the e</w:t>
      </w:r>
      <w:r w:rsidRPr="006519C2">
        <w:rPr>
          <w:lang w:val="en-US"/>
        </w:rPr>
        <w:t>uro</w:t>
      </w:r>
      <w:r w:rsidR="00095661" w:rsidRPr="006519C2">
        <w:rPr>
          <w:lang w:val="en-US"/>
        </w:rPr>
        <w:t xml:space="preserve"> launch</w:t>
      </w:r>
      <w:r w:rsidRPr="006519C2">
        <w:rPr>
          <w:lang w:val="en-US"/>
        </w:rPr>
        <w:t xml:space="preserve">. </w:t>
      </w:r>
      <w:r w:rsidR="00C93018">
        <w:rPr>
          <w:lang w:val="en-US"/>
        </w:rPr>
        <w:t>The</w:t>
      </w:r>
      <w:r w:rsidR="00095661" w:rsidRPr="006519C2">
        <w:rPr>
          <w:lang w:val="en-US"/>
        </w:rPr>
        <w:t xml:space="preserve"> world’s leading supplier of minting t</w:t>
      </w:r>
      <w:r w:rsidR="006A0BB0" w:rsidRPr="006519C2">
        <w:rPr>
          <w:lang w:val="en-US"/>
        </w:rPr>
        <w:t>echn</w:t>
      </w:r>
      <w:r w:rsidR="00095661" w:rsidRPr="006519C2">
        <w:rPr>
          <w:lang w:val="en-US"/>
        </w:rPr>
        <w:t>ology also supplied the fi</w:t>
      </w:r>
      <w:r w:rsidR="006A0BB0" w:rsidRPr="006519C2">
        <w:rPr>
          <w:lang w:val="en-US"/>
        </w:rPr>
        <w:t>rst</w:t>
      </w:r>
      <w:r w:rsidR="00403DCF">
        <w:rPr>
          <w:lang w:val="en-US"/>
        </w:rPr>
        <w:t>-ever</w:t>
      </w:r>
      <w:r w:rsidR="00095661" w:rsidRPr="006519C2">
        <w:rPr>
          <w:lang w:val="en-US"/>
        </w:rPr>
        <w:t xml:space="preserve"> p</w:t>
      </w:r>
      <w:r w:rsidR="006A0BB0" w:rsidRPr="006519C2">
        <w:rPr>
          <w:lang w:val="en-US"/>
        </w:rPr>
        <w:t>ress</w:t>
      </w:r>
      <w:r w:rsidR="00095661" w:rsidRPr="006519C2">
        <w:rPr>
          <w:lang w:val="en-US"/>
        </w:rPr>
        <w:t xml:space="preserve"> </w:t>
      </w:r>
      <w:r w:rsidR="006A0BB0" w:rsidRPr="006519C2">
        <w:rPr>
          <w:lang w:val="en-US"/>
        </w:rPr>
        <w:t>f</w:t>
      </w:r>
      <w:r w:rsidR="00095661" w:rsidRPr="006519C2">
        <w:rPr>
          <w:lang w:val="en-US"/>
        </w:rPr>
        <w:t>o</w:t>
      </w:r>
      <w:r w:rsidR="006A0BB0" w:rsidRPr="006519C2">
        <w:rPr>
          <w:lang w:val="en-US"/>
        </w:rPr>
        <w:t xml:space="preserve">r </w:t>
      </w:r>
      <w:proofErr w:type="spellStart"/>
      <w:r w:rsidR="00095661" w:rsidRPr="006519C2">
        <w:rPr>
          <w:lang w:val="en-US"/>
        </w:rPr>
        <w:t>t</w:t>
      </w:r>
      <w:r w:rsidR="006A0BB0" w:rsidRPr="006519C2">
        <w:rPr>
          <w:lang w:val="en-US"/>
        </w:rPr>
        <w:t>rimetal</w:t>
      </w:r>
      <w:proofErr w:type="spellEnd"/>
      <w:r w:rsidR="00095661" w:rsidRPr="006519C2">
        <w:rPr>
          <w:lang w:val="en-US"/>
        </w:rPr>
        <w:t xml:space="preserve"> coins to the </w:t>
      </w:r>
      <w:r w:rsidR="0089067F">
        <w:rPr>
          <w:lang w:val="en-US"/>
        </w:rPr>
        <w:t>S</w:t>
      </w:r>
      <w:r w:rsidR="00095661" w:rsidRPr="006519C2">
        <w:rPr>
          <w:lang w:val="en-US"/>
        </w:rPr>
        <w:t xml:space="preserve">tate </w:t>
      </w:r>
      <w:r w:rsidR="0089067F">
        <w:rPr>
          <w:lang w:val="en-US"/>
        </w:rPr>
        <w:t>M</w:t>
      </w:r>
      <w:r w:rsidR="00095661" w:rsidRPr="006519C2">
        <w:rPr>
          <w:lang w:val="en-US"/>
        </w:rPr>
        <w:t xml:space="preserve">int of Mexico with an output of up to </w:t>
      </w:r>
      <w:r w:rsidR="007B6DD4" w:rsidRPr="006519C2">
        <w:rPr>
          <w:lang w:val="en-US"/>
        </w:rPr>
        <w:t xml:space="preserve">500 </w:t>
      </w:r>
      <w:r w:rsidR="00095661" w:rsidRPr="006519C2">
        <w:rPr>
          <w:lang w:val="en-US"/>
        </w:rPr>
        <w:t>pieces per m</w:t>
      </w:r>
      <w:r w:rsidR="006A0BB0" w:rsidRPr="006519C2">
        <w:rPr>
          <w:lang w:val="en-US"/>
        </w:rPr>
        <w:t>inute.</w:t>
      </w:r>
    </w:p>
    <w:p w14:paraId="015F5971" w14:textId="77777777" w:rsidR="00D6772A" w:rsidRPr="006519C2" w:rsidRDefault="00D6772A" w:rsidP="007E1606">
      <w:pPr>
        <w:rPr>
          <w:lang w:val="en-US"/>
        </w:rPr>
      </w:pPr>
    </w:p>
    <w:p w14:paraId="41F6FD39" w14:textId="351C4B28" w:rsidR="00EC48D7" w:rsidRPr="006519C2" w:rsidRDefault="00095661" w:rsidP="007E1606">
      <w:pPr>
        <w:rPr>
          <w:lang w:val="en-US"/>
        </w:rPr>
      </w:pPr>
      <w:r w:rsidRPr="006519C2">
        <w:rPr>
          <w:lang w:val="en-US"/>
        </w:rPr>
        <w:t xml:space="preserve">The </w:t>
      </w:r>
      <w:r w:rsidR="0021285B" w:rsidRPr="006519C2">
        <w:rPr>
          <w:lang w:val="en-US"/>
        </w:rPr>
        <w:t>modern</w:t>
      </w:r>
      <w:r w:rsidRPr="006519C2">
        <w:rPr>
          <w:lang w:val="en-US"/>
        </w:rPr>
        <w:t xml:space="preserve"> design of the five</w:t>
      </w:r>
      <w:r w:rsidR="0021285B" w:rsidRPr="006519C2">
        <w:rPr>
          <w:lang w:val="en-US"/>
        </w:rPr>
        <w:t>-</w:t>
      </w:r>
      <w:r w:rsidRPr="006519C2">
        <w:rPr>
          <w:lang w:val="en-US"/>
        </w:rPr>
        <w:t>e</w:t>
      </w:r>
      <w:r w:rsidR="0021285B" w:rsidRPr="006519C2">
        <w:rPr>
          <w:lang w:val="en-US"/>
        </w:rPr>
        <w:t>uro</w:t>
      </w:r>
      <w:r w:rsidRPr="006519C2">
        <w:rPr>
          <w:lang w:val="en-US"/>
        </w:rPr>
        <w:t xml:space="preserve"> collector coin</w:t>
      </w:r>
      <w:r w:rsidR="0021285B" w:rsidRPr="006519C2">
        <w:rPr>
          <w:lang w:val="en-US"/>
        </w:rPr>
        <w:t xml:space="preserve">, </w:t>
      </w:r>
      <w:r w:rsidR="00123AD5" w:rsidRPr="006519C2">
        <w:rPr>
          <w:lang w:val="en-US"/>
        </w:rPr>
        <w:t xml:space="preserve">which will be available </w:t>
      </w:r>
      <w:r w:rsidR="0021285B" w:rsidRPr="006519C2">
        <w:rPr>
          <w:lang w:val="en-US"/>
        </w:rPr>
        <w:t xml:space="preserve">in </w:t>
      </w:r>
      <w:r w:rsidR="00852070" w:rsidRPr="006519C2">
        <w:rPr>
          <w:lang w:val="en-US"/>
        </w:rPr>
        <w:t>mint and proof q</w:t>
      </w:r>
      <w:r w:rsidR="0021285B" w:rsidRPr="006519C2">
        <w:rPr>
          <w:lang w:val="en-US"/>
        </w:rPr>
        <w:t>ualit</w:t>
      </w:r>
      <w:r w:rsidR="00852070" w:rsidRPr="006519C2">
        <w:rPr>
          <w:lang w:val="en-US"/>
        </w:rPr>
        <w:t>ies</w:t>
      </w:r>
      <w:r w:rsidR="0021285B" w:rsidRPr="006519C2">
        <w:rPr>
          <w:lang w:val="en-US"/>
        </w:rPr>
        <w:t xml:space="preserve">, </w:t>
      </w:r>
      <w:r w:rsidR="00852070" w:rsidRPr="006519C2">
        <w:rPr>
          <w:lang w:val="en-US"/>
        </w:rPr>
        <w:t>is aimed primarily at yo</w:t>
      </w:r>
      <w:r w:rsidR="0021285B" w:rsidRPr="006519C2">
        <w:rPr>
          <w:lang w:val="en-US"/>
        </w:rPr>
        <w:t>ung</w:t>
      </w:r>
      <w:r w:rsidR="00403DCF">
        <w:rPr>
          <w:lang w:val="en-US"/>
        </w:rPr>
        <w:t>er</w:t>
      </w:r>
      <w:r w:rsidR="00852070" w:rsidRPr="006519C2">
        <w:rPr>
          <w:lang w:val="en-US"/>
        </w:rPr>
        <w:t xml:space="preserve"> target groups with the intention of awaking their i</w:t>
      </w:r>
      <w:r w:rsidR="0021285B" w:rsidRPr="006519C2">
        <w:rPr>
          <w:lang w:val="en-US"/>
        </w:rPr>
        <w:t>nteres</w:t>
      </w:r>
      <w:r w:rsidR="00852070" w:rsidRPr="006519C2">
        <w:rPr>
          <w:lang w:val="en-US"/>
        </w:rPr>
        <w:t xml:space="preserve">t </w:t>
      </w:r>
      <w:r w:rsidR="00403DCF">
        <w:rPr>
          <w:lang w:val="en-US"/>
        </w:rPr>
        <w:t>for</w:t>
      </w:r>
      <w:r w:rsidR="00852070" w:rsidRPr="006519C2">
        <w:rPr>
          <w:lang w:val="en-US"/>
        </w:rPr>
        <w:t xml:space="preserve"> German collector coins</w:t>
      </w:r>
      <w:r w:rsidR="0021285B" w:rsidRPr="006519C2">
        <w:rPr>
          <w:lang w:val="en-US"/>
        </w:rPr>
        <w:t xml:space="preserve">. </w:t>
      </w:r>
      <w:r w:rsidR="00852070" w:rsidRPr="006519C2">
        <w:rPr>
          <w:lang w:val="en-US"/>
        </w:rPr>
        <w:t>The p</w:t>
      </w:r>
      <w:r w:rsidR="00DC5934" w:rsidRPr="006519C2">
        <w:rPr>
          <w:lang w:val="en-US"/>
        </w:rPr>
        <w:t>olymer</w:t>
      </w:r>
      <w:r w:rsidR="00852070" w:rsidRPr="006519C2">
        <w:rPr>
          <w:lang w:val="en-US"/>
        </w:rPr>
        <w:t xml:space="preserve"> </w:t>
      </w:r>
      <w:r w:rsidR="00DC5934" w:rsidRPr="006519C2">
        <w:rPr>
          <w:lang w:val="en-US"/>
        </w:rPr>
        <w:t>ring is</w:t>
      </w:r>
      <w:r w:rsidR="00852070" w:rsidRPr="006519C2">
        <w:rPr>
          <w:lang w:val="en-US"/>
        </w:rPr>
        <w:t xml:space="preserve"> partially </w:t>
      </w:r>
      <w:r w:rsidR="00403DCF" w:rsidRPr="006519C2">
        <w:rPr>
          <w:lang w:val="en-US"/>
        </w:rPr>
        <w:t>translucent</w:t>
      </w:r>
      <w:r w:rsidR="00852070" w:rsidRPr="006519C2">
        <w:rPr>
          <w:lang w:val="en-US"/>
        </w:rPr>
        <w:t xml:space="preserve">, </w:t>
      </w:r>
      <w:proofErr w:type="spellStart"/>
      <w:r w:rsidR="00E64C6E" w:rsidRPr="006519C2">
        <w:rPr>
          <w:lang w:val="en-US"/>
        </w:rPr>
        <w:t>mintable</w:t>
      </w:r>
      <w:proofErr w:type="spellEnd"/>
      <w:r w:rsidR="00E64C6E" w:rsidRPr="006519C2">
        <w:rPr>
          <w:lang w:val="en-US"/>
        </w:rPr>
        <w:t xml:space="preserve"> a</w:t>
      </w:r>
      <w:r w:rsidR="00DC5934" w:rsidRPr="006519C2">
        <w:rPr>
          <w:lang w:val="en-US"/>
        </w:rPr>
        <w:t xml:space="preserve">nd </w:t>
      </w:r>
      <w:r w:rsidR="00E64C6E" w:rsidRPr="006519C2">
        <w:rPr>
          <w:lang w:val="en-US"/>
        </w:rPr>
        <w:t>c</w:t>
      </w:r>
      <w:r w:rsidR="00DC5934" w:rsidRPr="006519C2">
        <w:rPr>
          <w:lang w:val="en-US"/>
        </w:rPr>
        <w:t>an</w:t>
      </w:r>
      <w:r w:rsidR="00E64C6E" w:rsidRPr="006519C2">
        <w:rPr>
          <w:lang w:val="en-US"/>
        </w:rPr>
        <w:t xml:space="preserve"> be colored in various shades</w:t>
      </w:r>
      <w:r w:rsidR="00DC5934" w:rsidRPr="006519C2">
        <w:rPr>
          <w:lang w:val="en-US"/>
        </w:rPr>
        <w:t xml:space="preserve">. </w:t>
      </w:r>
    </w:p>
    <w:p w14:paraId="3B5D3DE3" w14:textId="77777777" w:rsidR="0073243D" w:rsidRPr="006519C2" w:rsidRDefault="0073243D" w:rsidP="007E1606">
      <w:pPr>
        <w:rPr>
          <w:lang w:val="en-US"/>
        </w:rPr>
      </w:pPr>
    </w:p>
    <w:p w14:paraId="031C0C07" w14:textId="1C563BF8" w:rsidR="0073243D" w:rsidRPr="006519C2" w:rsidRDefault="00E64C6E" w:rsidP="007E1606">
      <w:pPr>
        <w:rPr>
          <w:lang w:val="en-US"/>
        </w:rPr>
      </w:pPr>
      <w:r w:rsidRPr="006519C2">
        <w:rPr>
          <w:lang w:val="en-US"/>
        </w:rPr>
        <w:t>The</w:t>
      </w:r>
      <w:r w:rsidR="0073243D" w:rsidRPr="006519C2">
        <w:rPr>
          <w:lang w:val="en-US"/>
        </w:rPr>
        <w:t xml:space="preserve"> n</w:t>
      </w:r>
      <w:r w:rsidRPr="006519C2">
        <w:rPr>
          <w:lang w:val="en-US"/>
        </w:rPr>
        <w:t>ine-gram coin is called “</w:t>
      </w:r>
      <w:r w:rsidR="0073243D" w:rsidRPr="006519C2">
        <w:rPr>
          <w:lang w:val="en-US"/>
        </w:rPr>
        <w:t>Planet E</w:t>
      </w:r>
      <w:r w:rsidRPr="006519C2">
        <w:rPr>
          <w:lang w:val="en-US"/>
        </w:rPr>
        <w:t>arth” a</w:t>
      </w:r>
      <w:r w:rsidR="0073243D" w:rsidRPr="006519C2">
        <w:rPr>
          <w:lang w:val="en-US"/>
        </w:rPr>
        <w:t xml:space="preserve">nd </w:t>
      </w:r>
      <w:r w:rsidRPr="006519C2">
        <w:rPr>
          <w:lang w:val="en-US"/>
        </w:rPr>
        <w:t>displays the globe surrounded by different celestial bodies on the reverse side</w:t>
      </w:r>
      <w:r w:rsidR="001C15FD" w:rsidRPr="006519C2">
        <w:rPr>
          <w:lang w:val="en-US"/>
        </w:rPr>
        <w:t xml:space="preserve">. </w:t>
      </w:r>
      <w:r w:rsidRPr="006519C2">
        <w:rPr>
          <w:lang w:val="en-US"/>
        </w:rPr>
        <w:t xml:space="preserve">The </w:t>
      </w:r>
      <w:r w:rsidR="001C15FD" w:rsidRPr="006519C2">
        <w:rPr>
          <w:lang w:val="en-US"/>
        </w:rPr>
        <w:t xml:space="preserve">blue </w:t>
      </w:r>
      <w:r w:rsidRPr="006519C2">
        <w:rPr>
          <w:lang w:val="en-US"/>
        </w:rPr>
        <w:t>p</w:t>
      </w:r>
      <w:r w:rsidR="001C15FD" w:rsidRPr="006519C2">
        <w:rPr>
          <w:lang w:val="en-US"/>
        </w:rPr>
        <w:t>olymer</w:t>
      </w:r>
      <w:r w:rsidRPr="006519C2">
        <w:rPr>
          <w:lang w:val="en-US"/>
        </w:rPr>
        <w:t xml:space="preserve"> </w:t>
      </w:r>
      <w:r w:rsidR="001C15FD" w:rsidRPr="006519C2">
        <w:rPr>
          <w:lang w:val="en-US"/>
        </w:rPr>
        <w:t xml:space="preserve">ring </w:t>
      </w:r>
      <w:r w:rsidRPr="006519C2">
        <w:rPr>
          <w:lang w:val="en-US"/>
        </w:rPr>
        <w:t xml:space="preserve">represents the </w:t>
      </w:r>
      <w:r w:rsidR="001C15FD" w:rsidRPr="006519C2">
        <w:rPr>
          <w:lang w:val="en-US"/>
        </w:rPr>
        <w:t>E</w:t>
      </w:r>
      <w:r w:rsidRPr="006519C2">
        <w:rPr>
          <w:lang w:val="en-US"/>
        </w:rPr>
        <w:t xml:space="preserve">arth’s </w:t>
      </w:r>
      <w:r w:rsidR="001C15FD" w:rsidRPr="006519C2">
        <w:rPr>
          <w:lang w:val="en-US"/>
        </w:rPr>
        <w:t>atmosph</w:t>
      </w:r>
      <w:r w:rsidRPr="006519C2">
        <w:rPr>
          <w:lang w:val="en-US"/>
        </w:rPr>
        <w:t>e</w:t>
      </w:r>
      <w:r w:rsidR="001C15FD" w:rsidRPr="006519C2">
        <w:rPr>
          <w:lang w:val="en-US"/>
        </w:rPr>
        <w:t xml:space="preserve">re. </w:t>
      </w:r>
      <w:r w:rsidRPr="006519C2">
        <w:rPr>
          <w:lang w:val="en-US"/>
        </w:rPr>
        <w:t xml:space="preserve">The front of the coin features both the German eagle and the twelve </w:t>
      </w:r>
      <w:r w:rsidR="0073243D" w:rsidRPr="006519C2">
        <w:rPr>
          <w:lang w:val="en-US"/>
        </w:rPr>
        <w:t>Europ</w:t>
      </w:r>
      <w:r w:rsidRPr="006519C2">
        <w:rPr>
          <w:lang w:val="en-US"/>
        </w:rPr>
        <w:t>ean stars</w:t>
      </w:r>
      <w:r w:rsidR="0073243D" w:rsidRPr="006519C2">
        <w:rPr>
          <w:lang w:val="en-US"/>
        </w:rPr>
        <w:t>.</w:t>
      </w:r>
      <w:r w:rsidR="00517D7F">
        <w:rPr>
          <w:lang w:val="en-US"/>
        </w:rPr>
        <w:t xml:space="preserve"> </w:t>
      </w:r>
      <w:r w:rsidR="00517D7F">
        <w:rPr>
          <w:rStyle w:val="hps"/>
          <w:lang w:val="en"/>
        </w:rPr>
        <w:t>Artist</w:t>
      </w:r>
      <w:r w:rsidR="00517D7F">
        <w:rPr>
          <w:lang w:val="en"/>
        </w:rPr>
        <w:t xml:space="preserve"> </w:t>
      </w:r>
      <w:r w:rsidR="00517D7F">
        <w:rPr>
          <w:rStyle w:val="hps"/>
          <w:lang w:val="en"/>
        </w:rPr>
        <w:t>Stefan Klein</w:t>
      </w:r>
      <w:r w:rsidR="00517D7F">
        <w:rPr>
          <w:lang w:val="en"/>
        </w:rPr>
        <w:t xml:space="preserve"> from</w:t>
      </w:r>
      <w:r w:rsidR="00517D7F">
        <w:rPr>
          <w:rStyle w:val="hps"/>
          <w:lang w:val="en"/>
        </w:rPr>
        <w:t xml:space="preserve"> Iserlohn has designed the coin</w:t>
      </w:r>
      <w:r w:rsidR="00517D7F">
        <w:rPr>
          <w:lang w:val="en"/>
        </w:rPr>
        <w:t xml:space="preserve">. </w:t>
      </w:r>
      <w:r w:rsidR="00517D7F">
        <w:rPr>
          <w:rStyle w:val="hps"/>
          <w:lang w:val="en"/>
        </w:rPr>
        <w:t>The draft of the eagle is based on a template</w:t>
      </w:r>
      <w:r w:rsidR="00517D7F">
        <w:rPr>
          <w:lang w:val="en"/>
        </w:rPr>
        <w:t xml:space="preserve"> </w:t>
      </w:r>
      <w:r w:rsidR="00517D7F">
        <w:rPr>
          <w:rStyle w:val="hps"/>
          <w:lang w:val="en"/>
        </w:rPr>
        <w:t>by</w:t>
      </w:r>
      <w:r w:rsidR="00517D7F">
        <w:rPr>
          <w:lang w:val="en"/>
        </w:rPr>
        <w:t xml:space="preserve"> </w:t>
      </w:r>
      <w:r w:rsidR="00517D7F">
        <w:rPr>
          <w:rStyle w:val="hps"/>
          <w:lang w:val="en"/>
        </w:rPr>
        <w:t>Alina</w:t>
      </w:r>
      <w:r w:rsidR="00517D7F">
        <w:rPr>
          <w:lang w:val="en"/>
        </w:rPr>
        <w:t xml:space="preserve"> </w:t>
      </w:r>
      <w:r w:rsidR="00517D7F">
        <w:rPr>
          <w:rStyle w:val="hps"/>
          <w:lang w:val="en"/>
        </w:rPr>
        <w:t>Hoyer</w:t>
      </w:r>
      <w:r w:rsidR="00517D7F">
        <w:rPr>
          <w:lang w:val="en"/>
        </w:rPr>
        <w:t xml:space="preserve"> </w:t>
      </w:r>
      <w:r w:rsidR="00517D7F">
        <w:rPr>
          <w:rStyle w:val="hps"/>
          <w:lang w:val="en"/>
        </w:rPr>
        <w:t>from</w:t>
      </w:r>
      <w:r w:rsidR="00517D7F">
        <w:rPr>
          <w:lang w:val="en"/>
        </w:rPr>
        <w:t xml:space="preserve"> </w:t>
      </w:r>
      <w:r w:rsidR="00517D7F">
        <w:rPr>
          <w:rStyle w:val="hps"/>
          <w:lang w:val="en"/>
        </w:rPr>
        <w:t>Berlin</w:t>
      </w:r>
      <w:r w:rsidR="00517D7F">
        <w:rPr>
          <w:lang w:val="en"/>
        </w:rPr>
        <w:t>.</w:t>
      </w:r>
    </w:p>
    <w:p w14:paraId="660624DC" w14:textId="77777777" w:rsidR="0073243D" w:rsidRPr="006519C2" w:rsidRDefault="0073243D" w:rsidP="007E1606">
      <w:pPr>
        <w:rPr>
          <w:lang w:val="en-US"/>
        </w:rPr>
      </w:pPr>
    </w:p>
    <w:p w14:paraId="14C0EE3C" w14:textId="77777777" w:rsidR="007E1606" w:rsidRPr="006519C2" w:rsidRDefault="007E1606" w:rsidP="007E1606">
      <w:pPr>
        <w:rPr>
          <w:lang w:val="en-US"/>
        </w:rPr>
      </w:pPr>
    </w:p>
    <w:p w14:paraId="5AA6496D" w14:textId="77777777" w:rsidR="00A8224F" w:rsidRPr="006519C2" w:rsidRDefault="00A8224F" w:rsidP="00A8224F">
      <w:pPr>
        <w:pStyle w:val="berschrift3"/>
        <w:rPr>
          <w:lang w:val="en-US"/>
        </w:rPr>
      </w:pPr>
      <w:r w:rsidRPr="006519C2">
        <w:rPr>
          <w:lang w:val="en-US"/>
        </w:rPr>
        <w:t>Captions</w:t>
      </w:r>
    </w:p>
    <w:p w14:paraId="76EE1FEB" w14:textId="4E89BDCC" w:rsidR="00C82B81" w:rsidRPr="006519C2" w:rsidRDefault="007E1606" w:rsidP="007E1606">
      <w:pPr>
        <w:rPr>
          <w:lang w:val="en-US"/>
        </w:rPr>
      </w:pPr>
      <w:r w:rsidRPr="006519C2">
        <w:rPr>
          <w:lang w:val="en-US"/>
        </w:rPr>
        <w:t xml:space="preserve">Bild.jpg: </w:t>
      </w:r>
      <w:r w:rsidR="00E64C6E" w:rsidRPr="006519C2">
        <w:rPr>
          <w:lang w:val="en-US"/>
        </w:rPr>
        <w:t xml:space="preserve">The blue polymer ring of the collector coin represents the Earth’s atmosphere. </w:t>
      </w:r>
    </w:p>
    <w:p w14:paraId="71A496D7" w14:textId="77777777" w:rsidR="009B2577" w:rsidRPr="006519C2" w:rsidRDefault="009B2577" w:rsidP="007E1606">
      <w:pPr>
        <w:rPr>
          <w:lang w:val="en-US"/>
        </w:rPr>
      </w:pPr>
    </w:p>
    <w:p w14:paraId="523BAD3E" w14:textId="1C0BBBCF" w:rsidR="005833D5" w:rsidRPr="006519C2" w:rsidRDefault="00A8224F" w:rsidP="005833D5">
      <w:pPr>
        <w:rPr>
          <w:i/>
          <w:lang w:val="en-US"/>
        </w:rPr>
      </w:pPr>
      <w:r w:rsidRPr="006519C2">
        <w:rPr>
          <w:i/>
          <w:lang w:val="en-US"/>
        </w:rPr>
        <w:t>Please name the</w:t>
      </w:r>
      <w:r w:rsidR="006A6DD8" w:rsidRPr="006519C2">
        <w:rPr>
          <w:i/>
          <w:lang w:val="en-US"/>
        </w:rPr>
        <w:t xml:space="preserve"> </w:t>
      </w:r>
      <w:r w:rsidRPr="006519C2">
        <w:rPr>
          <w:i/>
          <w:lang w:val="en-US"/>
        </w:rPr>
        <w:t>“</w:t>
      </w:r>
      <w:proofErr w:type="spellStart"/>
      <w:r w:rsidRPr="006519C2">
        <w:rPr>
          <w:i/>
          <w:lang w:val="en-US"/>
        </w:rPr>
        <w:t>Bundesamt</w:t>
      </w:r>
      <w:proofErr w:type="spellEnd"/>
      <w:r w:rsidRPr="006519C2">
        <w:rPr>
          <w:i/>
          <w:lang w:val="en-US"/>
        </w:rPr>
        <w:t xml:space="preserve"> </w:t>
      </w:r>
      <w:proofErr w:type="spellStart"/>
      <w:r w:rsidRPr="006519C2">
        <w:rPr>
          <w:i/>
          <w:lang w:val="en-US"/>
        </w:rPr>
        <w:t>für</w:t>
      </w:r>
      <w:proofErr w:type="spellEnd"/>
      <w:r w:rsidRPr="006519C2">
        <w:rPr>
          <w:i/>
          <w:lang w:val="en-US"/>
        </w:rPr>
        <w:t xml:space="preserve"> </w:t>
      </w:r>
      <w:proofErr w:type="spellStart"/>
      <w:r w:rsidRPr="006519C2">
        <w:rPr>
          <w:i/>
          <w:lang w:val="en-US"/>
        </w:rPr>
        <w:t>zentrale</w:t>
      </w:r>
      <w:proofErr w:type="spellEnd"/>
      <w:r w:rsidRPr="006519C2">
        <w:rPr>
          <w:i/>
          <w:lang w:val="en-US"/>
        </w:rPr>
        <w:t xml:space="preserve"> </w:t>
      </w:r>
      <w:proofErr w:type="spellStart"/>
      <w:r w:rsidRPr="006519C2">
        <w:rPr>
          <w:i/>
          <w:lang w:val="en-US"/>
        </w:rPr>
        <w:t>Dienste</w:t>
      </w:r>
      <w:proofErr w:type="spellEnd"/>
      <w:r w:rsidRPr="006519C2">
        <w:rPr>
          <w:i/>
          <w:lang w:val="en-US"/>
        </w:rPr>
        <w:t xml:space="preserve"> und </w:t>
      </w:r>
      <w:proofErr w:type="spellStart"/>
      <w:r w:rsidRPr="006519C2">
        <w:rPr>
          <w:i/>
          <w:lang w:val="en-US"/>
        </w:rPr>
        <w:t>offene</w:t>
      </w:r>
      <w:proofErr w:type="spellEnd"/>
      <w:r w:rsidRPr="006519C2">
        <w:rPr>
          <w:i/>
          <w:lang w:val="en-US"/>
        </w:rPr>
        <w:t xml:space="preserve"> </w:t>
      </w:r>
      <w:proofErr w:type="spellStart"/>
      <w:r w:rsidRPr="006519C2">
        <w:rPr>
          <w:i/>
          <w:lang w:val="en-US"/>
        </w:rPr>
        <w:t>Vermögensfragen</w:t>
      </w:r>
      <w:proofErr w:type="spellEnd"/>
      <w:r w:rsidR="005847D6">
        <w:rPr>
          <w:i/>
          <w:lang w:val="en-US"/>
        </w:rPr>
        <w:t xml:space="preserve"> (BADV)</w:t>
      </w:r>
      <w:r w:rsidRPr="006519C2">
        <w:rPr>
          <w:i/>
          <w:lang w:val="en-US"/>
        </w:rPr>
        <w:t xml:space="preserve">” </w:t>
      </w:r>
      <w:r w:rsidR="006A6DD8" w:rsidRPr="006519C2">
        <w:rPr>
          <w:i/>
          <w:lang w:val="en-US"/>
        </w:rPr>
        <w:t xml:space="preserve">(German Federal Office for Central Services and Unresolved Property Issues) </w:t>
      </w:r>
      <w:r w:rsidRPr="006519C2">
        <w:rPr>
          <w:i/>
          <w:lang w:val="en-US"/>
        </w:rPr>
        <w:t>as the photo source</w:t>
      </w:r>
      <w:r w:rsidR="005833D5" w:rsidRPr="006519C2">
        <w:rPr>
          <w:i/>
          <w:lang w:val="en-US"/>
        </w:rPr>
        <w:t>.</w:t>
      </w:r>
    </w:p>
    <w:p w14:paraId="5671F62B" w14:textId="77777777" w:rsidR="00A52517" w:rsidRPr="006519C2" w:rsidRDefault="00A52517">
      <w:pPr>
        <w:spacing w:line="240" w:lineRule="auto"/>
        <w:rPr>
          <w:rFonts w:cs="Arial"/>
          <w:lang w:val="en-US"/>
        </w:rPr>
      </w:pPr>
    </w:p>
    <w:p w14:paraId="6CFDB6DF" w14:textId="77777777" w:rsidR="005833D5" w:rsidRPr="006519C2" w:rsidRDefault="005833D5" w:rsidP="008E1F8F">
      <w:pPr>
        <w:ind w:right="-15"/>
        <w:outlineLvl w:val="0"/>
        <w:rPr>
          <w:rFonts w:cs="Arial"/>
          <w:lang w:val="en-US"/>
        </w:rPr>
      </w:pPr>
    </w:p>
    <w:p w14:paraId="5C5D6E63" w14:textId="77777777" w:rsidR="005833D5" w:rsidRPr="006519C2" w:rsidRDefault="005833D5" w:rsidP="008E1F8F">
      <w:pPr>
        <w:pBdr>
          <w:top w:val="single" w:sz="4" w:space="1" w:color="auto"/>
        </w:pBdr>
        <w:spacing w:line="240" w:lineRule="auto"/>
        <w:jc w:val="both"/>
        <w:rPr>
          <w:lang w:val="en-US"/>
        </w:rPr>
      </w:pPr>
    </w:p>
    <w:p w14:paraId="0760C308" w14:textId="77777777" w:rsidR="005833D5" w:rsidRPr="006519C2" w:rsidRDefault="005833D5" w:rsidP="008E1F8F">
      <w:pPr>
        <w:pBdr>
          <w:top w:val="single" w:sz="4" w:space="1" w:color="auto"/>
        </w:pBdr>
        <w:spacing w:line="240" w:lineRule="auto"/>
        <w:jc w:val="both"/>
        <w:rPr>
          <w:lang w:val="en-US"/>
        </w:rPr>
      </w:pPr>
    </w:p>
    <w:p w14:paraId="74D28F3F" w14:textId="77777777" w:rsidR="006A6DD8" w:rsidRPr="006519C2" w:rsidRDefault="006A6DD8" w:rsidP="006A6DD8">
      <w:pPr>
        <w:spacing w:line="240" w:lineRule="auto"/>
        <w:ind w:right="-15"/>
        <w:jc w:val="both"/>
        <w:outlineLvl w:val="0"/>
        <w:rPr>
          <w:b/>
          <w:i/>
          <w:lang w:val="en-US"/>
        </w:rPr>
      </w:pPr>
      <w:r w:rsidRPr="006519C2">
        <w:rPr>
          <w:b/>
          <w:i/>
          <w:lang w:val="en-US"/>
        </w:rPr>
        <w:t xml:space="preserve">About the Schuler Group – </w:t>
      </w:r>
      <w:hyperlink r:id="rId10" w:history="1">
        <w:r w:rsidRPr="006519C2">
          <w:rPr>
            <w:rStyle w:val="Hyperlink"/>
            <w:b/>
            <w:i/>
            <w:lang w:val="en-US"/>
          </w:rPr>
          <w:t>www.schulergroup.com</w:t>
        </w:r>
      </w:hyperlink>
    </w:p>
    <w:p w14:paraId="4CCE5DDF" w14:textId="77777777" w:rsidR="006A6DD8" w:rsidRPr="006519C2" w:rsidRDefault="006A6DD8" w:rsidP="006A6DD8">
      <w:pPr>
        <w:spacing w:line="240" w:lineRule="auto"/>
        <w:ind w:right="-15"/>
        <w:jc w:val="both"/>
        <w:outlineLvl w:val="0"/>
        <w:rPr>
          <w:i/>
          <w:lang w:val="en-US"/>
        </w:rPr>
      </w:pPr>
      <w:r w:rsidRPr="006519C2">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p w14:paraId="351722FA" w14:textId="265DBAC3" w:rsidR="00A52517" w:rsidRPr="006519C2" w:rsidRDefault="00A52517" w:rsidP="006A6DD8">
      <w:pPr>
        <w:spacing w:line="240" w:lineRule="auto"/>
        <w:ind w:right="-15"/>
        <w:jc w:val="both"/>
        <w:outlineLvl w:val="0"/>
        <w:rPr>
          <w:i/>
          <w:lang w:val="en-US"/>
        </w:rPr>
      </w:pPr>
    </w:p>
    <w:sectPr w:rsidR="00A52517" w:rsidRPr="006519C2"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3B8591" w14:textId="77777777" w:rsidR="00E64C6E" w:rsidRDefault="00E64C6E" w:rsidP="007E132D">
      <w:r>
        <w:separator/>
      </w:r>
    </w:p>
    <w:p w14:paraId="107FBEEE" w14:textId="77777777" w:rsidR="00E64C6E" w:rsidRDefault="00E64C6E" w:rsidP="007E132D"/>
  </w:endnote>
  <w:endnote w:type="continuationSeparator" w:id="0">
    <w:p w14:paraId="30872FD3" w14:textId="77777777" w:rsidR="00E64C6E" w:rsidRDefault="00E64C6E" w:rsidP="007E132D">
      <w:r>
        <w:continuationSeparator/>
      </w:r>
    </w:p>
    <w:p w14:paraId="4D427EC1" w14:textId="77777777" w:rsidR="00E64C6E" w:rsidRDefault="00E64C6E"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8DDFD" w14:textId="77777777" w:rsidR="00E64C6E" w:rsidRDefault="00E64C6E"/>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E64C6E" w:rsidRPr="007E1606" w14:paraId="4AF8C3A5" w14:textId="77777777" w:rsidTr="004B6CEF">
      <w:trPr>
        <w:trHeight w:hRule="exact" w:val="792"/>
      </w:trPr>
      <w:tc>
        <w:tcPr>
          <w:tcW w:w="2379" w:type="dxa"/>
          <w:shd w:val="clear" w:color="auto" w:fill="auto"/>
        </w:tcPr>
        <w:p w14:paraId="7C28F24C" w14:textId="77777777" w:rsidR="00E64C6E" w:rsidRDefault="00E64C6E" w:rsidP="004B6CEF">
          <w:pPr>
            <w:pStyle w:val="Absenderinformation"/>
            <w:framePr w:hSpace="0" w:vSpace="0" w:wrap="auto" w:vAnchor="margin" w:hAnchor="text" w:xAlign="left" w:yAlign="inline"/>
            <w:rPr>
              <w:rFonts w:eastAsia="Calibri"/>
            </w:rPr>
          </w:pPr>
        </w:p>
        <w:p w14:paraId="49E44113" w14:textId="77777777" w:rsidR="00E64C6E" w:rsidRDefault="00E64C6E" w:rsidP="004B6CEF">
          <w:pPr>
            <w:pStyle w:val="Absenderinformation"/>
            <w:framePr w:hSpace="0" w:vSpace="0" w:wrap="auto" w:vAnchor="margin" w:hAnchor="text" w:xAlign="left" w:yAlign="inline"/>
            <w:rPr>
              <w:rFonts w:eastAsia="Calibri"/>
            </w:rPr>
          </w:pPr>
        </w:p>
        <w:p w14:paraId="54A14C4B" w14:textId="77777777" w:rsidR="00E64C6E" w:rsidRPr="007E1606" w:rsidRDefault="00E64C6E"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89067F">
            <w:rPr>
              <w:rFonts w:eastAsia="Calibri"/>
              <w:noProof/>
            </w:rPr>
            <w:instrText>2</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89067F">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89067F">
            <w:rPr>
              <w:rFonts w:eastAsia="Calibri"/>
              <w:noProof/>
            </w:rPr>
            <w:instrText>2</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89067F" w:rsidRPr="007E1606">
            <w:rPr>
              <w:rFonts w:eastAsia="Calibri"/>
              <w:noProof/>
            </w:rPr>
            <w:t xml:space="preserve">Seite </w:t>
          </w:r>
          <w:r w:rsidR="0089067F">
            <w:rPr>
              <w:rFonts w:eastAsia="Calibri"/>
              <w:noProof/>
            </w:rPr>
            <w:t>2</w:t>
          </w:r>
          <w:r w:rsidR="0089067F" w:rsidRPr="007E1606">
            <w:rPr>
              <w:rFonts w:eastAsia="Calibri"/>
              <w:noProof/>
            </w:rPr>
            <w:t xml:space="preserve"> von </w:t>
          </w:r>
          <w:r w:rsidR="0089067F">
            <w:rPr>
              <w:rFonts w:eastAsia="Calibri"/>
              <w:noProof/>
            </w:rPr>
            <w:t>2</w:t>
          </w:r>
          <w:r w:rsidRPr="007E1606">
            <w:rPr>
              <w:rFonts w:eastAsia="Calibri"/>
            </w:rPr>
            <w:fldChar w:fldCharType="end"/>
          </w:r>
        </w:p>
      </w:tc>
    </w:tr>
  </w:tbl>
  <w:p w14:paraId="44766815" w14:textId="77777777" w:rsidR="00E64C6E" w:rsidRDefault="00E64C6E"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45B7C" w14:textId="77777777" w:rsidR="00E64C6E" w:rsidRDefault="00E64C6E"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A597B4" w14:textId="77777777" w:rsidR="00E64C6E" w:rsidRDefault="00E64C6E" w:rsidP="007E132D">
      <w:r>
        <w:separator/>
      </w:r>
    </w:p>
    <w:p w14:paraId="12B9A7CA" w14:textId="77777777" w:rsidR="00E64C6E" w:rsidRDefault="00E64C6E" w:rsidP="007E132D"/>
  </w:footnote>
  <w:footnote w:type="continuationSeparator" w:id="0">
    <w:p w14:paraId="389D559A" w14:textId="77777777" w:rsidR="00E64C6E" w:rsidRDefault="00E64C6E" w:rsidP="007E132D">
      <w:r>
        <w:continuationSeparator/>
      </w:r>
    </w:p>
    <w:p w14:paraId="06E9C965" w14:textId="77777777" w:rsidR="00E64C6E" w:rsidRDefault="00E64C6E"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FC763" w14:textId="77777777" w:rsidR="00E64C6E" w:rsidRPr="00033BD2" w:rsidRDefault="00E64C6E"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27C02AD6" wp14:editId="123826FE">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0F3C8A2F" wp14:editId="208DF17C">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527D8" w14:textId="77777777" w:rsidR="00E64C6E" w:rsidRDefault="00E64C6E" w:rsidP="007E132D">
    <w:r>
      <w:rPr>
        <w:noProof/>
      </w:rPr>
      <w:drawing>
        <wp:anchor distT="0" distB="0" distL="114300" distR="114300" simplePos="0" relativeHeight="251656192" behindDoc="1" locked="0" layoutInCell="1" allowOverlap="1" wp14:anchorId="0075F5AC" wp14:editId="485E6FDF">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C064A36" w14:textId="77777777" w:rsidR="00E64C6E" w:rsidRDefault="00E64C6E" w:rsidP="007E132D"/>
  <w:p w14:paraId="3859AAB2" w14:textId="77777777" w:rsidR="00E64C6E" w:rsidRPr="00A86ACD" w:rsidRDefault="00E64C6E" w:rsidP="007E132D">
    <w:pPr>
      <w:pStyle w:val="RohtextHandbuch"/>
      <w:rPr>
        <w:sz w:val="32"/>
      </w:rPr>
    </w:pPr>
    <w:r>
      <w:rPr>
        <w:noProof/>
      </w:rPr>
      <w:drawing>
        <wp:anchor distT="0" distB="0" distL="114300" distR="114300" simplePos="0" relativeHeight="251657216" behindDoc="1" locked="0" layoutInCell="1" allowOverlap="1" wp14:anchorId="69F6942E" wp14:editId="339F89A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F64787" w14:textId="77777777" w:rsidR="00E64C6E" w:rsidRDefault="00E64C6E" w:rsidP="007E132D"/>
  <w:p w14:paraId="1D22F038" w14:textId="77777777" w:rsidR="00E64C6E" w:rsidRDefault="00E64C6E"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8F2"/>
    <w:rsid w:val="00003CBE"/>
    <w:rsid w:val="00004C7F"/>
    <w:rsid w:val="00031750"/>
    <w:rsid w:val="00033BD2"/>
    <w:rsid w:val="000716BA"/>
    <w:rsid w:val="00086F40"/>
    <w:rsid w:val="00095661"/>
    <w:rsid w:val="000A52A8"/>
    <w:rsid w:val="000B704A"/>
    <w:rsid w:val="000C0CAD"/>
    <w:rsid w:val="000E228F"/>
    <w:rsid w:val="000F2F77"/>
    <w:rsid w:val="00102187"/>
    <w:rsid w:val="00123AD5"/>
    <w:rsid w:val="00130A5F"/>
    <w:rsid w:val="00136218"/>
    <w:rsid w:val="00136E90"/>
    <w:rsid w:val="00152C69"/>
    <w:rsid w:val="001631E1"/>
    <w:rsid w:val="0016339C"/>
    <w:rsid w:val="0016495A"/>
    <w:rsid w:val="00173722"/>
    <w:rsid w:val="0017697C"/>
    <w:rsid w:val="00183725"/>
    <w:rsid w:val="001A064A"/>
    <w:rsid w:val="001C15FD"/>
    <w:rsid w:val="001C1FA2"/>
    <w:rsid w:val="001C3EE2"/>
    <w:rsid w:val="001D46D5"/>
    <w:rsid w:val="001E0C3C"/>
    <w:rsid w:val="001F6280"/>
    <w:rsid w:val="002077B7"/>
    <w:rsid w:val="00212513"/>
    <w:rsid w:val="0021285B"/>
    <w:rsid w:val="00215C8A"/>
    <w:rsid w:val="002315E0"/>
    <w:rsid w:val="002712C2"/>
    <w:rsid w:val="00280443"/>
    <w:rsid w:val="00287813"/>
    <w:rsid w:val="002A1D04"/>
    <w:rsid w:val="002A3A54"/>
    <w:rsid w:val="002A42B6"/>
    <w:rsid w:val="002A4B0E"/>
    <w:rsid w:val="002B391B"/>
    <w:rsid w:val="002B41E8"/>
    <w:rsid w:val="002D46DE"/>
    <w:rsid w:val="002E096C"/>
    <w:rsid w:val="003230D4"/>
    <w:rsid w:val="00323555"/>
    <w:rsid w:val="00352261"/>
    <w:rsid w:val="00363740"/>
    <w:rsid w:val="00365A9E"/>
    <w:rsid w:val="003728F6"/>
    <w:rsid w:val="00373C01"/>
    <w:rsid w:val="00377DED"/>
    <w:rsid w:val="00381CD3"/>
    <w:rsid w:val="003C626A"/>
    <w:rsid w:val="003D76C7"/>
    <w:rsid w:val="003E270B"/>
    <w:rsid w:val="003E30C0"/>
    <w:rsid w:val="003F0681"/>
    <w:rsid w:val="003F6888"/>
    <w:rsid w:val="00403DCF"/>
    <w:rsid w:val="00403EFF"/>
    <w:rsid w:val="004068FE"/>
    <w:rsid w:val="00431A18"/>
    <w:rsid w:val="004355F7"/>
    <w:rsid w:val="00476782"/>
    <w:rsid w:val="00476D9C"/>
    <w:rsid w:val="00482EBA"/>
    <w:rsid w:val="00485C6B"/>
    <w:rsid w:val="004968F2"/>
    <w:rsid w:val="004B6CEF"/>
    <w:rsid w:val="004C4B30"/>
    <w:rsid w:val="004C697D"/>
    <w:rsid w:val="004D76DD"/>
    <w:rsid w:val="00517D7F"/>
    <w:rsid w:val="00526F68"/>
    <w:rsid w:val="00533491"/>
    <w:rsid w:val="005337CB"/>
    <w:rsid w:val="00542E5F"/>
    <w:rsid w:val="00546EB8"/>
    <w:rsid w:val="0055070B"/>
    <w:rsid w:val="00552A9D"/>
    <w:rsid w:val="005547DF"/>
    <w:rsid w:val="0056768B"/>
    <w:rsid w:val="00575FA0"/>
    <w:rsid w:val="005833D5"/>
    <w:rsid w:val="005847D6"/>
    <w:rsid w:val="00591AF2"/>
    <w:rsid w:val="00595D96"/>
    <w:rsid w:val="005C0BBB"/>
    <w:rsid w:val="005C6AE3"/>
    <w:rsid w:val="005F7195"/>
    <w:rsid w:val="00601238"/>
    <w:rsid w:val="0060142A"/>
    <w:rsid w:val="006350C9"/>
    <w:rsid w:val="00643B94"/>
    <w:rsid w:val="006519C2"/>
    <w:rsid w:val="0065451D"/>
    <w:rsid w:val="00654B60"/>
    <w:rsid w:val="00660D47"/>
    <w:rsid w:val="0067074A"/>
    <w:rsid w:val="00671E3C"/>
    <w:rsid w:val="00674EF3"/>
    <w:rsid w:val="006813B8"/>
    <w:rsid w:val="0068251B"/>
    <w:rsid w:val="00683F3C"/>
    <w:rsid w:val="006848FF"/>
    <w:rsid w:val="00687868"/>
    <w:rsid w:val="006A0BB0"/>
    <w:rsid w:val="006A31D9"/>
    <w:rsid w:val="006A659E"/>
    <w:rsid w:val="006A6DD8"/>
    <w:rsid w:val="006A7F52"/>
    <w:rsid w:val="006B1BF9"/>
    <w:rsid w:val="006C3E7C"/>
    <w:rsid w:val="006D7242"/>
    <w:rsid w:val="00704E96"/>
    <w:rsid w:val="00714E5C"/>
    <w:rsid w:val="0072042B"/>
    <w:rsid w:val="0073243D"/>
    <w:rsid w:val="00733AAF"/>
    <w:rsid w:val="007652D4"/>
    <w:rsid w:val="00776D6D"/>
    <w:rsid w:val="007826E4"/>
    <w:rsid w:val="00784E5A"/>
    <w:rsid w:val="00794AEE"/>
    <w:rsid w:val="007B0BF4"/>
    <w:rsid w:val="007B6DD4"/>
    <w:rsid w:val="007C16F5"/>
    <w:rsid w:val="007E132D"/>
    <w:rsid w:val="007E1606"/>
    <w:rsid w:val="007F4512"/>
    <w:rsid w:val="0080569F"/>
    <w:rsid w:val="00821B54"/>
    <w:rsid w:val="00821E5D"/>
    <w:rsid w:val="00822597"/>
    <w:rsid w:val="008258E8"/>
    <w:rsid w:val="008334D5"/>
    <w:rsid w:val="00852070"/>
    <w:rsid w:val="00865B83"/>
    <w:rsid w:val="008718D2"/>
    <w:rsid w:val="0087295F"/>
    <w:rsid w:val="00876E6E"/>
    <w:rsid w:val="00877DC8"/>
    <w:rsid w:val="0089067F"/>
    <w:rsid w:val="00894865"/>
    <w:rsid w:val="008A34E9"/>
    <w:rsid w:val="008C6578"/>
    <w:rsid w:val="008D1374"/>
    <w:rsid w:val="008D3E21"/>
    <w:rsid w:val="008D57BB"/>
    <w:rsid w:val="008D67FA"/>
    <w:rsid w:val="008E1F8F"/>
    <w:rsid w:val="008F5E25"/>
    <w:rsid w:val="009060ED"/>
    <w:rsid w:val="00906DEC"/>
    <w:rsid w:val="00920948"/>
    <w:rsid w:val="00920D55"/>
    <w:rsid w:val="00926076"/>
    <w:rsid w:val="00941203"/>
    <w:rsid w:val="00944D93"/>
    <w:rsid w:val="00961469"/>
    <w:rsid w:val="00975A13"/>
    <w:rsid w:val="009A680E"/>
    <w:rsid w:val="009B2577"/>
    <w:rsid w:val="009B3EB7"/>
    <w:rsid w:val="009C53E1"/>
    <w:rsid w:val="009D2836"/>
    <w:rsid w:val="009F65F3"/>
    <w:rsid w:val="00A0214C"/>
    <w:rsid w:val="00A055FB"/>
    <w:rsid w:val="00A07C00"/>
    <w:rsid w:val="00A31D72"/>
    <w:rsid w:val="00A32B85"/>
    <w:rsid w:val="00A46561"/>
    <w:rsid w:val="00A500A4"/>
    <w:rsid w:val="00A52517"/>
    <w:rsid w:val="00A52993"/>
    <w:rsid w:val="00A65375"/>
    <w:rsid w:val="00A8224F"/>
    <w:rsid w:val="00A86ACD"/>
    <w:rsid w:val="00A9156A"/>
    <w:rsid w:val="00A91986"/>
    <w:rsid w:val="00A93519"/>
    <w:rsid w:val="00AC55D1"/>
    <w:rsid w:val="00AC6510"/>
    <w:rsid w:val="00AE3AFF"/>
    <w:rsid w:val="00AF2C6D"/>
    <w:rsid w:val="00AF2D43"/>
    <w:rsid w:val="00AF64B9"/>
    <w:rsid w:val="00B01B58"/>
    <w:rsid w:val="00B06BC4"/>
    <w:rsid w:val="00B206B1"/>
    <w:rsid w:val="00B23715"/>
    <w:rsid w:val="00B307A6"/>
    <w:rsid w:val="00B44063"/>
    <w:rsid w:val="00B47659"/>
    <w:rsid w:val="00B55136"/>
    <w:rsid w:val="00B66347"/>
    <w:rsid w:val="00B762C9"/>
    <w:rsid w:val="00B97204"/>
    <w:rsid w:val="00BA191B"/>
    <w:rsid w:val="00BC4091"/>
    <w:rsid w:val="00C702C4"/>
    <w:rsid w:val="00C72CD3"/>
    <w:rsid w:val="00C82B81"/>
    <w:rsid w:val="00C93018"/>
    <w:rsid w:val="00C944AD"/>
    <w:rsid w:val="00CA6152"/>
    <w:rsid w:val="00CA7447"/>
    <w:rsid w:val="00CB2B5C"/>
    <w:rsid w:val="00CC2FFE"/>
    <w:rsid w:val="00CC7CCA"/>
    <w:rsid w:val="00CD3AA7"/>
    <w:rsid w:val="00D14566"/>
    <w:rsid w:val="00D15E35"/>
    <w:rsid w:val="00D16703"/>
    <w:rsid w:val="00D33EDA"/>
    <w:rsid w:val="00D36969"/>
    <w:rsid w:val="00D40F4E"/>
    <w:rsid w:val="00D5679F"/>
    <w:rsid w:val="00D6772A"/>
    <w:rsid w:val="00D76894"/>
    <w:rsid w:val="00D82AE7"/>
    <w:rsid w:val="00DB3F3F"/>
    <w:rsid w:val="00DB73FC"/>
    <w:rsid w:val="00DC5934"/>
    <w:rsid w:val="00DC5C7D"/>
    <w:rsid w:val="00DD16C5"/>
    <w:rsid w:val="00DE35EB"/>
    <w:rsid w:val="00DE6930"/>
    <w:rsid w:val="00E00E75"/>
    <w:rsid w:val="00E05F02"/>
    <w:rsid w:val="00E207BB"/>
    <w:rsid w:val="00E2304D"/>
    <w:rsid w:val="00E26828"/>
    <w:rsid w:val="00E3363B"/>
    <w:rsid w:val="00E36721"/>
    <w:rsid w:val="00E42F24"/>
    <w:rsid w:val="00E5769E"/>
    <w:rsid w:val="00E6320B"/>
    <w:rsid w:val="00E64C6E"/>
    <w:rsid w:val="00E77715"/>
    <w:rsid w:val="00E85A97"/>
    <w:rsid w:val="00E90330"/>
    <w:rsid w:val="00E94A8B"/>
    <w:rsid w:val="00E94CAA"/>
    <w:rsid w:val="00EA0877"/>
    <w:rsid w:val="00EA2BDA"/>
    <w:rsid w:val="00EA7DC3"/>
    <w:rsid w:val="00EB1C2E"/>
    <w:rsid w:val="00EC48D7"/>
    <w:rsid w:val="00ED059C"/>
    <w:rsid w:val="00F23AAD"/>
    <w:rsid w:val="00F44765"/>
    <w:rsid w:val="00F5073A"/>
    <w:rsid w:val="00F654EB"/>
    <w:rsid w:val="00F7676C"/>
    <w:rsid w:val="00FB1C9E"/>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fill="f" fillcolor="white" stroke="f">
      <v:fill color="white" on="f"/>
      <v:stroke on="f"/>
    </o:shapedefaults>
    <o:shapelayout v:ext="edit">
      <o:idmap v:ext="edit" data="1"/>
    </o:shapelayout>
  </w:shapeDefaults>
  <w:decimalSymbol w:val=","/>
  <w:listSeparator w:val=";"/>
  <w14:docId w14:val="35C87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customStyle="1" w:styleId="hps">
    <w:name w:val="hps"/>
    <w:basedOn w:val="Absatz-Standardschriftart"/>
    <w:rsid w:val="00517D7F"/>
  </w:style>
  <w:style w:type="character" w:customStyle="1" w:styleId="atn">
    <w:name w:val="atn"/>
    <w:basedOn w:val="Absatz-Standardschriftart"/>
    <w:rsid w:val="00517D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customStyle="1" w:styleId="hps">
    <w:name w:val="hps"/>
    <w:basedOn w:val="Absatz-Standardschriftart"/>
    <w:rsid w:val="00517D7F"/>
  </w:style>
  <w:style w:type="character" w:customStyle="1" w:styleId="atn">
    <w:name w:val="atn"/>
    <w:basedOn w:val="Absatz-Standardschriftart"/>
    <w:rsid w:val="00517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454983203">
      <w:bodyDiv w:val="1"/>
      <w:marLeft w:val="0"/>
      <w:marRight w:val="0"/>
      <w:marTop w:val="0"/>
      <w:marBottom w:val="0"/>
      <w:divBdr>
        <w:top w:val="none" w:sz="0" w:space="0" w:color="auto"/>
        <w:left w:val="none" w:sz="0" w:space="0" w:color="auto"/>
        <w:bottom w:val="none" w:sz="0" w:space="0" w:color="auto"/>
        <w:right w:val="none" w:sz="0" w:space="0" w:color="auto"/>
      </w:divBdr>
      <w:divsChild>
        <w:div w:id="2007785549">
          <w:marLeft w:val="0"/>
          <w:marRight w:val="0"/>
          <w:marTop w:val="0"/>
          <w:marBottom w:val="0"/>
          <w:divBdr>
            <w:top w:val="none" w:sz="0" w:space="0" w:color="auto"/>
            <w:left w:val="none" w:sz="0" w:space="0" w:color="auto"/>
            <w:bottom w:val="none" w:sz="0" w:space="0" w:color="auto"/>
            <w:right w:val="none" w:sz="0" w:space="0" w:color="auto"/>
          </w:divBdr>
          <w:divsChild>
            <w:div w:id="1452242992">
              <w:marLeft w:val="0"/>
              <w:marRight w:val="0"/>
              <w:marTop w:val="0"/>
              <w:marBottom w:val="0"/>
              <w:divBdr>
                <w:top w:val="none" w:sz="0" w:space="0" w:color="auto"/>
                <w:left w:val="none" w:sz="0" w:space="0" w:color="auto"/>
                <w:bottom w:val="single" w:sz="6" w:space="15" w:color="C5CBCE"/>
                <w:right w:val="none" w:sz="0" w:space="0" w:color="auto"/>
              </w:divBdr>
              <w:divsChild>
                <w:div w:id="17987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57575414">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2</Pages>
  <Words>456</Words>
  <Characters>2721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3171</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11</cp:revision>
  <cp:lastPrinted>2014-01-15T15:59:00Z</cp:lastPrinted>
  <dcterms:created xsi:type="dcterms:W3CDTF">2015-05-18T07:21:00Z</dcterms:created>
  <dcterms:modified xsi:type="dcterms:W3CDTF">2015-05-20T11:39:00Z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297449992</vt:i4>
  </property>
  <property fmtid="{D5CDD505-2E9C-101B-9397-08002B2CF9AE}" pid="3" name="_NewReviewCycle">
    <vt:lpwstr/>
  </property>
  <property fmtid="{D5CDD505-2E9C-101B-9397-08002B2CF9AE}" pid="4" name="_EmailSubject">
    <vt:lpwstr>Schuler-Pressemitteilung_Großrohr.docx</vt:lpwstr>
  </property>
  <property fmtid="{D5CDD505-2E9C-101B-9397-08002B2CF9AE}" pid="5" name="_AuthorEmail">
    <vt:lpwstr>Simon.Scherrenbacher@schulergroup.com</vt:lpwstr>
  </property>
  <property fmtid="{D5CDD505-2E9C-101B-9397-08002B2CF9AE}" pid="6" name="_AuthorEmailDisplayName">
    <vt:lpwstr>Scherrenbacher, Simon &lt;Simon.Scherrenbacher@schulergroup.com&gt;</vt:lpwstr>
  </property>
</Properties>
</file>