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6EF002" w14:textId="77777777" w:rsidR="00177AA7" w:rsidRPr="00026EFC" w:rsidRDefault="00177AA7" w:rsidP="00177AA7">
      <w:pPr>
        <w:pStyle w:val="berschrift1"/>
        <w:rPr>
          <w:lang w:val="en-US"/>
        </w:rPr>
      </w:pPr>
      <w:r w:rsidRPr="00026EFC">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177AA7" w:rsidRPr="00026EFC" w14:paraId="31CDB35D" w14:textId="77777777" w:rsidTr="00664C77">
        <w:trPr>
          <w:trHeight w:hRule="exact" w:val="2977"/>
        </w:trPr>
        <w:tc>
          <w:tcPr>
            <w:tcW w:w="2409" w:type="dxa"/>
            <w:shd w:val="clear" w:color="auto" w:fill="auto"/>
          </w:tcPr>
          <w:p w14:paraId="2CFA42C9" w14:textId="77777777" w:rsidR="00177AA7" w:rsidRPr="005A775F" w:rsidRDefault="00177AA7" w:rsidP="00664C77">
            <w:pPr>
              <w:spacing w:line="226" w:lineRule="exact"/>
              <w:rPr>
                <w:rFonts w:eastAsia="Calibri"/>
                <w:b/>
                <w:sz w:val="17"/>
                <w:szCs w:val="17"/>
                <w:lang w:eastAsia="en-US"/>
              </w:rPr>
            </w:pPr>
            <w:r w:rsidRPr="005A775F">
              <w:rPr>
                <w:rFonts w:eastAsia="Calibri"/>
                <w:b/>
                <w:sz w:val="17"/>
                <w:szCs w:val="17"/>
                <w:lang w:eastAsia="en-US"/>
              </w:rPr>
              <w:t>Schuler AG</w:t>
            </w:r>
          </w:p>
          <w:p w14:paraId="17E0EC7E" w14:textId="77777777" w:rsidR="00177AA7" w:rsidRPr="005A775F" w:rsidRDefault="00177AA7" w:rsidP="00664C77">
            <w:pPr>
              <w:spacing w:line="226" w:lineRule="exact"/>
              <w:rPr>
                <w:rFonts w:eastAsia="Calibri"/>
                <w:sz w:val="17"/>
                <w:szCs w:val="17"/>
                <w:lang w:eastAsia="en-US"/>
              </w:rPr>
            </w:pPr>
            <w:r w:rsidRPr="005A775F">
              <w:rPr>
                <w:rFonts w:eastAsia="Calibri"/>
                <w:sz w:val="17"/>
                <w:szCs w:val="17"/>
                <w:lang w:eastAsia="en-US"/>
              </w:rPr>
              <w:t>Bahnhofstraße 41</w:t>
            </w:r>
          </w:p>
          <w:p w14:paraId="2ADD5E97" w14:textId="77777777" w:rsidR="00177AA7" w:rsidRPr="005A775F" w:rsidRDefault="00177AA7" w:rsidP="00664C77">
            <w:pPr>
              <w:spacing w:line="226" w:lineRule="exact"/>
              <w:rPr>
                <w:rFonts w:eastAsia="Calibri"/>
                <w:sz w:val="17"/>
                <w:szCs w:val="17"/>
                <w:lang w:eastAsia="en-US"/>
              </w:rPr>
            </w:pPr>
            <w:r w:rsidRPr="005A775F">
              <w:rPr>
                <w:rFonts w:eastAsia="Calibri"/>
                <w:sz w:val="17"/>
                <w:szCs w:val="17"/>
                <w:lang w:eastAsia="en-US"/>
              </w:rPr>
              <w:t>73033 Göppingen</w:t>
            </w:r>
          </w:p>
          <w:p w14:paraId="09827EE8" w14:textId="77777777" w:rsidR="00177AA7" w:rsidRPr="005A775F" w:rsidRDefault="00177AA7" w:rsidP="00664C77">
            <w:pPr>
              <w:spacing w:line="226" w:lineRule="exact"/>
              <w:rPr>
                <w:rFonts w:eastAsia="Calibri"/>
                <w:sz w:val="17"/>
                <w:szCs w:val="17"/>
                <w:lang w:eastAsia="en-US"/>
              </w:rPr>
            </w:pPr>
            <w:r w:rsidRPr="005A775F">
              <w:rPr>
                <w:rFonts w:eastAsia="Calibri"/>
                <w:sz w:val="17"/>
                <w:szCs w:val="17"/>
                <w:lang w:eastAsia="en-US"/>
              </w:rPr>
              <w:t>Germany</w:t>
            </w:r>
          </w:p>
          <w:p w14:paraId="6E4B38A9" w14:textId="77777777" w:rsidR="00177AA7" w:rsidRPr="005A775F" w:rsidRDefault="00177AA7" w:rsidP="00664C77">
            <w:pPr>
              <w:spacing w:line="226" w:lineRule="exact"/>
              <w:rPr>
                <w:rFonts w:eastAsia="Calibri"/>
                <w:sz w:val="17"/>
                <w:szCs w:val="17"/>
                <w:lang w:eastAsia="en-US"/>
              </w:rPr>
            </w:pPr>
          </w:p>
          <w:p w14:paraId="56C995F1" w14:textId="77777777" w:rsidR="00177AA7" w:rsidRPr="005A775F" w:rsidRDefault="00177AA7" w:rsidP="00664C77">
            <w:pPr>
              <w:spacing w:line="226" w:lineRule="exact"/>
              <w:rPr>
                <w:rFonts w:eastAsia="Calibri"/>
                <w:b/>
                <w:sz w:val="17"/>
                <w:szCs w:val="17"/>
                <w:lang w:eastAsia="en-US"/>
              </w:rPr>
            </w:pPr>
            <w:r w:rsidRPr="005A775F">
              <w:rPr>
                <w:rFonts w:eastAsia="Calibri"/>
                <w:b/>
                <w:sz w:val="17"/>
                <w:szCs w:val="17"/>
                <w:lang w:eastAsia="en-US"/>
              </w:rPr>
              <w:t>Simon Scherrenbacher</w:t>
            </w:r>
          </w:p>
          <w:p w14:paraId="0E8A23C8" w14:textId="77777777" w:rsidR="00177AA7" w:rsidRPr="00026EFC" w:rsidRDefault="00177AA7" w:rsidP="00664C77">
            <w:pPr>
              <w:spacing w:line="226" w:lineRule="exact"/>
              <w:rPr>
                <w:lang w:val="en-US"/>
              </w:rPr>
            </w:pPr>
            <w:r w:rsidRPr="00026EFC">
              <w:rPr>
                <w:rFonts w:eastAsia="Calibri"/>
                <w:sz w:val="17"/>
                <w:szCs w:val="17"/>
                <w:lang w:val="en-US" w:eastAsia="en-US"/>
              </w:rPr>
              <w:t xml:space="preserve">Corporate Communications </w:t>
            </w:r>
            <w:r w:rsidRPr="00026EFC">
              <w:rPr>
                <w:lang w:val="en-US"/>
              </w:rPr>
              <w:t xml:space="preserve"> </w:t>
            </w:r>
          </w:p>
          <w:p w14:paraId="648B7257" w14:textId="77777777" w:rsidR="00177AA7" w:rsidRPr="00026EFC" w:rsidRDefault="00177AA7" w:rsidP="00664C77">
            <w:pPr>
              <w:spacing w:line="226" w:lineRule="exact"/>
              <w:rPr>
                <w:rFonts w:eastAsia="Calibri"/>
                <w:sz w:val="17"/>
                <w:szCs w:val="17"/>
                <w:lang w:val="en-US" w:eastAsia="en-US"/>
              </w:rPr>
            </w:pPr>
            <w:r w:rsidRPr="00026EFC">
              <w:rPr>
                <w:rFonts w:eastAsia="Calibri"/>
                <w:sz w:val="17"/>
                <w:szCs w:val="17"/>
                <w:lang w:val="en-US" w:eastAsia="en-US"/>
              </w:rPr>
              <w:t>Tel.: +49 7161 66-7789</w:t>
            </w:r>
          </w:p>
          <w:p w14:paraId="54AE66C5" w14:textId="77777777" w:rsidR="00177AA7" w:rsidRPr="00026EFC" w:rsidRDefault="00177AA7" w:rsidP="00664C77">
            <w:pPr>
              <w:spacing w:line="226" w:lineRule="exact"/>
              <w:rPr>
                <w:rFonts w:eastAsia="Calibri"/>
                <w:sz w:val="17"/>
                <w:szCs w:val="17"/>
                <w:lang w:val="en-US" w:eastAsia="en-US"/>
              </w:rPr>
            </w:pPr>
            <w:r w:rsidRPr="00026EFC">
              <w:rPr>
                <w:rFonts w:eastAsia="Calibri"/>
                <w:sz w:val="17"/>
                <w:szCs w:val="17"/>
                <w:lang w:val="en-US" w:eastAsia="en-US"/>
              </w:rPr>
              <w:t>Fax: +49 7161 66-907</w:t>
            </w:r>
          </w:p>
          <w:p w14:paraId="41A97460" w14:textId="77777777" w:rsidR="00177AA7" w:rsidRPr="00026EFC" w:rsidRDefault="00293AD7" w:rsidP="00664C77">
            <w:pPr>
              <w:spacing w:line="226" w:lineRule="exact"/>
              <w:rPr>
                <w:rFonts w:eastAsia="Calibri"/>
                <w:sz w:val="17"/>
                <w:szCs w:val="17"/>
                <w:lang w:val="en-US" w:eastAsia="en-US"/>
              </w:rPr>
            </w:pPr>
            <w:hyperlink r:id="rId8" w:history="1">
              <w:r w:rsidR="00177AA7" w:rsidRPr="00026EFC">
                <w:rPr>
                  <w:rStyle w:val="Hyperlink"/>
                  <w:rFonts w:eastAsia="Calibri"/>
                  <w:sz w:val="17"/>
                  <w:szCs w:val="17"/>
                  <w:lang w:val="en-US" w:eastAsia="en-US"/>
                </w:rPr>
                <w:t>Simon.Scherrenbacher@</w:t>
              </w:r>
              <w:r w:rsidR="00177AA7" w:rsidRPr="00026EFC">
                <w:rPr>
                  <w:rStyle w:val="Hyperlink"/>
                  <w:rFonts w:eastAsia="Calibri"/>
                  <w:sz w:val="17"/>
                  <w:szCs w:val="17"/>
                  <w:lang w:val="en-US" w:eastAsia="en-US"/>
                </w:rPr>
                <w:br/>
                <w:t>schulergroup.com</w:t>
              </w:r>
            </w:hyperlink>
          </w:p>
          <w:p w14:paraId="1CE2546E" w14:textId="77777777" w:rsidR="00177AA7" w:rsidRPr="00026EFC" w:rsidRDefault="00293AD7" w:rsidP="00664C77">
            <w:pPr>
              <w:spacing w:line="226" w:lineRule="exact"/>
              <w:rPr>
                <w:rFonts w:eastAsia="Calibri"/>
                <w:sz w:val="17"/>
                <w:szCs w:val="17"/>
                <w:lang w:val="en-US" w:eastAsia="en-US"/>
              </w:rPr>
            </w:pPr>
            <w:hyperlink r:id="rId9" w:history="1">
              <w:r w:rsidR="00177AA7" w:rsidRPr="00026EFC">
                <w:rPr>
                  <w:rStyle w:val="Hyperlink"/>
                  <w:rFonts w:eastAsia="Calibri"/>
                  <w:sz w:val="17"/>
                  <w:szCs w:val="17"/>
                  <w:lang w:val="en-US" w:eastAsia="en-US"/>
                </w:rPr>
                <w:t>www.schulergroup.com/pr</w:t>
              </w:r>
            </w:hyperlink>
          </w:p>
        </w:tc>
      </w:tr>
    </w:tbl>
    <w:p w14:paraId="28861F44" w14:textId="77777777" w:rsidR="007E1606" w:rsidRPr="00026EFC" w:rsidRDefault="007E1606" w:rsidP="007E132D">
      <w:pPr>
        <w:rPr>
          <w:lang w:val="en-US"/>
        </w:rPr>
      </w:pPr>
    </w:p>
    <w:p w14:paraId="3C6A4A19" w14:textId="77777777" w:rsidR="00476D9C" w:rsidRPr="00026EFC" w:rsidRDefault="00476D9C" w:rsidP="007E132D">
      <w:pPr>
        <w:rPr>
          <w:lang w:val="en-US"/>
        </w:rPr>
      </w:pPr>
    </w:p>
    <w:p w14:paraId="54A9651E" w14:textId="77777777" w:rsidR="00476D9C" w:rsidRPr="00026EFC" w:rsidRDefault="00476D9C" w:rsidP="007E132D">
      <w:pPr>
        <w:rPr>
          <w:lang w:val="en-US"/>
        </w:rPr>
      </w:pPr>
    </w:p>
    <w:p w14:paraId="0199070B" w14:textId="77777777" w:rsidR="00476D9C" w:rsidRPr="00026EFC" w:rsidRDefault="00476D9C" w:rsidP="007E132D">
      <w:pPr>
        <w:rPr>
          <w:lang w:val="en-US"/>
        </w:rPr>
      </w:pPr>
    </w:p>
    <w:p w14:paraId="66AFEDFC" w14:textId="3D0C5E17" w:rsidR="00476D9C" w:rsidRPr="00026EFC" w:rsidRDefault="00A94FB7" w:rsidP="00365A9E">
      <w:pPr>
        <w:pStyle w:val="berschrift1"/>
        <w:rPr>
          <w:sz w:val="2"/>
          <w:lang w:val="en-US"/>
        </w:rPr>
      </w:pPr>
      <w:r w:rsidRPr="00026EFC">
        <w:rPr>
          <w:lang w:val="en-US"/>
        </w:rPr>
        <w:t>Effi</w:t>
      </w:r>
      <w:r w:rsidR="00D84BEB" w:rsidRPr="00026EFC">
        <w:rPr>
          <w:lang w:val="en-US"/>
        </w:rPr>
        <w:t>c</w:t>
      </w:r>
      <w:r w:rsidRPr="00026EFC">
        <w:rPr>
          <w:lang w:val="en-US"/>
        </w:rPr>
        <w:t>ient</w:t>
      </w:r>
      <w:r w:rsidR="00D84BEB" w:rsidRPr="00026EFC">
        <w:rPr>
          <w:lang w:val="en-US"/>
        </w:rPr>
        <w:t xml:space="preserve"> solutions </w:t>
      </w:r>
      <w:r w:rsidRPr="00026EFC">
        <w:rPr>
          <w:lang w:val="en-US"/>
        </w:rPr>
        <w:t>f</w:t>
      </w:r>
      <w:r w:rsidR="00D84BEB" w:rsidRPr="00026EFC">
        <w:rPr>
          <w:lang w:val="en-US"/>
        </w:rPr>
        <w:t>o</w:t>
      </w:r>
      <w:r w:rsidRPr="00026EFC">
        <w:rPr>
          <w:lang w:val="en-US"/>
        </w:rPr>
        <w:t>r effi</w:t>
      </w:r>
      <w:r w:rsidR="00D84BEB" w:rsidRPr="00026EFC">
        <w:rPr>
          <w:lang w:val="en-US"/>
        </w:rPr>
        <w:t>c</w:t>
      </w:r>
      <w:r w:rsidRPr="00026EFC">
        <w:rPr>
          <w:lang w:val="en-US"/>
        </w:rPr>
        <w:t>ient</w:t>
      </w:r>
      <w:r w:rsidR="00D84BEB" w:rsidRPr="00026EFC">
        <w:rPr>
          <w:lang w:val="en-US"/>
        </w:rPr>
        <w:t xml:space="preserve"> motors</w:t>
      </w:r>
      <w:r w:rsidR="00F90244" w:rsidRPr="00026EFC">
        <w:rPr>
          <w:lang w:val="en-US"/>
        </w:rPr>
        <w:t xml:space="preserve"> </w:t>
      </w:r>
    </w:p>
    <w:p w14:paraId="0649D736" w14:textId="1408B388" w:rsidR="006A31D9" w:rsidRPr="00026EFC" w:rsidRDefault="00F90244" w:rsidP="00365A9E">
      <w:pPr>
        <w:pStyle w:val="berschrift2"/>
        <w:rPr>
          <w:lang w:val="en-US"/>
        </w:rPr>
      </w:pPr>
      <w:r w:rsidRPr="00026EFC">
        <w:rPr>
          <w:lang w:val="en-US"/>
        </w:rPr>
        <w:t xml:space="preserve">Schuler </w:t>
      </w:r>
      <w:r w:rsidR="00D84BEB" w:rsidRPr="00026EFC">
        <w:rPr>
          <w:lang w:val="en-US"/>
        </w:rPr>
        <w:t>showcasing its range of p</w:t>
      </w:r>
      <w:r w:rsidR="00A94FB7" w:rsidRPr="00026EFC">
        <w:rPr>
          <w:lang w:val="en-US"/>
        </w:rPr>
        <w:t>rodu</w:t>
      </w:r>
      <w:r w:rsidR="00D84BEB" w:rsidRPr="00026EFC">
        <w:rPr>
          <w:lang w:val="en-US"/>
        </w:rPr>
        <w:t>c</w:t>
      </w:r>
      <w:r w:rsidR="00A94FB7" w:rsidRPr="00026EFC">
        <w:rPr>
          <w:lang w:val="en-US"/>
        </w:rPr>
        <w:t>ts</w:t>
      </w:r>
      <w:r w:rsidR="00D84BEB" w:rsidRPr="00026EFC">
        <w:rPr>
          <w:lang w:val="en-US"/>
        </w:rPr>
        <w:t xml:space="preserve"> for the economic p</w:t>
      </w:r>
      <w:r w:rsidR="00A94FB7" w:rsidRPr="00026EFC">
        <w:rPr>
          <w:lang w:val="en-US"/>
        </w:rPr>
        <w:t>rodu</w:t>
      </w:r>
      <w:r w:rsidR="00D84BEB" w:rsidRPr="00026EFC">
        <w:rPr>
          <w:lang w:val="en-US"/>
        </w:rPr>
        <w:t>c</w:t>
      </w:r>
      <w:r w:rsidR="00A94FB7" w:rsidRPr="00026EFC">
        <w:rPr>
          <w:lang w:val="en-US"/>
        </w:rPr>
        <w:t xml:space="preserve">tion </w:t>
      </w:r>
      <w:r w:rsidR="00D84BEB" w:rsidRPr="00026EFC">
        <w:rPr>
          <w:lang w:val="en-US"/>
        </w:rPr>
        <w:t>of e</w:t>
      </w:r>
      <w:r w:rsidR="00A94FB7" w:rsidRPr="00026EFC">
        <w:rPr>
          <w:lang w:val="en-US"/>
        </w:rPr>
        <w:t>le</w:t>
      </w:r>
      <w:r w:rsidR="00D84BEB" w:rsidRPr="00026EFC">
        <w:rPr>
          <w:lang w:val="en-US"/>
        </w:rPr>
        <w:t>c</w:t>
      </w:r>
      <w:r w:rsidR="00A94FB7" w:rsidRPr="00026EFC">
        <w:rPr>
          <w:lang w:val="en-US"/>
        </w:rPr>
        <w:t>tr</w:t>
      </w:r>
      <w:r w:rsidR="00D84BEB" w:rsidRPr="00026EFC">
        <w:rPr>
          <w:lang w:val="en-US"/>
        </w:rPr>
        <w:t xml:space="preserve">ic motor laminations at CWIEME trade show in Berlin </w:t>
      </w:r>
    </w:p>
    <w:p w14:paraId="59D1D874" w14:textId="77777777" w:rsidR="00476D9C" w:rsidRPr="00026EFC" w:rsidRDefault="00476D9C" w:rsidP="00476D9C">
      <w:pPr>
        <w:rPr>
          <w:lang w:val="en-US"/>
        </w:rPr>
      </w:pPr>
    </w:p>
    <w:p w14:paraId="6269CFED" w14:textId="7F47A95D" w:rsidR="007E1606" w:rsidRPr="00026EFC" w:rsidRDefault="00C82B81" w:rsidP="00BB5255">
      <w:pPr>
        <w:rPr>
          <w:lang w:val="en-US"/>
        </w:rPr>
      </w:pPr>
      <w:proofErr w:type="spellStart"/>
      <w:r w:rsidRPr="00026EFC">
        <w:rPr>
          <w:i/>
          <w:lang w:val="en-US"/>
        </w:rPr>
        <w:t>Göppingen</w:t>
      </w:r>
      <w:proofErr w:type="spellEnd"/>
      <w:r w:rsidRPr="00026EFC">
        <w:rPr>
          <w:i/>
          <w:lang w:val="en-US"/>
        </w:rPr>
        <w:t xml:space="preserve">, </w:t>
      </w:r>
      <w:r w:rsidR="00D84BEB" w:rsidRPr="00026EFC">
        <w:rPr>
          <w:i/>
          <w:lang w:val="en-US"/>
        </w:rPr>
        <w:t xml:space="preserve">April </w:t>
      </w:r>
      <w:r w:rsidR="009974F6">
        <w:rPr>
          <w:i/>
          <w:lang w:val="en-US"/>
        </w:rPr>
        <w:t>27</w:t>
      </w:r>
      <w:r w:rsidR="00D84BEB" w:rsidRPr="00026EFC">
        <w:rPr>
          <w:i/>
          <w:lang w:val="en-US"/>
        </w:rPr>
        <w:t xml:space="preserve">, </w:t>
      </w:r>
      <w:r w:rsidR="005833D5" w:rsidRPr="00026EFC">
        <w:rPr>
          <w:i/>
          <w:lang w:val="en-US"/>
        </w:rPr>
        <w:t>201</w:t>
      </w:r>
      <w:r w:rsidR="00293AD7">
        <w:rPr>
          <w:i/>
          <w:lang w:val="en-US"/>
        </w:rPr>
        <w:t>5</w:t>
      </w:r>
      <w:bookmarkStart w:id="0" w:name="_GoBack"/>
      <w:bookmarkEnd w:id="0"/>
      <w:r w:rsidR="005833D5" w:rsidRPr="00026EFC">
        <w:rPr>
          <w:i/>
          <w:lang w:val="en-US"/>
        </w:rPr>
        <w:t xml:space="preserve"> </w:t>
      </w:r>
      <w:r w:rsidR="000F2F77" w:rsidRPr="00026EFC">
        <w:rPr>
          <w:lang w:val="en-US"/>
        </w:rPr>
        <w:t>–</w:t>
      </w:r>
      <w:r w:rsidR="005833D5" w:rsidRPr="00026EFC">
        <w:rPr>
          <w:lang w:val="en-US"/>
        </w:rPr>
        <w:t xml:space="preserve"> </w:t>
      </w:r>
      <w:r w:rsidR="00BB5255" w:rsidRPr="00026EFC">
        <w:rPr>
          <w:lang w:val="en-US"/>
        </w:rPr>
        <w:t xml:space="preserve">The topic of e-mobility is becoming increasingly important: the German government wants to have one million electric cars on the streets of Germany by 2020. With the BMW i3, Tesla Model S, </w:t>
      </w:r>
      <w:r w:rsidR="0015636A">
        <w:rPr>
          <w:lang w:val="en-US"/>
        </w:rPr>
        <w:t xml:space="preserve">Smart </w:t>
      </w:r>
      <w:proofErr w:type="spellStart"/>
      <w:r w:rsidR="0015636A">
        <w:rPr>
          <w:lang w:val="en-US"/>
        </w:rPr>
        <w:t>ForTwo</w:t>
      </w:r>
      <w:proofErr w:type="spellEnd"/>
      <w:r w:rsidR="0015636A">
        <w:rPr>
          <w:lang w:val="en-US"/>
        </w:rPr>
        <w:t xml:space="preserve"> Electric Drive</w:t>
      </w:r>
      <w:r w:rsidR="00BB5255" w:rsidRPr="00026EFC">
        <w:rPr>
          <w:lang w:val="en-US"/>
        </w:rPr>
        <w:t xml:space="preserve"> and VW E-Golf</w:t>
      </w:r>
      <w:r w:rsidR="0015636A">
        <w:rPr>
          <w:lang w:val="en-US"/>
        </w:rPr>
        <w:t>,</w:t>
      </w:r>
      <w:r w:rsidR="00BB5255" w:rsidRPr="00026EFC">
        <w:rPr>
          <w:lang w:val="en-US"/>
        </w:rPr>
        <w:t xml:space="preserve"> the first mass-produced “plug-n-go” vehicles are already on the road. Systems supplied by Schuler are not only used to produce the structural and body parts for such vehicles, but also the laminations </w:t>
      </w:r>
      <w:r w:rsidR="0015636A">
        <w:rPr>
          <w:lang w:val="en-US"/>
        </w:rPr>
        <w:t xml:space="preserve">needed </w:t>
      </w:r>
      <w:r w:rsidR="00BB5255" w:rsidRPr="00026EFC">
        <w:rPr>
          <w:lang w:val="en-US"/>
        </w:rPr>
        <w:t>for electric motors. At the “</w:t>
      </w:r>
      <w:r w:rsidR="005D64F1" w:rsidRPr="00026EFC">
        <w:rPr>
          <w:lang w:val="en-US"/>
        </w:rPr>
        <w:t>Coil Winding, Insulation and Electrical Manufacturing Exhibition</w:t>
      </w:r>
      <w:r w:rsidR="00BB5255" w:rsidRPr="00026EFC">
        <w:rPr>
          <w:lang w:val="en-US"/>
        </w:rPr>
        <w:t>”</w:t>
      </w:r>
      <w:r w:rsidR="005D64F1" w:rsidRPr="00026EFC">
        <w:rPr>
          <w:lang w:val="en-US"/>
        </w:rPr>
        <w:t xml:space="preserve"> – </w:t>
      </w:r>
      <w:r w:rsidR="00BB5255" w:rsidRPr="00026EFC">
        <w:rPr>
          <w:lang w:val="en-US"/>
        </w:rPr>
        <w:t xml:space="preserve">or </w:t>
      </w:r>
      <w:r w:rsidR="005D64F1" w:rsidRPr="00026EFC">
        <w:rPr>
          <w:lang w:val="en-US"/>
        </w:rPr>
        <w:t xml:space="preserve">CWIEME </w:t>
      </w:r>
      <w:r w:rsidR="0015636A">
        <w:rPr>
          <w:lang w:val="en-US"/>
        </w:rPr>
        <w:t xml:space="preserve">for short </w:t>
      </w:r>
      <w:r w:rsidR="005D64F1" w:rsidRPr="00026EFC">
        <w:rPr>
          <w:lang w:val="en-US"/>
        </w:rPr>
        <w:t>–</w:t>
      </w:r>
      <w:r w:rsidR="00BB5255" w:rsidRPr="00026EFC">
        <w:rPr>
          <w:lang w:val="en-US"/>
        </w:rPr>
        <w:t xml:space="preserve"> </w:t>
      </w:r>
      <w:r w:rsidR="0015636A">
        <w:rPr>
          <w:lang w:val="en-US"/>
        </w:rPr>
        <w:t>being</w:t>
      </w:r>
      <w:r w:rsidR="00BB5255" w:rsidRPr="00026EFC">
        <w:rPr>
          <w:lang w:val="en-US"/>
        </w:rPr>
        <w:t xml:space="preserve"> </w:t>
      </w:r>
      <w:r w:rsidR="0015636A">
        <w:rPr>
          <w:lang w:val="en-US"/>
        </w:rPr>
        <w:t xml:space="preserve">held </w:t>
      </w:r>
      <w:r w:rsidR="005D64F1" w:rsidRPr="00026EFC">
        <w:rPr>
          <w:lang w:val="en-US"/>
        </w:rPr>
        <w:t xml:space="preserve">in Berlin </w:t>
      </w:r>
      <w:r w:rsidR="00BB5255" w:rsidRPr="00026EFC">
        <w:rPr>
          <w:lang w:val="en-US"/>
        </w:rPr>
        <w:t xml:space="preserve">from May 5 to 7, </w:t>
      </w:r>
      <w:r w:rsidR="005D64F1" w:rsidRPr="00026EFC">
        <w:rPr>
          <w:lang w:val="en-US"/>
        </w:rPr>
        <w:t xml:space="preserve">Schuler </w:t>
      </w:r>
      <w:r w:rsidR="00BB5255" w:rsidRPr="00026EFC">
        <w:rPr>
          <w:lang w:val="en-US"/>
        </w:rPr>
        <w:t>will be showcasing its range of products for the economic production of electric motor laminations</w:t>
      </w:r>
      <w:r w:rsidR="005D64F1" w:rsidRPr="00026EFC">
        <w:rPr>
          <w:lang w:val="en-US"/>
        </w:rPr>
        <w:t>.</w:t>
      </w:r>
    </w:p>
    <w:p w14:paraId="105AA59F" w14:textId="77777777" w:rsidR="005D64F1" w:rsidRPr="00026EFC" w:rsidRDefault="005D64F1" w:rsidP="00C82B81">
      <w:pPr>
        <w:rPr>
          <w:lang w:val="en-US"/>
        </w:rPr>
      </w:pPr>
    </w:p>
    <w:p w14:paraId="0090752B" w14:textId="2DADA8A5" w:rsidR="00132F70" w:rsidRPr="00026EFC" w:rsidRDefault="00453C3C" w:rsidP="00963689">
      <w:pPr>
        <w:rPr>
          <w:lang w:val="en-US"/>
        </w:rPr>
      </w:pPr>
      <w:r w:rsidRPr="00026EFC">
        <w:rPr>
          <w:lang w:val="en-US"/>
        </w:rPr>
        <w:t xml:space="preserve">One German car manufacturer, for example, uses a </w:t>
      </w:r>
      <w:r w:rsidR="00963689" w:rsidRPr="00026EFC">
        <w:rPr>
          <w:lang w:val="en-US"/>
        </w:rPr>
        <w:t>Schuler</w:t>
      </w:r>
      <w:r w:rsidRPr="00026EFC">
        <w:rPr>
          <w:lang w:val="en-US"/>
        </w:rPr>
        <w:t xml:space="preserve"> m</w:t>
      </w:r>
      <w:r w:rsidR="00963689" w:rsidRPr="00026EFC">
        <w:rPr>
          <w:lang w:val="en-US"/>
        </w:rPr>
        <w:t xml:space="preserve">achine </w:t>
      </w:r>
      <w:r w:rsidRPr="00026EFC">
        <w:rPr>
          <w:lang w:val="en-US"/>
        </w:rPr>
        <w:t xml:space="preserve">which is particularly well suited for producing </w:t>
      </w:r>
      <w:r w:rsidR="00963689" w:rsidRPr="00026EFC">
        <w:rPr>
          <w:lang w:val="en-US"/>
        </w:rPr>
        <w:t>energ</w:t>
      </w:r>
      <w:r w:rsidRPr="00026EFC">
        <w:rPr>
          <w:lang w:val="en-US"/>
        </w:rPr>
        <w:t>y-</w:t>
      </w:r>
      <w:r w:rsidR="00963689" w:rsidRPr="00026EFC">
        <w:rPr>
          <w:lang w:val="en-US"/>
        </w:rPr>
        <w:t>effi</w:t>
      </w:r>
      <w:r w:rsidRPr="00026EFC">
        <w:rPr>
          <w:lang w:val="en-US"/>
        </w:rPr>
        <w:t>c</w:t>
      </w:r>
      <w:r w:rsidR="00963689" w:rsidRPr="00026EFC">
        <w:rPr>
          <w:lang w:val="en-US"/>
        </w:rPr>
        <w:t>ient</w:t>
      </w:r>
      <w:r w:rsidRPr="00026EFC">
        <w:rPr>
          <w:lang w:val="en-US"/>
        </w:rPr>
        <w:t xml:space="preserve"> electric drives</w:t>
      </w:r>
      <w:r w:rsidR="00963689" w:rsidRPr="00026EFC">
        <w:rPr>
          <w:lang w:val="en-US"/>
        </w:rPr>
        <w:t xml:space="preserve">. </w:t>
      </w:r>
      <w:r w:rsidRPr="00026EFC">
        <w:rPr>
          <w:lang w:val="en-US"/>
        </w:rPr>
        <w:t xml:space="preserve">The </w:t>
      </w:r>
      <w:proofErr w:type="spellStart"/>
      <w:r w:rsidR="00963689" w:rsidRPr="00026EFC">
        <w:rPr>
          <w:lang w:val="en-US"/>
        </w:rPr>
        <w:t>Smartline</w:t>
      </w:r>
      <w:proofErr w:type="spellEnd"/>
      <w:r w:rsidR="00963689" w:rsidRPr="00026EFC">
        <w:rPr>
          <w:lang w:val="en-US"/>
        </w:rPr>
        <w:t xml:space="preserve"> SA-S </w:t>
      </w:r>
      <w:r w:rsidRPr="00026EFC">
        <w:rPr>
          <w:lang w:val="en-US"/>
        </w:rPr>
        <w:t>c</w:t>
      </w:r>
      <w:r w:rsidR="00963689" w:rsidRPr="00026EFC">
        <w:rPr>
          <w:lang w:val="en-US"/>
        </w:rPr>
        <w:t>an</w:t>
      </w:r>
      <w:r w:rsidRPr="00026EFC">
        <w:rPr>
          <w:lang w:val="en-US"/>
        </w:rPr>
        <w:t xml:space="preserve"> stamp out electric motor laminations which are just 0.</w:t>
      </w:r>
      <w:r w:rsidR="00963689" w:rsidRPr="00026EFC">
        <w:rPr>
          <w:lang w:val="en-US"/>
        </w:rPr>
        <w:t xml:space="preserve">2 </w:t>
      </w:r>
      <w:r w:rsidRPr="00026EFC">
        <w:rPr>
          <w:lang w:val="en-US"/>
        </w:rPr>
        <w:t>m</w:t>
      </w:r>
      <w:r w:rsidR="00963689" w:rsidRPr="00026EFC">
        <w:rPr>
          <w:lang w:val="en-US"/>
        </w:rPr>
        <w:t>illimeter</w:t>
      </w:r>
      <w:r w:rsidRPr="00026EFC">
        <w:rPr>
          <w:lang w:val="en-US"/>
        </w:rPr>
        <w:t>s</w:t>
      </w:r>
      <w:r w:rsidR="00963689" w:rsidRPr="00026EFC">
        <w:rPr>
          <w:lang w:val="en-US"/>
        </w:rPr>
        <w:t xml:space="preserve"> </w:t>
      </w:r>
      <w:r w:rsidRPr="00026EFC">
        <w:rPr>
          <w:lang w:val="en-US"/>
        </w:rPr>
        <w:t>th</w:t>
      </w:r>
      <w:r w:rsidR="00963689" w:rsidRPr="00026EFC">
        <w:rPr>
          <w:lang w:val="en-US"/>
        </w:rPr>
        <w:t xml:space="preserve">ick. </w:t>
      </w:r>
      <w:r w:rsidRPr="00026EFC">
        <w:rPr>
          <w:lang w:val="en-US"/>
        </w:rPr>
        <w:t xml:space="preserve">In the same step, the individual laminations are </w:t>
      </w:r>
      <w:r w:rsidRPr="00026EFC">
        <w:rPr>
          <w:rFonts w:cs="Arial"/>
          <w:lang w:val="en-US"/>
        </w:rPr>
        <w:t xml:space="preserve">bundled into interlocked packets </w:t>
      </w:r>
      <w:r w:rsidR="0015636A">
        <w:rPr>
          <w:lang w:val="en-US"/>
        </w:rPr>
        <w:t>which later</w:t>
      </w:r>
      <w:r w:rsidRPr="00026EFC">
        <w:rPr>
          <w:lang w:val="en-US"/>
        </w:rPr>
        <w:t xml:space="preserve"> form the heart of the electric motor</w:t>
      </w:r>
      <w:r w:rsidR="00EF71C9" w:rsidRPr="00026EFC">
        <w:rPr>
          <w:lang w:val="en-US"/>
        </w:rPr>
        <w:t xml:space="preserve">. </w:t>
      </w:r>
      <w:r w:rsidRPr="00026EFC">
        <w:rPr>
          <w:lang w:val="en-US"/>
        </w:rPr>
        <w:t>The thinner the laminations, the lower the eddy current losses; or in other words, efficiency increases a</w:t>
      </w:r>
      <w:r w:rsidR="00EF71C9" w:rsidRPr="00026EFC">
        <w:rPr>
          <w:lang w:val="en-US"/>
        </w:rPr>
        <w:t xml:space="preserve">nd </w:t>
      </w:r>
      <w:r w:rsidR="00E118A4">
        <w:rPr>
          <w:lang w:val="en-US"/>
        </w:rPr>
        <w:t xml:space="preserve">demand </w:t>
      </w:r>
      <w:r w:rsidRPr="00026EFC">
        <w:rPr>
          <w:lang w:val="en-US"/>
        </w:rPr>
        <w:t>decreases</w:t>
      </w:r>
      <w:r w:rsidR="00EF71C9" w:rsidRPr="00026EFC">
        <w:rPr>
          <w:lang w:val="en-US"/>
        </w:rPr>
        <w:t>.</w:t>
      </w:r>
    </w:p>
    <w:p w14:paraId="40EBB322" w14:textId="77777777" w:rsidR="00132F70" w:rsidRPr="00026EFC" w:rsidRDefault="00132F70" w:rsidP="00963689">
      <w:pPr>
        <w:rPr>
          <w:lang w:val="en-US"/>
        </w:rPr>
      </w:pPr>
    </w:p>
    <w:p w14:paraId="2D440841" w14:textId="6563CE40" w:rsidR="00132F70" w:rsidRPr="00026EFC" w:rsidRDefault="00453C3C" w:rsidP="00132F70">
      <w:pPr>
        <w:rPr>
          <w:lang w:val="en-US"/>
        </w:rPr>
      </w:pPr>
      <w:r w:rsidRPr="00026EFC">
        <w:rPr>
          <w:lang w:val="en-US"/>
        </w:rPr>
        <w:lastRenderedPageBreak/>
        <w:t xml:space="preserve">A depth penetration control developed by Schuler checks the distance between slide and lamination on every stroke and adjusts it where necessary so that </w:t>
      </w:r>
      <w:r w:rsidR="00376E18">
        <w:rPr>
          <w:lang w:val="en-US"/>
        </w:rPr>
        <w:t xml:space="preserve">the </w:t>
      </w:r>
      <w:r w:rsidRPr="00026EFC">
        <w:rPr>
          <w:lang w:val="en-US"/>
        </w:rPr>
        <w:t>bottom dead center remains c</w:t>
      </w:r>
      <w:r w:rsidR="00EF71C9" w:rsidRPr="00026EFC">
        <w:rPr>
          <w:lang w:val="en-US"/>
        </w:rPr>
        <w:t xml:space="preserve">onstant </w:t>
      </w:r>
      <w:r w:rsidRPr="00026EFC">
        <w:rPr>
          <w:lang w:val="en-US"/>
        </w:rPr>
        <w:t>during punch-bundling</w:t>
      </w:r>
      <w:r w:rsidR="00E3099F" w:rsidRPr="00026EFC">
        <w:rPr>
          <w:lang w:val="en-US"/>
        </w:rPr>
        <w:t>.</w:t>
      </w:r>
      <w:r w:rsidR="00963689" w:rsidRPr="00026EFC">
        <w:rPr>
          <w:lang w:val="en-US"/>
        </w:rPr>
        <w:t xml:space="preserve"> </w:t>
      </w:r>
      <w:r w:rsidRPr="00026EFC">
        <w:rPr>
          <w:lang w:val="en-US"/>
        </w:rPr>
        <w:t>The entire process fr</w:t>
      </w:r>
      <w:r w:rsidR="00963689" w:rsidRPr="00026EFC">
        <w:rPr>
          <w:lang w:val="en-US"/>
        </w:rPr>
        <w:t xml:space="preserve">om </w:t>
      </w:r>
      <w:r w:rsidRPr="00026EFC">
        <w:rPr>
          <w:lang w:val="en-US"/>
        </w:rPr>
        <w:t>measurement to adj</w:t>
      </w:r>
      <w:r w:rsidR="00963689" w:rsidRPr="00026EFC">
        <w:rPr>
          <w:lang w:val="en-US"/>
        </w:rPr>
        <w:t>ust</w:t>
      </w:r>
      <w:r w:rsidRPr="00026EFC">
        <w:rPr>
          <w:lang w:val="en-US"/>
        </w:rPr>
        <w:t>ment takes just hundredths of a seco</w:t>
      </w:r>
      <w:r w:rsidR="00963689" w:rsidRPr="00026EFC">
        <w:rPr>
          <w:lang w:val="en-US"/>
        </w:rPr>
        <w:t xml:space="preserve">nd. </w:t>
      </w:r>
      <w:r w:rsidRPr="00026EFC">
        <w:rPr>
          <w:lang w:val="en-US"/>
        </w:rPr>
        <w:t>This also greatly simplifies set-up after die changes</w:t>
      </w:r>
      <w:r w:rsidR="00963689" w:rsidRPr="00026EFC">
        <w:rPr>
          <w:lang w:val="en-US"/>
        </w:rPr>
        <w:t>.</w:t>
      </w:r>
      <w:r w:rsidR="002E4970" w:rsidRPr="00026EFC">
        <w:rPr>
          <w:lang w:val="en-US"/>
        </w:rPr>
        <w:t xml:space="preserve"> </w:t>
      </w:r>
      <w:r w:rsidRPr="00026EFC">
        <w:rPr>
          <w:rFonts w:cs="Calibri"/>
          <w:lang w:val="en-US"/>
        </w:rPr>
        <w:t xml:space="preserve">The </w:t>
      </w:r>
      <w:proofErr w:type="spellStart"/>
      <w:r w:rsidR="00132F70" w:rsidRPr="00026EFC">
        <w:rPr>
          <w:lang w:val="en-US"/>
        </w:rPr>
        <w:t>Smartline</w:t>
      </w:r>
      <w:proofErr w:type="spellEnd"/>
      <w:r w:rsidR="00132F70" w:rsidRPr="00026EFC">
        <w:rPr>
          <w:lang w:val="en-US"/>
        </w:rPr>
        <w:t xml:space="preserve"> is</w:t>
      </w:r>
      <w:r w:rsidRPr="00026EFC">
        <w:rPr>
          <w:lang w:val="en-US"/>
        </w:rPr>
        <w:t xml:space="preserve"> available with press forces of 1,</w:t>
      </w:r>
      <w:r w:rsidR="00132F70" w:rsidRPr="00026EFC">
        <w:rPr>
          <w:lang w:val="en-US"/>
        </w:rPr>
        <w:t xml:space="preserve">250 </w:t>
      </w:r>
      <w:r w:rsidRPr="00026EFC">
        <w:rPr>
          <w:lang w:val="en-US"/>
        </w:rPr>
        <w:t>to 5,</w:t>
      </w:r>
      <w:r w:rsidR="00132F70" w:rsidRPr="00026EFC">
        <w:rPr>
          <w:lang w:val="en-US"/>
        </w:rPr>
        <w:t xml:space="preserve">000 </w:t>
      </w:r>
      <w:proofErr w:type="spellStart"/>
      <w:r w:rsidRPr="00026EFC">
        <w:rPr>
          <w:lang w:val="en-US"/>
        </w:rPr>
        <w:t>k</w:t>
      </w:r>
      <w:r w:rsidR="00211A72" w:rsidRPr="00026EFC">
        <w:rPr>
          <w:lang w:val="en-US"/>
        </w:rPr>
        <w:t>ilonewton</w:t>
      </w:r>
      <w:r w:rsidRPr="00026EFC">
        <w:rPr>
          <w:lang w:val="en-US"/>
        </w:rPr>
        <w:t>s</w:t>
      </w:r>
      <w:proofErr w:type="spellEnd"/>
      <w:r w:rsidR="00211A72" w:rsidRPr="00026EFC">
        <w:rPr>
          <w:lang w:val="en-US"/>
        </w:rPr>
        <w:t xml:space="preserve"> </w:t>
      </w:r>
      <w:r w:rsidRPr="00026EFC">
        <w:rPr>
          <w:lang w:val="en-US"/>
        </w:rPr>
        <w:t>a</w:t>
      </w:r>
      <w:r w:rsidR="00132F70" w:rsidRPr="00026EFC">
        <w:rPr>
          <w:lang w:val="en-US"/>
        </w:rPr>
        <w:t xml:space="preserve">nd </w:t>
      </w:r>
      <w:r w:rsidRPr="00026EFC">
        <w:rPr>
          <w:lang w:val="en-US"/>
        </w:rPr>
        <w:t xml:space="preserve">bed sizes of </w:t>
      </w:r>
      <w:r w:rsidR="00132F70" w:rsidRPr="00026EFC">
        <w:rPr>
          <w:lang w:val="en-US"/>
        </w:rPr>
        <w:t xml:space="preserve">850 </w:t>
      </w:r>
      <w:r w:rsidRPr="00026EFC">
        <w:rPr>
          <w:lang w:val="en-US"/>
        </w:rPr>
        <w:t>by 1,</w:t>
      </w:r>
      <w:r w:rsidR="00132F70" w:rsidRPr="00026EFC">
        <w:rPr>
          <w:lang w:val="en-US"/>
        </w:rPr>
        <w:t xml:space="preserve">800 </w:t>
      </w:r>
      <w:r w:rsidRPr="00026EFC">
        <w:rPr>
          <w:lang w:val="en-US"/>
        </w:rPr>
        <w:t>m</w:t>
      </w:r>
      <w:r w:rsidR="00132F70" w:rsidRPr="00026EFC">
        <w:rPr>
          <w:lang w:val="en-US"/>
        </w:rPr>
        <w:t>illimeter</w:t>
      </w:r>
      <w:r w:rsidRPr="00026EFC">
        <w:rPr>
          <w:lang w:val="en-US"/>
        </w:rPr>
        <w:t>s to 1,</w:t>
      </w:r>
      <w:r w:rsidR="00132F70" w:rsidRPr="00026EFC">
        <w:rPr>
          <w:lang w:val="en-US"/>
        </w:rPr>
        <w:t xml:space="preserve">450 </w:t>
      </w:r>
      <w:r w:rsidRPr="00026EFC">
        <w:rPr>
          <w:lang w:val="en-US"/>
        </w:rPr>
        <w:t>by 3,</w:t>
      </w:r>
      <w:r w:rsidR="00132F70" w:rsidRPr="00026EFC">
        <w:rPr>
          <w:lang w:val="en-US"/>
        </w:rPr>
        <w:t xml:space="preserve">300 </w:t>
      </w:r>
      <w:r w:rsidRPr="00026EFC">
        <w:rPr>
          <w:lang w:val="en-US"/>
        </w:rPr>
        <w:t>m</w:t>
      </w:r>
      <w:r w:rsidR="00132F70" w:rsidRPr="00026EFC">
        <w:rPr>
          <w:lang w:val="en-US"/>
        </w:rPr>
        <w:t>illimeter</w:t>
      </w:r>
      <w:r w:rsidRPr="00026EFC">
        <w:rPr>
          <w:lang w:val="en-US"/>
        </w:rPr>
        <w:t xml:space="preserve">s. The output performance ranges from </w:t>
      </w:r>
      <w:r w:rsidR="00132F70" w:rsidRPr="00026EFC">
        <w:rPr>
          <w:lang w:val="en-US"/>
        </w:rPr>
        <w:t xml:space="preserve">80 </w:t>
      </w:r>
      <w:r w:rsidRPr="00026EFC">
        <w:rPr>
          <w:lang w:val="en-US"/>
        </w:rPr>
        <w:t>to 1,</w:t>
      </w:r>
      <w:r w:rsidR="00132F70" w:rsidRPr="00026EFC">
        <w:rPr>
          <w:lang w:val="en-US"/>
        </w:rPr>
        <w:t xml:space="preserve">000 </w:t>
      </w:r>
      <w:r w:rsidRPr="00026EFC">
        <w:rPr>
          <w:lang w:val="en-US"/>
        </w:rPr>
        <w:t xml:space="preserve">strokes </w:t>
      </w:r>
      <w:r w:rsidR="00132F70" w:rsidRPr="00026EFC">
        <w:rPr>
          <w:lang w:val="en-US"/>
        </w:rPr>
        <w:t>p</w:t>
      </w:r>
      <w:r w:rsidRPr="00026EFC">
        <w:rPr>
          <w:lang w:val="en-US"/>
        </w:rPr>
        <w:t>e</w:t>
      </w:r>
      <w:r w:rsidR="00132F70" w:rsidRPr="00026EFC">
        <w:rPr>
          <w:lang w:val="en-US"/>
        </w:rPr>
        <w:t>r</w:t>
      </w:r>
      <w:r w:rsidRPr="00026EFC">
        <w:rPr>
          <w:lang w:val="en-US"/>
        </w:rPr>
        <w:t xml:space="preserve"> m</w:t>
      </w:r>
      <w:r w:rsidR="00132F70" w:rsidRPr="00026EFC">
        <w:rPr>
          <w:lang w:val="en-US"/>
        </w:rPr>
        <w:t>inute.</w:t>
      </w:r>
    </w:p>
    <w:p w14:paraId="25FD6FF2" w14:textId="77777777" w:rsidR="00963689" w:rsidRPr="00026EFC" w:rsidRDefault="00963689" w:rsidP="00963689">
      <w:pPr>
        <w:rPr>
          <w:lang w:val="en-US"/>
        </w:rPr>
      </w:pPr>
    </w:p>
    <w:p w14:paraId="06BC5196" w14:textId="7589520F" w:rsidR="00D36D52" w:rsidRPr="00026EFC" w:rsidRDefault="00D36D52" w:rsidP="006A24B6">
      <w:pPr>
        <w:rPr>
          <w:b/>
          <w:lang w:val="en-US"/>
        </w:rPr>
      </w:pPr>
      <w:r w:rsidRPr="00026EFC">
        <w:rPr>
          <w:b/>
          <w:lang w:val="en-US"/>
        </w:rPr>
        <w:t>H</w:t>
      </w:r>
      <w:r w:rsidR="003406A3" w:rsidRPr="00026EFC">
        <w:rPr>
          <w:b/>
          <w:lang w:val="en-US"/>
        </w:rPr>
        <w:t>ig</w:t>
      </w:r>
      <w:r w:rsidRPr="00026EFC">
        <w:rPr>
          <w:b/>
          <w:lang w:val="en-US"/>
        </w:rPr>
        <w:t>h</w:t>
      </w:r>
      <w:r w:rsidR="003406A3" w:rsidRPr="00026EFC">
        <w:rPr>
          <w:b/>
          <w:lang w:val="en-US"/>
        </w:rPr>
        <w:t>ly</w:t>
      </w:r>
      <w:r w:rsidRPr="00026EFC">
        <w:rPr>
          <w:b/>
          <w:lang w:val="en-US"/>
        </w:rPr>
        <w:t xml:space="preserve"> automat</w:t>
      </w:r>
      <w:r w:rsidR="003406A3" w:rsidRPr="00026EFC">
        <w:rPr>
          <w:b/>
          <w:lang w:val="en-US"/>
        </w:rPr>
        <w:t>ed systems</w:t>
      </w:r>
    </w:p>
    <w:p w14:paraId="0192A397" w14:textId="0CB2D336" w:rsidR="001A3A87" w:rsidRPr="00026EFC" w:rsidRDefault="003406A3" w:rsidP="006A24B6">
      <w:pPr>
        <w:rPr>
          <w:lang w:val="en-US"/>
        </w:rPr>
      </w:pPr>
      <w:r w:rsidRPr="00026EFC">
        <w:rPr>
          <w:lang w:val="en-US"/>
        </w:rPr>
        <w:t>Schuler offers blanking lines for electric motor laminations with press forces of 2,</w:t>
      </w:r>
      <w:r w:rsidR="002E4970" w:rsidRPr="00026EFC">
        <w:rPr>
          <w:lang w:val="en-US"/>
        </w:rPr>
        <w:t xml:space="preserve">500 </w:t>
      </w:r>
      <w:r w:rsidRPr="00026EFC">
        <w:rPr>
          <w:lang w:val="en-US"/>
        </w:rPr>
        <w:t>to 6,</w:t>
      </w:r>
      <w:r w:rsidR="002E4970" w:rsidRPr="00026EFC">
        <w:rPr>
          <w:lang w:val="en-US"/>
        </w:rPr>
        <w:t xml:space="preserve">300 </w:t>
      </w:r>
      <w:proofErr w:type="spellStart"/>
      <w:r w:rsidRPr="00026EFC">
        <w:rPr>
          <w:lang w:val="en-US"/>
        </w:rPr>
        <w:t>k</w:t>
      </w:r>
      <w:r w:rsidR="002E4970" w:rsidRPr="00026EFC">
        <w:rPr>
          <w:lang w:val="en-US"/>
        </w:rPr>
        <w:t>ilonewton</w:t>
      </w:r>
      <w:r w:rsidRPr="00026EFC">
        <w:rPr>
          <w:lang w:val="en-US"/>
        </w:rPr>
        <w:t>s</w:t>
      </w:r>
      <w:proofErr w:type="spellEnd"/>
      <w:r w:rsidR="002E4970" w:rsidRPr="00026EFC">
        <w:rPr>
          <w:lang w:val="en-US"/>
        </w:rPr>
        <w:t xml:space="preserve">. </w:t>
      </w:r>
      <w:r w:rsidRPr="00026EFC">
        <w:rPr>
          <w:lang w:val="en-US"/>
        </w:rPr>
        <w:t xml:space="preserve">These </w:t>
      </w:r>
      <w:r w:rsidR="001A3A87" w:rsidRPr="00026EFC">
        <w:rPr>
          <w:lang w:val="en-US"/>
        </w:rPr>
        <w:t>h</w:t>
      </w:r>
      <w:r w:rsidRPr="00026EFC">
        <w:rPr>
          <w:lang w:val="en-US"/>
        </w:rPr>
        <w:t xml:space="preserve">ighly </w:t>
      </w:r>
      <w:r w:rsidR="001A3A87" w:rsidRPr="00026EFC">
        <w:rPr>
          <w:lang w:val="en-US"/>
        </w:rPr>
        <w:t>automat</w:t>
      </w:r>
      <w:r w:rsidRPr="00026EFC">
        <w:rPr>
          <w:lang w:val="en-US"/>
        </w:rPr>
        <w:t>ed s</w:t>
      </w:r>
      <w:r w:rsidR="001A3A87" w:rsidRPr="00026EFC">
        <w:rPr>
          <w:lang w:val="en-US"/>
        </w:rPr>
        <w:t>ystem</w:t>
      </w:r>
      <w:r w:rsidRPr="00026EFC">
        <w:rPr>
          <w:lang w:val="en-US"/>
        </w:rPr>
        <w:t>s are used to produce s</w:t>
      </w:r>
      <w:r w:rsidR="001A3A87" w:rsidRPr="00026EFC">
        <w:rPr>
          <w:lang w:val="en-US"/>
        </w:rPr>
        <w:t>tator</w:t>
      </w:r>
      <w:r w:rsidRPr="00026EFC">
        <w:rPr>
          <w:lang w:val="en-US"/>
        </w:rPr>
        <w:t>s</w:t>
      </w:r>
      <w:r w:rsidR="001A3A87" w:rsidRPr="00026EFC">
        <w:rPr>
          <w:lang w:val="en-US"/>
        </w:rPr>
        <w:t xml:space="preserve"> </w:t>
      </w:r>
      <w:r w:rsidRPr="00026EFC">
        <w:rPr>
          <w:lang w:val="en-US"/>
        </w:rPr>
        <w:t>a</w:t>
      </w:r>
      <w:r w:rsidR="001A3A87" w:rsidRPr="00026EFC">
        <w:rPr>
          <w:lang w:val="en-US"/>
        </w:rPr>
        <w:t xml:space="preserve">nd </w:t>
      </w:r>
      <w:r w:rsidRPr="00026EFC">
        <w:rPr>
          <w:lang w:val="en-US"/>
        </w:rPr>
        <w:t>r</w:t>
      </w:r>
      <w:r w:rsidR="001A3A87" w:rsidRPr="00026EFC">
        <w:rPr>
          <w:lang w:val="en-US"/>
        </w:rPr>
        <w:t>otor</w:t>
      </w:r>
      <w:r w:rsidRPr="00026EFC">
        <w:rPr>
          <w:lang w:val="en-US"/>
        </w:rPr>
        <w:t xml:space="preserve">s, </w:t>
      </w:r>
      <w:r w:rsidR="00560C88" w:rsidRPr="00026EFC">
        <w:rPr>
          <w:lang w:val="en-US"/>
        </w:rPr>
        <w:t>or</w:t>
      </w:r>
      <w:r w:rsidR="001A3A87" w:rsidRPr="00026EFC">
        <w:rPr>
          <w:lang w:val="en-US"/>
        </w:rPr>
        <w:t xml:space="preserve"> </w:t>
      </w:r>
      <w:r w:rsidRPr="00026EFC">
        <w:rPr>
          <w:lang w:val="en-US"/>
        </w:rPr>
        <w:t>s</w:t>
      </w:r>
      <w:r w:rsidR="001A3A87" w:rsidRPr="00026EFC">
        <w:rPr>
          <w:lang w:val="en-US"/>
        </w:rPr>
        <w:t>egment</w:t>
      </w:r>
      <w:r w:rsidRPr="00026EFC">
        <w:rPr>
          <w:lang w:val="en-US"/>
        </w:rPr>
        <w:t>s, which can be further processed immediately for motors of different sizes</w:t>
      </w:r>
      <w:r w:rsidR="001A3A87" w:rsidRPr="00026EFC">
        <w:rPr>
          <w:lang w:val="en-US"/>
        </w:rPr>
        <w:t xml:space="preserve">. </w:t>
      </w:r>
      <w:r w:rsidRPr="00026EFC">
        <w:rPr>
          <w:lang w:val="en-US"/>
        </w:rPr>
        <w:t xml:space="preserve">The low deflection of the press bed and slide reduces strain on the dies and increases their service life. The entire line is operated using a Windows-based and user-friendly visualization system. </w:t>
      </w:r>
      <w:r w:rsidR="006A24B6" w:rsidRPr="00026EFC">
        <w:rPr>
          <w:lang w:val="en-US"/>
        </w:rPr>
        <w:t xml:space="preserve"> </w:t>
      </w:r>
    </w:p>
    <w:p w14:paraId="719A7EE4" w14:textId="77777777" w:rsidR="00AA4B04" w:rsidRPr="00026EFC" w:rsidRDefault="00AA4B04" w:rsidP="006A24B6">
      <w:pPr>
        <w:rPr>
          <w:lang w:val="en-US"/>
        </w:rPr>
      </w:pPr>
    </w:p>
    <w:p w14:paraId="4F02E305" w14:textId="5127DDED" w:rsidR="00FF71C1" w:rsidRPr="00026EFC" w:rsidRDefault="007F576D" w:rsidP="00560C88">
      <w:pPr>
        <w:rPr>
          <w:lang w:val="en-US"/>
        </w:rPr>
      </w:pPr>
      <w:r w:rsidRPr="00026EFC">
        <w:rPr>
          <w:lang w:val="en-US"/>
        </w:rPr>
        <w:t>Notching cells are recommended for smaller production volumes</w:t>
      </w:r>
      <w:r w:rsidR="00560C88" w:rsidRPr="00026EFC">
        <w:rPr>
          <w:lang w:val="en-US"/>
        </w:rPr>
        <w:t xml:space="preserve">. </w:t>
      </w:r>
      <w:r w:rsidRPr="00026EFC">
        <w:rPr>
          <w:lang w:val="en-US"/>
        </w:rPr>
        <w:t xml:space="preserve">An optical orienting </w:t>
      </w:r>
      <w:r w:rsidR="00560C88" w:rsidRPr="00026EFC">
        <w:rPr>
          <w:lang w:val="en-US"/>
        </w:rPr>
        <w:t xml:space="preserve">station </w:t>
      </w:r>
      <w:r w:rsidRPr="00026EFC">
        <w:rPr>
          <w:lang w:val="en-US"/>
        </w:rPr>
        <w:t xml:space="preserve">first ensures that the blanks are exactly positioned </w:t>
      </w:r>
      <w:r w:rsidR="00560C88" w:rsidRPr="00026EFC">
        <w:rPr>
          <w:lang w:val="en-US"/>
        </w:rPr>
        <w:t>be</w:t>
      </w:r>
      <w:r w:rsidRPr="00026EFC">
        <w:rPr>
          <w:lang w:val="en-US"/>
        </w:rPr>
        <w:t>f</w:t>
      </w:r>
      <w:r w:rsidR="00560C88" w:rsidRPr="00026EFC">
        <w:rPr>
          <w:lang w:val="en-US"/>
        </w:rPr>
        <w:t>or</w:t>
      </w:r>
      <w:r w:rsidRPr="00026EFC">
        <w:rPr>
          <w:lang w:val="en-US"/>
        </w:rPr>
        <w:t>e</w:t>
      </w:r>
      <w:r w:rsidR="00560C88" w:rsidRPr="00026EFC">
        <w:rPr>
          <w:lang w:val="en-US"/>
        </w:rPr>
        <w:t xml:space="preserve"> </w:t>
      </w:r>
      <w:r w:rsidRPr="00026EFC">
        <w:rPr>
          <w:lang w:val="en-US"/>
        </w:rPr>
        <w:t>the fully automatic linear gantry transports them further via a gripper system</w:t>
      </w:r>
      <w:r w:rsidR="00560C88" w:rsidRPr="00026EFC">
        <w:rPr>
          <w:lang w:val="en-US"/>
        </w:rPr>
        <w:t xml:space="preserve">. </w:t>
      </w:r>
      <w:r w:rsidRPr="00026EFC">
        <w:rPr>
          <w:lang w:val="en-US"/>
        </w:rPr>
        <w:t>The blanks are then fixed on a turntable and notched at speeds of up to 1,100 strokes per minute. Over 400 rotor and stator laminations are stacked fully automatically on pallets every hour.</w:t>
      </w:r>
      <w:r w:rsidR="00FF71C1" w:rsidRPr="00026EFC">
        <w:rPr>
          <w:lang w:val="en-US"/>
        </w:rPr>
        <w:t xml:space="preserve"> </w:t>
      </w:r>
      <w:r w:rsidRPr="00026EFC">
        <w:rPr>
          <w:lang w:val="en-US"/>
        </w:rPr>
        <w:t>Die changes take less than half an hour</w:t>
      </w:r>
      <w:r w:rsidR="00560C88" w:rsidRPr="00026EFC">
        <w:rPr>
          <w:lang w:val="en-US"/>
        </w:rPr>
        <w:t xml:space="preserve">. </w:t>
      </w:r>
    </w:p>
    <w:p w14:paraId="3CCC154D" w14:textId="77777777" w:rsidR="002E4970" w:rsidRPr="00026EFC" w:rsidRDefault="002E4970" w:rsidP="001A3A87">
      <w:pPr>
        <w:rPr>
          <w:lang w:val="en-US"/>
        </w:rPr>
      </w:pPr>
    </w:p>
    <w:p w14:paraId="7C5A06AE" w14:textId="6FB61084" w:rsidR="00AA4B04" w:rsidRPr="00026EFC" w:rsidRDefault="007F576D" w:rsidP="00E3099F">
      <w:pPr>
        <w:rPr>
          <w:lang w:val="en-US"/>
        </w:rPr>
      </w:pPr>
      <w:r w:rsidRPr="00026EFC">
        <w:rPr>
          <w:lang w:val="en-US"/>
        </w:rPr>
        <w:t xml:space="preserve">Manually operated </w:t>
      </w:r>
      <w:proofErr w:type="spellStart"/>
      <w:r w:rsidRPr="00026EFC">
        <w:rPr>
          <w:lang w:val="en-US"/>
        </w:rPr>
        <w:t>notchers</w:t>
      </w:r>
      <w:proofErr w:type="spellEnd"/>
      <w:r w:rsidRPr="00026EFC">
        <w:rPr>
          <w:lang w:val="en-US"/>
        </w:rPr>
        <w:t xml:space="preserve"> are particularly well suited for the flexible and economic production of small batches of laminations for electric motors. Controllable dies which can produce the stator and rotor in a </w:t>
      </w:r>
      <w:r w:rsidRPr="00026EFC">
        <w:rPr>
          <w:lang w:val="en-US"/>
        </w:rPr>
        <w:lastRenderedPageBreak/>
        <w:t xml:space="preserve">single step and with a high degree of precision save valuable handling and set-up time. In the case of a conventional single notch, the operator first inserts the blank, the </w:t>
      </w:r>
      <w:proofErr w:type="spellStart"/>
      <w:r w:rsidRPr="00026EFC">
        <w:rPr>
          <w:lang w:val="en-US"/>
        </w:rPr>
        <w:t>notcher</w:t>
      </w:r>
      <w:proofErr w:type="spellEnd"/>
      <w:r w:rsidRPr="00026EFC">
        <w:rPr>
          <w:lang w:val="en-US"/>
        </w:rPr>
        <w:t xml:space="preserve"> cuts the stator notches, simultaneously cuts out the blank for the rotor, and the operator removes the two blanks. </w:t>
      </w:r>
    </w:p>
    <w:p w14:paraId="24BF4E01" w14:textId="77777777" w:rsidR="00AA4B04" w:rsidRPr="00026EFC" w:rsidRDefault="00AA4B04" w:rsidP="00E3099F">
      <w:pPr>
        <w:rPr>
          <w:lang w:val="en-US"/>
        </w:rPr>
      </w:pPr>
    </w:p>
    <w:p w14:paraId="2198889B" w14:textId="3ACCD2AC" w:rsidR="00EF71C9" w:rsidRPr="00026EFC" w:rsidRDefault="007F576D" w:rsidP="007F576D">
      <w:pPr>
        <w:rPr>
          <w:lang w:val="en-US"/>
        </w:rPr>
      </w:pPr>
      <w:r w:rsidRPr="00026EFC">
        <w:rPr>
          <w:lang w:val="en-US"/>
        </w:rPr>
        <w:t>The operator then needs to change the die for the next step. The rotor blank is inserted, cut and the finished rotor can then be removed. With the aid of a controllable die, it is possible to notch the stator and rotor with a single clamping operation. Compared to the conventional production process with two separate die sets, there is no longer need to change dies and load the rotor blanks again.</w:t>
      </w:r>
    </w:p>
    <w:p w14:paraId="280E0107" w14:textId="77777777" w:rsidR="007F576D" w:rsidRDefault="007F576D" w:rsidP="007F576D">
      <w:pPr>
        <w:rPr>
          <w:lang w:val="en-US"/>
        </w:rPr>
      </w:pPr>
    </w:p>
    <w:p w14:paraId="49EE46EB" w14:textId="19E5D31E" w:rsidR="009974F6" w:rsidRPr="009974F6" w:rsidRDefault="009974F6" w:rsidP="009974F6">
      <w:pPr>
        <w:rPr>
          <w:i/>
          <w:lang w:val="en-US"/>
        </w:rPr>
      </w:pPr>
      <w:r w:rsidRPr="009974F6">
        <w:rPr>
          <w:i/>
          <w:lang w:val="en-US"/>
        </w:rPr>
        <w:t xml:space="preserve">At the CWIEME in Berlin (May 5 to 7), Schuler will present </w:t>
      </w:r>
      <w:r>
        <w:rPr>
          <w:i/>
          <w:lang w:val="en-US"/>
        </w:rPr>
        <w:t xml:space="preserve">its </w:t>
      </w:r>
      <w:r w:rsidRPr="009974F6">
        <w:rPr>
          <w:i/>
          <w:lang w:val="en-US"/>
        </w:rPr>
        <w:t>systems manufacturing electric laminations in hall 3.2, stand 32 B29.</w:t>
      </w:r>
    </w:p>
    <w:p w14:paraId="73BD5E9F" w14:textId="77777777" w:rsidR="00876181" w:rsidRDefault="00876181" w:rsidP="007E1606">
      <w:pPr>
        <w:rPr>
          <w:lang w:val="en-US"/>
        </w:rPr>
      </w:pPr>
    </w:p>
    <w:p w14:paraId="44AF7344" w14:textId="77777777" w:rsidR="009974F6" w:rsidRPr="00026EFC" w:rsidRDefault="009974F6" w:rsidP="007E1606">
      <w:pPr>
        <w:rPr>
          <w:lang w:val="en-US"/>
        </w:rPr>
      </w:pPr>
    </w:p>
    <w:p w14:paraId="42E4026E" w14:textId="2564EC96" w:rsidR="007E1606" w:rsidRPr="00026EFC" w:rsidRDefault="00177AA7" w:rsidP="000E228F">
      <w:pPr>
        <w:pStyle w:val="berschrift3"/>
        <w:rPr>
          <w:lang w:val="en-US"/>
        </w:rPr>
      </w:pPr>
      <w:r w:rsidRPr="00026EFC">
        <w:rPr>
          <w:lang w:val="en-US"/>
        </w:rPr>
        <w:t>Captions</w:t>
      </w:r>
    </w:p>
    <w:p w14:paraId="403E1BCA" w14:textId="5DD3CA01" w:rsidR="00C82B81" w:rsidRPr="00026EFC" w:rsidRDefault="007E1606" w:rsidP="007E1606">
      <w:pPr>
        <w:rPr>
          <w:lang w:val="en-US"/>
        </w:rPr>
      </w:pPr>
      <w:r w:rsidRPr="00026EFC">
        <w:rPr>
          <w:lang w:val="en-US"/>
        </w:rPr>
        <w:t xml:space="preserve">Bild1.jpg: </w:t>
      </w:r>
      <w:r w:rsidR="007F576D" w:rsidRPr="00026EFC">
        <w:rPr>
          <w:lang w:val="en-US"/>
        </w:rPr>
        <w:t xml:space="preserve">Schuler’s </w:t>
      </w:r>
      <w:proofErr w:type="spellStart"/>
      <w:r w:rsidR="00FB6B2E" w:rsidRPr="00026EFC">
        <w:rPr>
          <w:lang w:val="en-US"/>
        </w:rPr>
        <w:t>Smartline</w:t>
      </w:r>
      <w:proofErr w:type="spellEnd"/>
      <w:r w:rsidR="00FB6B2E" w:rsidRPr="00026EFC">
        <w:rPr>
          <w:lang w:val="en-US"/>
        </w:rPr>
        <w:t xml:space="preserve"> SA-S </w:t>
      </w:r>
      <w:r w:rsidR="0015636A">
        <w:rPr>
          <w:lang w:val="en-US"/>
        </w:rPr>
        <w:t xml:space="preserve">notches and </w:t>
      </w:r>
      <w:r w:rsidR="007F576D" w:rsidRPr="00026EFC">
        <w:rPr>
          <w:lang w:val="en-US"/>
        </w:rPr>
        <w:t>bundles laminations for highly energy-efficient electric motors in a single step</w:t>
      </w:r>
      <w:r w:rsidR="00FB6B2E" w:rsidRPr="00026EFC">
        <w:rPr>
          <w:lang w:val="en-US"/>
        </w:rPr>
        <w:t>.</w:t>
      </w:r>
    </w:p>
    <w:p w14:paraId="29BCE874" w14:textId="52A158AA" w:rsidR="005833D5" w:rsidRPr="00026EFC" w:rsidRDefault="007E1606" w:rsidP="007E1606">
      <w:pPr>
        <w:rPr>
          <w:lang w:val="en-US"/>
        </w:rPr>
      </w:pPr>
      <w:r w:rsidRPr="00026EFC">
        <w:rPr>
          <w:lang w:val="en-US"/>
        </w:rPr>
        <w:t xml:space="preserve">Bild2.jpg: </w:t>
      </w:r>
      <w:r w:rsidR="007F576D" w:rsidRPr="00026EFC">
        <w:rPr>
          <w:lang w:val="en-US"/>
        </w:rPr>
        <w:t xml:space="preserve">Schuler offers blanking lines for electric motor laminations with press forces of 2,500 to 6,300 </w:t>
      </w:r>
      <w:proofErr w:type="spellStart"/>
      <w:r w:rsidR="007F576D" w:rsidRPr="00026EFC">
        <w:rPr>
          <w:lang w:val="en-US"/>
        </w:rPr>
        <w:t>kilonewtons</w:t>
      </w:r>
      <w:proofErr w:type="spellEnd"/>
      <w:r w:rsidR="007F576D" w:rsidRPr="00026EFC">
        <w:rPr>
          <w:lang w:val="en-US"/>
        </w:rPr>
        <w:t>.</w:t>
      </w:r>
    </w:p>
    <w:p w14:paraId="4F2E7C56" w14:textId="23488438" w:rsidR="00841B03" w:rsidRPr="00026EFC" w:rsidRDefault="00841B03" w:rsidP="007E1606">
      <w:pPr>
        <w:rPr>
          <w:lang w:val="en-US"/>
        </w:rPr>
      </w:pPr>
      <w:r w:rsidRPr="00026EFC">
        <w:rPr>
          <w:lang w:val="en-US"/>
        </w:rPr>
        <w:t xml:space="preserve">Bild3.jpg: </w:t>
      </w:r>
      <w:r w:rsidR="007F576D" w:rsidRPr="00026EFC">
        <w:rPr>
          <w:lang w:val="en-US"/>
        </w:rPr>
        <w:t>Notching cells produce electric motor laminations at speeds of up to 1,100 strokes per minute</w:t>
      </w:r>
      <w:r w:rsidR="00FB6B2E" w:rsidRPr="00026EFC">
        <w:rPr>
          <w:lang w:val="en-US"/>
        </w:rPr>
        <w:t>.</w:t>
      </w:r>
    </w:p>
    <w:p w14:paraId="4564D30C" w14:textId="7673CB63" w:rsidR="00841B03" w:rsidRPr="00026EFC" w:rsidRDefault="00841B03" w:rsidP="007E1606">
      <w:pPr>
        <w:rPr>
          <w:lang w:val="en-US"/>
        </w:rPr>
      </w:pPr>
      <w:r w:rsidRPr="00026EFC">
        <w:rPr>
          <w:lang w:val="en-US"/>
        </w:rPr>
        <w:t xml:space="preserve">Bild4.jpg: </w:t>
      </w:r>
      <w:r w:rsidR="007F576D" w:rsidRPr="00026EFC">
        <w:rPr>
          <w:lang w:val="en-US"/>
        </w:rPr>
        <w:t xml:space="preserve">Controllable dies save valuable time </w:t>
      </w:r>
      <w:r w:rsidR="00FB6B2E" w:rsidRPr="00026EFC">
        <w:rPr>
          <w:lang w:val="en-US"/>
        </w:rPr>
        <w:t>f</w:t>
      </w:r>
      <w:r w:rsidR="007F576D" w:rsidRPr="00026EFC">
        <w:rPr>
          <w:lang w:val="en-US"/>
        </w:rPr>
        <w:t>o</w:t>
      </w:r>
      <w:r w:rsidR="00FB6B2E" w:rsidRPr="00026EFC">
        <w:rPr>
          <w:lang w:val="en-US"/>
        </w:rPr>
        <w:t xml:space="preserve">r </w:t>
      </w:r>
      <w:r w:rsidR="007F576D" w:rsidRPr="00026EFC">
        <w:rPr>
          <w:lang w:val="en-US"/>
        </w:rPr>
        <w:t xml:space="preserve">the handling and set-up of manually operated </w:t>
      </w:r>
      <w:proofErr w:type="spellStart"/>
      <w:r w:rsidR="007F576D" w:rsidRPr="00026EFC">
        <w:rPr>
          <w:lang w:val="en-US"/>
        </w:rPr>
        <w:t>notchers</w:t>
      </w:r>
      <w:proofErr w:type="spellEnd"/>
      <w:r w:rsidR="00FB6B2E" w:rsidRPr="00026EFC">
        <w:rPr>
          <w:lang w:val="en-US"/>
        </w:rPr>
        <w:t>.</w:t>
      </w:r>
    </w:p>
    <w:p w14:paraId="74AAF2D1" w14:textId="4A6C18DF" w:rsidR="005833D5" w:rsidRPr="00026EFC" w:rsidRDefault="00177AA7" w:rsidP="005833D5">
      <w:pPr>
        <w:rPr>
          <w:i/>
          <w:lang w:val="en-US"/>
        </w:rPr>
      </w:pPr>
      <w:r w:rsidRPr="00026EFC">
        <w:rPr>
          <w:i/>
          <w:lang w:val="en-US"/>
        </w:rPr>
        <w:t>Please name Schuler as the photo source.</w:t>
      </w:r>
    </w:p>
    <w:p w14:paraId="5D323BFA" w14:textId="77777777" w:rsidR="00A52517" w:rsidRPr="00026EFC" w:rsidRDefault="00A52517">
      <w:pPr>
        <w:spacing w:line="240" w:lineRule="auto"/>
        <w:rPr>
          <w:rFonts w:cs="Arial"/>
          <w:lang w:val="en-US"/>
        </w:rPr>
      </w:pPr>
      <w:r w:rsidRPr="00026EFC">
        <w:rPr>
          <w:rFonts w:cs="Arial"/>
          <w:lang w:val="en-US"/>
        </w:rPr>
        <w:br w:type="page"/>
      </w:r>
    </w:p>
    <w:p w14:paraId="6B33CFFE" w14:textId="77777777" w:rsidR="005833D5" w:rsidRPr="00026EFC" w:rsidRDefault="005833D5" w:rsidP="008E1F8F">
      <w:pPr>
        <w:ind w:right="-15"/>
        <w:outlineLvl w:val="0"/>
        <w:rPr>
          <w:rFonts w:cs="Arial"/>
          <w:lang w:val="en-US"/>
        </w:rPr>
      </w:pPr>
    </w:p>
    <w:p w14:paraId="3DBF2BE0" w14:textId="77777777" w:rsidR="005833D5" w:rsidRPr="00026EFC" w:rsidRDefault="005833D5" w:rsidP="008E1F8F">
      <w:pPr>
        <w:pBdr>
          <w:top w:val="single" w:sz="4" w:space="1" w:color="auto"/>
        </w:pBdr>
        <w:spacing w:line="240" w:lineRule="auto"/>
        <w:jc w:val="both"/>
        <w:rPr>
          <w:lang w:val="en-US"/>
        </w:rPr>
      </w:pPr>
    </w:p>
    <w:p w14:paraId="6A02F9BA" w14:textId="77777777" w:rsidR="005833D5" w:rsidRPr="00026EFC" w:rsidRDefault="005833D5" w:rsidP="008E1F8F">
      <w:pPr>
        <w:pBdr>
          <w:top w:val="single" w:sz="4" w:space="1" w:color="auto"/>
        </w:pBdr>
        <w:spacing w:line="240" w:lineRule="auto"/>
        <w:jc w:val="both"/>
        <w:rPr>
          <w:lang w:val="en-US"/>
        </w:rPr>
      </w:pPr>
    </w:p>
    <w:p w14:paraId="4BB48B16" w14:textId="77777777" w:rsidR="00177AA7" w:rsidRPr="00026EFC" w:rsidRDefault="00177AA7" w:rsidP="00177AA7">
      <w:pPr>
        <w:spacing w:line="240" w:lineRule="auto"/>
        <w:ind w:right="-15"/>
        <w:jc w:val="both"/>
        <w:outlineLvl w:val="0"/>
        <w:rPr>
          <w:b/>
          <w:i/>
          <w:lang w:val="en-US"/>
        </w:rPr>
      </w:pPr>
      <w:r w:rsidRPr="00026EFC">
        <w:rPr>
          <w:b/>
          <w:i/>
          <w:lang w:val="en-US"/>
        </w:rPr>
        <w:t xml:space="preserve">About the Schuler Group – </w:t>
      </w:r>
      <w:hyperlink r:id="rId10" w:history="1">
        <w:r w:rsidRPr="00026EFC">
          <w:rPr>
            <w:rStyle w:val="Hyperlink"/>
            <w:b/>
            <w:i/>
            <w:lang w:val="en-US"/>
          </w:rPr>
          <w:t>www.schulergroup.com</w:t>
        </w:r>
      </w:hyperlink>
    </w:p>
    <w:p w14:paraId="6848BA69" w14:textId="77777777" w:rsidR="00177AA7" w:rsidRPr="00026EFC" w:rsidRDefault="00177AA7" w:rsidP="00177AA7">
      <w:pPr>
        <w:spacing w:line="240" w:lineRule="auto"/>
        <w:ind w:right="-15"/>
        <w:jc w:val="both"/>
        <w:outlineLvl w:val="0"/>
        <w:rPr>
          <w:i/>
          <w:lang w:val="en-US"/>
        </w:rPr>
      </w:pPr>
      <w:r w:rsidRPr="00026EFC">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3E482D1D" w14:textId="11E9A6E6" w:rsidR="00A52517" w:rsidRPr="00026EFC" w:rsidRDefault="00A52517" w:rsidP="009C53E1">
      <w:pPr>
        <w:spacing w:line="240" w:lineRule="auto"/>
        <w:ind w:right="-15"/>
        <w:jc w:val="both"/>
        <w:outlineLvl w:val="0"/>
        <w:rPr>
          <w:i/>
          <w:lang w:val="en-US"/>
        </w:rPr>
      </w:pPr>
    </w:p>
    <w:sectPr w:rsidR="00A52517" w:rsidRPr="00026EFC"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1EC18" w14:textId="77777777" w:rsidR="00B76F0E" w:rsidRDefault="00B76F0E" w:rsidP="007E132D">
      <w:r>
        <w:separator/>
      </w:r>
    </w:p>
    <w:p w14:paraId="3B1B166E" w14:textId="77777777" w:rsidR="00B76F0E" w:rsidRDefault="00B76F0E" w:rsidP="007E132D"/>
  </w:endnote>
  <w:endnote w:type="continuationSeparator" w:id="0">
    <w:p w14:paraId="22AB7D5C" w14:textId="77777777" w:rsidR="00B76F0E" w:rsidRDefault="00B76F0E" w:rsidP="007E132D">
      <w:r>
        <w:continuationSeparator/>
      </w:r>
    </w:p>
    <w:p w14:paraId="27F4FB1B" w14:textId="77777777" w:rsidR="00B76F0E" w:rsidRDefault="00B76F0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19EF8"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D524A3A" w14:textId="77777777" w:rsidTr="004B6CEF">
      <w:trPr>
        <w:trHeight w:hRule="exact" w:val="792"/>
      </w:trPr>
      <w:tc>
        <w:tcPr>
          <w:tcW w:w="2379" w:type="dxa"/>
          <w:shd w:val="clear" w:color="auto" w:fill="auto"/>
        </w:tcPr>
        <w:p w14:paraId="654C8953" w14:textId="77777777" w:rsidR="004B6CEF" w:rsidRDefault="004B6CEF" w:rsidP="004B6CEF">
          <w:pPr>
            <w:pStyle w:val="Absenderinformation"/>
            <w:framePr w:hSpace="0" w:vSpace="0" w:wrap="auto" w:vAnchor="margin" w:hAnchor="text" w:xAlign="left" w:yAlign="inline"/>
            <w:rPr>
              <w:rFonts w:eastAsia="Calibri"/>
            </w:rPr>
          </w:pPr>
        </w:p>
        <w:p w14:paraId="443D314F" w14:textId="77777777" w:rsidR="004B6CEF" w:rsidRDefault="004B6CEF" w:rsidP="004B6CEF">
          <w:pPr>
            <w:pStyle w:val="Absenderinformation"/>
            <w:framePr w:hSpace="0" w:vSpace="0" w:wrap="auto" w:vAnchor="margin" w:hAnchor="text" w:xAlign="left" w:yAlign="inline"/>
            <w:rPr>
              <w:rFonts w:eastAsia="Calibri"/>
            </w:rPr>
          </w:pPr>
        </w:p>
        <w:p w14:paraId="7A997CB6"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93AD7">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93AD7">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93AD7">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93AD7" w:rsidRPr="007E1606">
            <w:rPr>
              <w:rFonts w:eastAsia="Calibri"/>
              <w:noProof/>
            </w:rPr>
            <w:t xml:space="preserve">Seite </w:t>
          </w:r>
          <w:r w:rsidR="00293AD7">
            <w:rPr>
              <w:rFonts w:eastAsia="Calibri"/>
              <w:noProof/>
            </w:rPr>
            <w:t>1</w:t>
          </w:r>
          <w:r w:rsidR="00293AD7" w:rsidRPr="007E1606">
            <w:rPr>
              <w:rFonts w:eastAsia="Calibri"/>
              <w:noProof/>
            </w:rPr>
            <w:t xml:space="preserve"> von </w:t>
          </w:r>
          <w:r w:rsidR="00293AD7">
            <w:rPr>
              <w:rFonts w:eastAsia="Calibri"/>
              <w:noProof/>
            </w:rPr>
            <w:t>4</w:t>
          </w:r>
          <w:r w:rsidRPr="007E1606">
            <w:rPr>
              <w:rFonts w:eastAsia="Calibri"/>
            </w:rPr>
            <w:fldChar w:fldCharType="end"/>
          </w:r>
        </w:p>
      </w:tc>
    </w:tr>
  </w:tbl>
  <w:p w14:paraId="08F67382"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60BE7"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77A10" w14:textId="77777777" w:rsidR="00B76F0E" w:rsidRDefault="00B76F0E" w:rsidP="007E132D">
      <w:r>
        <w:separator/>
      </w:r>
    </w:p>
    <w:p w14:paraId="3E12B16C" w14:textId="77777777" w:rsidR="00B76F0E" w:rsidRDefault="00B76F0E" w:rsidP="007E132D"/>
  </w:footnote>
  <w:footnote w:type="continuationSeparator" w:id="0">
    <w:p w14:paraId="5B2C7581" w14:textId="77777777" w:rsidR="00B76F0E" w:rsidRDefault="00B76F0E" w:rsidP="007E132D">
      <w:r>
        <w:continuationSeparator/>
      </w:r>
    </w:p>
    <w:p w14:paraId="53A4CBE0" w14:textId="77777777" w:rsidR="00B76F0E" w:rsidRDefault="00B76F0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48EB84"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0278648D" wp14:editId="5FB63283">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6BBCBBC2" wp14:editId="427BEF19">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65B11" w14:textId="77777777" w:rsidR="00E3363B" w:rsidRDefault="001E0C3C" w:rsidP="007E132D">
    <w:r>
      <w:rPr>
        <w:noProof/>
      </w:rPr>
      <w:drawing>
        <wp:anchor distT="0" distB="0" distL="114300" distR="114300" simplePos="0" relativeHeight="251656192" behindDoc="1" locked="0" layoutInCell="1" allowOverlap="1" wp14:anchorId="27906208" wp14:editId="690D9F7A">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8A06009" w14:textId="77777777" w:rsidR="00E3363B" w:rsidRDefault="00E3363B" w:rsidP="007E132D"/>
  <w:p w14:paraId="4B911056"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4AABEB9A" wp14:editId="407A5C72">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C8FA2" w14:textId="77777777" w:rsidR="00E3363B" w:rsidRDefault="00E3363B" w:rsidP="007E132D"/>
  <w:p w14:paraId="238EEBE8"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56E"/>
    <w:rsid w:val="00003CBE"/>
    <w:rsid w:val="00004C7F"/>
    <w:rsid w:val="00026EFC"/>
    <w:rsid w:val="00031750"/>
    <w:rsid w:val="00033BD2"/>
    <w:rsid w:val="00055279"/>
    <w:rsid w:val="000716BA"/>
    <w:rsid w:val="00086F40"/>
    <w:rsid w:val="000A52A8"/>
    <w:rsid w:val="000B704A"/>
    <w:rsid w:val="000C0CAD"/>
    <w:rsid w:val="000E228F"/>
    <w:rsid w:val="000F2F77"/>
    <w:rsid w:val="00100FFD"/>
    <w:rsid w:val="00102187"/>
    <w:rsid w:val="00130A5F"/>
    <w:rsid w:val="00132F70"/>
    <w:rsid w:val="00136218"/>
    <w:rsid w:val="00136E90"/>
    <w:rsid w:val="00152C69"/>
    <w:rsid w:val="001550CB"/>
    <w:rsid w:val="0015636A"/>
    <w:rsid w:val="001631E1"/>
    <w:rsid w:val="0016339C"/>
    <w:rsid w:val="0016495A"/>
    <w:rsid w:val="00173722"/>
    <w:rsid w:val="0017697C"/>
    <w:rsid w:val="00177AA7"/>
    <w:rsid w:val="001A3A87"/>
    <w:rsid w:val="001C1FA2"/>
    <w:rsid w:val="001C3EE2"/>
    <w:rsid w:val="001E0C3C"/>
    <w:rsid w:val="001F6280"/>
    <w:rsid w:val="002077B7"/>
    <w:rsid w:val="00211A72"/>
    <w:rsid w:val="00212513"/>
    <w:rsid w:val="00215C8A"/>
    <w:rsid w:val="002315E0"/>
    <w:rsid w:val="002712C2"/>
    <w:rsid w:val="00293AD7"/>
    <w:rsid w:val="002A1D04"/>
    <w:rsid w:val="002A3A54"/>
    <w:rsid w:val="002A42B6"/>
    <w:rsid w:val="002A4B0E"/>
    <w:rsid w:val="002B391B"/>
    <w:rsid w:val="002B41E8"/>
    <w:rsid w:val="002D46DE"/>
    <w:rsid w:val="002E4970"/>
    <w:rsid w:val="003230D4"/>
    <w:rsid w:val="00323555"/>
    <w:rsid w:val="003406A3"/>
    <w:rsid w:val="003512F1"/>
    <w:rsid w:val="00363740"/>
    <w:rsid w:val="00365A9E"/>
    <w:rsid w:val="003728F6"/>
    <w:rsid w:val="00373C01"/>
    <w:rsid w:val="00376E18"/>
    <w:rsid w:val="00377DED"/>
    <w:rsid w:val="003C626A"/>
    <w:rsid w:val="003C756E"/>
    <w:rsid w:val="003D1B20"/>
    <w:rsid w:val="003D76C7"/>
    <w:rsid w:val="003E270B"/>
    <w:rsid w:val="003E30C0"/>
    <w:rsid w:val="003F0681"/>
    <w:rsid w:val="003F6888"/>
    <w:rsid w:val="00403EFF"/>
    <w:rsid w:val="00431A18"/>
    <w:rsid w:val="004355F7"/>
    <w:rsid w:val="00453C3C"/>
    <w:rsid w:val="00476782"/>
    <w:rsid w:val="00476D9C"/>
    <w:rsid w:val="00485C6B"/>
    <w:rsid w:val="004B6CEF"/>
    <w:rsid w:val="004C4B30"/>
    <w:rsid w:val="004C697D"/>
    <w:rsid w:val="004D76DD"/>
    <w:rsid w:val="00533491"/>
    <w:rsid w:val="005337CB"/>
    <w:rsid w:val="00546EB8"/>
    <w:rsid w:val="00552A9D"/>
    <w:rsid w:val="005547DF"/>
    <w:rsid w:val="00560C88"/>
    <w:rsid w:val="0056768B"/>
    <w:rsid w:val="00575FA0"/>
    <w:rsid w:val="005833D5"/>
    <w:rsid w:val="00590B4A"/>
    <w:rsid w:val="00595D96"/>
    <w:rsid w:val="005A775F"/>
    <w:rsid w:val="005C0BBB"/>
    <w:rsid w:val="005C6AE3"/>
    <w:rsid w:val="005D64F1"/>
    <w:rsid w:val="00601238"/>
    <w:rsid w:val="0060142A"/>
    <w:rsid w:val="0065451D"/>
    <w:rsid w:val="00654B60"/>
    <w:rsid w:val="00660D47"/>
    <w:rsid w:val="0067074A"/>
    <w:rsid w:val="00671E3C"/>
    <w:rsid w:val="00674EF3"/>
    <w:rsid w:val="006813B8"/>
    <w:rsid w:val="0068251B"/>
    <w:rsid w:val="00683F3C"/>
    <w:rsid w:val="006848FF"/>
    <w:rsid w:val="00687868"/>
    <w:rsid w:val="006900A2"/>
    <w:rsid w:val="006A24B6"/>
    <w:rsid w:val="006A31D9"/>
    <w:rsid w:val="006A659E"/>
    <w:rsid w:val="006A7F52"/>
    <w:rsid w:val="006C023C"/>
    <w:rsid w:val="006D7242"/>
    <w:rsid w:val="00714E5C"/>
    <w:rsid w:val="0072042B"/>
    <w:rsid w:val="00733AAF"/>
    <w:rsid w:val="00746FF9"/>
    <w:rsid w:val="007826E4"/>
    <w:rsid w:val="00784E5A"/>
    <w:rsid w:val="00794AEE"/>
    <w:rsid w:val="007B0BF4"/>
    <w:rsid w:val="007C16F5"/>
    <w:rsid w:val="007E132D"/>
    <w:rsid w:val="007E1606"/>
    <w:rsid w:val="007F4512"/>
    <w:rsid w:val="007F576D"/>
    <w:rsid w:val="00821B54"/>
    <w:rsid w:val="00821E5D"/>
    <w:rsid w:val="00822597"/>
    <w:rsid w:val="008258E8"/>
    <w:rsid w:val="008334D5"/>
    <w:rsid w:val="00841B03"/>
    <w:rsid w:val="00865B83"/>
    <w:rsid w:val="008718D2"/>
    <w:rsid w:val="0087295F"/>
    <w:rsid w:val="00876181"/>
    <w:rsid w:val="00876E6E"/>
    <w:rsid w:val="00877DC8"/>
    <w:rsid w:val="00894865"/>
    <w:rsid w:val="008A34E9"/>
    <w:rsid w:val="008C6578"/>
    <w:rsid w:val="008D1374"/>
    <w:rsid w:val="008D67FA"/>
    <w:rsid w:val="008E1F8F"/>
    <w:rsid w:val="008F5E25"/>
    <w:rsid w:val="009060ED"/>
    <w:rsid w:val="00920948"/>
    <w:rsid w:val="00920D55"/>
    <w:rsid w:val="00926076"/>
    <w:rsid w:val="00941203"/>
    <w:rsid w:val="00944D93"/>
    <w:rsid w:val="00961469"/>
    <w:rsid w:val="00963689"/>
    <w:rsid w:val="00975A13"/>
    <w:rsid w:val="009974F6"/>
    <w:rsid w:val="009A680E"/>
    <w:rsid w:val="009B2577"/>
    <w:rsid w:val="009B3EB7"/>
    <w:rsid w:val="009C53E1"/>
    <w:rsid w:val="009F65F3"/>
    <w:rsid w:val="00A0214C"/>
    <w:rsid w:val="00A31D72"/>
    <w:rsid w:val="00A32B85"/>
    <w:rsid w:val="00A46561"/>
    <w:rsid w:val="00A500A4"/>
    <w:rsid w:val="00A52517"/>
    <w:rsid w:val="00A65375"/>
    <w:rsid w:val="00A86ACD"/>
    <w:rsid w:val="00A9156A"/>
    <w:rsid w:val="00A91986"/>
    <w:rsid w:val="00A93519"/>
    <w:rsid w:val="00A94FB7"/>
    <w:rsid w:val="00AA4B04"/>
    <w:rsid w:val="00AC55D1"/>
    <w:rsid w:val="00AC6510"/>
    <w:rsid w:val="00AE3AFF"/>
    <w:rsid w:val="00AF2D43"/>
    <w:rsid w:val="00AF64B9"/>
    <w:rsid w:val="00B01B58"/>
    <w:rsid w:val="00B06BC4"/>
    <w:rsid w:val="00B206B1"/>
    <w:rsid w:val="00B22E4E"/>
    <w:rsid w:val="00B23715"/>
    <w:rsid w:val="00B307A6"/>
    <w:rsid w:val="00B45508"/>
    <w:rsid w:val="00B47659"/>
    <w:rsid w:val="00B55136"/>
    <w:rsid w:val="00B66347"/>
    <w:rsid w:val="00B762C9"/>
    <w:rsid w:val="00B76F0E"/>
    <w:rsid w:val="00BB5255"/>
    <w:rsid w:val="00C0414B"/>
    <w:rsid w:val="00C72CD3"/>
    <w:rsid w:val="00C82B81"/>
    <w:rsid w:val="00C944AD"/>
    <w:rsid w:val="00CA6152"/>
    <w:rsid w:val="00CB2B5C"/>
    <w:rsid w:val="00CC2FFE"/>
    <w:rsid w:val="00CC7CCA"/>
    <w:rsid w:val="00CD3AA7"/>
    <w:rsid w:val="00D14566"/>
    <w:rsid w:val="00D15E35"/>
    <w:rsid w:val="00D16703"/>
    <w:rsid w:val="00D36969"/>
    <w:rsid w:val="00D36D52"/>
    <w:rsid w:val="00D40F4E"/>
    <w:rsid w:val="00D5679F"/>
    <w:rsid w:val="00D76894"/>
    <w:rsid w:val="00D82AE7"/>
    <w:rsid w:val="00D84BEB"/>
    <w:rsid w:val="00DA0174"/>
    <w:rsid w:val="00DB1D74"/>
    <w:rsid w:val="00DB3F3F"/>
    <w:rsid w:val="00DB73FC"/>
    <w:rsid w:val="00DC5C7D"/>
    <w:rsid w:val="00DD16C5"/>
    <w:rsid w:val="00DE35EB"/>
    <w:rsid w:val="00DE6930"/>
    <w:rsid w:val="00E118A4"/>
    <w:rsid w:val="00E207BB"/>
    <w:rsid w:val="00E2304D"/>
    <w:rsid w:val="00E26828"/>
    <w:rsid w:val="00E3099F"/>
    <w:rsid w:val="00E3363B"/>
    <w:rsid w:val="00E36721"/>
    <w:rsid w:val="00E5769E"/>
    <w:rsid w:val="00E6320B"/>
    <w:rsid w:val="00E85A97"/>
    <w:rsid w:val="00E90330"/>
    <w:rsid w:val="00E94A8B"/>
    <w:rsid w:val="00E94CAA"/>
    <w:rsid w:val="00EA0877"/>
    <w:rsid w:val="00EA7DC3"/>
    <w:rsid w:val="00EB1C2E"/>
    <w:rsid w:val="00EB54FB"/>
    <w:rsid w:val="00EC42FA"/>
    <w:rsid w:val="00EF71C9"/>
    <w:rsid w:val="00F21A87"/>
    <w:rsid w:val="00F23AAD"/>
    <w:rsid w:val="00F44765"/>
    <w:rsid w:val="00F5073A"/>
    <w:rsid w:val="00F654EB"/>
    <w:rsid w:val="00F7676C"/>
    <w:rsid w:val="00F90244"/>
    <w:rsid w:val="00FB6B2E"/>
    <w:rsid w:val="00FD1AC7"/>
    <w:rsid w:val="00FE2FB7"/>
    <w:rsid w:val="00FF71C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fill="f" fillcolor="white" stroke="f">
      <v:fill color="white" on="f"/>
      <v:stroke on="f"/>
    </o:shapedefaults>
    <o:shapelayout v:ext="edit">
      <o:idmap v:ext="edit" data="1"/>
    </o:shapelayout>
  </w:shapeDefaults>
  <w:decimalSymbol w:val=","/>
  <w:listSeparator w:val=";"/>
  <w14:docId w14:val="7EFEA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727351">
      <w:bodyDiv w:val="1"/>
      <w:marLeft w:val="0"/>
      <w:marRight w:val="0"/>
      <w:marTop w:val="0"/>
      <w:marBottom w:val="0"/>
      <w:divBdr>
        <w:top w:val="none" w:sz="0" w:space="0" w:color="auto"/>
        <w:left w:val="none" w:sz="0" w:space="0" w:color="auto"/>
        <w:bottom w:val="none" w:sz="0" w:space="0" w:color="auto"/>
        <w:right w:val="none" w:sz="0" w:space="0" w:color="auto"/>
      </w:divBdr>
      <w:divsChild>
        <w:div w:id="981886390">
          <w:marLeft w:val="0"/>
          <w:marRight w:val="0"/>
          <w:marTop w:val="0"/>
          <w:marBottom w:val="0"/>
          <w:divBdr>
            <w:top w:val="none" w:sz="0" w:space="0" w:color="auto"/>
            <w:left w:val="none" w:sz="0" w:space="0" w:color="auto"/>
            <w:bottom w:val="none" w:sz="0" w:space="0" w:color="auto"/>
            <w:right w:val="none" w:sz="0" w:space="0" w:color="auto"/>
          </w:divBdr>
          <w:divsChild>
            <w:div w:id="1162359046">
              <w:marLeft w:val="0"/>
              <w:marRight w:val="0"/>
              <w:marTop w:val="0"/>
              <w:marBottom w:val="0"/>
              <w:divBdr>
                <w:top w:val="none" w:sz="0" w:space="0" w:color="auto"/>
                <w:left w:val="none" w:sz="0" w:space="0" w:color="auto"/>
                <w:bottom w:val="single" w:sz="6" w:space="15" w:color="C5CBCE"/>
                <w:right w:val="none" w:sz="0" w:space="0" w:color="auto"/>
              </w:divBdr>
              <w:divsChild>
                <w:div w:id="519928569">
                  <w:marLeft w:val="0"/>
                  <w:marRight w:val="0"/>
                  <w:marTop w:val="0"/>
                  <w:marBottom w:val="0"/>
                  <w:divBdr>
                    <w:top w:val="none" w:sz="0" w:space="0" w:color="auto"/>
                    <w:left w:val="none" w:sz="0" w:space="0" w:color="auto"/>
                    <w:bottom w:val="none" w:sz="0" w:space="0" w:color="auto"/>
                    <w:right w:val="none" w:sz="0" w:space="0" w:color="auto"/>
                  </w:divBdr>
                  <w:divsChild>
                    <w:div w:id="2005737228">
                      <w:marLeft w:val="0"/>
                      <w:marRight w:val="0"/>
                      <w:marTop w:val="0"/>
                      <w:marBottom w:val="240"/>
                      <w:divBdr>
                        <w:top w:val="none" w:sz="0" w:space="0" w:color="auto"/>
                        <w:left w:val="none" w:sz="0" w:space="0" w:color="auto"/>
                        <w:bottom w:val="none" w:sz="0" w:space="0" w:color="auto"/>
                        <w:right w:val="none" w:sz="0" w:space="0" w:color="auto"/>
                      </w:divBdr>
                      <w:divsChild>
                        <w:div w:id="88626482">
                          <w:marLeft w:val="0"/>
                          <w:marRight w:val="0"/>
                          <w:marTop w:val="0"/>
                          <w:marBottom w:val="0"/>
                          <w:divBdr>
                            <w:top w:val="none" w:sz="0" w:space="0" w:color="auto"/>
                            <w:left w:val="none" w:sz="0" w:space="0" w:color="auto"/>
                            <w:bottom w:val="none" w:sz="0" w:space="0" w:color="auto"/>
                            <w:right w:val="none" w:sz="0" w:space="0" w:color="auto"/>
                          </w:divBdr>
                          <w:divsChild>
                            <w:div w:id="1153839188">
                              <w:marLeft w:val="0"/>
                              <w:marRight w:val="0"/>
                              <w:marTop w:val="0"/>
                              <w:marBottom w:val="180"/>
                              <w:divBdr>
                                <w:top w:val="none" w:sz="0" w:space="0" w:color="auto"/>
                                <w:left w:val="none" w:sz="0" w:space="0" w:color="auto"/>
                                <w:bottom w:val="none" w:sz="0" w:space="0" w:color="auto"/>
                                <w:right w:val="none" w:sz="0" w:space="0" w:color="auto"/>
                              </w:divBdr>
                            </w:div>
                            <w:div w:id="4460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10509340">
      <w:bodyDiv w:val="1"/>
      <w:marLeft w:val="0"/>
      <w:marRight w:val="0"/>
      <w:marTop w:val="0"/>
      <w:marBottom w:val="0"/>
      <w:divBdr>
        <w:top w:val="none" w:sz="0" w:space="0" w:color="auto"/>
        <w:left w:val="none" w:sz="0" w:space="0" w:color="auto"/>
        <w:bottom w:val="none" w:sz="0" w:space="0" w:color="auto"/>
        <w:right w:val="none" w:sz="0" w:space="0" w:color="auto"/>
      </w:divBdr>
      <w:divsChild>
        <w:div w:id="514727933">
          <w:marLeft w:val="0"/>
          <w:marRight w:val="0"/>
          <w:marTop w:val="0"/>
          <w:marBottom w:val="0"/>
          <w:divBdr>
            <w:top w:val="none" w:sz="0" w:space="0" w:color="auto"/>
            <w:left w:val="none" w:sz="0" w:space="0" w:color="auto"/>
            <w:bottom w:val="none" w:sz="0" w:space="0" w:color="auto"/>
            <w:right w:val="none" w:sz="0" w:space="0" w:color="auto"/>
          </w:divBdr>
          <w:divsChild>
            <w:div w:id="618756469">
              <w:marLeft w:val="0"/>
              <w:marRight w:val="0"/>
              <w:marTop w:val="0"/>
              <w:marBottom w:val="0"/>
              <w:divBdr>
                <w:top w:val="none" w:sz="0" w:space="0" w:color="auto"/>
                <w:left w:val="none" w:sz="0" w:space="0" w:color="auto"/>
                <w:bottom w:val="single" w:sz="6" w:space="15" w:color="C5CBCE"/>
                <w:right w:val="none" w:sz="0" w:space="0" w:color="auto"/>
              </w:divBdr>
              <w:divsChild>
                <w:div w:id="162884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29023326">
      <w:bodyDiv w:val="1"/>
      <w:marLeft w:val="0"/>
      <w:marRight w:val="0"/>
      <w:marTop w:val="0"/>
      <w:marBottom w:val="0"/>
      <w:divBdr>
        <w:top w:val="none" w:sz="0" w:space="0" w:color="auto"/>
        <w:left w:val="none" w:sz="0" w:space="0" w:color="auto"/>
        <w:bottom w:val="none" w:sz="0" w:space="0" w:color="auto"/>
        <w:right w:val="none" w:sz="0" w:space="0" w:color="auto"/>
      </w:divBdr>
      <w:divsChild>
        <w:div w:id="2106074550">
          <w:marLeft w:val="0"/>
          <w:marRight w:val="0"/>
          <w:marTop w:val="0"/>
          <w:marBottom w:val="0"/>
          <w:divBdr>
            <w:top w:val="none" w:sz="0" w:space="0" w:color="auto"/>
            <w:left w:val="none" w:sz="0" w:space="0" w:color="auto"/>
            <w:bottom w:val="none" w:sz="0" w:space="0" w:color="auto"/>
            <w:right w:val="none" w:sz="0" w:space="0" w:color="auto"/>
          </w:divBdr>
          <w:divsChild>
            <w:div w:id="1248728222">
              <w:marLeft w:val="0"/>
              <w:marRight w:val="0"/>
              <w:marTop w:val="0"/>
              <w:marBottom w:val="0"/>
              <w:divBdr>
                <w:top w:val="none" w:sz="0" w:space="0" w:color="auto"/>
                <w:left w:val="none" w:sz="0" w:space="0" w:color="auto"/>
                <w:bottom w:val="single" w:sz="6" w:space="15" w:color="C5CBCE"/>
                <w:right w:val="none" w:sz="0" w:space="0" w:color="auto"/>
              </w:divBdr>
              <w:divsChild>
                <w:div w:id="41105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1909452">
      <w:bodyDiv w:val="1"/>
      <w:marLeft w:val="0"/>
      <w:marRight w:val="0"/>
      <w:marTop w:val="0"/>
      <w:marBottom w:val="0"/>
      <w:divBdr>
        <w:top w:val="none" w:sz="0" w:space="0" w:color="auto"/>
        <w:left w:val="none" w:sz="0" w:space="0" w:color="auto"/>
        <w:bottom w:val="none" w:sz="0" w:space="0" w:color="auto"/>
        <w:right w:val="none" w:sz="0" w:space="0" w:color="auto"/>
      </w:divBdr>
      <w:divsChild>
        <w:div w:id="384716701">
          <w:marLeft w:val="0"/>
          <w:marRight w:val="0"/>
          <w:marTop w:val="0"/>
          <w:marBottom w:val="0"/>
          <w:divBdr>
            <w:top w:val="none" w:sz="0" w:space="0" w:color="auto"/>
            <w:left w:val="none" w:sz="0" w:space="0" w:color="auto"/>
            <w:bottom w:val="none" w:sz="0" w:space="0" w:color="auto"/>
            <w:right w:val="none" w:sz="0" w:space="0" w:color="auto"/>
          </w:divBdr>
          <w:divsChild>
            <w:div w:id="818767493">
              <w:marLeft w:val="0"/>
              <w:marRight w:val="0"/>
              <w:marTop w:val="0"/>
              <w:marBottom w:val="0"/>
              <w:divBdr>
                <w:top w:val="none" w:sz="0" w:space="0" w:color="auto"/>
                <w:left w:val="none" w:sz="0" w:space="0" w:color="auto"/>
                <w:bottom w:val="single" w:sz="6" w:space="15" w:color="C5CBCE"/>
                <w:right w:val="none" w:sz="0" w:space="0" w:color="auto"/>
              </w:divBdr>
              <w:divsChild>
                <w:div w:id="1414857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4</Pages>
  <Words>839</Words>
  <Characters>4815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5643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2015-04-22T11:01:00Z</dcterms:created>
  <dcterms:modified xsi:type="dcterms:W3CDTF">2015-04-27T09:36:00Z</dcterms:modified>
</cp:coreProperties>
</file>