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6D09B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6D09BB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5A78D6" w:rsidP="00365A9E">
      <w:pPr>
        <w:pStyle w:val="berschrift1"/>
        <w:rPr>
          <w:sz w:val="2"/>
        </w:rPr>
      </w:pPr>
      <w:r>
        <w:t xml:space="preserve">Erste </w:t>
      </w:r>
      <w:r w:rsidR="006D09BB">
        <w:t>Monoblock-</w:t>
      </w:r>
      <w:proofErr w:type="spellStart"/>
      <w:r>
        <w:t>Servopresse</w:t>
      </w:r>
      <w:proofErr w:type="spellEnd"/>
      <w:r>
        <w:t xml:space="preserve"> für Skandinavien</w:t>
      </w:r>
      <w:r w:rsidR="00922DE4">
        <w:t xml:space="preserve"> </w:t>
      </w:r>
    </w:p>
    <w:p w:rsidR="006A31D9" w:rsidRDefault="009D076F" w:rsidP="00365A9E">
      <w:pPr>
        <w:pStyle w:val="berschrift2"/>
      </w:pPr>
      <w:r>
        <w:t xml:space="preserve">Schuler </w:t>
      </w:r>
      <w:r w:rsidR="005A78D6">
        <w:t xml:space="preserve">übergibt </w:t>
      </w:r>
      <w:r w:rsidR="00BA4EDB">
        <w:t>400 Tonnen starke Maschine</w:t>
      </w:r>
      <w:r w:rsidR="005A78D6">
        <w:t xml:space="preserve"> an </w:t>
      </w:r>
      <w:r w:rsidR="00BA4EDB">
        <w:t xml:space="preserve">den schwedischen </w:t>
      </w:r>
      <w:r w:rsidR="005A78D6">
        <w:t xml:space="preserve">Automobilzulieferer </w:t>
      </w:r>
      <w:r w:rsidR="003065B1">
        <w:t>GNOTEC</w:t>
      </w:r>
      <w:r w:rsidR="00644001">
        <w:t xml:space="preserve"> </w:t>
      </w:r>
      <w:proofErr w:type="spellStart"/>
      <w:r w:rsidR="00644001">
        <w:t>Kinnared</w:t>
      </w:r>
      <w:proofErr w:type="spellEnd"/>
      <w:r w:rsidR="00644001">
        <w:t xml:space="preserve"> AB</w:t>
      </w:r>
    </w:p>
    <w:p w:rsidR="00476D9C" w:rsidRPr="00476D9C" w:rsidRDefault="00476D9C" w:rsidP="00476D9C"/>
    <w:p w:rsidR="000841C8" w:rsidRDefault="00BE41CA" w:rsidP="005F0D46">
      <w:r>
        <w:rPr>
          <w:i/>
        </w:rPr>
        <w:t>G</w:t>
      </w:r>
      <w:r w:rsidR="00922DE4">
        <w:rPr>
          <w:i/>
        </w:rPr>
        <w:t>öppingen</w:t>
      </w:r>
      <w:r w:rsidR="00C82B81">
        <w:rPr>
          <w:i/>
        </w:rPr>
        <w:t xml:space="preserve">, </w:t>
      </w:r>
      <w:r w:rsidR="006470AC">
        <w:rPr>
          <w:i/>
        </w:rPr>
        <w:t>20</w:t>
      </w:r>
      <w:r w:rsidR="00BA4EDB">
        <w:rPr>
          <w:i/>
        </w:rPr>
        <w:t>.04</w:t>
      </w:r>
      <w:r w:rsidR="00922DE4">
        <w:rPr>
          <w:i/>
        </w:rPr>
        <w:t>.2015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7F78A3">
        <w:t xml:space="preserve">Schuler hat eine </w:t>
      </w:r>
      <w:proofErr w:type="spellStart"/>
      <w:r w:rsidR="007F78A3">
        <w:t>Servopresse</w:t>
      </w:r>
      <w:proofErr w:type="spellEnd"/>
      <w:r w:rsidR="007F78A3">
        <w:t xml:space="preserve"> an </w:t>
      </w:r>
      <w:r w:rsidR="00BA4EDB">
        <w:t>den</w:t>
      </w:r>
      <w:r w:rsidR="007F78A3">
        <w:t xml:space="preserve"> s</w:t>
      </w:r>
      <w:r w:rsidR="00BA4EDB">
        <w:t>chwedischen Automobilzulieferer</w:t>
      </w:r>
      <w:r w:rsidR="007F78A3">
        <w:t xml:space="preserve"> </w:t>
      </w:r>
      <w:r w:rsidR="00AB5025">
        <w:t xml:space="preserve">GNOTEC </w:t>
      </w:r>
      <w:proofErr w:type="spellStart"/>
      <w:r w:rsidR="00AB5025">
        <w:t>Kinnared</w:t>
      </w:r>
      <w:proofErr w:type="spellEnd"/>
      <w:r w:rsidR="00AB5025">
        <w:t xml:space="preserve"> AB</w:t>
      </w:r>
      <w:r w:rsidR="007F78A3">
        <w:t xml:space="preserve"> übergeben. </w:t>
      </w:r>
      <w:r w:rsidR="00922DE4">
        <w:t xml:space="preserve"> </w:t>
      </w:r>
      <w:r w:rsidR="007F78A3">
        <w:t xml:space="preserve">Die </w:t>
      </w:r>
      <w:r w:rsidR="00BA4EDB">
        <w:t>Maschine</w:t>
      </w:r>
      <w:r w:rsidR="007F78A3">
        <w:t xml:space="preserve"> des Typs MSD</w:t>
      </w:r>
      <w:r w:rsidR="005A78D6">
        <w:t xml:space="preserve">-400 ist die erste </w:t>
      </w:r>
      <w:r w:rsidR="006D09BB">
        <w:t>Monoblock-</w:t>
      </w:r>
      <w:proofErr w:type="spellStart"/>
      <w:r w:rsidR="00BA4EDB">
        <w:t>Servopresse</w:t>
      </w:r>
      <w:bookmarkStart w:id="0" w:name="_GoBack"/>
      <w:bookmarkEnd w:id="0"/>
      <w:proofErr w:type="spellEnd"/>
      <w:r w:rsidR="00BA4EDB">
        <w:t>,</w:t>
      </w:r>
      <w:r w:rsidR="007F78A3">
        <w:t xml:space="preserve"> die Schuler nach Skandinavien liefert. </w:t>
      </w:r>
      <w:r w:rsidR="00BA4EDB">
        <w:t>D</w:t>
      </w:r>
      <w:r w:rsidR="002E0996">
        <w:t xml:space="preserve">er Pressenhersteller </w:t>
      </w:r>
      <w:r w:rsidR="00BA4EDB">
        <w:t xml:space="preserve">liefert </w:t>
      </w:r>
      <w:r w:rsidR="005A78D6">
        <w:t>auch Bandanlage und Walz</w:t>
      </w:r>
      <w:r w:rsidR="001E522F">
        <w:t>en</w:t>
      </w:r>
      <w:r w:rsidR="005A78D6">
        <w:t xml:space="preserve">vorschub, die zusammen mit der </w:t>
      </w:r>
      <w:r w:rsidR="00BA4EDB">
        <w:t>MSD-400</w:t>
      </w:r>
      <w:r w:rsidR="005A78D6">
        <w:t xml:space="preserve"> ein komplettes Umformsystem bilden.</w:t>
      </w:r>
    </w:p>
    <w:p w:rsidR="005A78D6" w:rsidRDefault="005A78D6" w:rsidP="005F0D46"/>
    <w:p w:rsidR="006A38FB" w:rsidRDefault="005A78D6" w:rsidP="005F0D46">
      <w:r>
        <w:t xml:space="preserve">Die </w:t>
      </w:r>
      <w:proofErr w:type="spellStart"/>
      <w:r>
        <w:t>Servopresse</w:t>
      </w:r>
      <w:proofErr w:type="spellEnd"/>
      <w:r>
        <w:t xml:space="preserve"> </w:t>
      </w:r>
      <w:r w:rsidR="006A38FB">
        <w:t xml:space="preserve">mit </w:t>
      </w:r>
      <w:r w:rsidR="00BA4EDB">
        <w:t>einer Presskraft von 400 Tonnen</w:t>
      </w:r>
      <w:r w:rsidR="006A38FB">
        <w:t xml:space="preserve"> </w:t>
      </w:r>
      <w:r>
        <w:t xml:space="preserve">ersetzt bei </w:t>
      </w:r>
      <w:r w:rsidR="00AB5025">
        <w:t xml:space="preserve">GNOTEC </w:t>
      </w:r>
      <w:proofErr w:type="spellStart"/>
      <w:r w:rsidR="00AB5025">
        <w:t>Kinnared</w:t>
      </w:r>
      <w:proofErr w:type="spellEnd"/>
      <w:r w:rsidR="00AB5025">
        <w:t xml:space="preserve"> AB </w:t>
      </w:r>
      <w:r>
        <w:t>eine mechanisch</w:t>
      </w:r>
      <w:r w:rsidR="00BA4EDB">
        <w:t>e Exz</w:t>
      </w:r>
      <w:r>
        <w:t xml:space="preserve">enterpresse. </w:t>
      </w:r>
      <w:r w:rsidR="00BA4EDB">
        <w:t>„</w:t>
      </w:r>
      <w:r>
        <w:t>Mit der neuen Maschine steiger</w:t>
      </w:r>
      <w:r w:rsidR="00BA4EDB">
        <w:t>n wir</w:t>
      </w:r>
      <w:r>
        <w:t xml:space="preserve"> </w:t>
      </w:r>
      <w:r w:rsidR="00BA4EDB">
        <w:t>unsere</w:t>
      </w:r>
      <w:r>
        <w:t xml:space="preserve"> Produktivität deutlich</w:t>
      </w:r>
      <w:r w:rsidR="00BA4EDB">
        <w:t xml:space="preserve">“, sagt </w:t>
      </w:r>
      <w:r w:rsidR="00447C01" w:rsidRPr="00447C01">
        <w:t xml:space="preserve">Magnus </w:t>
      </w:r>
      <w:proofErr w:type="spellStart"/>
      <w:r w:rsidR="00447C01" w:rsidRPr="00447C01">
        <w:t>Stagh</w:t>
      </w:r>
      <w:proofErr w:type="spellEnd"/>
      <w:r w:rsidR="00447C01">
        <w:t xml:space="preserve"> </w:t>
      </w:r>
      <w:r w:rsidR="00BA4EDB">
        <w:t xml:space="preserve">von </w:t>
      </w:r>
      <w:r w:rsidR="00AB5025">
        <w:t xml:space="preserve">GNOTEC </w:t>
      </w:r>
      <w:proofErr w:type="spellStart"/>
      <w:r w:rsidR="00AB5025">
        <w:t>Kinnared</w:t>
      </w:r>
      <w:proofErr w:type="spellEnd"/>
      <w:r w:rsidR="00AB5025">
        <w:t xml:space="preserve"> AB</w:t>
      </w:r>
      <w:r>
        <w:t xml:space="preserve">: </w:t>
      </w:r>
      <w:r w:rsidR="00BA4EDB">
        <w:t>„I</w:t>
      </w:r>
      <w:r>
        <w:t xml:space="preserve">m Vergleich zum Vorgängermodell </w:t>
      </w:r>
      <w:r w:rsidR="00BA4EDB">
        <w:t>erreicht sie</w:t>
      </w:r>
      <w:r>
        <w:t xml:space="preserve"> die doppelte </w:t>
      </w:r>
      <w:r w:rsidR="00BA4EDB">
        <w:t>Ausbringungsleistung</w:t>
      </w:r>
      <w:r>
        <w:t xml:space="preserve">. Außerdem lassen sich mit der </w:t>
      </w:r>
      <w:proofErr w:type="spellStart"/>
      <w:r w:rsidR="00CE41D1">
        <w:t>Servopresse</w:t>
      </w:r>
      <w:proofErr w:type="spellEnd"/>
      <w:r>
        <w:t xml:space="preserve"> qualitativ hochwertigere Teile</w:t>
      </w:r>
      <w:r w:rsidR="00BA4EDB">
        <w:t xml:space="preserve"> als bisher herstellen.“</w:t>
      </w:r>
    </w:p>
    <w:p w:rsidR="00CE41D1" w:rsidRDefault="00CE41D1" w:rsidP="005F0D46"/>
    <w:p w:rsidR="00CE41D1" w:rsidRPr="00CE41D1" w:rsidRDefault="00A76DAD" w:rsidP="00CE41D1">
      <w:r>
        <w:t xml:space="preserve">Mit der MSD-400 wird die Produktion von </w:t>
      </w:r>
      <w:r w:rsidR="00AB5025">
        <w:t xml:space="preserve">GNOTEC </w:t>
      </w:r>
      <w:proofErr w:type="spellStart"/>
      <w:r w:rsidR="00AB5025">
        <w:t>Kinnared</w:t>
      </w:r>
      <w:proofErr w:type="spellEnd"/>
      <w:r w:rsidR="00AB5025">
        <w:t xml:space="preserve"> AB </w:t>
      </w:r>
      <w:r w:rsidR="00BA4EDB">
        <w:t>darüber hinaus</w:t>
      </w:r>
      <w:r>
        <w:t xml:space="preserve"> flexibler</w:t>
      </w:r>
      <w:r w:rsidR="00CE41D1">
        <w:t xml:space="preserve"> und effizienter</w:t>
      </w:r>
      <w:r>
        <w:t>.</w:t>
      </w:r>
      <w:r w:rsidR="00B651A5">
        <w:t xml:space="preserve"> </w:t>
      </w:r>
      <w:r>
        <w:t xml:space="preserve">Denn bei </w:t>
      </w:r>
      <w:proofErr w:type="spellStart"/>
      <w:r>
        <w:t>Servopressen</w:t>
      </w:r>
      <w:proofErr w:type="spellEnd"/>
      <w:r>
        <w:t xml:space="preserve"> ist es</w:t>
      </w:r>
      <w:r w:rsidR="00B651A5">
        <w:t xml:space="preserve"> mögl</w:t>
      </w:r>
      <w:r w:rsidR="00177E25">
        <w:t xml:space="preserve">ich, sowohl </w:t>
      </w:r>
      <w:proofErr w:type="spellStart"/>
      <w:r w:rsidR="00177E25">
        <w:t>Hubhöhen</w:t>
      </w:r>
      <w:proofErr w:type="spellEnd"/>
      <w:r w:rsidR="00177E25">
        <w:t xml:space="preserve"> als auch Um</w:t>
      </w:r>
      <w:r w:rsidR="00B651A5">
        <w:t xml:space="preserve">formgeschwindigkeiten individuell zu programmieren. </w:t>
      </w:r>
      <w:r w:rsidR="00CE41D1">
        <w:t xml:space="preserve">Daneben </w:t>
      </w:r>
      <w:r w:rsidR="00BA4EDB">
        <w:t>sinkt</w:t>
      </w:r>
      <w:r w:rsidR="00CE41D1">
        <w:t xml:space="preserve"> </w:t>
      </w:r>
      <w:r w:rsidR="00B651A5">
        <w:t>der Energieverbrauch – bei gleicher Ausbringungsmenge – deutlich</w:t>
      </w:r>
      <w:r w:rsidR="00BA4EDB">
        <w:t>, während die</w:t>
      </w:r>
      <w:r w:rsidR="00CE41D1" w:rsidRPr="00CE41D1">
        <w:t xml:space="preserve"> Standzeit der </w:t>
      </w:r>
      <w:r w:rsidR="00E05D50">
        <w:t>Werkzeuge deutlich steigt</w:t>
      </w:r>
      <w:r w:rsidR="00CE41D1" w:rsidRPr="00CE41D1">
        <w:t>.</w:t>
      </w:r>
    </w:p>
    <w:p w:rsidR="006A38FB" w:rsidRDefault="006A38FB" w:rsidP="005F0D46"/>
    <w:p w:rsidR="00B651A5" w:rsidRDefault="00B651A5" w:rsidP="005F0D46"/>
    <w:p w:rsidR="00B651A5" w:rsidRDefault="00AB5025" w:rsidP="005F0D46">
      <w:r>
        <w:t xml:space="preserve">GNOTEC </w:t>
      </w:r>
      <w:proofErr w:type="spellStart"/>
      <w:r>
        <w:t>Kinnared</w:t>
      </w:r>
      <w:proofErr w:type="spellEnd"/>
      <w:r>
        <w:t xml:space="preserve"> AB </w:t>
      </w:r>
      <w:r w:rsidR="00B651A5">
        <w:t>produziert Metallteile</w:t>
      </w:r>
      <w:r w:rsidR="00E05D50">
        <w:t xml:space="preserve"> unterschiedlichster Art</w:t>
      </w:r>
      <w:r w:rsidR="00A76DAD">
        <w:t>,</w:t>
      </w:r>
      <w:r w:rsidR="00B651A5">
        <w:t xml:space="preserve"> hauptsäch</w:t>
      </w:r>
      <w:r w:rsidR="00A76DAD">
        <w:t xml:space="preserve">lich für die Automobilindustrie. </w:t>
      </w:r>
      <w:r w:rsidR="00B651A5">
        <w:t>Das Unternehmen m</w:t>
      </w:r>
      <w:r w:rsidR="00667840">
        <w:t xml:space="preserve">it </w:t>
      </w:r>
      <w:r w:rsidR="00D648C6">
        <w:t>Haupts</w:t>
      </w:r>
      <w:r w:rsidR="00B651A5">
        <w:t xml:space="preserve">itz in </w:t>
      </w:r>
      <w:proofErr w:type="spellStart"/>
      <w:r w:rsidR="00D648C6">
        <w:t>Gnosjö</w:t>
      </w:r>
      <w:proofErr w:type="spellEnd"/>
      <w:r w:rsidR="00B651A5">
        <w:t xml:space="preserve">, Südschweden, wurde 1933 gegründet und beschäftigt heute rund 500 Mitarbeiter an sechs Standorten in Schweden, der Slowakei und China. </w:t>
      </w:r>
      <w:r w:rsidR="00AC2DFE">
        <w:t xml:space="preserve">Seit 2013 ist </w:t>
      </w:r>
      <w:r>
        <w:t xml:space="preserve">die GNOTEC Gruppe </w:t>
      </w:r>
      <w:r w:rsidR="00AC2DFE">
        <w:t xml:space="preserve">Teil der </w:t>
      </w:r>
      <w:proofErr w:type="spellStart"/>
      <w:r w:rsidR="00AC2DFE">
        <w:t>Frauenthal</w:t>
      </w:r>
      <w:proofErr w:type="spellEnd"/>
      <w:r w:rsidR="00AC2DFE">
        <w:t xml:space="preserve"> Gruppe. </w:t>
      </w:r>
    </w:p>
    <w:p w:rsidR="005F0D46" w:rsidRDefault="005F0D46" w:rsidP="005F0D46"/>
    <w:p w:rsidR="005F0D46" w:rsidRDefault="005F0D46" w:rsidP="005F0D46"/>
    <w:p w:rsidR="007E1606" w:rsidRDefault="007E1606" w:rsidP="000E228F">
      <w:pPr>
        <w:pStyle w:val="berschrift3"/>
      </w:pPr>
      <w:r>
        <w:t>Bildunterschriften</w:t>
      </w:r>
    </w:p>
    <w:p w:rsidR="005833D5" w:rsidRPr="00A76DAD" w:rsidRDefault="007E1606" w:rsidP="0009037F">
      <w:r>
        <w:t xml:space="preserve">Bild.jpg: </w:t>
      </w:r>
      <w:r w:rsidR="003065B1">
        <w:t>Die 400-Tonnen-Servopresse bietet ähnlich diese</w:t>
      </w:r>
      <w:r w:rsidR="006D73AB">
        <w:t>r</w:t>
      </w:r>
      <w:r w:rsidR="003065B1">
        <w:t xml:space="preserve"> Maschine eine Erhöhung der Ausbringungsleistung und der Werkzeug-Standzeiten</w:t>
      </w:r>
      <w:r w:rsidR="00A76DAD">
        <w:t xml:space="preserve">. </w:t>
      </w:r>
    </w:p>
    <w:p w:rsidR="0086668B" w:rsidRDefault="0086668B" w:rsidP="00DB68FF">
      <w:pPr>
        <w:rPr>
          <w:i/>
        </w:rPr>
      </w:pPr>
    </w:p>
    <w:p w:rsidR="00A52517" w:rsidRDefault="005833D5" w:rsidP="00DB68FF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86668B" w:rsidRDefault="0086668B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64058C" w:rsidRDefault="0064058C" w:rsidP="0064058C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DA15FA" w:rsidRDefault="0064058C" w:rsidP="00DA15FA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</w:p>
    <w:sectPr w:rsidR="00A52517" w:rsidRPr="00DA15FA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265" w:rsidRDefault="00E83265" w:rsidP="007E132D">
      <w:r>
        <w:separator/>
      </w:r>
    </w:p>
    <w:p w:rsidR="00E83265" w:rsidRDefault="00E83265" w:rsidP="007E132D"/>
  </w:endnote>
  <w:endnote w:type="continuationSeparator" w:id="0">
    <w:p w:rsidR="00E83265" w:rsidRDefault="00E83265" w:rsidP="007E132D">
      <w:r>
        <w:continuationSeparator/>
      </w:r>
    </w:p>
    <w:p w:rsidR="00E83265" w:rsidRDefault="00E83265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F33972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F33972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F33972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F33972" w:rsidRPr="007E1606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D09BB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6D09BB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D09BB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6D09BB" w:rsidRPr="007E1606">
            <w:rPr>
              <w:rFonts w:eastAsia="Calibri"/>
              <w:noProof/>
            </w:rPr>
            <w:t xml:space="preserve">Seite </w:t>
          </w:r>
          <w:r w:rsidR="006D09BB">
            <w:rPr>
              <w:rFonts w:eastAsia="Calibri"/>
              <w:noProof/>
            </w:rPr>
            <w:t>1</w:t>
          </w:r>
          <w:r w:rsidR="006D09BB" w:rsidRPr="007E1606">
            <w:rPr>
              <w:rFonts w:eastAsia="Calibri"/>
              <w:noProof/>
            </w:rPr>
            <w:t xml:space="preserve"> von </w:t>
          </w:r>
          <w:r w:rsidR="006D09BB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F33972" w:rsidRDefault="00F33972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265" w:rsidRDefault="00E83265" w:rsidP="007E132D">
      <w:r>
        <w:separator/>
      </w:r>
    </w:p>
    <w:p w:rsidR="00E83265" w:rsidRDefault="00E83265" w:rsidP="007E132D"/>
  </w:footnote>
  <w:footnote w:type="continuationSeparator" w:id="0">
    <w:p w:rsidR="00E83265" w:rsidRDefault="00E83265" w:rsidP="007E132D">
      <w:r>
        <w:continuationSeparator/>
      </w:r>
    </w:p>
    <w:p w:rsidR="00E83265" w:rsidRDefault="00E83265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Pr="00033BD2" w:rsidRDefault="00F33972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F33972" w:rsidRDefault="00F33972" w:rsidP="007E132D"/>
  <w:p w:rsidR="00F33972" w:rsidRPr="00A86ACD" w:rsidRDefault="00F33972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3972" w:rsidRDefault="00F33972" w:rsidP="007E132D"/>
  <w:p w:rsidR="00F33972" w:rsidRDefault="00F33972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72"/>
    <w:rsid w:val="00003CBE"/>
    <w:rsid w:val="00004C7F"/>
    <w:rsid w:val="000126CD"/>
    <w:rsid w:val="00026BB0"/>
    <w:rsid w:val="00031750"/>
    <w:rsid w:val="00033BD2"/>
    <w:rsid w:val="00053668"/>
    <w:rsid w:val="000716BA"/>
    <w:rsid w:val="000841C8"/>
    <w:rsid w:val="00086F40"/>
    <w:rsid w:val="0009037F"/>
    <w:rsid w:val="000A52A8"/>
    <w:rsid w:val="000B704A"/>
    <w:rsid w:val="000C0CAD"/>
    <w:rsid w:val="000D064D"/>
    <w:rsid w:val="000E228F"/>
    <w:rsid w:val="000F2F77"/>
    <w:rsid w:val="00102187"/>
    <w:rsid w:val="001152EE"/>
    <w:rsid w:val="001241FB"/>
    <w:rsid w:val="00130A5F"/>
    <w:rsid w:val="00136218"/>
    <w:rsid w:val="001367C3"/>
    <w:rsid w:val="00136E90"/>
    <w:rsid w:val="00140ABC"/>
    <w:rsid w:val="00152C69"/>
    <w:rsid w:val="001631E1"/>
    <w:rsid w:val="0016339C"/>
    <w:rsid w:val="0016495A"/>
    <w:rsid w:val="00173722"/>
    <w:rsid w:val="0017697C"/>
    <w:rsid w:val="00177E25"/>
    <w:rsid w:val="001B4270"/>
    <w:rsid w:val="001C0DA9"/>
    <w:rsid w:val="001C1FA2"/>
    <w:rsid w:val="001C3EE2"/>
    <w:rsid w:val="001E0C3C"/>
    <w:rsid w:val="001E522F"/>
    <w:rsid w:val="001E6ABE"/>
    <w:rsid w:val="001F6280"/>
    <w:rsid w:val="001F75FA"/>
    <w:rsid w:val="002077B7"/>
    <w:rsid w:val="00212513"/>
    <w:rsid w:val="00215C8A"/>
    <w:rsid w:val="002315E0"/>
    <w:rsid w:val="002343FA"/>
    <w:rsid w:val="00236EC0"/>
    <w:rsid w:val="00243CDB"/>
    <w:rsid w:val="002712C2"/>
    <w:rsid w:val="00283BA0"/>
    <w:rsid w:val="0028480E"/>
    <w:rsid w:val="002A1D04"/>
    <w:rsid w:val="002A2A16"/>
    <w:rsid w:val="002A3A54"/>
    <w:rsid w:val="002A42B6"/>
    <w:rsid w:val="002A4B0E"/>
    <w:rsid w:val="002A5F38"/>
    <w:rsid w:val="002B391B"/>
    <w:rsid w:val="002B41E8"/>
    <w:rsid w:val="002C3717"/>
    <w:rsid w:val="002D6E64"/>
    <w:rsid w:val="002E0996"/>
    <w:rsid w:val="002F6856"/>
    <w:rsid w:val="003033F1"/>
    <w:rsid w:val="003065B1"/>
    <w:rsid w:val="00312116"/>
    <w:rsid w:val="003230D4"/>
    <w:rsid w:val="00323555"/>
    <w:rsid w:val="00324829"/>
    <w:rsid w:val="00341941"/>
    <w:rsid w:val="00355A8D"/>
    <w:rsid w:val="00363740"/>
    <w:rsid w:val="00365A9E"/>
    <w:rsid w:val="003728F6"/>
    <w:rsid w:val="00373C01"/>
    <w:rsid w:val="00377DED"/>
    <w:rsid w:val="00387F3B"/>
    <w:rsid w:val="003C1397"/>
    <w:rsid w:val="003C626A"/>
    <w:rsid w:val="003D76C7"/>
    <w:rsid w:val="003E270B"/>
    <w:rsid w:val="003E30C0"/>
    <w:rsid w:val="003E42AE"/>
    <w:rsid w:val="003F0681"/>
    <w:rsid w:val="003F6888"/>
    <w:rsid w:val="00403EFF"/>
    <w:rsid w:val="00411D4B"/>
    <w:rsid w:val="00422A87"/>
    <w:rsid w:val="00431A18"/>
    <w:rsid w:val="004355F7"/>
    <w:rsid w:val="00444D99"/>
    <w:rsid w:val="00447C01"/>
    <w:rsid w:val="00466283"/>
    <w:rsid w:val="00476782"/>
    <w:rsid w:val="00476D9C"/>
    <w:rsid w:val="00482EFA"/>
    <w:rsid w:val="00484A70"/>
    <w:rsid w:val="00485C6B"/>
    <w:rsid w:val="0048698A"/>
    <w:rsid w:val="004A1006"/>
    <w:rsid w:val="004A779B"/>
    <w:rsid w:val="004B6CEF"/>
    <w:rsid w:val="004C4B30"/>
    <w:rsid w:val="004C697D"/>
    <w:rsid w:val="004D76DD"/>
    <w:rsid w:val="004F61B4"/>
    <w:rsid w:val="00527FD0"/>
    <w:rsid w:val="00533491"/>
    <w:rsid w:val="005337CB"/>
    <w:rsid w:val="00546EB8"/>
    <w:rsid w:val="00552A9D"/>
    <w:rsid w:val="005547DF"/>
    <w:rsid w:val="0056768B"/>
    <w:rsid w:val="00575FA0"/>
    <w:rsid w:val="005833D5"/>
    <w:rsid w:val="0058465C"/>
    <w:rsid w:val="0058738D"/>
    <w:rsid w:val="00591247"/>
    <w:rsid w:val="00595D96"/>
    <w:rsid w:val="005A78D6"/>
    <w:rsid w:val="005C0BBB"/>
    <w:rsid w:val="005C6AE3"/>
    <w:rsid w:val="005E2C5C"/>
    <w:rsid w:val="005E64C5"/>
    <w:rsid w:val="005E77A6"/>
    <w:rsid w:val="005F0D46"/>
    <w:rsid w:val="00601238"/>
    <w:rsid w:val="0060142A"/>
    <w:rsid w:val="0060584E"/>
    <w:rsid w:val="006174A3"/>
    <w:rsid w:val="0064058C"/>
    <w:rsid w:val="00644001"/>
    <w:rsid w:val="006470AC"/>
    <w:rsid w:val="0065451D"/>
    <w:rsid w:val="00654B60"/>
    <w:rsid w:val="00660D47"/>
    <w:rsid w:val="00667840"/>
    <w:rsid w:val="00671E3C"/>
    <w:rsid w:val="00674EF3"/>
    <w:rsid w:val="006813B8"/>
    <w:rsid w:val="0068251B"/>
    <w:rsid w:val="00683F3C"/>
    <w:rsid w:val="006848FF"/>
    <w:rsid w:val="00687868"/>
    <w:rsid w:val="00690C5D"/>
    <w:rsid w:val="006A31D9"/>
    <w:rsid w:val="006A38FB"/>
    <w:rsid w:val="006A659E"/>
    <w:rsid w:val="006A7F52"/>
    <w:rsid w:val="006B6E7E"/>
    <w:rsid w:val="006D09BB"/>
    <w:rsid w:val="006D7242"/>
    <w:rsid w:val="006D73AB"/>
    <w:rsid w:val="00714E5C"/>
    <w:rsid w:val="0072042B"/>
    <w:rsid w:val="007328D7"/>
    <w:rsid w:val="00733AAF"/>
    <w:rsid w:val="007429A1"/>
    <w:rsid w:val="00755CAB"/>
    <w:rsid w:val="00765466"/>
    <w:rsid w:val="007826E4"/>
    <w:rsid w:val="00784E5A"/>
    <w:rsid w:val="00794AEE"/>
    <w:rsid w:val="007953B4"/>
    <w:rsid w:val="007B0BF4"/>
    <w:rsid w:val="007C0AED"/>
    <w:rsid w:val="007C16F5"/>
    <w:rsid w:val="007D2473"/>
    <w:rsid w:val="007E132D"/>
    <w:rsid w:val="007E1606"/>
    <w:rsid w:val="007E3127"/>
    <w:rsid w:val="007F2DF5"/>
    <w:rsid w:val="007F4512"/>
    <w:rsid w:val="007F4F44"/>
    <w:rsid w:val="007F78A3"/>
    <w:rsid w:val="00800DCF"/>
    <w:rsid w:val="00807CB1"/>
    <w:rsid w:val="00821B54"/>
    <w:rsid w:val="00821E5D"/>
    <w:rsid w:val="00822597"/>
    <w:rsid w:val="008258E8"/>
    <w:rsid w:val="008334D5"/>
    <w:rsid w:val="00846CA7"/>
    <w:rsid w:val="00865B72"/>
    <w:rsid w:val="00865B83"/>
    <w:rsid w:val="0086668B"/>
    <w:rsid w:val="008718D2"/>
    <w:rsid w:val="0087295F"/>
    <w:rsid w:val="0087347F"/>
    <w:rsid w:val="00876E6E"/>
    <w:rsid w:val="00877DC8"/>
    <w:rsid w:val="0088776E"/>
    <w:rsid w:val="00887E4B"/>
    <w:rsid w:val="00894865"/>
    <w:rsid w:val="008C6578"/>
    <w:rsid w:val="008D1374"/>
    <w:rsid w:val="008D67FA"/>
    <w:rsid w:val="008E1F8F"/>
    <w:rsid w:val="008F5E25"/>
    <w:rsid w:val="009060ED"/>
    <w:rsid w:val="00920948"/>
    <w:rsid w:val="00920D55"/>
    <w:rsid w:val="00922DE4"/>
    <w:rsid w:val="00926076"/>
    <w:rsid w:val="00936FE2"/>
    <w:rsid w:val="00941203"/>
    <w:rsid w:val="00942117"/>
    <w:rsid w:val="00944D93"/>
    <w:rsid w:val="00950ED3"/>
    <w:rsid w:val="00956172"/>
    <w:rsid w:val="00961469"/>
    <w:rsid w:val="00975A13"/>
    <w:rsid w:val="00986531"/>
    <w:rsid w:val="00987FC3"/>
    <w:rsid w:val="009902EA"/>
    <w:rsid w:val="009A0054"/>
    <w:rsid w:val="009A680E"/>
    <w:rsid w:val="009B2577"/>
    <w:rsid w:val="009B3A62"/>
    <w:rsid w:val="009B3EB7"/>
    <w:rsid w:val="009D076F"/>
    <w:rsid w:val="009E3214"/>
    <w:rsid w:val="009E73D5"/>
    <w:rsid w:val="009F65F3"/>
    <w:rsid w:val="00A0214C"/>
    <w:rsid w:val="00A021EA"/>
    <w:rsid w:val="00A05293"/>
    <w:rsid w:val="00A05B2D"/>
    <w:rsid w:val="00A05C27"/>
    <w:rsid w:val="00A07B2E"/>
    <w:rsid w:val="00A31D72"/>
    <w:rsid w:val="00A32B85"/>
    <w:rsid w:val="00A46561"/>
    <w:rsid w:val="00A500A4"/>
    <w:rsid w:val="00A52517"/>
    <w:rsid w:val="00A676E9"/>
    <w:rsid w:val="00A76DAD"/>
    <w:rsid w:val="00A86ACD"/>
    <w:rsid w:val="00A9156A"/>
    <w:rsid w:val="00A91986"/>
    <w:rsid w:val="00A93519"/>
    <w:rsid w:val="00AA4786"/>
    <w:rsid w:val="00AB5025"/>
    <w:rsid w:val="00AC2DFE"/>
    <w:rsid w:val="00AC55D1"/>
    <w:rsid w:val="00AC6510"/>
    <w:rsid w:val="00AC735C"/>
    <w:rsid w:val="00AE3AFF"/>
    <w:rsid w:val="00AF2D43"/>
    <w:rsid w:val="00AF64B9"/>
    <w:rsid w:val="00B01B58"/>
    <w:rsid w:val="00B06BC4"/>
    <w:rsid w:val="00B13C0D"/>
    <w:rsid w:val="00B206B1"/>
    <w:rsid w:val="00B23715"/>
    <w:rsid w:val="00B307A6"/>
    <w:rsid w:val="00B32C8E"/>
    <w:rsid w:val="00B45BC7"/>
    <w:rsid w:val="00B47659"/>
    <w:rsid w:val="00B55136"/>
    <w:rsid w:val="00B651A5"/>
    <w:rsid w:val="00B66347"/>
    <w:rsid w:val="00B762C9"/>
    <w:rsid w:val="00B840D5"/>
    <w:rsid w:val="00B90B65"/>
    <w:rsid w:val="00BA4EDB"/>
    <w:rsid w:val="00BB365E"/>
    <w:rsid w:val="00BE41CA"/>
    <w:rsid w:val="00C67EDB"/>
    <w:rsid w:val="00C72CD3"/>
    <w:rsid w:val="00C82B81"/>
    <w:rsid w:val="00C944AD"/>
    <w:rsid w:val="00CB2B5C"/>
    <w:rsid w:val="00CC2FFE"/>
    <w:rsid w:val="00CC7CCA"/>
    <w:rsid w:val="00CD1763"/>
    <w:rsid w:val="00CD3AA7"/>
    <w:rsid w:val="00CE41D1"/>
    <w:rsid w:val="00D14566"/>
    <w:rsid w:val="00D15E35"/>
    <w:rsid w:val="00D16703"/>
    <w:rsid w:val="00D237BA"/>
    <w:rsid w:val="00D3174D"/>
    <w:rsid w:val="00D36969"/>
    <w:rsid w:val="00D40F4E"/>
    <w:rsid w:val="00D5679F"/>
    <w:rsid w:val="00D648C6"/>
    <w:rsid w:val="00D76894"/>
    <w:rsid w:val="00D82AE7"/>
    <w:rsid w:val="00D94B92"/>
    <w:rsid w:val="00D979FB"/>
    <w:rsid w:val="00DA0CB5"/>
    <w:rsid w:val="00DA15FA"/>
    <w:rsid w:val="00DB3F3F"/>
    <w:rsid w:val="00DB68FF"/>
    <w:rsid w:val="00DB73FC"/>
    <w:rsid w:val="00DC5C7D"/>
    <w:rsid w:val="00DD16C5"/>
    <w:rsid w:val="00DD6764"/>
    <w:rsid w:val="00DE35EB"/>
    <w:rsid w:val="00DE6930"/>
    <w:rsid w:val="00DE7FB9"/>
    <w:rsid w:val="00E05D50"/>
    <w:rsid w:val="00E207BB"/>
    <w:rsid w:val="00E221C4"/>
    <w:rsid w:val="00E2304D"/>
    <w:rsid w:val="00E26828"/>
    <w:rsid w:val="00E3363B"/>
    <w:rsid w:val="00E36721"/>
    <w:rsid w:val="00E44B2E"/>
    <w:rsid w:val="00E50FE4"/>
    <w:rsid w:val="00E5769E"/>
    <w:rsid w:val="00E6213E"/>
    <w:rsid w:val="00E6320B"/>
    <w:rsid w:val="00E77E7D"/>
    <w:rsid w:val="00E83265"/>
    <w:rsid w:val="00E85A97"/>
    <w:rsid w:val="00E90330"/>
    <w:rsid w:val="00E94A8B"/>
    <w:rsid w:val="00E94CAA"/>
    <w:rsid w:val="00EA0877"/>
    <w:rsid w:val="00EA7DC3"/>
    <w:rsid w:val="00EB0CB8"/>
    <w:rsid w:val="00EB1C2E"/>
    <w:rsid w:val="00EE1E75"/>
    <w:rsid w:val="00F03C08"/>
    <w:rsid w:val="00F23AAD"/>
    <w:rsid w:val="00F33972"/>
    <w:rsid w:val="00F44765"/>
    <w:rsid w:val="00F47B7D"/>
    <w:rsid w:val="00F5073A"/>
    <w:rsid w:val="00F654EB"/>
    <w:rsid w:val="00F71D79"/>
    <w:rsid w:val="00F7676C"/>
    <w:rsid w:val="00FA7213"/>
    <w:rsid w:val="00FB70EA"/>
    <w:rsid w:val="00FD1AC7"/>
    <w:rsid w:val="00FE2FB7"/>
    <w:rsid w:val="00FE5656"/>
    <w:rsid w:val="00FE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BD1B-7DB6-4CA7-B38E-7D0056A0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336</Words>
  <Characters>2635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2966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33</cp:revision>
  <cp:lastPrinted>2015-03-27T08:45:00Z</cp:lastPrinted>
  <dcterms:created xsi:type="dcterms:W3CDTF">2015-03-18T14:49:00Z</dcterms:created>
  <dcterms:modified xsi:type="dcterms:W3CDTF">2015-04-21T08:07:00Z</dcterms:modified>
</cp:coreProperties>
</file>