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55137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55137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A0194C" w:rsidP="00365A9E">
      <w:pPr>
        <w:pStyle w:val="berschrift1"/>
        <w:rPr>
          <w:sz w:val="2"/>
        </w:rPr>
      </w:pPr>
      <w:r>
        <w:t>Immer für den Kunden da sein</w:t>
      </w:r>
    </w:p>
    <w:p w:rsidR="006A31D9" w:rsidRDefault="004D5E40" w:rsidP="00365A9E">
      <w:pPr>
        <w:pStyle w:val="berschrift2"/>
      </w:pPr>
      <w:proofErr w:type="spellStart"/>
      <w:r>
        <w:t>Alzner</w:t>
      </w:r>
      <w:proofErr w:type="spellEnd"/>
      <w:r>
        <w:t xml:space="preserve"> Automotive sichert m</w:t>
      </w:r>
      <w:r w:rsidR="00AF2B97">
        <w:t xml:space="preserve">it einer </w:t>
      </w:r>
      <w:r w:rsidR="002B3709">
        <w:t>400-Tonnen-</w:t>
      </w:r>
      <w:r w:rsidR="00AF2B97">
        <w:t xml:space="preserve">Servopresse </w:t>
      </w:r>
      <w:r>
        <w:br/>
      </w:r>
      <w:r w:rsidR="00AF2B97">
        <w:t>von Schuler die Teilef</w:t>
      </w:r>
      <w:r w:rsidR="002B3709">
        <w:t>ertigung für Premium-</w:t>
      </w:r>
      <w:r w:rsidR="003204F5">
        <w:t>Fahrzeugh</w:t>
      </w:r>
      <w:r w:rsidR="002B3709">
        <w:t>ersteller</w:t>
      </w:r>
    </w:p>
    <w:p w:rsidR="00476D9C" w:rsidRPr="00476D9C" w:rsidRDefault="00476D9C" w:rsidP="00476D9C"/>
    <w:p w:rsidR="007E1606" w:rsidRDefault="00C82B81" w:rsidP="00C82B81">
      <w:r>
        <w:rPr>
          <w:i/>
        </w:rPr>
        <w:t>Göppingen</w:t>
      </w:r>
      <w:r w:rsidR="00944C00">
        <w:rPr>
          <w:i/>
        </w:rPr>
        <w:t>/Grafenau</w:t>
      </w:r>
      <w:r>
        <w:rPr>
          <w:i/>
        </w:rPr>
        <w:t xml:space="preserve">, </w:t>
      </w:r>
      <w:r w:rsidR="002B3709">
        <w:rPr>
          <w:i/>
        </w:rPr>
        <w:t>19</w:t>
      </w:r>
      <w:r w:rsidR="005833D5">
        <w:rPr>
          <w:i/>
        </w:rPr>
        <w:t>.</w:t>
      </w:r>
      <w:r w:rsidR="004E4302">
        <w:rPr>
          <w:i/>
        </w:rPr>
        <w:t>11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9B2E31">
        <w:t xml:space="preserve">Von null auf 160 Mitarbeitern in zehn Jahren: Dieses rasante Wachstum hat die Firma </w:t>
      </w:r>
      <w:proofErr w:type="spellStart"/>
      <w:r w:rsidR="009B2E31">
        <w:t>Alzner</w:t>
      </w:r>
      <w:proofErr w:type="spellEnd"/>
      <w:r w:rsidR="009B2E31">
        <w:t xml:space="preserve"> Automotive aus Grafenau bei Stuttgart hingelegt. </w:t>
      </w:r>
      <w:r w:rsidR="00D454CF">
        <w:t xml:space="preserve">Der </w:t>
      </w:r>
      <w:r w:rsidR="00F808AE">
        <w:t>Zulieferbetrieb</w:t>
      </w:r>
      <w:r w:rsidR="00D454CF">
        <w:t xml:space="preserve"> </w:t>
      </w:r>
      <w:r w:rsidR="00935824">
        <w:t>stanzt, formt und schweißt</w:t>
      </w:r>
      <w:r w:rsidR="00D454CF">
        <w:t xml:space="preserve"> Teile in den </w:t>
      </w:r>
      <w:r w:rsidR="00935824">
        <w:t>unterschiedlichsten</w:t>
      </w:r>
      <w:r w:rsidR="00F808AE">
        <w:t xml:space="preserve"> Größen für diverse Premium-Automobilhersteller</w:t>
      </w:r>
      <w:r w:rsidR="00D454CF">
        <w:t xml:space="preserve">. Das Erfolgsgeheimnis? „Immer für den Kunden da sein“, sagt Geschäftsführer Hans-Martin </w:t>
      </w:r>
      <w:proofErr w:type="spellStart"/>
      <w:r w:rsidR="00D454CF">
        <w:t>Tekeser</w:t>
      </w:r>
      <w:proofErr w:type="spellEnd"/>
      <w:r w:rsidR="00D454CF">
        <w:t>. „</w:t>
      </w:r>
      <w:r w:rsidR="000A1813">
        <w:t>F</w:t>
      </w:r>
      <w:r w:rsidR="006F1624">
        <w:t>ür</w:t>
      </w:r>
      <w:r w:rsidR="00D801FA">
        <w:t xml:space="preserve"> die Herstellung</w:t>
      </w:r>
      <w:r w:rsidR="006F1624">
        <w:t xml:space="preserve"> jedes Teil</w:t>
      </w:r>
      <w:r w:rsidR="00D801FA">
        <w:t>s</w:t>
      </w:r>
      <w:r w:rsidR="006F1624">
        <w:t xml:space="preserve"> </w:t>
      </w:r>
      <w:r w:rsidR="000A1813">
        <w:t xml:space="preserve">gibt es </w:t>
      </w:r>
      <w:r w:rsidR="00D454CF">
        <w:t>eine Lösung.“</w:t>
      </w:r>
    </w:p>
    <w:p w:rsidR="007E1606" w:rsidRDefault="007E1606" w:rsidP="007E1606"/>
    <w:p w:rsidR="006F1624" w:rsidRDefault="006F1624" w:rsidP="007E1606">
      <w:r>
        <w:t xml:space="preserve">Dabei hilft unter anderem die </w:t>
      </w:r>
      <w:proofErr w:type="spellStart"/>
      <w:r>
        <w:t>Servopresse</w:t>
      </w:r>
      <w:proofErr w:type="spellEnd"/>
      <w:r w:rsidR="00B07C6A">
        <w:t xml:space="preserve"> samt Bandanlage von Schuler</w:t>
      </w:r>
      <w:r>
        <w:t xml:space="preserve">, die seit Juli </w:t>
      </w:r>
      <w:r w:rsidR="0097024D">
        <w:t xml:space="preserve">bei </w:t>
      </w:r>
      <w:proofErr w:type="spellStart"/>
      <w:r w:rsidR="0097024D">
        <w:t>Alzner</w:t>
      </w:r>
      <w:proofErr w:type="spellEnd"/>
      <w:r w:rsidR="0097024D">
        <w:t xml:space="preserve"> Automotive </w:t>
      </w:r>
      <w:r>
        <w:t xml:space="preserve">in Betrieb ist. </w:t>
      </w:r>
      <w:r w:rsidR="0097024D">
        <w:t xml:space="preserve">Die </w:t>
      </w:r>
      <w:proofErr w:type="spellStart"/>
      <w:r w:rsidR="0097024D">
        <w:t>ServoDirekt</w:t>
      </w:r>
      <w:proofErr w:type="spellEnd"/>
      <w:r w:rsidR="0097024D">
        <w:t>-</w:t>
      </w:r>
      <w:r w:rsidR="00B07C6A">
        <w:t>Technologie</w:t>
      </w:r>
      <w:r w:rsidR="0097024D">
        <w:t>, mit der die 400-Tonnen-Maschine arbeitet, war</w:t>
      </w:r>
      <w:r w:rsidR="00B07C6A">
        <w:t xml:space="preserve"> zunächst ein Stück Neuland</w:t>
      </w:r>
      <w:r w:rsidR="00DE21EA">
        <w:t xml:space="preserve"> für die Mitarbeiter</w:t>
      </w:r>
      <w:r w:rsidR="00B07C6A">
        <w:t xml:space="preserve">. Doch </w:t>
      </w:r>
      <w:r w:rsidR="009F642A">
        <w:t xml:space="preserve">die intuitive Bedienbarkeit </w:t>
      </w:r>
      <w:r w:rsidR="00A553E6">
        <w:t>senkte</w:t>
      </w:r>
      <w:r w:rsidR="009F642A">
        <w:t xml:space="preserve"> die Hemmschwelle rasch, und schnell</w:t>
      </w:r>
      <w:r w:rsidR="00B07C6A">
        <w:t xml:space="preserve"> war klar: „Damit loten wir beim Umformen die Grenzen der Physik aus, weil wir nun viele Kurven ganz anders fahren können.“ Dadurch werden völlig neue Teile möglich.</w:t>
      </w:r>
    </w:p>
    <w:p w:rsidR="00DE21EA" w:rsidRDefault="00DE21EA" w:rsidP="007E1606"/>
    <w:p w:rsidR="00DE21EA" w:rsidRDefault="00DE21EA" w:rsidP="007E1606">
      <w:r>
        <w:t xml:space="preserve">Positiver Nebeneffekt: </w:t>
      </w:r>
      <w:r w:rsidR="005B3ECA">
        <w:t xml:space="preserve">Weil der Stößel nun langsam in den unteren Umkehrpunkt </w:t>
      </w:r>
      <w:r w:rsidR="00A553E6">
        <w:t>eintauchen</w:t>
      </w:r>
      <w:r w:rsidR="005B3ECA">
        <w:t xml:space="preserve"> und schnell wieder hinausfahren kann, steig</w:t>
      </w:r>
      <w:r w:rsidR="004D2123">
        <w:t>er</w:t>
      </w:r>
      <w:r w:rsidR="005B3ECA">
        <w:t xml:space="preserve">t </w:t>
      </w:r>
      <w:r w:rsidR="004D2123">
        <w:t xml:space="preserve">die Presse </w:t>
      </w:r>
      <w:r w:rsidR="005B3ECA">
        <w:t>d</w:t>
      </w:r>
      <w:r>
        <w:t xml:space="preserve">ie Ausbringungsleistung </w:t>
      </w:r>
      <w:r w:rsidR="005B3ECA">
        <w:t xml:space="preserve">teilweise um das Doppelte. „Wir lassen sie tanzen“, </w:t>
      </w:r>
      <w:r w:rsidR="00A553E6">
        <w:t>beschreibt es</w:t>
      </w:r>
      <w:r w:rsidR="005B3ECA">
        <w:t xml:space="preserve"> Hans-Martin </w:t>
      </w:r>
      <w:proofErr w:type="spellStart"/>
      <w:r w:rsidR="005B3ECA">
        <w:t>Tekeser</w:t>
      </w:r>
      <w:proofErr w:type="spellEnd"/>
      <w:r w:rsidR="00A553E6">
        <w:t xml:space="preserve"> lächelnd</w:t>
      </w:r>
      <w:r w:rsidR="005B3ECA">
        <w:t>.</w:t>
      </w:r>
      <w:r w:rsidR="004D2123">
        <w:t xml:space="preserve"> </w:t>
      </w:r>
      <w:r w:rsidR="008D6547">
        <w:t xml:space="preserve">Der Geschäftsführer ist Unternehmer im eigentlichen Wortsinn: Er packt gerne </w:t>
      </w:r>
      <w:r w:rsidR="008D6547">
        <w:lastRenderedPageBreak/>
        <w:t>Dinge an. Wenn gerade kein Mitarbeiter in der Nähe ist, fährt er für ein gutes Bild von der Anlage eben schnell selbst die Paletten mit dem Hubwagen zur Seite.</w:t>
      </w:r>
    </w:p>
    <w:p w:rsidR="008D6547" w:rsidRDefault="008D6547" w:rsidP="007E1606"/>
    <w:p w:rsidR="00EF4B8E" w:rsidRDefault="002B3709" w:rsidP="00EF4B8E">
      <w:pPr>
        <w:pStyle w:val="berschrift2"/>
      </w:pPr>
      <w:r>
        <w:t>Hight</w:t>
      </w:r>
      <w:r w:rsidR="00EF4B8E">
        <w:t>ec</w:t>
      </w:r>
      <w:r>
        <w:t>h</w:t>
      </w:r>
      <w:r w:rsidR="00EF4B8E">
        <w:t xml:space="preserve"> ermöglicht Blechbearbeitung auf höchstem Niveau</w:t>
      </w:r>
    </w:p>
    <w:p w:rsidR="008D6547" w:rsidRDefault="00A0194C" w:rsidP="007E1606">
      <w:r>
        <w:t>Vor zehn Jahren, i</w:t>
      </w:r>
      <w:r w:rsidR="008D6547">
        <w:t xml:space="preserve">n der Anfangszeit </w:t>
      </w:r>
      <w:r>
        <w:t xml:space="preserve">der Firma, </w:t>
      </w:r>
      <w:r w:rsidR="008D6547">
        <w:t xml:space="preserve">standen </w:t>
      </w:r>
      <w:r w:rsidR="00C57919">
        <w:t xml:space="preserve">er </w:t>
      </w:r>
      <w:r w:rsidR="0096528A">
        <w:t xml:space="preserve">und </w:t>
      </w:r>
      <w:r w:rsidR="008D6547">
        <w:t xml:space="preserve">seine Frau </w:t>
      </w:r>
      <w:r w:rsidR="00F808AE">
        <w:t xml:space="preserve">Ute </w:t>
      </w:r>
      <w:r w:rsidR="008D6547">
        <w:t xml:space="preserve">auch an den Maschinen, verpackten die Teile und beluden die Lkw. 2005 </w:t>
      </w:r>
      <w:r w:rsidR="00A41A04">
        <w:t>wurde die erste Stanzmaschine angeschafft, weitere Pressen folgten. Doch erst jetzt entschieden sie sich für eine Schuler-</w:t>
      </w:r>
      <w:r w:rsidR="000203E7">
        <w:t>Fabrikat</w:t>
      </w:r>
      <w:r w:rsidR="00A41A04">
        <w:t xml:space="preserve">: </w:t>
      </w:r>
      <w:r w:rsidR="000203E7">
        <w:t xml:space="preserve">„Wir betreiben </w:t>
      </w:r>
      <w:r w:rsidR="0096528A">
        <w:t>Blechbearbeitung auf höchstem Niveau</w:t>
      </w:r>
      <w:r w:rsidR="000203E7">
        <w:t xml:space="preserve">, und </w:t>
      </w:r>
      <w:r w:rsidR="00B31257">
        <w:t>das geht in letzter Konsequenz</w:t>
      </w:r>
      <w:r w:rsidR="00A202FB">
        <w:t xml:space="preserve"> nur auf Hight</w:t>
      </w:r>
      <w:r w:rsidR="000203E7">
        <w:t>ec</w:t>
      </w:r>
      <w:r w:rsidR="00A202FB">
        <w:t>h</w:t>
      </w:r>
      <w:r w:rsidR="000203E7">
        <w:t>-Maschinen wie von Schuler</w:t>
      </w:r>
      <w:r w:rsidR="00C57919">
        <w:t xml:space="preserve">“, </w:t>
      </w:r>
      <w:r w:rsidR="00862D5E">
        <w:t xml:space="preserve">begründet </w:t>
      </w:r>
      <w:r w:rsidR="00C57919">
        <w:t xml:space="preserve">der gelernte Maschinenschlosser, der nach seiner Ausbildung noch ein </w:t>
      </w:r>
      <w:r w:rsidR="00827108">
        <w:t>Maschinenbau</w:t>
      </w:r>
      <w:r w:rsidR="00C57919">
        <w:t>- und ein BWL-Studium draufsattelte</w:t>
      </w:r>
      <w:r w:rsidR="00862D5E">
        <w:t>, den Entschluss</w:t>
      </w:r>
      <w:r w:rsidR="00C57919">
        <w:t xml:space="preserve">. „Wir müssen in Deutschland auf die neuesten Technologien zugreifen, </w:t>
      </w:r>
      <w:r w:rsidR="007B576C">
        <w:t xml:space="preserve">um </w:t>
      </w:r>
      <w:r w:rsidR="00C57919">
        <w:t xml:space="preserve">Billiglohnländern </w:t>
      </w:r>
      <w:r w:rsidR="0086519C">
        <w:t xml:space="preserve">in der Teilefertigung </w:t>
      </w:r>
      <w:r w:rsidR="00C57919">
        <w:t>Paroli bieten</w:t>
      </w:r>
      <w:r w:rsidR="007B576C">
        <w:t xml:space="preserve"> zu können</w:t>
      </w:r>
      <w:r w:rsidR="00C57919">
        <w:t>.“</w:t>
      </w:r>
    </w:p>
    <w:p w:rsidR="007E1606" w:rsidRDefault="007E1606" w:rsidP="007E1606"/>
    <w:p w:rsidR="0086519C" w:rsidRDefault="00852B0B" w:rsidP="007E1606">
      <w:r>
        <w:t>Doch dank</w:t>
      </w:r>
      <w:r w:rsidR="00570B24">
        <w:t xml:space="preserve"> </w:t>
      </w:r>
      <w:proofErr w:type="spellStart"/>
      <w:r w:rsidR="00570B24">
        <w:t>ServoDirekt</w:t>
      </w:r>
      <w:proofErr w:type="spellEnd"/>
      <w:r w:rsidR="00570B24">
        <w:t xml:space="preserve">-Technologie </w:t>
      </w:r>
      <w:r>
        <w:t>erhöhe</w:t>
      </w:r>
      <w:r w:rsidR="006666D9">
        <w:t>n sich nicht nur die Hubzahlen</w:t>
      </w:r>
      <w:r w:rsidR="002D19FD">
        <w:t xml:space="preserve">, </w:t>
      </w:r>
      <w:r>
        <w:t>während die Werkzeuge geschont werden</w:t>
      </w:r>
      <w:r w:rsidR="002D19FD">
        <w:t>;</w:t>
      </w:r>
      <w:r w:rsidR="006666D9">
        <w:t xml:space="preserve"> </w:t>
      </w:r>
      <w:r>
        <w:t xml:space="preserve">auch die Energie-Effizienz verbessert sich spürbar. </w:t>
      </w:r>
      <w:r w:rsidR="00815456">
        <w:t>Ein wichtiges Argument f</w:t>
      </w:r>
      <w:r>
        <w:t xml:space="preserve">ür Hans-Martin </w:t>
      </w:r>
      <w:proofErr w:type="spellStart"/>
      <w:r>
        <w:t>Tekeser</w:t>
      </w:r>
      <w:proofErr w:type="spellEnd"/>
      <w:r>
        <w:t xml:space="preserve">, </w:t>
      </w:r>
      <w:r w:rsidR="00815456">
        <w:t xml:space="preserve">der das komplette Hallendach mit Photovoltaik-Modulen verkleiden </w:t>
      </w:r>
      <w:r w:rsidR="002D19FD">
        <w:t>ließ</w:t>
      </w:r>
      <w:r w:rsidR="00815456">
        <w:t xml:space="preserve"> und mit der Abwärme seiner Maschinen die zentrale Kühlanlage betreibt.</w:t>
      </w:r>
      <w:r w:rsidR="00A82E03">
        <w:t xml:space="preserve"> Doch er wäre kein echter Unternehmer, wenn sich seine Investitionen nicht auch in kürzester Zeit bezahlt machten.</w:t>
      </w:r>
    </w:p>
    <w:p w:rsidR="00827108" w:rsidRDefault="00827108" w:rsidP="007E1606"/>
    <w:p w:rsidR="002D19FD" w:rsidRDefault="00827108" w:rsidP="002D19FD">
      <w:r>
        <w:t xml:space="preserve">Das gilt natürlich auch für die Schuler-Presse vom Typ MSD-400: </w:t>
      </w:r>
      <w:proofErr w:type="spellStart"/>
      <w:r w:rsidR="009F642A">
        <w:t>Tekeser</w:t>
      </w:r>
      <w:proofErr w:type="spellEnd"/>
      <w:r w:rsidR="009F642A">
        <w:t xml:space="preserve"> rechnet </w:t>
      </w:r>
      <w:r w:rsidR="00052A10">
        <w:t xml:space="preserve">zusätzlich zu den genannten Vorteilen auch </w:t>
      </w:r>
      <w:r w:rsidR="009F642A">
        <w:t xml:space="preserve">mit </w:t>
      </w:r>
      <w:r w:rsidR="00052A10">
        <w:t xml:space="preserve">einer deutlichen längeren Standzeit im Vergleich zu seinen bisherigen Maschinen. Und sollte dennoch etwas anfallen, kann er auf den schnellen und umfassenden Service des weltgrößten Pressenherstellers zurückgreifen. </w:t>
      </w:r>
      <w:r w:rsidR="00CB0E95">
        <w:t>Damit er immer für seine Kunden da sein kann.</w:t>
      </w:r>
      <w:r w:rsidR="002D19FD"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785FB4">
        <w:t xml:space="preserve">Geschäftsführer Hans-Martin </w:t>
      </w:r>
      <w:proofErr w:type="spellStart"/>
      <w:r w:rsidR="00785FB4">
        <w:t>Tekeser</w:t>
      </w:r>
      <w:proofErr w:type="spellEnd"/>
      <w:r w:rsidR="00785FB4">
        <w:t xml:space="preserve"> (rechts) und </w:t>
      </w:r>
      <w:r w:rsidR="00F808AE">
        <w:t>s</w:t>
      </w:r>
      <w:r w:rsidR="00785FB4">
        <w:t xml:space="preserve">ein Mitarbeiter </w:t>
      </w:r>
      <w:r w:rsidR="00F808AE" w:rsidRPr="00F808AE">
        <w:t>Georgio</w:t>
      </w:r>
      <w:bookmarkStart w:id="0" w:name="_GoBack"/>
      <w:bookmarkEnd w:id="0"/>
      <w:r w:rsidR="00F808AE" w:rsidRPr="00F808AE">
        <w:t xml:space="preserve">s </w:t>
      </w:r>
      <w:proofErr w:type="spellStart"/>
      <w:r w:rsidR="00F808AE" w:rsidRPr="00F808AE">
        <w:t>Vaitsidis</w:t>
      </w:r>
      <w:proofErr w:type="spellEnd"/>
      <w:r w:rsidR="00F808AE">
        <w:t xml:space="preserve"> </w:t>
      </w:r>
      <w:r w:rsidR="00785FB4">
        <w:t xml:space="preserve">vor der neuen </w:t>
      </w:r>
      <w:r w:rsidR="001571B8">
        <w:t>Schuler-</w:t>
      </w:r>
      <w:proofErr w:type="spellStart"/>
      <w:r w:rsidR="00785FB4">
        <w:t>Servopresse</w:t>
      </w:r>
      <w:proofErr w:type="spellEnd"/>
      <w:r w:rsidR="00785FB4">
        <w:t>.</w:t>
      </w:r>
    </w:p>
    <w:p w:rsidR="005833D5" w:rsidRDefault="007E1606" w:rsidP="007E1606">
      <w:r>
        <w:t xml:space="preserve">Bild2.jpg: </w:t>
      </w:r>
      <w:r w:rsidR="00785FB4">
        <w:t>Eine umfassende Beratung durch Schuler ist fester Bestandteil der Anschaffung.</w:t>
      </w:r>
    </w:p>
    <w:p w:rsidR="00785FB4" w:rsidRDefault="00785FB4" w:rsidP="007E1606">
      <w:r>
        <w:t xml:space="preserve">Bild3.jpg: Immer für den Kunden da sein: </w:t>
      </w:r>
      <w:r w:rsidR="001571B8">
        <w:t xml:space="preserve">Mit diesem Grundsatz </w:t>
      </w:r>
      <w:r>
        <w:t xml:space="preserve">hat Hans-Martin </w:t>
      </w:r>
      <w:proofErr w:type="spellStart"/>
      <w:r>
        <w:t>Tekeser</w:t>
      </w:r>
      <w:proofErr w:type="spellEnd"/>
      <w:r>
        <w:t xml:space="preserve"> seiner Firma </w:t>
      </w:r>
      <w:r w:rsidR="001571B8">
        <w:t>aufgebaut</w:t>
      </w:r>
      <w:r>
        <w:t>.</w:t>
      </w:r>
    </w:p>
    <w:p w:rsidR="00785FB4" w:rsidRDefault="00785FB4" w:rsidP="007E1606">
      <w:r>
        <w:t>Bild4.jpg: Der Automobilzulieferer mit 160 Mitarbeitern hat seinen Sitz in Grafenau bei Stuttgart.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3017732A" wp14:editId="0EA9DF5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5EAA2BE" wp14:editId="35721017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4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3E01D9E" wp14:editId="77DD196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6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youtube</w:t>
        </w:r>
        <w:proofErr w:type="spellEnd"/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18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2D46DE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03" w:rsidRDefault="00E73003" w:rsidP="007E132D">
      <w:r>
        <w:separator/>
      </w:r>
    </w:p>
    <w:p w:rsidR="00E73003" w:rsidRDefault="00E73003" w:rsidP="007E132D"/>
  </w:endnote>
  <w:endnote w:type="continuationSeparator" w:id="0">
    <w:p w:rsidR="00E73003" w:rsidRDefault="00E73003" w:rsidP="007E132D">
      <w:r>
        <w:continuationSeparator/>
      </w:r>
    </w:p>
    <w:p w:rsidR="00E73003" w:rsidRDefault="00E73003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5137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551373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5137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551373" w:rsidRPr="007E1606">
            <w:rPr>
              <w:rFonts w:eastAsia="Calibri"/>
              <w:noProof/>
            </w:rPr>
            <w:t xml:space="preserve">Seite </w:t>
          </w:r>
          <w:r w:rsidR="00551373">
            <w:rPr>
              <w:rFonts w:eastAsia="Calibri"/>
              <w:noProof/>
            </w:rPr>
            <w:t>2</w:t>
          </w:r>
          <w:r w:rsidR="00551373" w:rsidRPr="007E1606">
            <w:rPr>
              <w:rFonts w:eastAsia="Calibri"/>
              <w:noProof/>
            </w:rPr>
            <w:t xml:space="preserve"> von </w:t>
          </w:r>
          <w:r w:rsidR="00551373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03" w:rsidRDefault="00E73003" w:rsidP="007E132D">
      <w:r>
        <w:separator/>
      </w:r>
    </w:p>
    <w:p w:rsidR="00E73003" w:rsidRDefault="00E73003" w:rsidP="007E132D"/>
  </w:footnote>
  <w:footnote w:type="continuationSeparator" w:id="0">
    <w:p w:rsidR="00E73003" w:rsidRDefault="00E73003" w:rsidP="007E132D">
      <w:r>
        <w:continuationSeparator/>
      </w:r>
    </w:p>
    <w:p w:rsidR="00E73003" w:rsidRDefault="00E73003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03"/>
    <w:rsid w:val="00003CBE"/>
    <w:rsid w:val="00004C7F"/>
    <w:rsid w:val="000203E7"/>
    <w:rsid w:val="00031750"/>
    <w:rsid w:val="00033BD2"/>
    <w:rsid w:val="00052A10"/>
    <w:rsid w:val="000716BA"/>
    <w:rsid w:val="00086F40"/>
    <w:rsid w:val="000A1813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571B8"/>
    <w:rsid w:val="001631E1"/>
    <w:rsid w:val="0016339C"/>
    <w:rsid w:val="0016495A"/>
    <w:rsid w:val="00173722"/>
    <w:rsid w:val="0017697C"/>
    <w:rsid w:val="001C1FA2"/>
    <w:rsid w:val="001C3EE2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709"/>
    <w:rsid w:val="002B391B"/>
    <w:rsid w:val="002B41E8"/>
    <w:rsid w:val="002D19FD"/>
    <w:rsid w:val="002D46DE"/>
    <w:rsid w:val="003204F5"/>
    <w:rsid w:val="003230D4"/>
    <w:rsid w:val="00323555"/>
    <w:rsid w:val="00363740"/>
    <w:rsid w:val="00365A9E"/>
    <w:rsid w:val="003728F6"/>
    <w:rsid w:val="00373C01"/>
    <w:rsid w:val="00377DED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B6CEF"/>
    <w:rsid w:val="004C4B30"/>
    <w:rsid w:val="004C697D"/>
    <w:rsid w:val="004D2123"/>
    <w:rsid w:val="004D5E40"/>
    <w:rsid w:val="004D76DD"/>
    <w:rsid w:val="004E4302"/>
    <w:rsid w:val="00533491"/>
    <w:rsid w:val="005337CB"/>
    <w:rsid w:val="00546EB8"/>
    <w:rsid w:val="00551373"/>
    <w:rsid w:val="00552A9D"/>
    <w:rsid w:val="005547DF"/>
    <w:rsid w:val="0056768B"/>
    <w:rsid w:val="00570B24"/>
    <w:rsid w:val="00575FA0"/>
    <w:rsid w:val="005833D5"/>
    <w:rsid w:val="00595D96"/>
    <w:rsid w:val="005B3ECA"/>
    <w:rsid w:val="005C0BBB"/>
    <w:rsid w:val="005C6AE3"/>
    <w:rsid w:val="00601238"/>
    <w:rsid w:val="0060142A"/>
    <w:rsid w:val="0065451D"/>
    <w:rsid w:val="00654B60"/>
    <w:rsid w:val="00660D47"/>
    <w:rsid w:val="006666D9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6F1624"/>
    <w:rsid w:val="00714E5C"/>
    <w:rsid w:val="0072042B"/>
    <w:rsid w:val="00733AAF"/>
    <w:rsid w:val="007826E4"/>
    <w:rsid w:val="00784E5A"/>
    <w:rsid w:val="00785FB4"/>
    <w:rsid w:val="00794AEE"/>
    <w:rsid w:val="007B0BF4"/>
    <w:rsid w:val="007B576C"/>
    <w:rsid w:val="007C16F5"/>
    <w:rsid w:val="007E132D"/>
    <w:rsid w:val="007E1606"/>
    <w:rsid w:val="007F4512"/>
    <w:rsid w:val="00815456"/>
    <w:rsid w:val="00821B54"/>
    <w:rsid w:val="00821E5D"/>
    <w:rsid w:val="00822597"/>
    <w:rsid w:val="008258E8"/>
    <w:rsid w:val="00827108"/>
    <w:rsid w:val="008334D5"/>
    <w:rsid w:val="00852B0B"/>
    <w:rsid w:val="00862D5E"/>
    <w:rsid w:val="0086519C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6547"/>
    <w:rsid w:val="008D67FA"/>
    <w:rsid w:val="008E1F8F"/>
    <w:rsid w:val="008F5E25"/>
    <w:rsid w:val="009060ED"/>
    <w:rsid w:val="00920948"/>
    <w:rsid w:val="00920D55"/>
    <w:rsid w:val="00926076"/>
    <w:rsid w:val="009322CD"/>
    <w:rsid w:val="00935824"/>
    <w:rsid w:val="00941203"/>
    <w:rsid w:val="00944C00"/>
    <w:rsid w:val="00944D93"/>
    <w:rsid w:val="00961469"/>
    <w:rsid w:val="0096528A"/>
    <w:rsid w:val="0097024D"/>
    <w:rsid w:val="00975A13"/>
    <w:rsid w:val="009A680E"/>
    <w:rsid w:val="009B2577"/>
    <w:rsid w:val="009B2E31"/>
    <w:rsid w:val="009B3EB7"/>
    <w:rsid w:val="009F642A"/>
    <w:rsid w:val="009F65F3"/>
    <w:rsid w:val="00A0194C"/>
    <w:rsid w:val="00A0214C"/>
    <w:rsid w:val="00A170A3"/>
    <w:rsid w:val="00A202FB"/>
    <w:rsid w:val="00A31D72"/>
    <w:rsid w:val="00A32B85"/>
    <w:rsid w:val="00A41A04"/>
    <w:rsid w:val="00A46561"/>
    <w:rsid w:val="00A500A4"/>
    <w:rsid w:val="00A52517"/>
    <w:rsid w:val="00A553E6"/>
    <w:rsid w:val="00A82E03"/>
    <w:rsid w:val="00A86ACD"/>
    <w:rsid w:val="00A9156A"/>
    <w:rsid w:val="00A91986"/>
    <w:rsid w:val="00A93519"/>
    <w:rsid w:val="00AC55D1"/>
    <w:rsid w:val="00AC6510"/>
    <w:rsid w:val="00AE3AFF"/>
    <w:rsid w:val="00AF2B97"/>
    <w:rsid w:val="00AF2D43"/>
    <w:rsid w:val="00AF64B9"/>
    <w:rsid w:val="00B01B58"/>
    <w:rsid w:val="00B06BC4"/>
    <w:rsid w:val="00B07C6A"/>
    <w:rsid w:val="00B206B1"/>
    <w:rsid w:val="00B23715"/>
    <w:rsid w:val="00B307A6"/>
    <w:rsid w:val="00B31257"/>
    <w:rsid w:val="00B47659"/>
    <w:rsid w:val="00B55136"/>
    <w:rsid w:val="00B66347"/>
    <w:rsid w:val="00B762C9"/>
    <w:rsid w:val="00C57919"/>
    <w:rsid w:val="00C72CD3"/>
    <w:rsid w:val="00C82B81"/>
    <w:rsid w:val="00C944AD"/>
    <w:rsid w:val="00CA6152"/>
    <w:rsid w:val="00CB0E95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454CF"/>
    <w:rsid w:val="00D5679F"/>
    <w:rsid w:val="00D76894"/>
    <w:rsid w:val="00D801FA"/>
    <w:rsid w:val="00D82AE7"/>
    <w:rsid w:val="00DB3F3F"/>
    <w:rsid w:val="00DB73FC"/>
    <w:rsid w:val="00DC5C7D"/>
    <w:rsid w:val="00DD16C5"/>
    <w:rsid w:val="00DE21EA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73003"/>
    <w:rsid w:val="00E85A97"/>
    <w:rsid w:val="00E90330"/>
    <w:rsid w:val="00E94A8B"/>
    <w:rsid w:val="00E94CAA"/>
    <w:rsid w:val="00EA0877"/>
    <w:rsid w:val="00EA7DC3"/>
    <w:rsid w:val="00EB1C2E"/>
    <w:rsid w:val="00EF4B8E"/>
    <w:rsid w:val="00F23AAD"/>
    <w:rsid w:val="00F44765"/>
    <w:rsid w:val="00F5073A"/>
    <w:rsid w:val="00F654EB"/>
    <w:rsid w:val="00F7676C"/>
    <w:rsid w:val="00F808AE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643</Words>
  <Characters>4766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5399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37</cp:revision>
  <cp:lastPrinted>2014-01-15T15:59:00Z</cp:lastPrinted>
  <dcterms:created xsi:type="dcterms:W3CDTF">2014-11-11T12:37:00Z</dcterms:created>
  <dcterms:modified xsi:type="dcterms:W3CDTF">2014-11-19T10:24:00Z</dcterms:modified>
</cp:coreProperties>
</file>