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bookmarkStart w:id="0" w:name="_GoBack"/>
      <w:bookmarkEnd w:id="0"/>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5F6D99" w:rsidP="008E1F8F">
            <w:pPr>
              <w:spacing w:line="226" w:lineRule="exact"/>
              <w:rPr>
                <w:rFonts w:eastAsia="Calibri"/>
                <w:b/>
                <w:sz w:val="17"/>
                <w:szCs w:val="17"/>
                <w:lang w:eastAsia="en-US"/>
              </w:rPr>
            </w:pPr>
            <w:r>
              <w:rPr>
                <w:rFonts w:eastAsia="Calibri"/>
                <w:b/>
                <w:sz w:val="17"/>
                <w:szCs w:val="17"/>
                <w:lang w:eastAsia="en-US"/>
              </w:rPr>
              <w:t>Ingo Schnaitmann</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w:t>
            </w:r>
            <w:r w:rsidR="005F6D99">
              <w:rPr>
                <w:rFonts w:eastAsia="Calibri"/>
                <w:sz w:val="17"/>
                <w:szCs w:val="17"/>
                <w:lang w:eastAsia="en-US"/>
              </w:rPr>
              <w:t>201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6E3ADB" w:rsidP="008E1F8F">
            <w:pPr>
              <w:spacing w:line="226" w:lineRule="exact"/>
              <w:rPr>
                <w:rFonts w:eastAsia="Calibri"/>
                <w:sz w:val="17"/>
                <w:szCs w:val="17"/>
                <w:lang w:eastAsia="en-US"/>
              </w:rPr>
            </w:pPr>
            <w:hyperlink r:id="rId8" w:history="1">
              <w:r w:rsidR="005F6D99" w:rsidRPr="00EF5D9C">
                <w:rPr>
                  <w:rStyle w:val="Hyperlink"/>
                  <w:rFonts w:eastAsia="Calibri"/>
                  <w:sz w:val="17"/>
                  <w:szCs w:val="17"/>
                  <w:lang w:eastAsia="en-US"/>
                </w:rPr>
                <w:t>Ingo.Schnaitmann@</w:t>
              </w:r>
              <w:r w:rsidR="005F6D99" w:rsidRPr="00EF5D9C">
                <w:rPr>
                  <w:rStyle w:val="Hyperlink"/>
                  <w:rFonts w:eastAsia="Calibri"/>
                  <w:sz w:val="17"/>
                  <w:szCs w:val="17"/>
                  <w:lang w:eastAsia="en-US"/>
                </w:rPr>
                <w:br/>
                <w:t>schulergroup.com</w:t>
              </w:r>
            </w:hyperlink>
          </w:p>
          <w:p w:rsidR="004C4B30" w:rsidRPr="004C4B30" w:rsidRDefault="006E3ADB"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F36047" w:rsidP="00365A9E">
      <w:pPr>
        <w:pStyle w:val="berschrift1"/>
        <w:rPr>
          <w:sz w:val="2"/>
        </w:rPr>
      </w:pPr>
      <w:r>
        <w:t xml:space="preserve">Schuler gewinnt </w:t>
      </w:r>
      <w:r w:rsidR="001B1031">
        <w:t>G</w:t>
      </w:r>
      <w:r>
        <w:t>roßauftrag</w:t>
      </w:r>
      <w:r w:rsidR="001B1031">
        <w:t xml:space="preserve"> aus China</w:t>
      </w:r>
    </w:p>
    <w:p w:rsidR="00476D9C" w:rsidRDefault="00463858" w:rsidP="00E139C1">
      <w:pPr>
        <w:pStyle w:val="berschrift2"/>
      </w:pPr>
      <w:r>
        <w:t xml:space="preserve">FAW Volkswagen bestellt drei </w:t>
      </w:r>
      <w:proofErr w:type="spellStart"/>
      <w:r>
        <w:t>Servo</w:t>
      </w:r>
      <w:proofErr w:type="spellEnd"/>
      <w:r>
        <w:t>-Pressenlinien</w:t>
      </w:r>
    </w:p>
    <w:p w:rsidR="00463858" w:rsidRPr="00476D9C" w:rsidRDefault="00463858" w:rsidP="00476D9C"/>
    <w:p w:rsidR="00B256BC" w:rsidRDefault="00C82B81" w:rsidP="00C82B81">
      <w:r>
        <w:rPr>
          <w:i/>
        </w:rPr>
        <w:t xml:space="preserve">Göppingen, </w:t>
      </w:r>
      <w:r w:rsidR="00C62EE9">
        <w:rPr>
          <w:i/>
        </w:rPr>
        <w:t>24</w:t>
      </w:r>
      <w:r w:rsidR="005833D5">
        <w:rPr>
          <w:i/>
        </w:rPr>
        <w:t>.</w:t>
      </w:r>
      <w:r w:rsidR="00C62EE9">
        <w:rPr>
          <w:i/>
        </w:rPr>
        <w:t>09</w:t>
      </w:r>
      <w:r w:rsidR="005833D5" w:rsidRPr="005833D5">
        <w:rPr>
          <w:i/>
        </w:rPr>
        <w:t>.201</w:t>
      </w:r>
      <w:r w:rsidR="005833D5">
        <w:rPr>
          <w:i/>
        </w:rPr>
        <w:t>4</w:t>
      </w:r>
      <w:r w:rsidR="005833D5" w:rsidRPr="005833D5">
        <w:rPr>
          <w:i/>
        </w:rPr>
        <w:t xml:space="preserve"> </w:t>
      </w:r>
      <w:r w:rsidR="000F2F77">
        <w:t>–</w:t>
      </w:r>
      <w:r w:rsidR="005833D5">
        <w:t xml:space="preserve"> </w:t>
      </w:r>
      <w:r w:rsidR="003C421E">
        <w:t xml:space="preserve">Die Schuler AG </w:t>
      </w:r>
      <w:r w:rsidR="003C421E" w:rsidRPr="003C421E">
        <w:t xml:space="preserve">hat </w:t>
      </w:r>
      <w:r w:rsidR="00F36047">
        <w:t xml:space="preserve">im Jubiläumsjahr einen der </w:t>
      </w:r>
      <w:r w:rsidR="003C421E" w:rsidRPr="003C421E">
        <w:t xml:space="preserve">größten </w:t>
      </w:r>
      <w:r w:rsidR="00CD2C95">
        <w:t>Aufträge</w:t>
      </w:r>
      <w:r w:rsidR="00CD2C95" w:rsidRPr="003C421E">
        <w:t xml:space="preserve"> </w:t>
      </w:r>
      <w:r w:rsidR="003C421E">
        <w:t xml:space="preserve">in der 175-jährigen Unternehmensgeschichte </w:t>
      </w:r>
      <w:r w:rsidR="002B4F50">
        <w:t>erhalten</w:t>
      </w:r>
      <w:r w:rsidR="003C421E" w:rsidRPr="003C421E">
        <w:t xml:space="preserve">. </w:t>
      </w:r>
      <w:r w:rsidR="00F36047">
        <w:t xml:space="preserve">FAW Volkswagen Automotive Co., Ltd., </w:t>
      </w:r>
      <w:r w:rsidR="002B4F50">
        <w:t xml:space="preserve">bestellte </w:t>
      </w:r>
      <w:r w:rsidR="00B256BC">
        <w:t xml:space="preserve">drei </w:t>
      </w:r>
      <w:r w:rsidR="003C421E" w:rsidRPr="003C421E">
        <w:t xml:space="preserve">Pressenlinien mit </w:t>
      </w:r>
      <w:proofErr w:type="spellStart"/>
      <w:r w:rsidR="003C421E" w:rsidRPr="003C421E">
        <w:t>ServoDirekt</w:t>
      </w:r>
      <w:proofErr w:type="spellEnd"/>
      <w:r w:rsidR="003C421E" w:rsidRPr="003C421E">
        <w:t>-Technologie</w:t>
      </w:r>
      <w:r w:rsidR="00B256BC">
        <w:t xml:space="preserve"> und drei </w:t>
      </w:r>
      <w:proofErr w:type="spellStart"/>
      <w:r w:rsidR="00441AF2">
        <w:t>Servop</w:t>
      </w:r>
      <w:r w:rsidR="00C37B4F">
        <w:t>ressen</w:t>
      </w:r>
      <w:proofErr w:type="spellEnd"/>
      <w:r w:rsidR="00C37B4F">
        <w:t xml:space="preserve"> </w:t>
      </w:r>
      <w:r w:rsidR="00B256BC">
        <w:t xml:space="preserve">zur </w:t>
      </w:r>
      <w:r w:rsidR="00B256BC" w:rsidRPr="00B256BC">
        <w:t xml:space="preserve">Werkzeugerprobung und </w:t>
      </w:r>
      <w:r w:rsidR="00A268DC">
        <w:noBreakHyphen/>
      </w:r>
      <w:proofErr w:type="spellStart"/>
      <w:r w:rsidR="00B256BC" w:rsidRPr="00B256BC">
        <w:t>einarbeitung</w:t>
      </w:r>
      <w:proofErr w:type="spellEnd"/>
      <w:r w:rsidR="002B4F50">
        <w:t xml:space="preserve"> </w:t>
      </w:r>
      <w:r w:rsidR="00463858">
        <w:t>für W</w:t>
      </w:r>
      <w:r w:rsidR="00B256BC" w:rsidRPr="00B256BC">
        <w:t xml:space="preserve">erke in </w:t>
      </w:r>
      <w:r w:rsidR="001B1031">
        <w:t xml:space="preserve">China. </w:t>
      </w:r>
      <w:r w:rsidR="0066050B">
        <w:t xml:space="preserve">Auf den </w:t>
      </w:r>
      <w:proofErr w:type="spellStart"/>
      <w:r w:rsidR="0066050B" w:rsidRPr="00D77160">
        <w:t>Servo</w:t>
      </w:r>
      <w:proofErr w:type="spellEnd"/>
      <w:r w:rsidR="0066050B" w:rsidRPr="00D77160">
        <w:t>-Pressen</w:t>
      </w:r>
      <w:r w:rsidR="0066050B">
        <w:t xml:space="preserve">linien </w:t>
      </w:r>
      <w:r w:rsidR="0066050B" w:rsidRPr="00D77160">
        <w:rPr>
          <w:rFonts w:cs="Arial"/>
        </w:rPr>
        <w:t>entstehen vor allem Karosserieteile für Autos, wie zum Beispiel Motorhauben oder Türen.</w:t>
      </w:r>
      <w:r w:rsidR="00E76BA5">
        <w:rPr>
          <w:rFonts w:cs="Arial"/>
        </w:rPr>
        <w:t xml:space="preserve"> </w:t>
      </w:r>
      <w:r w:rsidR="001B1031" w:rsidRPr="001B1031">
        <w:t xml:space="preserve">Der Auftrag hat ein Volumen von </w:t>
      </w:r>
      <w:r w:rsidR="00C37B4F">
        <w:t>mehr als 150</w:t>
      </w:r>
      <w:r w:rsidR="007B2F72">
        <w:t xml:space="preserve"> Millionen Euro.</w:t>
      </w:r>
    </w:p>
    <w:p w:rsidR="00342D17" w:rsidRDefault="00342D17" w:rsidP="00C82B81"/>
    <w:p w:rsidR="001343DC" w:rsidRDefault="00A24F86" w:rsidP="001343DC">
      <w:r>
        <w:t xml:space="preserve">FAW Volkswagen investiert </w:t>
      </w:r>
      <w:r w:rsidR="00705DA6">
        <w:t xml:space="preserve">erstmals in </w:t>
      </w:r>
      <w:r w:rsidR="00E040E9" w:rsidRPr="00E040E9">
        <w:t xml:space="preserve">Pressenlinien mit </w:t>
      </w:r>
      <w:proofErr w:type="spellStart"/>
      <w:r w:rsidR="00E040E9" w:rsidRPr="00E040E9">
        <w:t>ServoDirekt</w:t>
      </w:r>
      <w:proofErr w:type="spellEnd"/>
      <w:r w:rsidR="00E040E9" w:rsidRPr="00E040E9">
        <w:t>-Technologie</w:t>
      </w:r>
      <w:r w:rsidR="00705DA6">
        <w:t xml:space="preserve">. Diese </w:t>
      </w:r>
      <w:r w:rsidR="00463858">
        <w:t>sind</w:t>
      </w:r>
      <w:r w:rsidR="00E040E9" w:rsidRPr="00E040E9">
        <w:t xml:space="preserve"> besonders leistungsfähig</w:t>
      </w:r>
      <w:r w:rsidR="007C6D51">
        <w:t>.</w:t>
      </w:r>
      <w:r w:rsidR="00E040E9" w:rsidRPr="00E040E9">
        <w:t xml:space="preserve"> </w:t>
      </w:r>
      <w:r w:rsidR="00C37B4F">
        <w:t>I</w:t>
      </w:r>
      <w:r w:rsidR="00E040E9" w:rsidRPr="00E040E9">
        <w:t xml:space="preserve">m Vergleich zu </w:t>
      </w:r>
      <w:r w:rsidR="00C37B4F">
        <w:t xml:space="preserve">den bislang eingesetzten </w:t>
      </w:r>
      <w:r>
        <w:t xml:space="preserve">konventionellen </w:t>
      </w:r>
      <w:r w:rsidR="00C37B4F">
        <w:t xml:space="preserve">mechanischen Pressenlinien ist ihre Produktivität um rund 20 Prozent höher, </w:t>
      </w:r>
      <w:r w:rsidR="00E040E9">
        <w:t>gleichzeitig</w:t>
      </w:r>
      <w:r>
        <w:t xml:space="preserve"> verbrauchen </w:t>
      </w:r>
      <w:r w:rsidR="002B4F50">
        <w:t>diese</w:t>
      </w:r>
      <w:r>
        <w:t xml:space="preserve"> </w:t>
      </w:r>
      <w:r w:rsidR="00C37B4F">
        <w:t xml:space="preserve">deutlich </w:t>
      </w:r>
      <w:r>
        <w:t>weniger Energie.</w:t>
      </w:r>
      <w:r w:rsidR="00705DA6">
        <w:t xml:space="preserve"> </w:t>
      </w:r>
      <w:r w:rsidR="002B4F50">
        <w:t>„</w:t>
      </w:r>
      <w:r w:rsidR="0066050B">
        <w:t xml:space="preserve">Auch im chinesischen Markt verzeichnen wir ein steigendes Interesse an </w:t>
      </w:r>
      <w:proofErr w:type="spellStart"/>
      <w:r w:rsidR="007C6D51">
        <w:t>Servo</w:t>
      </w:r>
      <w:proofErr w:type="spellEnd"/>
      <w:r w:rsidR="007C6D51">
        <w:t>-T</w:t>
      </w:r>
      <w:r w:rsidR="0066050B">
        <w:t>echnologie</w:t>
      </w:r>
      <w:r w:rsidR="007C6D51">
        <w:t xml:space="preserve">. </w:t>
      </w:r>
      <w:r w:rsidR="007C6D51" w:rsidRPr="007C6D51">
        <w:t>Der Auftrag unterstreicht unsere Vorreiterrolle</w:t>
      </w:r>
      <w:r w:rsidR="007C6D51">
        <w:t xml:space="preserve"> </w:t>
      </w:r>
      <w:r w:rsidR="007477FC">
        <w:t>in der Umformtechnik</w:t>
      </w:r>
      <w:r w:rsidR="00705DA6">
        <w:t xml:space="preserve">“, </w:t>
      </w:r>
      <w:r w:rsidR="00C13DF8">
        <w:t xml:space="preserve">erklärte Stefan Klebert, Vorstandsvorsitzender des Schuler-Konzerns. </w:t>
      </w:r>
      <w:r w:rsidR="001343DC">
        <w:t xml:space="preserve">Die </w:t>
      </w:r>
      <w:proofErr w:type="spellStart"/>
      <w:r w:rsidR="001343DC">
        <w:t>ServoDirekt</w:t>
      </w:r>
      <w:proofErr w:type="spellEnd"/>
      <w:r w:rsidR="001343DC">
        <w:t>-</w:t>
      </w:r>
      <w:r w:rsidR="007C6D51">
        <w:t>An</w:t>
      </w:r>
      <w:r w:rsidR="00A45912">
        <w:t>t</w:t>
      </w:r>
      <w:r w:rsidR="007C6D51">
        <w:t xml:space="preserve">riebstechnologie </w:t>
      </w:r>
      <w:r w:rsidR="00A45912">
        <w:t>sorgt dank e</w:t>
      </w:r>
      <w:r w:rsidR="007C6D51" w:rsidRPr="007C6D51">
        <w:t>lektronisch geregelte</w:t>
      </w:r>
      <w:r w:rsidR="00A45912">
        <w:t>r</w:t>
      </w:r>
      <w:r w:rsidR="007C6D51" w:rsidRPr="007C6D51">
        <w:t xml:space="preserve"> </w:t>
      </w:r>
      <w:r w:rsidR="00441AF2">
        <w:t>M</w:t>
      </w:r>
      <w:r w:rsidR="007C6D51" w:rsidRPr="007C6D51">
        <w:t>otoren</w:t>
      </w:r>
      <w:r w:rsidR="001343DC">
        <w:t xml:space="preserve"> nicht nur für eine hohe Ausbringung, sondern auch für Flexibilität, Energie-Eff</w:t>
      </w:r>
      <w:r w:rsidR="00E909A2">
        <w:t>izienz und geringe Stückkosten.</w:t>
      </w:r>
    </w:p>
    <w:p w:rsidR="001343DC" w:rsidRDefault="001343DC" w:rsidP="007E1606"/>
    <w:p w:rsidR="001F3387" w:rsidRDefault="001F3387" w:rsidP="001F3387">
      <w:pPr>
        <w:spacing w:line="240" w:lineRule="auto"/>
      </w:pPr>
    </w:p>
    <w:p w:rsidR="007E1606" w:rsidRDefault="007E1606" w:rsidP="00E139C1">
      <w:pPr>
        <w:pStyle w:val="berschrift2"/>
      </w:pPr>
      <w:r>
        <w:t>Bildunterschriften</w:t>
      </w:r>
    </w:p>
    <w:p w:rsidR="00196FED" w:rsidRDefault="007E1606" w:rsidP="00196FED">
      <w:pPr>
        <w:pStyle w:val="berschrift2"/>
      </w:pPr>
      <w:r w:rsidRPr="00196FED">
        <w:rPr>
          <w:b w:val="0"/>
        </w:rPr>
        <w:t xml:space="preserve">Bild1.jpg: </w:t>
      </w:r>
      <w:r w:rsidR="00196FED" w:rsidRPr="00196FED">
        <w:rPr>
          <w:b w:val="0"/>
        </w:rPr>
        <w:t xml:space="preserve">Großauftrag von FAW Volkswagen aus China für drei </w:t>
      </w:r>
      <w:proofErr w:type="spellStart"/>
      <w:r w:rsidR="00196FED" w:rsidRPr="00196FED">
        <w:rPr>
          <w:b w:val="0"/>
        </w:rPr>
        <w:t>Servo</w:t>
      </w:r>
      <w:proofErr w:type="spellEnd"/>
      <w:r w:rsidR="00196FED" w:rsidRPr="00196FED">
        <w:rPr>
          <w:b w:val="0"/>
        </w:rPr>
        <w:t>-Pressenlinien und drei Einarbeitungspressen</w:t>
      </w:r>
      <w:r w:rsidR="00E909A2">
        <w:rPr>
          <w:b w:val="0"/>
        </w:rPr>
        <w:t>.</w:t>
      </w:r>
    </w:p>
    <w:p w:rsidR="00CD2C95" w:rsidRDefault="005833D5" w:rsidP="005833D5">
      <w:pPr>
        <w:rPr>
          <w:i/>
        </w:rPr>
      </w:pPr>
      <w:r w:rsidRPr="005833D5">
        <w:rPr>
          <w:i/>
        </w:rPr>
        <w:t>Als Bildquelle bitte Schuler angeben.</w:t>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5833D5" w:rsidRDefault="005833D5" w:rsidP="003F0681">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 xml:space="preserve">zulieferer sowie Unternehmen aus der Schmiede-, Hausgeräte-, Verpackungs-, Energie- und Elektroindustrie. Schuler ist führend in der Münztechnik und realisiert Systemlösungen in der Luftfahrt-, Raumfahrt-, Eisenbahn- und Großrohrindustrie. </w:t>
      </w:r>
      <w:r w:rsidR="00C96DAD">
        <w:rPr>
          <w:i/>
        </w:rPr>
        <w:t xml:space="preserve">Der Konzern geht auf eine 1839 von Louis Schuler gegründete Schlosserei zurück und feiert 2014 sein 175-jähriges Bestehen. </w:t>
      </w:r>
      <w:r w:rsidRPr="00AF64B9">
        <w:rPr>
          <w:i/>
        </w:rPr>
        <w:t>Im Geschäftsjahr 2012/13 (30.09.) erzielte Schuler einen Umsatz von 1.185,9 Millionen Euro.</w:t>
      </w:r>
      <w:r w:rsidRPr="00AF64B9">
        <w:t xml:space="preserve"> </w:t>
      </w:r>
      <w:r w:rsidR="00A13C11">
        <w:rPr>
          <w:i/>
        </w:rPr>
        <w:t>Weltweit sind rund 5.5</w:t>
      </w:r>
      <w:r w:rsidRPr="00AF64B9">
        <w:rPr>
          <w:i/>
        </w:rPr>
        <w:t>00 Mitarbeiter im Einsatz. Der Schuler-Konzern ist in 40 Ländern präsent und gehört mehrheitlich zur österreichischen ANDRITZ-Gruppe.</w:t>
      </w:r>
    </w:p>
    <w:p w:rsidR="00401934" w:rsidRDefault="00401934" w:rsidP="003F0681">
      <w:pPr>
        <w:spacing w:line="240" w:lineRule="auto"/>
        <w:ind w:right="-15"/>
        <w:jc w:val="both"/>
        <w:outlineLvl w:val="0"/>
        <w:rPr>
          <w:i/>
        </w:rPr>
      </w:pPr>
    </w:p>
    <w:p w:rsidR="00401934" w:rsidRPr="00E139C1" w:rsidRDefault="00401934" w:rsidP="003F0681">
      <w:pPr>
        <w:spacing w:line="240" w:lineRule="auto"/>
        <w:ind w:right="-15"/>
        <w:jc w:val="both"/>
        <w:outlineLvl w:val="0"/>
        <w:rPr>
          <w:b/>
          <w:i/>
        </w:rPr>
      </w:pPr>
      <w:r w:rsidRPr="00E139C1">
        <w:rPr>
          <w:b/>
          <w:i/>
        </w:rPr>
        <w:t>Über FAW-Volkswagen Automotive Co., Ltd</w:t>
      </w:r>
      <w:r w:rsidR="00CD2C95">
        <w:rPr>
          <w:b/>
          <w:i/>
        </w:rPr>
        <w:t xml:space="preserve"> – </w:t>
      </w:r>
      <w:hyperlink r:id="rId11" w:history="1">
        <w:r w:rsidR="00CD2C95" w:rsidRPr="00C1707C">
          <w:rPr>
            <w:rStyle w:val="Hyperlink"/>
            <w:b/>
            <w:i/>
          </w:rPr>
          <w:t>www.faw-vw.com</w:t>
        </w:r>
      </w:hyperlink>
    </w:p>
    <w:p w:rsidR="00401934" w:rsidRPr="00E139C1" w:rsidRDefault="00401934" w:rsidP="003F0681">
      <w:pPr>
        <w:spacing w:line="240" w:lineRule="auto"/>
        <w:ind w:right="-15"/>
        <w:jc w:val="both"/>
        <w:outlineLvl w:val="0"/>
        <w:rPr>
          <w:i/>
        </w:rPr>
      </w:pPr>
      <w:r w:rsidRPr="00E139C1">
        <w:rPr>
          <w:i/>
        </w:rPr>
        <w:t>In der FAW-Volkswagen Automo</w:t>
      </w:r>
      <w:r w:rsidR="00FA71AA">
        <w:rPr>
          <w:i/>
        </w:rPr>
        <w:t>tive Co. Ltd.</w:t>
      </w:r>
      <w:r w:rsidRPr="00E139C1">
        <w:rPr>
          <w:i/>
        </w:rPr>
        <w:t xml:space="preserve">, die von FAW, Volkswagen und Audi gemeinsam betrieben wird, sind über 9.800 Mitarbeiter beschäftigt. Mit der Werkserweiterung im Jahr 2004 (Car Plant 2) können hier bis zu 600.000 Fahrzeuge der VW-Modelle </w:t>
      </w:r>
      <w:proofErr w:type="spellStart"/>
      <w:r w:rsidRPr="00E139C1">
        <w:rPr>
          <w:i/>
        </w:rPr>
        <w:t>Jetta</w:t>
      </w:r>
      <w:proofErr w:type="spellEnd"/>
      <w:r w:rsidRPr="00E139C1">
        <w:rPr>
          <w:i/>
        </w:rPr>
        <w:t xml:space="preserve">, </w:t>
      </w:r>
      <w:proofErr w:type="spellStart"/>
      <w:r w:rsidRPr="00E139C1">
        <w:rPr>
          <w:i/>
        </w:rPr>
        <w:t>Jetta</w:t>
      </w:r>
      <w:proofErr w:type="spellEnd"/>
      <w:r w:rsidRPr="00E139C1">
        <w:rPr>
          <w:i/>
        </w:rPr>
        <w:t xml:space="preserve"> A2, Bora, Golf und Passat sowie der Audi-Modelle A4 und A6 pro Jahr hergestellt werden. FAW-VW wurde 1991 offiziell gegründet. Die vollständige Inbetriebnahme erfolgte im Jahr 1996 mit einem kontinuierlichen Ausbau der Produktion.</w:t>
      </w:r>
    </w:p>
    <w:p w:rsidR="00401934" w:rsidRPr="00401934" w:rsidRDefault="00401934">
      <w:pPr>
        <w:spacing w:line="240" w:lineRule="auto"/>
        <w:ind w:right="-15"/>
        <w:jc w:val="both"/>
        <w:outlineLvl w:val="0"/>
      </w:pPr>
    </w:p>
    <w:sectPr w:rsidR="00401934" w:rsidRPr="00401934"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2E3" w:rsidRDefault="002012E3" w:rsidP="007E132D">
      <w:r>
        <w:separator/>
      </w:r>
    </w:p>
    <w:p w:rsidR="002012E3" w:rsidRDefault="002012E3" w:rsidP="007E132D"/>
  </w:endnote>
  <w:endnote w:type="continuationSeparator" w:id="0">
    <w:p w:rsidR="002012E3" w:rsidRDefault="002012E3" w:rsidP="007E132D">
      <w:r>
        <w:continuationSeparator/>
      </w:r>
    </w:p>
    <w:p w:rsidR="002012E3" w:rsidRDefault="002012E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E3ADB">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E3ADB">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E3ADB">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E3ADB" w:rsidRPr="007E1606">
            <w:rPr>
              <w:rFonts w:eastAsia="Calibri"/>
              <w:noProof/>
            </w:rPr>
            <w:t xml:space="preserve">Seite </w:t>
          </w:r>
          <w:r w:rsidR="006E3ADB">
            <w:rPr>
              <w:rFonts w:eastAsia="Calibri"/>
              <w:noProof/>
            </w:rPr>
            <w:t>1</w:t>
          </w:r>
          <w:r w:rsidR="006E3ADB" w:rsidRPr="007E1606">
            <w:rPr>
              <w:rFonts w:eastAsia="Calibri"/>
              <w:noProof/>
            </w:rPr>
            <w:t xml:space="preserve"> von </w:t>
          </w:r>
          <w:r w:rsidR="006E3ADB">
            <w:rPr>
              <w:rFonts w:eastAsia="Calibri"/>
              <w:noProof/>
            </w:rPr>
            <w:t>2</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2E3" w:rsidRDefault="002012E3" w:rsidP="007E132D">
      <w:r>
        <w:separator/>
      </w:r>
    </w:p>
    <w:p w:rsidR="002012E3" w:rsidRDefault="002012E3" w:rsidP="007E132D"/>
  </w:footnote>
  <w:footnote w:type="continuationSeparator" w:id="0">
    <w:p w:rsidR="002012E3" w:rsidRDefault="002012E3" w:rsidP="007E132D">
      <w:r>
        <w:continuationSeparator/>
      </w:r>
    </w:p>
    <w:p w:rsidR="002012E3" w:rsidRDefault="002012E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636"/>
    <w:rsid w:val="00003CBE"/>
    <w:rsid w:val="00004C7F"/>
    <w:rsid w:val="00031750"/>
    <w:rsid w:val="00033BD2"/>
    <w:rsid w:val="000716BA"/>
    <w:rsid w:val="00086F40"/>
    <w:rsid w:val="000A52A8"/>
    <w:rsid w:val="000B704A"/>
    <w:rsid w:val="000C0CAD"/>
    <w:rsid w:val="000C14CA"/>
    <w:rsid w:val="000E228F"/>
    <w:rsid w:val="000F2F77"/>
    <w:rsid w:val="00102187"/>
    <w:rsid w:val="00130A5F"/>
    <w:rsid w:val="001343DC"/>
    <w:rsid w:val="00136218"/>
    <w:rsid w:val="00136E90"/>
    <w:rsid w:val="00152C69"/>
    <w:rsid w:val="001631E1"/>
    <w:rsid w:val="0016339C"/>
    <w:rsid w:val="0016495A"/>
    <w:rsid w:val="00173722"/>
    <w:rsid w:val="0017697C"/>
    <w:rsid w:val="00196FED"/>
    <w:rsid w:val="001B1031"/>
    <w:rsid w:val="001C1FA2"/>
    <w:rsid w:val="001C3EE2"/>
    <w:rsid w:val="001E0C3C"/>
    <w:rsid w:val="001F3387"/>
    <w:rsid w:val="001F6280"/>
    <w:rsid w:val="002012E3"/>
    <w:rsid w:val="002077B7"/>
    <w:rsid w:val="00212513"/>
    <w:rsid w:val="00215C8A"/>
    <w:rsid w:val="002315E0"/>
    <w:rsid w:val="002712C2"/>
    <w:rsid w:val="00281F71"/>
    <w:rsid w:val="002A1D04"/>
    <w:rsid w:val="002A3A54"/>
    <w:rsid w:val="002A42B6"/>
    <w:rsid w:val="002A4B0E"/>
    <w:rsid w:val="002B391B"/>
    <w:rsid w:val="002B41E8"/>
    <w:rsid w:val="002B4F50"/>
    <w:rsid w:val="002C5868"/>
    <w:rsid w:val="003230D4"/>
    <w:rsid w:val="00323555"/>
    <w:rsid w:val="00342D17"/>
    <w:rsid w:val="00363740"/>
    <w:rsid w:val="00365A9E"/>
    <w:rsid w:val="003728F6"/>
    <w:rsid w:val="00373C01"/>
    <w:rsid w:val="00377DED"/>
    <w:rsid w:val="003B7E42"/>
    <w:rsid w:val="003C421E"/>
    <w:rsid w:val="003C626A"/>
    <w:rsid w:val="003D76C7"/>
    <w:rsid w:val="003E30C0"/>
    <w:rsid w:val="003F0681"/>
    <w:rsid w:val="003F6888"/>
    <w:rsid w:val="00401934"/>
    <w:rsid w:val="00403EFF"/>
    <w:rsid w:val="004355F7"/>
    <w:rsid w:val="00441AF2"/>
    <w:rsid w:val="00463858"/>
    <w:rsid w:val="00476782"/>
    <w:rsid w:val="00476D9C"/>
    <w:rsid w:val="00485C6B"/>
    <w:rsid w:val="004C4B30"/>
    <w:rsid w:val="004C697D"/>
    <w:rsid w:val="004D76DD"/>
    <w:rsid w:val="00533491"/>
    <w:rsid w:val="00552A9D"/>
    <w:rsid w:val="005547DF"/>
    <w:rsid w:val="0056768B"/>
    <w:rsid w:val="00575FA0"/>
    <w:rsid w:val="005833D5"/>
    <w:rsid w:val="00595D96"/>
    <w:rsid w:val="005C0BBB"/>
    <w:rsid w:val="005C6AE3"/>
    <w:rsid w:val="005F6D99"/>
    <w:rsid w:val="00601238"/>
    <w:rsid w:val="0060142A"/>
    <w:rsid w:val="0065451D"/>
    <w:rsid w:val="00654B60"/>
    <w:rsid w:val="0066050B"/>
    <w:rsid w:val="00660D47"/>
    <w:rsid w:val="00671E3C"/>
    <w:rsid w:val="00674EF3"/>
    <w:rsid w:val="006813B8"/>
    <w:rsid w:val="0068251B"/>
    <w:rsid w:val="006848FF"/>
    <w:rsid w:val="00687868"/>
    <w:rsid w:val="006A31D9"/>
    <w:rsid w:val="006A659E"/>
    <w:rsid w:val="006A7F52"/>
    <w:rsid w:val="006D7242"/>
    <w:rsid w:val="006E3ADB"/>
    <w:rsid w:val="00705DA6"/>
    <w:rsid w:val="00714E5C"/>
    <w:rsid w:val="0072042B"/>
    <w:rsid w:val="00733AAF"/>
    <w:rsid w:val="007477FC"/>
    <w:rsid w:val="007826E4"/>
    <w:rsid w:val="00784E5A"/>
    <w:rsid w:val="00794AEE"/>
    <w:rsid w:val="007B0BF4"/>
    <w:rsid w:val="007B2F72"/>
    <w:rsid w:val="007C16F5"/>
    <w:rsid w:val="007C6D51"/>
    <w:rsid w:val="007E132D"/>
    <w:rsid w:val="007E1606"/>
    <w:rsid w:val="007E3BF2"/>
    <w:rsid w:val="007E7037"/>
    <w:rsid w:val="007F4512"/>
    <w:rsid w:val="00821B54"/>
    <w:rsid w:val="00821E5D"/>
    <w:rsid w:val="00822597"/>
    <w:rsid w:val="008256C1"/>
    <w:rsid w:val="008258E8"/>
    <w:rsid w:val="008334D5"/>
    <w:rsid w:val="00865B83"/>
    <w:rsid w:val="008718D2"/>
    <w:rsid w:val="0087295F"/>
    <w:rsid w:val="00876E6E"/>
    <w:rsid w:val="00877DC8"/>
    <w:rsid w:val="00894865"/>
    <w:rsid w:val="008C6578"/>
    <w:rsid w:val="008D1374"/>
    <w:rsid w:val="008D67FA"/>
    <w:rsid w:val="008E1F8F"/>
    <w:rsid w:val="008F5E25"/>
    <w:rsid w:val="009060ED"/>
    <w:rsid w:val="00920948"/>
    <w:rsid w:val="00926076"/>
    <w:rsid w:val="00941203"/>
    <w:rsid w:val="00951C39"/>
    <w:rsid w:val="00961469"/>
    <w:rsid w:val="00975A13"/>
    <w:rsid w:val="009A680E"/>
    <w:rsid w:val="009B2577"/>
    <w:rsid w:val="009B3EB7"/>
    <w:rsid w:val="009F65F3"/>
    <w:rsid w:val="00A0214C"/>
    <w:rsid w:val="00A13C11"/>
    <w:rsid w:val="00A24F86"/>
    <w:rsid w:val="00A268DC"/>
    <w:rsid w:val="00A31D72"/>
    <w:rsid w:val="00A32B85"/>
    <w:rsid w:val="00A45912"/>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3715"/>
    <w:rsid w:val="00B256BC"/>
    <w:rsid w:val="00B307A6"/>
    <w:rsid w:val="00B47659"/>
    <w:rsid w:val="00B55136"/>
    <w:rsid w:val="00B762C9"/>
    <w:rsid w:val="00C01428"/>
    <w:rsid w:val="00C13DF8"/>
    <w:rsid w:val="00C37B4F"/>
    <w:rsid w:val="00C62EE9"/>
    <w:rsid w:val="00C72CD3"/>
    <w:rsid w:val="00C82B81"/>
    <w:rsid w:val="00C96DAD"/>
    <w:rsid w:val="00CB2B5C"/>
    <w:rsid w:val="00CC7CCA"/>
    <w:rsid w:val="00CD2C95"/>
    <w:rsid w:val="00CD3AA7"/>
    <w:rsid w:val="00D14566"/>
    <w:rsid w:val="00D15E35"/>
    <w:rsid w:val="00D16703"/>
    <w:rsid w:val="00D327C1"/>
    <w:rsid w:val="00D36969"/>
    <w:rsid w:val="00D5679F"/>
    <w:rsid w:val="00D76894"/>
    <w:rsid w:val="00D77160"/>
    <w:rsid w:val="00D82AE7"/>
    <w:rsid w:val="00D93636"/>
    <w:rsid w:val="00DB3F3F"/>
    <w:rsid w:val="00DB73FC"/>
    <w:rsid w:val="00DC5C7D"/>
    <w:rsid w:val="00DD16C5"/>
    <w:rsid w:val="00DE35EB"/>
    <w:rsid w:val="00DE6930"/>
    <w:rsid w:val="00E040E9"/>
    <w:rsid w:val="00E139C1"/>
    <w:rsid w:val="00E207BB"/>
    <w:rsid w:val="00E2304D"/>
    <w:rsid w:val="00E26828"/>
    <w:rsid w:val="00E3363B"/>
    <w:rsid w:val="00E36721"/>
    <w:rsid w:val="00E5769E"/>
    <w:rsid w:val="00E6320B"/>
    <w:rsid w:val="00E76BA5"/>
    <w:rsid w:val="00E85A97"/>
    <w:rsid w:val="00E86FFF"/>
    <w:rsid w:val="00E90330"/>
    <w:rsid w:val="00E909A2"/>
    <w:rsid w:val="00E94A8B"/>
    <w:rsid w:val="00E94CAA"/>
    <w:rsid w:val="00EA0877"/>
    <w:rsid w:val="00EA7DC3"/>
    <w:rsid w:val="00EB1C2E"/>
    <w:rsid w:val="00F23AAD"/>
    <w:rsid w:val="00F36047"/>
    <w:rsid w:val="00F360BB"/>
    <w:rsid w:val="00F41EF5"/>
    <w:rsid w:val="00F44765"/>
    <w:rsid w:val="00F5073A"/>
    <w:rsid w:val="00F654EB"/>
    <w:rsid w:val="00F7676C"/>
    <w:rsid w:val="00FA71AA"/>
    <w:rsid w:val="00FC05C9"/>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CD2C9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CD2C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790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29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o.Schnaitmann@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aw-vw.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PM%20Vorlagen\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2</Pages>
  <Words>384</Words>
  <Characters>2978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3356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koehlera</cp:lastModifiedBy>
  <cp:revision>14</cp:revision>
  <cp:lastPrinted>2014-09-24T07:38:00Z</cp:lastPrinted>
  <dcterms:created xsi:type="dcterms:W3CDTF">2014-08-19T14:35:00Z</dcterms:created>
  <dcterms:modified xsi:type="dcterms:W3CDTF">2014-09-24T07:38:00Z</dcterms:modified>
</cp:coreProperties>
</file>