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879D3" w14:textId="77777777" w:rsidR="00E30C8C" w:rsidRPr="00A51193" w:rsidRDefault="00E30C8C" w:rsidP="00E30C8C">
      <w:pPr>
        <w:pStyle w:val="berschrift1"/>
        <w:rPr>
          <w:lang w:val="en-US"/>
        </w:rPr>
      </w:pPr>
      <w:r w:rsidRPr="00A5119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E30C8C" w:rsidRPr="00A51193" w14:paraId="3C43C881" w14:textId="77777777" w:rsidTr="00242236">
        <w:trPr>
          <w:trHeight w:hRule="exact" w:val="2977"/>
        </w:trPr>
        <w:tc>
          <w:tcPr>
            <w:tcW w:w="2409" w:type="dxa"/>
            <w:shd w:val="clear" w:color="auto" w:fill="auto"/>
          </w:tcPr>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E30C8C" w:rsidRPr="00A51193" w14:paraId="5D815BB5" w14:textId="77777777" w:rsidTr="00242236">
              <w:trPr>
                <w:trHeight w:hRule="exact" w:val="2977"/>
              </w:trPr>
              <w:tc>
                <w:tcPr>
                  <w:tcW w:w="2409" w:type="dxa"/>
                  <w:shd w:val="clear" w:color="auto" w:fill="auto"/>
                </w:tcPr>
                <w:p w14:paraId="3EB6804C" w14:textId="77777777" w:rsidR="00E30C8C" w:rsidRPr="00A5438F" w:rsidRDefault="00E30C8C" w:rsidP="00242236">
                  <w:pPr>
                    <w:spacing w:line="226" w:lineRule="exact"/>
                    <w:rPr>
                      <w:rFonts w:eastAsia="Calibri"/>
                      <w:b/>
                      <w:sz w:val="17"/>
                      <w:szCs w:val="17"/>
                      <w:lang w:eastAsia="en-US"/>
                    </w:rPr>
                  </w:pPr>
                  <w:r w:rsidRPr="00A5438F">
                    <w:rPr>
                      <w:rFonts w:eastAsia="Calibri"/>
                      <w:b/>
                      <w:sz w:val="17"/>
                      <w:szCs w:val="17"/>
                      <w:lang w:eastAsia="en-US"/>
                    </w:rPr>
                    <w:t>Schuler AG</w:t>
                  </w:r>
                </w:p>
                <w:p w14:paraId="7A64CC22" w14:textId="77777777" w:rsidR="00E30C8C" w:rsidRPr="00A5438F" w:rsidRDefault="00E30C8C" w:rsidP="00242236">
                  <w:pPr>
                    <w:spacing w:line="226" w:lineRule="exact"/>
                    <w:rPr>
                      <w:rFonts w:eastAsia="Calibri"/>
                      <w:sz w:val="17"/>
                      <w:szCs w:val="17"/>
                      <w:lang w:eastAsia="en-US"/>
                    </w:rPr>
                  </w:pPr>
                  <w:r w:rsidRPr="00A5438F">
                    <w:rPr>
                      <w:rFonts w:eastAsia="Calibri"/>
                      <w:sz w:val="17"/>
                      <w:szCs w:val="17"/>
                      <w:lang w:eastAsia="en-US"/>
                    </w:rPr>
                    <w:t>Bahnhofstraße 41</w:t>
                  </w:r>
                </w:p>
                <w:p w14:paraId="07F81D1B" w14:textId="77777777" w:rsidR="00E30C8C" w:rsidRPr="00A5438F" w:rsidRDefault="00E30C8C" w:rsidP="00242236">
                  <w:pPr>
                    <w:spacing w:line="226" w:lineRule="exact"/>
                    <w:rPr>
                      <w:rFonts w:eastAsia="Calibri"/>
                      <w:sz w:val="17"/>
                      <w:szCs w:val="17"/>
                      <w:lang w:eastAsia="en-US"/>
                    </w:rPr>
                  </w:pPr>
                  <w:r w:rsidRPr="00A5438F">
                    <w:rPr>
                      <w:rFonts w:eastAsia="Calibri"/>
                      <w:sz w:val="17"/>
                      <w:szCs w:val="17"/>
                      <w:lang w:eastAsia="en-US"/>
                    </w:rPr>
                    <w:t>73033 Göppingen</w:t>
                  </w:r>
                </w:p>
                <w:p w14:paraId="548145E3" w14:textId="77777777" w:rsidR="00E30C8C" w:rsidRPr="00A5438F" w:rsidRDefault="00E30C8C" w:rsidP="00242236">
                  <w:pPr>
                    <w:spacing w:line="226" w:lineRule="exact"/>
                    <w:rPr>
                      <w:rFonts w:eastAsia="Calibri"/>
                      <w:sz w:val="17"/>
                      <w:szCs w:val="17"/>
                      <w:lang w:eastAsia="en-US"/>
                    </w:rPr>
                  </w:pPr>
                  <w:r w:rsidRPr="00A5438F">
                    <w:rPr>
                      <w:rFonts w:eastAsia="Calibri"/>
                      <w:sz w:val="17"/>
                      <w:szCs w:val="17"/>
                      <w:lang w:eastAsia="en-US"/>
                    </w:rPr>
                    <w:t>Germany</w:t>
                  </w:r>
                </w:p>
                <w:p w14:paraId="7E62EE54" w14:textId="77777777" w:rsidR="00E30C8C" w:rsidRPr="00A5438F" w:rsidRDefault="00E30C8C" w:rsidP="00242236">
                  <w:pPr>
                    <w:spacing w:line="226" w:lineRule="exact"/>
                    <w:rPr>
                      <w:rFonts w:eastAsia="Calibri"/>
                      <w:sz w:val="17"/>
                      <w:szCs w:val="17"/>
                      <w:lang w:eastAsia="en-US"/>
                    </w:rPr>
                  </w:pPr>
                </w:p>
                <w:p w14:paraId="345DF6B1" w14:textId="77777777" w:rsidR="00E30C8C" w:rsidRPr="00A5438F" w:rsidRDefault="00E30C8C" w:rsidP="00242236">
                  <w:pPr>
                    <w:spacing w:line="226" w:lineRule="exact"/>
                    <w:rPr>
                      <w:rFonts w:eastAsia="Calibri"/>
                      <w:b/>
                      <w:sz w:val="17"/>
                      <w:szCs w:val="17"/>
                      <w:lang w:eastAsia="en-US"/>
                    </w:rPr>
                  </w:pPr>
                  <w:r w:rsidRPr="00A5438F">
                    <w:rPr>
                      <w:rFonts w:eastAsia="Calibri"/>
                      <w:b/>
                      <w:sz w:val="17"/>
                      <w:szCs w:val="17"/>
                      <w:lang w:eastAsia="en-US"/>
                    </w:rPr>
                    <w:t>Simon Scherrenbacher</w:t>
                  </w:r>
                </w:p>
                <w:p w14:paraId="13CDA69E" w14:textId="77777777" w:rsidR="00E30C8C" w:rsidRPr="00A51193" w:rsidRDefault="00E30C8C" w:rsidP="00242236">
                  <w:pPr>
                    <w:spacing w:line="226" w:lineRule="exact"/>
                    <w:rPr>
                      <w:lang w:val="en-US"/>
                    </w:rPr>
                  </w:pPr>
                  <w:r w:rsidRPr="00A51193">
                    <w:rPr>
                      <w:rFonts w:eastAsia="Calibri"/>
                      <w:sz w:val="17"/>
                      <w:szCs w:val="17"/>
                      <w:lang w:val="en-US" w:eastAsia="en-US"/>
                    </w:rPr>
                    <w:t xml:space="preserve">Corporate Communications </w:t>
                  </w:r>
                  <w:r w:rsidRPr="00A51193">
                    <w:rPr>
                      <w:lang w:val="en-US"/>
                    </w:rPr>
                    <w:t xml:space="preserve"> </w:t>
                  </w:r>
                </w:p>
                <w:p w14:paraId="537DA55C" w14:textId="77777777" w:rsidR="00E30C8C" w:rsidRPr="00A51193" w:rsidRDefault="00E30C8C" w:rsidP="00242236">
                  <w:pPr>
                    <w:spacing w:line="226" w:lineRule="exact"/>
                    <w:rPr>
                      <w:rFonts w:eastAsia="Calibri"/>
                      <w:sz w:val="17"/>
                      <w:szCs w:val="17"/>
                      <w:lang w:val="en-US" w:eastAsia="en-US"/>
                    </w:rPr>
                  </w:pPr>
                  <w:r w:rsidRPr="00A51193">
                    <w:rPr>
                      <w:rFonts w:eastAsia="Calibri"/>
                      <w:sz w:val="17"/>
                      <w:szCs w:val="17"/>
                      <w:lang w:val="en-US" w:eastAsia="en-US"/>
                    </w:rPr>
                    <w:t>Tel.: +49 7161 66-7789</w:t>
                  </w:r>
                </w:p>
                <w:p w14:paraId="163D8979" w14:textId="77777777" w:rsidR="00E30C8C" w:rsidRPr="00A51193" w:rsidRDefault="00E30C8C" w:rsidP="00242236">
                  <w:pPr>
                    <w:spacing w:line="226" w:lineRule="exact"/>
                    <w:rPr>
                      <w:rFonts w:eastAsia="Calibri"/>
                      <w:sz w:val="17"/>
                      <w:szCs w:val="17"/>
                      <w:lang w:val="en-US" w:eastAsia="en-US"/>
                    </w:rPr>
                  </w:pPr>
                  <w:r w:rsidRPr="00A51193">
                    <w:rPr>
                      <w:rFonts w:eastAsia="Calibri"/>
                      <w:sz w:val="17"/>
                      <w:szCs w:val="17"/>
                      <w:lang w:val="en-US" w:eastAsia="en-US"/>
                    </w:rPr>
                    <w:t>Fax: +49 7161 66-907</w:t>
                  </w:r>
                </w:p>
                <w:p w14:paraId="51CFB2A2" w14:textId="77777777" w:rsidR="00E30C8C" w:rsidRPr="00A51193" w:rsidRDefault="00550299" w:rsidP="00242236">
                  <w:pPr>
                    <w:spacing w:line="226" w:lineRule="exact"/>
                    <w:rPr>
                      <w:rFonts w:eastAsia="Calibri"/>
                      <w:sz w:val="17"/>
                      <w:szCs w:val="17"/>
                      <w:lang w:val="en-US" w:eastAsia="en-US"/>
                    </w:rPr>
                  </w:pPr>
                  <w:hyperlink r:id="rId9" w:history="1">
                    <w:r w:rsidR="00E30C8C" w:rsidRPr="00A51193">
                      <w:rPr>
                        <w:rStyle w:val="Hyperlink"/>
                        <w:rFonts w:eastAsia="Calibri"/>
                        <w:sz w:val="17"/>
                        <w:szCs w:val="17"/>
                        <w:lang w:val="en-US" w:eastAsia="en-US"/>
                      </w:rPr>
                      <w:t>Simon.Scherrenbacher@</w:t>
                    </w:r>
                    <w:r w:rsidR="00E30C8C" w:rsidRPr="00A51193">
                      <w:rPr>
                        <w:rStyle w:val="Hyperlink"/>
                        <w:rFonts w:eastAsia="Calibri"/>
                        <w:sz w:val="17"/>
                        <w:szCs w:val="17"/>
                        <w:lang w:val="en-US" w:eastAsia="en-US"/>
                      </w:rPr>
                      <w:br/>
                      <w:t>schulergroup.com</w:t>
                    </w:r>
                  </w:hyperlink>
                </w:p>
                <w:p w14:paraId="2804DC3A" w14:textId="77777777" w:rsidR="00E30C8C" w:rsidRPr="00A51193" w:rsidRDefault="00550299" w:rsidP="00242236">
                  <w:pPr>
                    <w:spacing w:line="226" w:lineRule="exact"/>
                    <w:rPr>
                      <w:rFonts w:eastAsia="Calibri"/>
                      <w:sz w:val="17"/>
                      <w:szCs w:val="17"/>
                      <w:lang w:val="en-US" w:eastAsia="en-US"/>
                    </w:rPr>
                  </w:pPr>
                  <w:hyperlink r:id="rId10" w:history="1">
                    <w:r w:rsidR="00E30C8C" w:rsidRPr="00A51193">
                      <w:rPr>
                        <w:rStyle w:val="Hyperlink"/>
                        <w:rFonts w:eastAsia="Calibri"/>
                        <w:sz w:val="17"/>
                        <w:szCs w:val="17"/>
                        <w:lang w:val="en-US" w:eastAsia="en-US"/>
                      </w:rPr>
                      <w:t>www.schulergroup.com/pr</w:t>
                    </w:r>
                  </w:hyperlink>
                </w:p>
              </w:tc>
            </w:tr>
          </w:tbl>
          <w:p w14:paraId="46A82943" w14:textId="77777777" w:rsidR="00E30C8C" w:rsidRPr="00A51193" w:rsidRDefault="00E30C8C" w:rsidP="00242236">
            <w:pPr>
              <w:spacing w:line="226" w:lineRule="exact"/>
              <w:rPr>
                <w:rFonts w:eastAsia="Calibri"/>
                <w:sz w:val="17"/>
                <w:szCs w:val="17"/>
                <w:lang w:val="en-US" w:eastAsia="en-US"/>
              </w:rPr>
            </w:pPr>
          </w:p>
        </w:tc>
      </w:tr>
    </w:tbl>
    <w:p w14:paraId="51AA5822" w14:textId="77777777" w:rsidR="007E1606" w:rsidRPr="00E30C8C" w:rsidRDefault="007E1606" w:rsidP="007E132D">
      <w:pPr>
        <w:rPr>
          <w:lang w:val="en-US"/>
        </w:rPr>
      </w:pPr>
    </w:p>
    <w:p w14:paraId="0F03FAF1" w14:textId="77777777" w:rsidR="00476D9C" w:rsidRPr="00E30C8C" w:rsidRDefault="00476D9C" w:rsidP="007E132D">
      <w:pPr>
        <w:rPr>
          <w:lang w:val="en-US"/>
        </w:rPr>
      </w:pPr>
    </w:p>
    <w:p w14:paraId="26BE9E9C" w14:textId="77777777" w:rsidR="00476D9C" w:rsidRPr="00E30C8C" w:rsidRDefault="00476D9C" w:rsidP="007E132D">
      <w:pPr>
        <w:rPr>
          <w:lang w:val="en-US"/>
        </w:rPr>
      </w:pPr>
    </w:p>
    <w:p w14:paraId="79D77CD8" w14:textId="77777777" w:rsidR="00476D9C" w:rsidRPr="00E30C8C" w:rsidRDefault="00476D9C" w:rsidP="007E132D">
      <w:pPr>
        <w:rPr>
          <w:lang w:val="en-US"/>
        </w:rPr>
      </w:pPr>
    </w:p>
    <w:p w14:paraId="5ADD50D2" w14:textId="4C7C3B22" w:rsidR="00476D9C" w:rsidRPr="00E30C8C" w:rsidRDefault="00657A44" w:rsidP="00365A9E">
      <w:pPr>
        <w:pStyle w:val="berschrift1"/>
        <w:rPr>
          <w:sz w:val="2"/>
          <w:lang w:val="en-US"/>
        </w:rPr>
      </w:pPr>
      <w:r>
        <w:rPr>
          <w:lang w:val="en-US"/>
        </w:rPr>
        <w:t>Hig</w:t>
      </w:r>
      <w:r w:rsidR="00C0302A" w:rsidRPr="00E30C8C">
        <w:rPr>
          <w:lang w:val="en-US"/>
        </w:rPr>
        <w:t>h</w:t>
      </w:r>
      <w:r>
        <w:rPr>
          <w:lang w:val="en-US"/>
        </w:rPr>
        <w:t xml:space="preserve"> q</w:t>
      </w:r>
      <w:r w:rsidR="00676B62" w:rsidRPr="00E30C8C">
        <w:rPr>
          <w:lang w:val="en-US"/>
        </w:rPr>
        <w:t>ualit</w:t>
      </w:r>
      <w:r>
        <w:rPr>
          <w:lang w:val="en-US"/>
        </w:rPr>
        <w:t>y</w:t>
      </w:r>
      <w:r w:rsidR="00676B62" w:rsidRPr="00E30C8C">
        <w:rPr>
          <w:lang w:val="en-US"/>
        </w:rPr>
        <w:t xml:space="preserve">, </w:t>
      </w:r>
      <w:r>
        <w:rPr>
          <w:lang w:val="en-US"/>
        </w:rPr>
        <w:t>low maintenance</w:t>
      </w:r>
    </w:p>
    <w:p w14:paraId="777266EC" w14:textId="6AD487DE" w:rsidR="00676B62" w:rsidRPr="00E30C8C" w:rsidRDefault="00657A44" w:rsidP="00676B62">
      <w:pPr>
        <w:pStyle w:val="berschrift2"/>
        <w:rPr>
          <w:lang w:val="en-US"/>
        </w:rPr>
      </w:pPr>
      <w:r>
        <w:rPr>
          <w:lang w:val="en-US"/>
        </w:rPr>
        <w:t xml:space="preserve">Beverage can manufacturer </w:t>
      </w:r>
      <w:r w:rsidR="00C0302A" w:rsidRPr="00E30C8C">
        <w:rPr>
          <w:lang w:val="en-US"/>
        </w:rPr>
        <w:t xml:space="preserve">Beihai Jinmeng </w:t>
      </w:r>
      <w:r w:rsidR="00941CC5">
        <w:rPr>
          <w:lang w:val="en-US"/>
        </w:rPr>
        <w:t>penetrates</w:t>
      </w:r>
      <w:r>
        <w:rPr>
          <w:lang w:val="en-US"/>
        </w:rPr>
        <w:t xml:space="preserve"> </w:t>
      </w:r>
      <w:r w:rsidR="00C0302A" w:rsidRPr="00E30C8C">
        <w:rPr>
          <w:lang w:val="en-US"/>
        </w:rPr>
        <w:br/>
      </w:r>
      <w:r>
        <w:rPr>
          <w:lang w:val="en-US"/>
        </w:rPr>
        <w:t xml:space="preserve">Chinese market with aid of </w:t>
      </w:r>
      <w:r w:rsidR="00C0302A" w:rsidRPr="00E30C8C">
        <w:rPr>
          <w:lang w:val="en-US"/>
        </w:rPr>
        <w:t xml:space="preserve">Schuler </w:t>
      </w:r>
      <w:r>
        <w:rPr>
          <w:lang w:val="en-US"/>
        </w:rPr>
        <w:t>cupping press</w:t>
      </w:r>
      <w:r w:rsidR="00C0302A" w:rsidRPr="00E30C8C">
        <w:rPr>
          <w:lang w:val="en-US"/>
        </w:rPr>
        <w:t xml:space="preserve"> </w:t>
      </w:r>
    </w:p>
    <w:p w14:paraId="7AE35561" w14:textId="77777777" w:rsidR="00476D9C" w:rsidRPr="00E30C8C" w:rsidRDefault="00476D9C" w:rsidP="00476D9C">
      <w:pPr>
        <w:rPr>
          <w:lang w:val="en-US"/>
        </w:rPr>
      </w:pPr>
    </w:p>
    <w:p w14:paraId="7E4F6EEF" w14:textId="559849AD" w:rsidR="00D72F5F" w:rsidRPr="00E30C8C" w:rsidRDefault="002A43B6" w:rsidP="00D72F5F">
      <w:pPr>
        <w:rPr>
          <w:lang w:val="en-US"/>
        </w:rPr>
      </w:pPr>
      <w:r w:rsidRPr="00E30C8C">
        <w:rPr>
          <w:i/>
          <w:lang w:val="en-US"/>
        </w:rPr>
        <w:t>Guangxi/</w:t>
      </w:r>
      <w:r w:rsidR="00C82B81" w:rsidRPr="00E30C8C">
        <w:rPr>
          <w:i/>
          <w:lang w:val="en-US"/>
        </w:rPr>
        <w:t xml:space="preserve">Göppingen, </w:t>
      </w:r>
      <w:r w:rsidR="00657A44">
        <w:rPr>
          <w:i/>
          <w:lang w:val="en-US"/>
        </w:rPr>
        <w:t xml:space="preserve">May </w:t>
      </w:r>
      <w:r w:rsidR="00407990" w:rsidRPr="00E30C8C">
        <w:rPr>
          <w:i/>
          <w:lang w:val="en-US"/>
        </w:rPr>
        <w:t>5</w:t>
      </w:r>
      <w:r w:rsidR="00657A44">
        <w:rPr>
          <w:i/>
          <w:lang w:val="en-US"/>
        </w:rPr>
        <w:t xml:space="preserve">, </w:t>
      </w:r>
      <w:r w:rsidR="005833D5" w:rsidRPr="00E30C8C">
        <w:rPr>
          <w:i/>
          <w:lang w:val="en-US"/>
        </w:rPr>
        <w:t xml:space="preserve">2014 </w:t>
      </w:r>
      <w:r w:rsidR="000F2F77" w:rsidRPr="00E30C8C">
        <w:rPr>
          <w:lang w:val="en-US"/>
        </w:rPr>
        <w:t>–</w:t>
      </w:r>
      <w:r w:rsidR="00676B62" w:rsidRPr="00E30C8C">
        <w:rPr>
          <w:lang w:val="en-US"/>
        </w:rPr>
        <w:t xml:space="preserve"> </w:t>
      </w:r>
      <w:r w:rsidR="00220DDF">
        <w:rPr>
          <w:lang w:val="en-US"/>
        </w:rPr>
        <w:t xml:space="preserve">One name is to be found on many of China’s best-known beverage brands, such as </w:t>
      </w:r>
      <w:r w:rsidR="00D72F5F" w:rsidRPr="00E30C8C">
        <w:rPr>
          <w:lang w:val="en-US"/>
        </w:rPr>
        <w:t xml:space="preserve">Qingdao </w:t>
      </w:r>
      <w:r w:rsidR="00941CC5">
        <w:rPr>
          <w:lang w:val="en-US"/>
        </w:rPr>
        <w:t>be</w:t>
      </w:r>
      <w:r w:rsidR="00D72F5F" w:rsidRPr="00E30C8C">
        <w:rPr>
          <w:lang w:val="en-US"/>
        </w:rPr>
        <w:t>e</w:t>
      </w:r>
      <w:r w:rsidR="001F286B" w:rsidRPr="00E30C8C">
        <w:rPr>
          <w:lang w:val="en-US"/>
        </w:rPr>
        <w:t xml:space="preserve">r or </w:t>
      </w:r>
      <w:r w:rsidR="00220DDF">
        <w:rPr>
          <w:lang w:val="en-US"/>
        </w:rPr>
        <w:t xml:space="preserve">the popular herbal tea </w:t>
      </w:r>
      <w:r w:rsidR="00676B62" w:rsidRPr="00E30C8C">
        <w:rPr>
          <w:lang w:val="en-US"/>
        </w:rPr>
        <w:t>Wanglaoji</w:t>
      </w:r>
      <w:r w:rsidR="00D72F5F" w:rsidRPr="00E30C8C">
        <w:rPr>
          <w:lang w:val="en-US"/>
        </w:rPr>
        <w:t xml:space="preserve">: </w:t>
      </w:r>
      <w:r w:rsidR="00676B62" w:rsidRPr="00E30C8C">
        <w:rPr>
          <w:lang w:val="en-US"/>
        </w:rPr>
        <w:t xml:space="preserve">Guangxi Beihai Jinmeng Zhiguan </w:t>
      </w:r>
      <w:r w:rsidR="00D72F5F" w:rsidRPr="00E30C8C">
        <w:rPr>
          <w:lang w:val="en-US"/>
        </w:rPr>
        <w:t>AG (</w:t>
      </w:r>
      <w:r w:rsidR="00220DDF">
        <w:rPr>
          <w:lang w:val="en-US"/>
        </w:rPr>
        <w:t xml:space="preserve">short form: </w:t>
      </w:r>
      <w:r w:rsidR="00D72F5F" w:rsidRPr="00E30C8C">
        <w:rPr>
          <w:lang w:val="en-US"/>
        </w:rPr>
        <w:t>Beihai Jinmeng)</w:t>
      </w:r>
      <w:r w:rsidR="00545A14" w:rsidRPr="00E30C8C">
        <w:rPr>
          <w:lang w:val="en-US"/>
        </w:rPr>
        <w:t xml:space="preserve">. </w:t>
      </w:r>
      <w:r w:rsidR="00220DDF">
        <w:rPr>
          <w:lang w:val="en-US"/>
        </w:rPr>
        <w:t>Recently founded</w:t>
      </w:r>
      <w:r w:rsidR="00545A14" w:rsidRPr="00E30C8C">
        <w:rPr>
          <w:lang w:val="en-US"/>
        </w:rPr>
        <w:t xml:space="preserve">, </w:t>
      </w:r>
      <w:r w:rsidR="00220DDF">
        <w:rPr>
          <w:lang w:val="en-US"/>
        </w:rPr>
        <w:t xml:space="preserve">the company has quickly penetrated the </w:t>
      </w:r>
      <w:r w:rsidR="00545A14" w:rsidRPr="00E30C8C">
        <w:rPr>
          <w:lang w:val="en-US"/>
        </w:rPr>
        <w:t>Chin</w:t>
      </w:r>
      <w:r w:rsidR="00220DDF">
        <w:rPr>
          <w:lang w:val="en-US"/>
        </w:rPr>
        <w:t>ese market</w:t>
      </w:r>
      <w:r w:rsidR="00F508C7" w:rsidRPr="00E30C8C">
        <w:rPr>
          <w:lang w:val="en-US"/>
        </w:rPr>
        <w:t xml:space="preserve">. </w:t>
      </w:r>
      <w:r w:rsidR="00220DDF">
        <w:rPr>
          <w:lang w:val="en-US"/>
        </w:rPr>
        <w:t xml:space="preserve">This success is due in no small part to a cupping press for the production of beverage cans supplied by </w:t>
      </w:r>
      <w:r w:rsidR="00F508C7" w:rsidRPr="00E30C8C">
        <w:rPr>
          <w:lang w:val="en-US"/>
        </w:rPr>
        <w:t>Schuler</w:t>
      </w:r>
      <w:r w:rsidR="00EA4B25" w:rsidRPr="00E30C8C">
        <w:rPr>
          <w:lang w:val="en-US"/>
        </w:rPr>
        <w:t>.</w:t>
      </w:r>
    </w:p>
    <w:p w14:paraId="485FBB0A" w14:textId="77777777" w:rsidR="00EA4B25" w:rsidRPr="00E30C8C" w:rsidRDefault="00EA4B25" w:rsidP="00D72F5F">
      <w:pPr>
        <w:rPr>
          <w:lang w:val="en-US"/>
        </w:rPr>
      </w:pPr>
    </w:p>
    <w:p w14:paraId="1B973DFC" w14:textId="4E4F4BFC" w:rsidR="00452118" w:rsidRPr="00E30C8C" w:rsidRDefault="00071EA3" w:rsidP="00D72F5F">
      <w:pPr>
        <w:rPr>
          <w:lang w:val="en-US"/>
        </w:rPr>
      </w:pPr>
      <w:r>
        <w:rPr>
          <w:lang w:val="en-US"/>
        </w:rPr>
        <w:t xml:space="preserve">Last year, </w:t>
      </w:r>
      <w:r w:rsidR="00A37750" w:rsidRPr="00E30C8C">
        <w:rPr>
          <w:lang w:val="en-US"/>
        </w:rPr>
        <w:t xml:space="preserve">Beihai Jinmeng </w:t>
      </w:r>
      <w:r>
        <w:rPr>
          <w:lang w:val="en-US"/>
        </w:rPr>
        <w:t xml:space="preserve">launched production of beverage cans at its </w:t>
      </w:r>
      <w:r w:rsidR="00A37750" w:rsidRPr="00E30C8C">
        <w:rPr>
          <w:lang w:val="en-US"/>
        </w:rPr>
        <w:t>ne</w:t>
      </w:r>
      <w:r>
        <w:rPr>
          <w:lang w:val="en-US"/>
        </w:rPr>
        <w:t>w facility</w:t>
      </w:r>
      <w:r w:rsidR="0056496B" w:rsidRPr="00E30C8C">
        <w:rPr>
          <w:lang w:val="en-US"/>
        </w:rPr>
        <w:t xml:space="preserve"> in </w:t>
      </w:r>
      <w:r>
        <w:rPr>
          <w:lang w:val="en-US"/>
        </w:rPr>
        <w:t>which it had invested a</w:t>
      </w:r>
      <w:r w:rsidR="0056496B" w:rsidRPr="00E30C8C">
        <w:rPr>
          <w:lang w:val="en-US"/>
        </w:rPr>
        <w:t>r</w:t>
      </w:r>
      <w:r>
        <w:rPr>
          <w:lang w:val="en-US"/>
        </w:rPr>
        <w:t>o</w:t>
      </w:r>
      <w:r w:rsidR="0056496B" w:rsidRPr="00E30C8C">
        <w:rPr>
          <w:lang w:val="en-US"/>
        </w:rPr>
        <w:t xml:space="preserve">und </w:t>
      </w:r>
      <w:r>
        <w:rPr>
          <w:lang w:val="en-US"/>
        </w:rPr>
        <w:t>€ </w:t>
      </w:r>
      <w:r w:rsidR="0056496B" w:rsidRPr="00E30C8C">
        <w:rPr>
          <w:lang w:val="en-US"/>
        </w:rPr>
        <w:t xml:space="preserve">80 </w:t>
      </w:r>
      <w:r>
        <w:rPr>
          <w:lang w:val="en-US"/>
        </w:rPr>
        <w:t>million. At the heart of the p</w:t>
      </w:r>
      <w:r w:rsidR="0056496B" w:rsidRPr="00E30C8C">
        <w:rPr>
          <w:lang w:val="en-US"/>
        </w:rPr>
        <w:t>rodu</w:t>
      </w:r>
      <w:r>
        <w:rPr>
          <w:lang w:val="en-US"/>
        </w:rPr>
        <w:t>c</w:t>
      </w:r>
      <w:r w:rsidR="0056496B" w:rsidRPr="00E30C8C">
        <w:rPr>
          <w:lang w:val="en-US"/>
        </w:rPr>
        <w:t>tion</w:t>
      </w:r>
      <w:r>
        <w:rPr>
          <w:lang w:val="en-US"/>
        </w:rPr>
        <w:t xml:space="preserve"> </w:t>
      </w:r>
      <w:r w:rsidR="0056496B" w:rsidRPr="00E30C8C">
        <w:rPr>
          <w:lang w:val="en-US"/>
        </w:rPr>
        <w:t xml:space="preserve">line </w:t>
      </w:r>
      <w:r>
        <w:rPr>
          <w:lang w:val="en-US"/>
        </w:rPr>
        <w:t xml:space="preserve">is </w:t>
      </w:r>
      <w:r w:rsidR="0097611F" w:rsidRPr="00E30C8C">
        <w:rPr>
          <w:lang w:val="en-US"/>
        </w:rPr>
        <w:t>Schuler</w:t>
      </w:r>
      <w:r>
        <w:rPr>
          <w:lang w:val="en-US"/>
        </w:rPr>
        <w:t xml:space="preserve">’s </w:t>
      </w:r>
      <w:r w:rsidRPr="00E30C8C">
        <w:rPr>
          <w:lang w:val="en-US"/>
        </w:rPr>
        <w:t xml:space="preserve">DA 140 </w:t>
      </w:r>
      <w:r>
        <w:rPr>
          <w:lang w:val="en-US"/>
        </w:rPr>
        <w:t>cupping press</w:t>
      </w:r>
      <w:r w:rsidR="00D72F5F" w:rsidRPr="00E30C8C">
        <w:rPr>
          <w:lang w:val="en-US"/>
        </w:rPr>
        <w:t xml:space="preserve">. </w:t>
      </w:r>
      <w:r>
        <w:rPr>
          <w:lang w:val="en-US"/>
        </w:rPr>
        <w:t xml:space="preserve">“The </w:t>
      </w:r>
      <w:r w:rsidR="00D72F5F" w:rsidRPr="00E30C8C">
        <w:rPr>
          <w:lang w:val="en-US"/>
        </w:rPr>
        <w:t>Schuler</w:t>
      </w:r>
      <w:r>
        <w:rPr>
          <w:lang w:val="en-US"/>
        </w:rPr>
        <w:t xml:space="preserve"> p</w:t>
      </w:r>
      <w:r w:rsidR="00D72F5F" w:rsidRPr="00E30C8C">
        <w:rPr>
          <w:lang w:val="en-US"/>
        </w:rPr>
        <w:t>ress</w:t>
      </w:r>
      <w:r>
        <w:rPr>
          <w:lang w:val="en-US"/>
        </w:rPr>
        <w:t xml:space="preserve"> displays a high degree of s</w:t>
      </w:r>
      <w:r w:rsidR="00D72F5F" w:rsidRPr="00E30C8C">
        <w:rPr>
          <w:lang w:val="en-US"/>
        </w:rPr>
        <w:t>tabilit</w:t>
      </w:r>
      <w:r>
        <w:rPr>
          <w:lang w:val="en-US"/>
        </w:rPr>
        <w:t>y in continuous operation</w:t>
      </w:r>
      <w:r w:rsidR="00D72F5F" w:rsidRPr="00E30C8C">
        <w:rPr>
          <w:lang w:val="en-US"/>
        </w:rPr>
        <w:t xml:space="preserve">, </w:t>
      </w:r>
      <w:r>
        <w:rPr>
          <w:lang w:val="en-US"/>
        </w:rPr>
        <w:t xml:space="preserve">with </w:t>
      </w:r>
      <w:r w:rsidR="00D72F5F" w:rsidRPr="00E30C8C">
        <w:rPr>
          <w:lang w:val="en-US"/>
        </w:rPr>
        <w:t>relativ</w:t>
      </w:r>
      <w:r>
        <w:rPr>
          <w:lang w:val="en-US"/>
        </w:rPr>
        <w:t>ely</w:t>
      </w:r>
      <w:r w:rsidR="00D72F5F" w:rsidRPr="00E30C8C">
        <w:rPr>
          <w:lang w:val="en-US"/>
        </w:rPr>
        <w:t xml:space="preserve"> </w:t>
      </w:r>
      <w:r>
        <w:rPr>
          <w:lang w:val="en-US"/>
        </w:rPr>
        <w:t>low operating costs a</w:t>
      </w:r>
      <w:r w:rsidR="00D72F5F" w:rsidRPr="00E30C8C">
        <w:rPr>
          <w:lang w:val="en-US"/>
        </w:rPr>
        <w:t xml:space="preserve">nd </w:t>
      </w:r>
      <w:r>
        <w:rPr>
          <w:lang w:val="en-US"/>
        </w:rPr>
        <w:t xml:space="preserve">maintenance </w:t>
      </w:r>
      <w:r w:rsidR="00D72F5F" w:rsidRPr="00E30C8C">
        <w:rPr>
          <w:lang w:val="en-US"/>
        </w:rPr>
        <w:t>invest</w:t>
      </w:r>
      <w:r>
        <w:rPr>
          <w:lang w:val="en-US"/>
        </w:rPr>
        <w:t xml:space="preserve">ments,” explains </w:t>
      </w:r>
      <w:r w:rsidR="00D72F5F" w:rsidRPr="00E30C8C">
        <w:rPr>
          <w:lang w:val="en-US"/>
        </w:rPr>
        <w:t>Proje</w:t>
      </w:r>
      <w:r>
        <w:rPr>
          <w:lang w:val="en-US"/>
        </w:rPr>
        <w:t>c</w:t>
      </w:r>
      <w:r w:rsidR="00D72F5F" w:rsidRPr="00E30C8C">
        <w:rPr>
          <w:lang w:val="en-US"/>
        </w:rPr>
        <w:t>t</w:t>
      </w:r>
      <w:r>
        <w:rPr>
          <w:lang w:val="en-US"/>
        </w:rPr>
        <w:t xml:space="preserve"> Manager </w:t>
      </w:r>
      <w:r w:rsidR="00D72F5F" w:rsidRPr="00E30C8C">
        <w:rPr>
          <w:lang w:val="en-US"/>
        </w:rPr>
        <w:t>Tan Jintu</w:t>
      </w:r>
      <w:r w:rsidR="00D21466" w:rsidRPr="00E30C8C">
        <w:rPr>
          <w:lang w:val="en-US"/>
        </w:rPr>
        <w:t xml:space="preserve"> </w:t>
      </w:r>
      <w:r>
        <w:rPr>
          <w:lang w:val="en-US"/>
        </w:rPr>
        <w:t xml:space="preserve">of </w:t>
      </w:r>
      <w:r w:rsidR="00D72F5F" w:rsidRPr="00E30C8C">
        <w:rPr>
          <w:lang w:val="en-US"/>
        </w:rPr>
        <w:t>Beihai Jinmeng</w:t>
      </w:r>
      <w:r>
        <w:rPr>
          <w:lang w:val="en-US"/>
        </w:rPr>
        <w:t xml:space="preserve">’s </w:t>
      </w:r>
      <w:r w:rsidRPr="00E30C8C">
        <w:rPr>
          <w:lang w:val="en-US"/>
        </w:rPr>
        <w:t>Produ</w:t>
      </w:r>
      <w:r>
        <w:rPr>
          <w:lang w:val="en-US"/>
        </w:rPr>
        <w:t>c</w:t>
      </w:r>
      <w:r w:rsidRPr="00E30C8C">
        <w:rPr>
          <w:lang w:val="en-US"/>
        </w:rPr>
        <w:t>tion</w:t>
      </w:r>
      <w:r>
        <w:rPr>
          <w:lang w:val="en-US"/>
        </w:rPr>
        <w:t xml:space="preserve"> Technology division</w:t>
      </w:r>
      <w:r w:rsidR="00D72F5F" w:rsidRPr="00E30C8C">
        <w:rPr>
          <w:lang w:val="en-US"/>
        </w:rPr>
        <w:t xml:space="preserve">. </w:t>
      </w:r>
    </w:p>
    <w:p w14:paraId="1431ADBD" w14:textId="77777777" w:rsidR="00452118" w:rsidRPr="00E30C8C" w:rsidRDefault="00452118" w:rsidP="00D72F5F">
      <w:pPr>
        <w:rPr>
          <w:lang w:val="en-US"/>
        </w:rPr>
      </w:pPr>
    </w:p>
    <w:p w14:paraId="50E2E02F" w14:textId="04155650" w:rsidR="00D72F5F" w:rsidRPr="00E30C8C" w:rsidRDefault="00CB489B" w:rsidP="00D72F5F">
      <w:pPr>
        <w:rPr>
          <w:lang w:val="en-US"/>
        </w:rPr>
      </w:pPr>
      <w:r>
        <w:rPr>
          <w:lang w:val="en-US"/>
        </w:rPr>
        <w:t xml:space="preserve">“Because of the comparatively higher wear, similar machines with sliding jib </w:t>
      </w:r>
      <w:r w:rsidR="00D72F5F" w:rsidRPr="00E30C8C">
        <w:rPr>
          <w:lang w:val="en-US"/>
        </w:rPr>
        <w:t>system</w:t>
      </w:r>
      <w:r>
        <w:rPr>
          <w:lang w:val="en-US"/>
        </w:rPr>
        <w:t xml:space="preserve">s require regular adjustment and maintenance – or even the replacement of the sliding jibs – to ensure </w:t>
      </w:r>
      <w:r w:rsidR="00D72F5F" w:rsidRPr="00E30C8C">
        <w:rPr>
          <w:lang w:val="en-US"/>
        </w:rPr>
        <w:t>st</w:t>
      </w:r>
      <w:r>
        <w:rPr>
          <w:lang w:val="en-US"/>
        </w:rPr>
        <w:t>ab</w:t>
      </w:r>
      <w:r w:rsidR="00452118" w:rsidRPr="00E30C8C">
        <w:rPr>
          <w:lang w:val="en-US"/>
        </w:rPr>
        <w:t>le</w:t>
      </w:r>
      <w:r>
        <w:rPr>
          <w:lang w:val="en-US"/>
        </w:rPr>
        <w:t xml:space="preserve"> operation,” adds </w:t>
      </w:r>
      <w:r w:rsidR="00452118" w:rsidRPr="00E30C8C">
        <w:rPr>
          <w:lang w:val="en-US"/>
        </w:rPr>
        <w:t>Tan Jintu.</w:t>
      </w:r>
      <w:r w:rsidR="00D72F5F" w:rsidRPr="00E30C8C">
        <w:rPr>
          <w:lang w:val="en-US"/>
        </w:rPr>
        <w:t xml:space="preserve"> </w:t>
      </w:r>
      <w:r>
        <w:rPr>
          <w:lang w:val="en-US"/>
        </w:rPr>
        <w:t xml:space="preserve">By contrast, </w:t>
      </w:r>
      <w:r w:rsidR="00D72F5F" w:rsidRPr="00E30C8C">
        <w:rPr>
          <w:lang w:val="en-US"/>
        </w:rPr>
        <w:t>Schuler</w:t>
      </w:r>
      <w:r>
        <w:rPr>
          <w:lang w:val="en-US"/>
        </w:rPr>
        <w:t>’s cupping presses are completely wear-free a</w:t>
      </w:r>
      <w:r w:rsidR="000F5631" w:rsidRPr="00E30C8C">
        <w:rPr>
          <w:lang w:val="en-US"/>
        </w:rPr>
        <w:t xml:space="preserve">nd </w:t>
      </w:r>
      <w:r>
        <w:rPr>
          <w:lang w:val="en-US"/>
        </w:rPr>
        <w:t>do not require maintenance</w:t>
      </w:r>
      <w:r w:rsidR="00941CC5" w:rsidRPr="00941CC5">
        <w:rPr>
          <w:lang w:val="en-US"/>
        </w:rPr>
        <w:t xml:space="preserve"> </w:t>
      </w:r>
      <w:r w:rsidR="00941CC5">
        <w:rPr>
          <w:lang w:val="en-US"/>
        </w:rPr>
        <w:t>of any kind</w:t>
      </w:r>
      <w:r w:rsidR="00D72F5F" w:rsidRPr="00E30C8C">
        <w:rPr>
          <w:lang w:val="en-US"/>
        </w:rPr>
        <w:t>.</w:t>
      </w:r>
    </w:p>
    <w:p w14:paraId="2ABF5194" w14:textId="77777777" w:rsidR="00D21466" w:rsidRPr="00E30C8C" w:rsidRDefault="00D21466" w:rsidP="00D72F5F">
      <w:pPr>
        <w:rPr>
          <w:lang w:val="en-US"/>
        </w:rPr>
      </w:pPr>
    </w:p>
    <w:p w14:paraId="08A960D4" w14:textId="61BFA0B2" w:rsidR="000D6D7C" w:rsidRPr="00E30C8C" w:rsidRDefault="00941CC5" w:rsidP="00D72F5F">
      <w:pPr>
        <w:rPr>
          <w:lang w:val="en-US"/>
        </w:rPr>
      </w:pPr>
      <w:proofErr w:type="gramStart"/>
      <w:r>
        <w:rPr>
          <w:lang w:val="en-US"/>
        </w:rPr>
        <w:lastRenderedPageBreak/>
        <w:t>Due to the immense dynami</w:t>
      </w:r>
      <w:r w:rsidRPr="00E30C8C">
        <w:rPr>
          <w:lang w:val="en-US"/>
        </w:rPr>
        <w:t>c</w:t>
      </w:r>
      <w:r>
        <w:rPr>
          <w:lang w:val="en-US"/>
        </w:rPr>
        <w:t xml:space="preserve"> loads involved, c</w:t>
      </w:r>
      <w:r w:rsidR="0088458D">
        <w:rPr>
          <w:lang w:val="en-US"/>
        </w:rPr>
        <w:t xml:space="preserve">upping presses operating </w:t>
      </w:r>
      <w:r>
        <w:rPr>
          <w:lang w:val="en-US"/>
        </w:rPr>
        <w:t xml:space="preserve">at high </w:t>
      </w:r>
      <w:r w:rsidR="0088458D">
        <w:rPr>
          <w:lang w:val="en-US"/>
        </w:rPr>
        <w:t>speeds</w:t>
      </w:r>
      <w:r w:rsidRPr="00941CC5">
        <w:rPr>
          <w:lang w:val="en-US"/>
        </w:rPr>
        <w:t xml:space="preserve"> </w:t>
      </w:r>
      <w:r>
        <w:rPr>
          <w:lang w:val="en-US"/>
        </w:rPr>
        <w:t>a</w:t>
      </w:r>
      <w:r w:rsidRPr="00E30C8C">
        <w:rPr>
          <w:lang w:val="en-US"/>
        </w:rPr>
        <w:t>nd</w:t>
      </w:r>
      <w:r>
        <w:rPr>
          <w:lang w:val="en-US"/>
        </w:rPr>
        <w:t xml:space="preserve"> with heavy weights </w:t>
      </w:r>
      <w:r w:rsidR="0088458D">
        <w:rPr>
          <w:lang w:val="en-US"/>
        </w:rPr>
        <w:t xml:space="preserve">always </w:t>
      </w:r>
      <w:r>
        <w:rPr>
          <w:lang w:val="en-US"/>
        </w:rPr>
        <w:t xml:space="preserve">run </w:t>
      </w:r>
      <w:r w:rsidR="0088458D">
        <w:rPr>
          <w:lang w:val="en-US"/>
        </w:rPr>
        <w:t xml:space="preserve">the risk </w:t>
      </w:r>
      <w:r>
        <w:rPr>
          <w:lang w:val="en-US"/>
        </w:rPr>
        <w:t xml:space="preserve">of </w:t>
      </w:r>
      <w:r w:rsidR="0088458D">
        <w:rPr>
          <w:lang w:val="en-US"/>
        </w:rPr>
        <w:t>unevenly distribut</w:t>
      </w:r>
      <w:r>
        <w:rPr>
          <w:lang w:val="en-US"/>
        </w:rPr>
        <w:t>ing the p</w:t>
      </w:r>
      <w:r w:rsidRPr="00E30C8C">
        <w:rPr>
          <w:lang w:val="en-US"/>
        </w:rPr>
        <w:t>ress</w:t>
      </w:r>
      <w:r>
        <w:rPr>
          <w:lang w:val="en-US"/>
        </w:rPr>
        <w:t xml:space="preserve"> force across</w:t>
      </w:r>
      <w:r w:rsidR="0088458D">
        <w:rPr>
          <w:lang w:val="en-US"/>
        </w:rPr>
        <w:t xml:space="preserve"> the two sides </w:t>
      </w:r>
      <w:r w:rsidR="00452118" w:rsidRPr="00E30C8C">
        <w:rPr>
          <w:lang w:val="en-US"/>
        </w:rPr>
        <w:t xml:space="preserve">– </w:t>
      </w:r>
      <w:r w:rsidR="0088458D">
        <w:rPr>
          <w:lang w:val="en-US"/>
        </w:rPr>
        <w:t xml:space="preserve">with </w:t>
      </w:r>
      <w:r w:rsidR="00452118" w:rsidRPr="00E30C8C">
        <w:rPr>
          <w:lang w:val="en-US"/>
        </w:rPr>
        <w:t>negative</w:t>
      </w:r>
      <w:r w:rsidR="0088458D">
        <w:rPr>
          <w:lang w:val="en-US"/>
        </w:rPr>
        <w:t xml:space="preserve"> consequences for the q</w:t>
      </w:r>
      <w:r w:rsidR="00D72F5F" w:rsidRPr="00E30C8C">
        <w:rPr>
          <w:lang w:val="en-US"/>
        </w:rPr>
        <w:t>ualit</w:t>
      </w:r>
      <w:r w:rsidR="0088458D">
        <w:rPr>
          <w:lang w:val="en-US"/>
        </w:rPr>
        <w:t>y of the dies a</w:t>
      </w:r>
      <w:r w:rsidR="00D72F5F" w:rsidRPr="00E30C8C">
        <w:rPr>
          <w:lang w:val="en-US"/>
        </w:rPr>
        <w:t xml:space="preserve">nd </w:t>
      </w:r>
      <w:r w:rsidR="0088458D">
        <w:rPr>
          <w:lang w:val="en-US"/>
        </w:rPr>
        <w:t>products</w:t>
      </w:r>
      <w:r w:rsidR="00D72F5F" w:rsidRPr="00E30C8C">
        <w:rPr>
          <w:lang w:val="en-US"/>
        </w:rPr>
        <w:t>.</w:t>
      </w:r>
      <w:proofErr w:type="gramEnd"/>
      <w:r w:rsidR="00D72F5F" w:rsidRPr="00E30C8C">
        <w:rPr>
          <w:lang w:val="en-US"/>
        </w:rPr>
        <w:t xml:space="preserve"> Schuler</w:t>
      </w:r>
      <w:r w:rsidR="0088458D">
        <w:rPr>
          <w:lang w:val="en-US"/>
        </w:rPr>
        <w:t xml:space="preserve">’s </w:t>
      </w:r>
      <w:r w:rsidR="0088458D" w:rsidRPr="00E30C8C">
        <w:rPr>
          <w:lang w:val="en-US"/>
        </w:rPr>
        <w:t xml:space="preserve">DA 140 </w:t>
      </w:r>
      <w:r w:rsidR="0088458D">
        <w:rPr>
          <w:lang w:val="en-US"/>
        </w:rPr>
        <w:t xml:space="preserve">cupping press </w:t>
      </w:r>
      <w:r w:rsidR="00D72F5F" w:rsidRPr="00E30C8C">
        <w:rPr>
          <w:lang w:val="en-US"/>
        </w:rPr>
        <w:t>is</w:t>
      </w:r>
      <w:r w:rsidR="0088458D">
        <w:rPr>
          <w:lang w:val="en-US"/>
        </w:rPr>
        <w:t xml:space="preserve"> therefore equipped with a </w:t>
      </w:r>
      <w:r w:rsidR="0088458D" w:rsidRPr="00646464">
        <w:rPr>
          <w:lang w:val="en-US"/>
        </w:rPr>
        <w:t xml:space="preserve">dynamic counterbalance </w:t>
      </w:r>
      <w:r w:rsidR="00D53B7B" w:rsidRPr="00E30C8C">
        <w:rPr>
          <w:lang w:val="en-US"/>
        </w:rPr>
        <w:t xml:space="preserve">system </w:t>
      </w:r>
      <w:r w:rsidR="0088458D">
        <w:rPr>
          <w:lang w:val="en-US"/>
        </w:rPr>
        <w:t xml:space="preserve">which balances out the machine vibrations caused by </w:t>
      </w:r>
      <w:r w:rsidR="00517C80" w:rsidRPr="00E30C8C">
        <w:rPr>
          <w:lang w:val="en-US"/>
        </w:rPr>
        <w:t>h</w:t>
      </w:r>
      <w:r w:rsidR="0088458D">
        <w:rPr>
          <w:lang w:val="en-US"/>
        </w:rPr>
        <w:t>ig</w:t>
      </w:r>
      <w:r w:rsidR="00517C80" w:rsidRPr="00E30C8C">
        <w:rPr>
          <w:lang w:val="en-US"/>
        </w:rPr>
        <w:t>h</w:t>
      </w:r>
      <w:r w:rsidR="0088458D">
        <w:rPr>
          <w:lang w:val="en-US"/>
        </w:rPr>
        <w:t xml:space="preserve"> p</w:t>
      </w:r>
      <w:r w:rsidR="00D53B7B" w:rsidRPr="00E30C8C">
        <w:rPr>
          <w:lang w:val="en-US"/>
        </w:rPr>
        <w:t>ress</w:t>
      </w:r>
      <w:r w:rsidR="0088458D">
        <w:rPr>
          <w:lang w:val="en-US"/>
        </w:rPr>
        <w:t xml:space="preserve"> forces during operation</w:t>
      </w:r>
      <w:r w:rsidR="00D72F5F" w:rsidRPr="00E30C8C">
        <w:rPr>
          <w:lang w:val="en-US"/>
        </w:rPr>
        <w:t xml:space="preserve">. </w:t>
      </w:r>
    </w:p>
    <w:p w14:paraId="64F4521F" w14:textId="77777777" w:rsidR="000D6D7C" w:rsidRPr="00E30C8C" w:rsidRDefault="000D6D7C" w:rsidP="00D72F5F">
      <w:pPr>
        <w:rPr>
          <w:lang w:val="en-US"/>
        </w:rPr>
      </w:pPr>
    </w:p>
    <w:p w14:paraId="0BFF5671" w14:textId="4D4A90DE" w:rsidR="00C10138" w:rsidRPr="00E30C8C" w:rsidRDefault="0088458D" w:rsidP="00C10138">
      <w:pPr>
        <w:pStyle w:val="berschrift2"/>
        <w:rPr>
          <w:lang w:val="en-US"/>
        </w:rPr>
      </w:pPr>
      <w:r>
        <w:rPr>
          <w:lang w:val="en-US"/>
        </w:rPr>
        <w:t>Play-free</w:t>
      </w:r>
      <w:r w:rsidR="00C10138" w:rsidRPr="00E30C8C">
        <w:rPr>
          <w:lang w:val="en-US"/>
        </w:rPr>
        <w:t xml:space="preserve"> </w:t>
      </w:r>
      <w:r w:rsidRPr="00646464">
        <w:rPr>
          <w:lang w:val="en-US"/>
        </w:rPr>
        <w:t>pretensioned</w:t>
      </w:r>
      <w:r w:rsidRPr="00E30C8C">
        <w:rPr>
          <w:lang w:val="en-US"/>
        </w:rPr>
        <w:t xml:space="preserve"> </w:t>
      </w:r>
      <w:r>
        <w:rPr>
          <w:lang w:val="en-US"/>
        </w:rPr>
        <w:t>slide guidance</w:t>
      </w:r>
    </w:p>
    <w:p w14:paraId="5DA3E518" w14:textId="7C512089" w:rsidR="00D72F5F" w:rsidRPr="00E30C8C" w:rsidRDefault="0088458D" w:rsidP="00D72F5F">
      <w:pPr>
        <w:rPr>
          <w:lang w:val="en-US"/>
        </w:rPr>
      </w:pPr>
      <w:r>
        <w:rPr>
          <w:lang w:val="en-US"/>
        </w:rPr>
        <w:t>The machine need</w:t>
      </w:r>
      <w:r w:rsidR="00F302AC">
        <w:rPr>
          <w:lang w:val="en-US"/>
        </w:rPr>
        <w:t>s</w:t>
      </w:r>
      <w:r>
        <w:rPr>
          <w:lang w:val="en-US"/>
        </w:rPr>
        <w:t xml:space="preserve"> </w:t>
      </w:r>
      <w:r w:rsidR="00F302AC">
        <w:rPr>
          <w:lang w:val="en-US"/>
        </w:rPr>
        <w:t xml:space="preserve">neither </w:t>
      </w:r>
      <w:r>
        <w:rPr>
          <w:lang w:val="en-US"/>
        </w:rPr>
        <w:t>a solid concrete fou</w:t>
      </w:r>
      <w:r w:rsidR="00D72F5F" w:rsidRPr="00E30C8C">
        <w:rPr>
          <w:lang w:val="en-US"/>
        </w:rPr>
        <w:t>nda</w:t>
      </w:r>
      <w:r>
        <w:rPr>
          <w:lang w:val="en-US"/>
        </w:rPr>
        <w:t xml:space="preserve">tion nor </w:t>
      </w:r>
      <w:r w:rsidR="00F302AC">
        <w:rPr>
          <w:lang w:val="en-US"/>
        </w:rPr>
        <w:t xml:space="preserve">for </w:t>
      </w:r>
      <w:r>
        <w:rPr>
          <w:lang w:val="en-US"/>
        </w:rPr>
        <w:t>its base to be screwed to the floor – only the line’s own weight has to be taken into consideration</w:t>
      </w:r>
      <w:r w:rsidR="00D72F5F" w:rsidRPr="00E30C8C">
        <w:rPr>
          <w:lang w:val="en-US"/>
        </w:rPr>
        <w:t xml:space="preserve">. </w:t>
      </w:r>
      <w:r>
        <w:rPr>
          <w:lang w:val="en-US"/>
        </w:rPr>
        <w:t>The play-free</w:t>
      </w:r>
      <w:r w:rsidRPr="00E30C8C">
        <w:rPr>
          <w:lang w:val="en-US"/>
        </w:rPr>
        <w:t xml:space="preserve"> </w:t>
      </w:r>
      <w:r w:rsidRPr="00646464">
        <w:rPr>
          <w:lang w:val="en-US"/>
        </w:rPr>
        <w:t>pretensioned</w:t>
      </w:r>
      <w:r w:rsidRPr="00E30C8C">
        <w:rPr>
          <w:lang w:val="en-US"/>
        </w:rPr>
        <w:t xml:space="preserve"> </w:t>
      </w:r>
      <w:r>
        <w:rPr>
          <w:lang w:val="en-US"/>
        </w:rPr>
        <w:t>slide guidance</w:t>
      </w:r>
      <w:r w:rsidR="00D72F5F" w:rsidRPr="00E30C8C">
        <w:rPr>
          <w:lang w:val="en-US"/>
        </w:rPr>
        <w:t xml:space="preserve"> </w:t>
      </w:r>
      <w:r>
        <w:rPr>
          <w:lang w:val="en-US"/>
        </w:rPr>
        <w:t xml:space="preserve">guarantees </w:t>
      </w:r>
      <w:r w:rsidR="00D72F5F" w:rsidRPr="00E30C8C">
        <w:rPr>
          <w:lang w:val="en-US"/>
        </w:rPr>
        <w:t>pr</w:t>
      </w:r>
      <w:r>
        <w:rPr>
          <w:lang w:val="en-US"/>
        </w:rPr>
        <w:t xml:space="preserve">ecise slide motions with only </w:t>
      </w:r>
      <w:r w:rsidR="00D72F5F" w:rsidRPr="00E30C8C">
        <w:rPr>
          <w:lang w:val="en-US"/>
        </w:rPr>
        <w:t>minimal</w:t>
      </w:r>
      <w:r>
        <w:rPr>
          <w:lang w:val="en-US"/>
        </w:rPr>
        <w:t xml:space="preserve"> tilting, thus </w:t>
      </w:r>
      <w:r w:rsidR="00F302AC">
        <w:rPr>
          <w:lang w:val="en-US"/>
        </w:rPr>
        <w:t xml:space="preserve">significantly </w:t>
      </w:r>
      <w:r>
        <w:rPr>
          <w:lang w:val="en-US"/>
        </w:rPr>
        <w:t>prolonging di</w:t>
      </w:r>
      <w:r w:rsidR="00F302AC">
        <w:rPr>
          <w:lang w:val="en-US"/>
        </w:rPr>
        <w:t>e service life</w:t>
      </w:r>
      <w:r w:rsidR="00D72F5F" w:rsidRPr="00E30C8C">
        <w:rPr>
          <w:lang w:val="en-US"/>
        </w:rPr>
        <w:t xml:space="preserve">. </w:t>
      </w:r>
      <w:r w:rsidR="004A5993">
        <w:rPr>
          <w:lang w:val="en-US"/>
        </w:rPr>
        <w:t>Moreover, the maintenance-free direct drive a</w:t>
      </w:r>
      <w:r w:rsidR="00D72F5F" w:rsidRPr="00E30C8C">
        <w:rPr>
          <w:lang w:val="en-US"/>
        </w:rPr>
        <w:t xml:space="preserve">nd </w:t>
      </w:r>
      <w:r w:rsidR="004A5993">
        <w:rPr>
          <w:lang w:val="en-US"/>
        </w:rPr>
        <w:t>very fast clutch</w:t>
      </w:r>
      <w:r w:rsidR="00D72F5F" w:rsidRPr="00E30C8C">
        <w:rPr>
          <w:lang w:val="en-US"/>
        </w:rPr>
        <w:t>/</w:t>
      </w:r>
      <w:r w:rsidR="004A5993">
        <w:rPr>
          <w:lang w:val="en-US"/>
        </w:rPr>
        <w:t>brake c</w:t>
      </w:r>
      <w:r w:rsidR="00D72F5F" w:rsidRPr="00E30C8C">
        <w:rPr>
          <w:lang w:val="en-US"/>
        </w:rPr>
        <w:t xml:space="preserve">ombination </w:t>
      </w:r>
      <w:r w:rsidR="004A5993">
        <w:rPr>
          <w:lang w:val="en-US"/>
        </w:rPr>
        <w:t>ensure the cupping press operates with a high degree of efficiency</w:t>
      </w:r>
      <w:r w:rsidR="00D72F5F" w:rsidRPr="00E30C8C">
        <w:rPr>
          <w:lang w:val="en-US"/>
        </w:rPr>
        <w:t>.</w:t>
      </w:r>
    </w:p>
    <w:p w14:paraId="7398C4D3" w14:textId="77777777" w:rsidR="000D6D7C" w:rsidRPr="00E30C8C" w:rsidRDefault="000D6D7C" w:rsidP="00D72F5F">
      <w:pPr>
        <w:rPr>
          <w:lang w:val="en-US"/>
        </w:rPr>
      </w:pPr>
    </w:p>
    <w:p w14:paraId="46C3BD33" w14:textId="0551AB14" w:rsidR="00D72F5F" w:rsidRPr="00E30C8C" w:rsidRDefault="0083622C" w:rsidP="00D72F5F">
      <w:pPr>
        <w:rPr>
          <w:lang w:val="en-US"/>
        </w:rPr>
      </w:pPr>
      <w:r>
        <w:rPr>
          <w:lang w:val="en-US"/>
        </w:rPr>
        <w:t>“</w:t>
      </w:r>
      <w:r w:rsidR="00D72F5F" w:rsidRPr="00E30C8C">
        <w:rPr>
          <w:lang w:val="en-US"/>
        </w:rPr>
        <w:t>A</w:t>
      </w:r>
      <w:r>
        <w:rPr>
          <w:lang w:val="en-US"/>
        </w:rPr>
        <w:t xml:space="preserve">part from </w:t>
      </w:r>
      <w:r w:rsidR="00D72F5F" w:rsidRPr="00E30C8C">
        <w:rPr>
          <w:lang w:val="en-US"/>
        </w:rPr>
        <w:t>reg</w:t>
      </w:r>
      <w:r>
        <w:rPr>
          <w:lang w:val="en-US"/>
        </w:rPr>
        <w:t>ular minor servicing, our p</w:t>
      </w:r>
      <w:r w:rsidR="00D72F5F" w:rsidRPr="00E30C8C">
        <w:rPr>
          <w:lang w:val="en-US"/>
        </w:rPr>
        <w:t>rodu</w:t>
      </w:r>
      <w:r>
        <w:rPr>
          <w:lang w:val="en-US"/>
        </w:rPr>
        <w:t>c</w:t>
      </w:r>
      <w:r w:rsidR="00D72F5F" w:rsidRPr="00E30C8C">
        <w:rPr>
          <w:lang w:val="en-US"/>
        </w:rPr>
        <w:t>tion</w:t>
      </w:r>
      <w:r>
        <w:rPr>
          <w:lang w:val="en-US"/>
        </w:rPr>
        <w:t xml:space="preserve"> line can operate continuously around the clock,” says </w:t>
      </w:r>
      <w:r w:rsidR="00D72F5F" w:rsidRPr="00E30C8C">
        <w:rPr>
          <w:lang w:val="en-US"/>
        </w:rPr>
        <w:t>Tan Jintu</w:t>
      </w:r>
      <w:r w:rsidR="004E7208" w:rsidRPr="00E30C8C">
        <w:rPr>
          <w:lang w:val="en-US"/>
        </w:rPr>
        <w:t>.</w:t>
      </w:r>
      <w:r w:rsidR="00D72F5F" w:rsidRPr="00E30C8C">
        <w:rPr>
          <w:lang w:val="en-US"/>
        </w:rPr>
        <w:t xml:space="preserve"> </w:t>
      </w:r>
      <w:r>
        <w:rPr>
          <w:lang w:val="en-US"/>
        </w:rPr>
        <w:t xml:space="preserve">“So far, our cupping </w:t>
      </w:r>
      <w:r w:rsidR="00D72F5F" w:rsidRPr="00E30C8C">
        <w:rPr>
          <w:lang w:val="en-US"/>
        </w:rPr>
        <w:t>press</w:t>
      </w:r>
      <w:r>
        <w:rPr>
          <w:lang w:val="en-US"/>
        </w:rPr>
        <w:t xml:space="preserve"> from </w:t>
      </w:r>
      <w:r w:rsidR="00D72F5F" w:rsidRPr="00E30C8C">
        <w:rPr>
          <w:lang w:val="en-US"/>
        </w:rPr>
        <w:t xml:space="preserve">Schuler </w:t>
      </w:r>
      <w:r>
        <w:rPr>
          <w:lang w:val="en-US"/>
        </w:rPr>
        <w:t>has shown no defects or malfunctions of any kind. This has led to considerable savings in staff a</w:t>
      </w:r>
      <w:r w:rsidR="00D72F5F" w:rsidRPr="00E30C8C">
        <w:rPr>
          <w:lang w:val="en-US"/>
        </w:rPr>
        <w:t xml:space="preserve">nd </w:t>
      </w:r>
      <w:r>
        <w:rPr>
          <w:lang w:val="en-US"/>
        </w:rPr>
        <w:t>maintenance costs</w:t>
      </w:r>
      <w:r w:rsidR="00D72F5F" w:rsidRPr="00E30C8C">
        <w:rPr>
          <w:lang w:val="en-US"/>
        </w:rPr>
        <w:t>.</w:t>
      </w:r>
      <w:r>
        <w:rPr>
          <w:lang w:val="en-US"/>
        </w:rPr>
        <w:t>”</w:t>
      </w:r>
    </w:p>
    <w:p w14:paraId="5E3E32C1" w14:textId="77777777" w:rsidR="000D6D7C" w:rsidRPr="00E30C8C" w:rsidRDefault="000D6D7C" w:rsidP="00D72F5F">
      <w:pPr>
        <w:rPr>
          <w:lang w:val="en-US"/>
        </w:rPr>
      </w:pPr>
    </w:p>
    <w:p w14:paraId="132DFF2A" w14:textId="50F5CA9E" w:rsidR="00D72F5F" w:rsidRPr="00E30C8C" w:rsidRDefault="001E3748" w:rsidP="00D72F5F">
      <w:pPr>
        <w:rPr>
          <w:lang w:val="en-US"/>
        </w:rPr>
      </w:pPr>
      <w:r w:rsidRPr="00E30C8C">
        <w:rPr>
          <w:lang w:val="en-US"/>
        </w:rPr>
        <w:t xml:space="preserve">Beihai Jinmeng </w:t>
      </w:r>
      <w:r w:rsidR="00C77F88">
        <w:rPr>
          <w:lang w:val="en-US"/>
        </w:rPr>
        <w:t xml:space="preserve">is currently producing beverage cans for </w:t>
      </w:r>
      <w:r w:rsidRPr="00E30C8C">
        <w:rPr>
          <w:lang w:val="en-US"/>
        </w:rPr>
        <w:t xml:space="preserve">Wanglaoji, </w:t>
      </w:r>
      <w:r w:rsidR="00D72F5F" w:rsidRPr="00E30C8C">
        <w:rPr>
          <w:lang w:val="en-US"/>
        </w:rPr>
        <w:t>China</w:t>
      </w:r>
      <w:r w:rsidR="00C77F88">
        <w:rPr>
          <w:lang w:val="en-US"/>
        </w:rPr>
        <w:t>’</w:t>
      </w:r>
      <w:r w:rsidR="00D72F5F" w:rsidRPr="00E30C8C">
        <w:rPr>
          <w:lang w:val="en-US"/>
        </w:rPr>
        <w:t>s</w:t>
      </w:r>
      <w:r w:rsidR="00C77F88">
        <w:rPr>
          <w:lang w:val="en-US"/>
        </w:rPr>
        <w:t xml:space="preserve"> oldest herbal tea manufacturer</w:t>
      </w:r>
      <w:r w:rsidR="00D72F5F" w:rsidRPr="00E30C8C">
        <w:rPr>
          <w:lang w:val="en-US"/>
        </w:rPr>
        <w:t xml:space="preserve">. </w:t>
      </w:r>
      <w:r w:rsidR="00C77F88">
        <w:rPr>
          <w:lang w:val="en-US"/>
        </w:rPr>
        <w:t xml:space="preserve">“With regard to </w:t>
      </w:r>
      <w:r w:rsidR="00D72F5F" w:rsidRPr="00E30C8C">
        <w:rPr>
          <w:lang w:val="en-US"/>
        </w:rPr>
        <w:t>Wanglaoji</w:t>
      </w:r>
      <w:r w:rsidR="00C77F88">
        <w:rPr>
          <w:lang w:val="en-US"/>
        </w:rPr>
        <w:t>’s quality standards a</w:t>
      </w:r>
      <w:r w:rsidR="00D72F5F" w:rsidRPr="00E30C8C">
        <w:rPr>
          <w:lang w:val="en-US"/>
        </w:rPr>
        <w:t xml:space="preserve">nd </w:t>
      </w:r>
      <w:r w:rsidR="00C77F88">
        <w:rPr>
          <w:lang w:val="en-US"/>
        </w:rPr>
        <w:t>its positioni</w:t>
      </w:r>
      <w:r w:rsidR="00D72F5F" w:rsidRPr="00E30C8C">
        <w:rPr>
          <w:lang w:val="en-US"/>
        </w:rPr>
        <w:t xml:space="preserve">ng </w:t>
      </w:r>
      <w:r w:rsidR="00482B34" w:rsidRPr="00E30C8C">
        <w:rPr>
          <w:lang w:val="en-US"/>
        </w:rPr>
        <w:t>i</w:t>
      </w:r>
      <w:r w:rsidR="00C77F88">
        <w:rPr>
          <w:lang w:val="en-US"/>
        </w:rPr>
        <w:t xml:space="preserve">n the beverage market, </w:t>
      </w:r>
      <w:r w:rsidR="00F50B52">
        <w:rPr>
          <w:lang w:val="en-US"/>
        </w:rPr>
        <w:t>we can safely say that their requirements with regard to beverage cans are among the highest in China,” says Tan Jintu. “The cupping p</w:t>
      </w:r>
      <w:r w:rsidR="00D72F5F" w:rsidRPr="00E30C8C">
        <w:rPr>
          <w:lang w:val="en-US"/>
        </w:rPr>
        <w:t>ress</w:t>
      </w:r>
      <w:r w:rsidR="00F50B52">
        <w:rPr>
          <w:lang w:val="en-US"/>
        </w:rPr>
        <w:t xml:space="preserve"> supplied by </w:t>
      </w:r>
      <w:r w:rsidR="00D72F5F" w:rsidRPr="00E30C8C">
        <w:rPr>
          <w:lang w:val="en-US"/>
        </w:rPr>
        <w:t xml:space="preserve">Schuler </w:t>
      </w:r>
      <w:r w:rsidR="00F50B52">
        <w:rPr>
          <w:lang w:val="en-US"/>
        </w:rPr>
        <w:t xml:space="preserve">meets all our manufacturing needs </w:t>
      </w:r>
      <w:r w:rsidR="00F302AC">
        <w:rPr>
          <w:lang w:val="en-US"/>
        </w:rPr>
        <w:t xml:space="preserve">with </w:t>
      </w:r>
      <w:r w:rsidR="00F50B52">
        <w:rPr>
          <w:lang w:val="en-US"/>
        </w:rPr>
        <w:t>a consistently high level of quality</w:t>
      </w:r>
      <w:r w:rsidR="004E7208" w:rsidRPr="00E30C8C">
        <w:rPr>
          <w:lang w:val="en-US"/>
        </w:rPr>
        <w:t>.</w:t>
      </w:r>
      <w:r w:rsidR="00F50B52">
        <w:rPr>
          <w:lang w:val="en-US"/>
        </w:rPr>
        <w:t>”</w:t>
      </w:r>
    </w:p>
    <w:p w14:paraId="66A2BB0F" w14:textId="77777777" w:rsidR="00482B34" w:rsidRPr="00E30C8C" w:rsidRDefault="00482B34" w:rsidP="00D72F5F">
      <w:pPr>
        <w:rPr>
          <w:lang w:val="en-US"/>
        </w:rPr>
      </w:pPr>
    </w:p>
    <w:p w14:paraId="0BEF0F43" w14:textId="4BA3FF0D" w:rsidR="00C158F0" w:rsidRPr="00E30C8C" w:rsidRDefault="004A15F9" w:rsidP="00C158F0">
      <w:pPr>
        <w:pStyle w:val="berschrift2"/>
        <w:rPr>
          <w:lang w:val="en-US"/>
        </w:rPr>
      </w:pPr>
      <w:r>
        <w:rPr>
          <w:lang w:val="en-US"/>
        </w:rPr>
        <w:t xml:space="preserve">Up to </w:t>
      </w:r>
      <w:r w:rsidR="00C158F0" w:rsidRPr="00E30C8C">
        <w:rPr>
          <w:lang w:val="en-US"/>
        </w:rPr>
        <w:t xml:space="preserve">300 </w:t>
      </w:r>
      <w:r>
        <w:rPr>
          <w:lang w:val="en-US"/>
        </w:rPr>
        <w:t xml:space="preserve">strokes </w:t>
      </w:r>
      <w:r w:rsidR="00C158F0" w:rsidRPr="00E30C8C">
        <w:rPr>
          <w:lang w:val="en-US"/>
        </w:rPr>
        <w:t>p</w:t>
      </w:r>
      <w:r>
        <w:rPr>
          <w:lang w:val="en-US"/>
        </w:rPr>
        <w:t>e</w:t>
      </w:r>
      <w:r w:rsidR="00C158F0" w:rsidRPr="00E30C8C">
        <w:rPr>
          <w:lang w:val="en-US"/>
        </w:rPr>
        <w:t>r</w:t>
      </w:r>
      <w:r>
        <w:rPr>
          <w:lang w:val="en-US"/>
        </w:rPr>
        <w:t xml:space="preserve"> m</w:t>
      </w:r>
      <w:r w:rsidR="00C158F0" w:rsidRPr="00E30C8C">
        <w:rPr>
          <w:lang w:val="en-US"/>
        </w:rPr>
        <w:t>inute</w:t>
      </w:r>
    </w:p>
    <w:p w14:paraId="6D292486" w14:textId="544C06FF" w:rsidR="00D72F5F" w:rsidRPr="00E30C8C" w:rsidRDefault="00B94745" w:rsidP="00D72F5F">
      <w:pPr>
        <w:rPr>
          <w:lang w:val="en-US"/>
        </w:rPr>
      </w:pPr>
      <w:r>
        <w:rPr>
          <w:lang w:val="en-US"/>
        </w:rPr>
        <w:t xml:space="preserve">Most of the beverage cans </w:t>
      </w:r>
      <w:r w:rsidRPr="00E30C8C">
        <w:rPr>
          <w:lang w:val="en-US"/>
        </w:rPr>
        <w:t>produ</w:t>
      </w:r>
      <w:r>
        <w:rPr>
          <w:lang w:val="en-US"/>
        </w:rPr>
        <w:t xml:space="preserve">ced by </w:t>
      </w:r>
      <w:r w:rsidRPr="00E30C8C">
        <w:rPr>
          <w:lang w:val="en-US"/>
        </w:rPr>
        <w:t xml:space="preserve">Beihai Jinmeng </w:t>
      </w:r>
      <w:r>
        <w:rPr>
          <w:lang w:val="en-US"/>
        </w:rPr>
        <w:t xml:space="preserve">have a dimension of </w:t>
      </w:r>
      <w:r w:rsidR="00D72F5F" w:rsidRPr="00E30C8C">
        <w:rPr>
          <w:lang w:val="en-US"/>
        </w:rPr>
        <w:t>330, 355 or 500</w:t>
      </w:r>
      <w:r w:rsidR="00FB4A4E" w:rsidRPr="00E30C8C">
        <w:rPr>
          <w:lang w:val="en-US"/>
        </w:rPr>
        <w:t xml:space="preserve"> </w:t>
      </w:r>
      <w:r>
        <w:rPr>
          <w:lang w:val="en-US"/>
        </w:rPr>
        <w:t>m</w:t>
      </w:r>
      <w:r w:rsidR="00FB4A4E" w:rsidRPr="00E30C8C">
        <w:rPr>
          <w:lang w:val="en-US"/>
        </w:rPr>
        <w:t>illiliter</w:t>
      </w:r>
      <w:r>
        <w:rPr>
          <w:lang w:val="en-US"/>
        </w:rPr>
        <w:t>s</w:t>
      </w:r>
      <w:r w:rsidR="00D72F5F" w:rsidRPr="00E30C8C">
        <w:rPr>
          <w:lang w:val="en-US"/>
        </w:rPr>
        <w:t xml:space="preserve">. </w:t>
      </w:r>
      <w:r>
        <w:rPr>
          <w:lang w:val="en-US"/>
        </w:rPr>
        <w:t>With a p</w:t>
      </w:r>
      <w:r w:rsidR="00303F92" w:rsidRPr="00E30C8C">
        <w:rPr>
          <w:lang w:val="en-US"/>
        </w:rPr>
        <w:t>ress</w:t>
      </w:r>
      <w:r>
        <w:rPr>
          <w:lang w:val="en-US"/>
        </w:rPr>
        <w:t xml:space="preserve"> force of </w:t>
      </w:r>
      <w:r w:rsidR="00303F92" w:rsidRPr="00E30C8C">
        <w:rPr>
          <w:lang w:val="en-US"/>
        </w:rPr>
        <w:t xml:space="preserve">140 </w:t>
      </w:r>
      <w:r>
        <w:rPr>
          <w:lang w:val="en-US"/>
        </w:rPr>
        <w:t>metric t</w:t>
      </w:r>
      <w:r w:rsidR="00303F92" w:rsidRPr="00E30C8C">
        <w:rPr>
          <w:lang w:val="en-US"/>
        </w:rPr>
        <w:t>on</w:t>
      </w:r>
      <w:r>
        <w:rPr>
          <w:lang w:val="en-US"/>
        </w:rPr>
        <w:t>s a</w:t>
      </w:r>
      <w:r w:rsidR="004E7208" w:rsidRPr="00E30C8C">
        <w:rPr>
          <w:lang w:val="en-US"/>
        </w:rPr>
        <w:t xml:space="preserve">nd </w:t>
      </w:r>
      <w:r>
        <w:rPr>
          <w:lang w:val="en-US"/>
        </w:rPr>
        <w:t xml:space="preserve">up to </w:t>
      </w:r>
      <w:r w:rsidR="004E7208" w:rsidRPr="00E30C8C">
        <w:rPr>
          <w:lang w:val="en-US"/>
        </w:rPr>
        <w:t xml:space="preserve">300 </w:t>
      </w:r>
      <w:r>
        <w:rPr>
          <w:lang w:val="en-US"/>
        </w:rPr>
        <w:t xml:space="preserve">strokes </w:t>
      </w:r>
      <w:r w:rsidR="004E7208" w:rsidRPr="00E30C8C">
        <w:rPr>
          <w:lang w:val="en-US"/>
        </w:rPr>
        <w:t>p</w:t>
      </w:r>
      <w:r>
        <w:rPr>
          <w:lang w:val="en-US"/>
        </w:rPr>
        <w:t>e</w:t>
      </w:r>
      <w:r w:rsidR="004E7208" w:rsidRPr="00E30C8C">
        <w:rPr>
          <w:lang w:val="en-US"/>
        </w:rPr>
        <w:t>r</w:t>
      </w:r>
      <w:r>
        <w:rPr>
          <w:lang w:val="en-US"/>
        </w:rPr>
        <w:t xml:space="preserve"> m</w:t>
      </w:r>
      <w:r w:rsidR="004E7208" w:rsidRPr="00E30C8C">
        <w:rPr>
          <w:lang w:val="en-US"/>
        </w:rPr>
        <w:t>inute</w:t>
      </w:r>
      <w:r>
        <w:rPr>
          <w:lang w:val="en-US"/>
        </w:rPr>
        <w:t>,</w:t>
      </w:r>
      <w:r w:rsidR="00303F92" w:rsidRPr="00E30C8C">
        <w:rPr>
          <w:lang w:val="en-US"/>
        </w:rPr>
        <w:t xml:space="preserve"> </w:t>
      </w:r>
      <w:r>
        <w:rPr>
          <w:lang w:val="en-US"/>
        </w:rPr>
        <w:t xml:space="preserve">the </w:t>
      </w:r>
      <w:r w:rsidR="00D72F5F" w:rsidRPr="00E30C8C">
        <w:rPr>
          <w:lang w:val="en-US"/>
        </w:rPr>
        <w:t>DA 140</w:t>
      </w:r>
      <w:r>
        <w:rPr>
          <w:lang w:val="en-US"/>
        </w:rPr>
        <w:t xml:space="preserve"> guarantees the flexib</w:t>
      </w:r>
      <w:r w:rsidR="00E36216" w:rsidRPr="00E30C8C">
        <w:rPr>
          <w:lang w:val="en-US"/>
        </w:rPr>
        <w:t>l</w:t>
      </w:r>
      <w:r>
        <w:rPr>
          <w:lang w:val="en-US"/>
        </w:rPr>
        <w:t>e</w:t>
      </w:r>
      <w:r w:rsidR="00E36216" w:rsidRPr="00E30C8C">
        <w:rPr>
          <w:lang w:val="en-US"/>
        </w:rPr>
        <w:t xml:space="preserve"> </w:t>
      </w:r>
      <w:r>
        <w:rPr>
          <w:lang w:val="en-US"/>
        </w:rPr>
        <w:t>a</w:t>
      </w:r>
      <w:r w:rsidR="00E36216" w:rsidRPr="00E30C8C">
        <w:rPr>
          <w:lang w:val="en-US"/>
        </w:rPr>
        <w:t xml:space="preserve">nd </w:t>
      </w:r>
      <w:r>
        <w:rPr>
          <w:lang w:val="en-US"/>
        </w:rPr>
        <w:t>economic production of high-quality beverage cans</w:t>
      </w:r>
      <w:r w:rsidR="00D72F5F" w:rsidRPr="00E30C8C">
        <w:rPr>
          <w:lang w:val="en-US"/>
        </w:rPr>
        <w:t xml:space="preserve">. </w:t>
      </w:r>
      <w:r>
        <w:rPr>
          <w:lang w:val="en-US"/>
        </w:rPr>
        <w:t>At the same time, it is also suitable for particularly thin cans a</w:t>
      </w:r>
      <w:r w:rsidR="00D72F5F" w:rsidRPr="00E30C8C">
        <w:rPr>
          <w:lang w:val="en-US"/>
        </w:rPr>
        <w:t xml:space="preserve">nd </w:t>
      </w:r>
      <w:r>
        <w:rPr>
          <w:lang w:val="en-US"/>
        </w:rPr>
        <w:t>c</w:t>
      </w:r>
      <w:r w:rsidR="00D72F5F" w:rsidRPr="00E30C8C">
        <w:rPr>
          <w:lang w:val="en-US"/>
        </w:rPr>
        <w:t>ompl</w:t>
      </w:r>
      <w:r>
        <w:rPr>
          <w:lang w:val="en-US"/>
        </w:rPr>
        <w:t>ex production processes</w:t>
      </w:r>
      <w:r w:rsidR="00D72F5F" w:rsidRPr="00E30C8C">
        <w:rPr>
          <w:lang w:val="en-US"/>
        </w:rPr>
        <w:t>.</w:t>
      </w:r>
    </w:p>
    <w:p w14:paraId="5E6B28CE" w14:textId="77777777" w:rsidR="00E36216" w:rsidRPr="00E30C8C" w:rsidRDefault="00E36216" w:rsidP="00D72F5F">
      <w:pPr>
        <w:rPr>
          <w:lang w:val="en-US"/>
        </w:rPr>
      </w:pPr>
    </w:p>
    <w:p w14:paraId="5009580D" w14:textId="4EC9996D" w:rsidR="006D3CBC" w:rsidRPr="00E30C8C" w:rsidRDefault="0087040C" w:rsidP="00D72F5F">
      <w:pPr>
        <w:rPr>
          <w:lang w:val="en-US"/>
        </w:rPr>
      </w:pPr>
      <w:r>
        <w:rPr>
          <w:lang w:val="en-US"/>
        </w:rPr>
        <w:t xml:space="preserve">The </w:t>
      </w:r>
      <w:r w:rsidRPr="0087040C">
        <w:rPr>
          <w:lang w:val="en-US"/>
        </w:rPr>
        <w:t>hook-in die change brackets</w:t>
      </w:r>
      <w:r>
        <w:rPr>
          <w:lang w:val="en-US"/>
        </w:rPr>
        <w:t>,</w:t>
      </w:r>
      <w:r w:rsidRPr="0087040C">
        <w:rPr>
          <w:lang w:val="en-US"/>
        </w:rPr>
        <w:t xml:space="preserve"> </w:t>
      </w:r>
      <w:r>
        <w:rPr>
          <w:lang w:val="en-US"/>
        </w:rPr>
        <w:t>h</w:t>
      </w:r>
      <w:r w:rsidRPr="0087040C">
        <w:rPr>
          <w:lang w:val="en-US"/>
        </w:rPr>
        <w:t xml:space="preserve">ydraulic roller bars, </w:t>
      </w:r>
      <w:r>
        <w:rPr>
          <w:lang w:val="en-US"/>
        </w:rPr>
        <w:t xml:space="preserve">and </w:t>
      </w:r>
      <w:r w:rsidRPr="0087040C">
        <w:rPr>
          <w:lang w:val="en-US"/>
        </w:rPr>
        <w:t>motorized slide adjustment</w:t>
      </w:r>
      <w:r>
        <w:rPr>
          <w:lang w:val="en-US"/>
        </w:rPr>
        <w:t xml:space="preserve"> all ensure fast die change times</w:t>
      </w:r>
      <w:r w:rsidR="00D72F5F" w:rsidRPr="00E30C8C">
        <w:rPr>
          <w:lang w:val="en-US"/>
        </w:rPr>
        <w:t xml:space="preserve">. </w:t>
      </w:r>
      <w:r>
        <w:rPr>
          <w:lang w:val="en-US"/>
        </w:rPr>
        <w:t>“If there are fluctuations in the thickness of the a</w:t>
      </w:r>
      <w:r w:rsidR="00D72F5F" w:rsidRPr="00E30C8C">
        <w:rPr>
          <w:lang w:val="en-US"/>
        </w:rPr>
        <w:t xml:space="preserve">luminum </w:t>
      </w:r>
      <w:r>
        <w:rPr>
          <w:lang w:val="en-US"/>
        </w:rPr>
        <w:t xml:space="preserve">used, for example, this can lead to problems with the </w:t>
      </w:r>
      <w:r w:rsidR="00D72F5F" w:rsidRPr="00E30C8C">
        <w:rPr>
          <w:lang w:val="en-US"/>
        </w:rPr>
        <w:t>press</w:t>
      </w:r>
      <w:r>
        <w:rPr>
          <w:lang w:val="en-US"/>
        </w:rPr>
        <w:t xml:space="preserve">ed can bodies,” explains </w:t>
      </w:r>
      <w:r w:rsidR="00F46112" w:rsidRPr="00E30C8C">
        <w:rPr>
          <w:lang w:val="en-US"/>
        </w:rPr>
        <w:t>Tan Jintu</w:t>
      </w:r>
      <w:r w:rsidR="00D72F5F" w:rsidRPr="00E30C8C">
        <w:rPr>
          <w:lang w:val="en-US"/>
        </w:rPr>
        <w:t xml:space="preserve">. </w:t>
      </w:r>
      <w:r>
        <w:rPr>
          <w:lang w:val="en-US"/>
        </w:rPr>
        <w:t xml:space="preserve">“The </w:t>
      </w:r>
      <w:r w:rsidR="00D72F5F" w:rsidRPr="00E30C8C">
        <w:rPr>
          <w:lang w:val="en-US"/>
        </w:rPr>
        <w:t>Schule</w:t>
      </w:r>
      <w:r w:rsidR="006D3CBC" w:rsidRPr="00E30C8C">
        <w:rPr>
          <w:lang w:val="en-US"/>
        </w:rPr>
        <w:t>r</w:t>
      </w:r>
      <w:r>
        <w:rPr>
          <w:lang w:val="en-US"/>
        </w:rPr>
        <w:t xml:space="preserve"> press enables us to react to this with</w:t>
      </w:r>
      <w:r w:rsidR="00887106" w:rsidRPr="00E30C8C">
        <w:rPr>
          <w:lang w:val="en-US"/>
        </w:rPr>
        <w:t xml:space="preserve">in </w:t>
      </w:r>
      <w:r>
        <w:rPr>
          <w:lang w:val="en-US"/>
        </w:rPr>
        <w:t>just a few m</w:t>
      </w:r>
      <w:r w:rsidR="00887106" w:rsidRPr="00E30C8C">
        <w:rPr>
          <w:lang w:val="en-US"/>
        </w:rPr>
        <w:t>inute</w:t>
      </w:r>
      <w:r>
        <w:rPr>
          <w:lang w:val="en-US"/>
        </w:rPr>
        <w:t xml:space="preserve">s – we simply have to adapt the parameters by changing the </w:t>
      </w:r>
      <w:r w:rsidR="00D72F5F" w:rsidRPr="00E30C8C">
        <w:rPr>
          <w:lang w:val="en-US"/>
        </w:rPr>
        <w:t>inner</w:t>
      </w:r>
      <w:r>
        <w:rPr>
          <w:lang w:val="en-US"/>
        </w:rPr>
        <w:t xml:space="preserve"> a</w:t>
      </w:r>
      <w:r w:rsidR="00D72F5F" w:rsidRPr="00E30C8C">
        <w:rPr>
          <w:lang w:val="en-US"/>
        </w:rPr>
        <w:t xml:space="preserve">nd </w:t>
      </w:r>
      <w:r>
        <w:rPr>
          <w:lang w:val="en-US"/>
        </w:rPr>
        <w:t>outer slide height.”</w:t>
      </w:r>
    </w:p>
    <w:p w14:paraId="1183D62C" w14:textId="77777777" w:rsidR="00F032C6" w:rsidRPr="00E30C8C" w:rsidRDefault="00F032C6" w:rsidP="00D72F5F">
      <w:pPr>
        <w:rPr>
          <w:lang w:val="en-US"/>
        </w:rPr>
      </w:pPr>
    </w:p>
    <w:p w14:paraId="09BC1B99" w14:textId="25E31892" w:rsidR="00D72F5F" w:rsidRPr="00E30C8C" w:rsidRDefault="00310036" w:rsidP="006D3CBC">
      <w:pPr>
        <w:pStyle w:val="berschrift2"/>
        <w:rPr>
          <w:lang w:val="en-US"/>
        </w:rPr>
      </w:pPr>
      <w:r>
        <w:rPr>
          <w:lang w:val="en-US"/>
        </w:rPr>
        <w:t>C</w:t>
      </w:r>
      <w:r w:rsidR="00B61F1C" w:rsidRPr="00E30C8C">
        <w:rPr>
          <w:lang w:val="en-US"/>
        </w:rPr>
        <w:t>omplet</w:t>
      </w:r>
      <w:r>
        <w:rPr>
          <w:lang w:val="en-US"/>
        </w:rPr>
        <w:t>e turnkey delivery</w:t>
      </w:r>
    </w:p>
    <w:p w14:paraId="107B663F" w14:textId="0F8B0A0D" w:rsidR="00D72F5F" w:rsidRPr="00E30C8C" w:rsidRDefault="0004699C" w:rsidP="00D72F5F">
      <w:pPr>
        <w:rPr>
          <w:lang w:val="en-US"/>
        </w:rPr>
      </w:pPr>
      <w:r>
        <w:rPr>
          <w:lang w:val="en-US"/>
        </w:rPr>
        <w:t xml:space="preserve">With regard to the cooperation with </w:t>
      </w:r>
      <w:r w:rsidR="00D72F5F" w:rsidRPr="00E30C8C">
        <w:rPr>
          <w:lang w:val="en-US"/>
        </w:rPr>
        <w:t>Schuler</w:t>
      </w:r>
      <w:r>
        <w:rPr>
          <w:lang w:val="en-US"/>
        </w:rPr>
        <w:t>,</w:t>
      </w:r>
      <w:r w:rsidR="00D72F5F" w:rsidRPr="00E30C8C">
        <w:rPr>
          <w:lang w:val="en-US"/>
        </w:rPr>
        <w:t xml:space="preserve"> Tan Jintu</w:t>
      </w:r>
      <w:r>
        <w:rPr>
          <w:lang w:val="en-US"/>
        </w:rPr>
        <w:t xml:space="preserve"> says</w:t>
      </w:r>
      <w:r w:rsidR="00D72F5F" w:rsidRPr="00E30C8C">
        <w:rPr>
          <w:lang w:val="en-US"/>
        </w:rPr>
        <w:t xml:space="preserve">: </w:t>
      </w:r>
      <w:r>
        <w:rPr>
          <w:lang w:val="en-US"/>
        </w:rPr>
        <w:t>“</w:t>
      </w:r>
      <w:r w:rsidR="00D72F5F" w:rsidRPr="00E30C8C">
        <w:rPr>
          <w:lang w:val="en-US"/>
        </w:rPr>
        <w:t>Schuler</w:t>
      </w:r>
      <w:r>
        <w:rPr>
          <w:lang w:val="en-US"/>
        </w:rPr>
        <w:t>’s engineers are top-class experts. They found the right solution for all of our wishes</w:t>
      </w:r>
      <w:r w:rsidR="0063170C" w:rsidRPr="00E30C8C">
        <w:rPr>
          <w:lang w:val="en-US"/>
        </w:rPr>
        <w:t xml:space="preserve">, </w:t>
      </w:r>
      <w:r>
        <w:rPr>
          <w:lang w:val="en-US"/>
        </w:rPr>
        <w:t>such as linking the individual p</w:t>
      </w:r>
      <w:r w:rsidR="00D72F5F" w:rsidRPr="00E30C8C">
        <w:rPr>
          <w:lang w:val="en-US"/>
        </w:rPr>
        <w:t>ro</w:t>
      </w:r>
      <w:r>
        <w:rPr>
          <w:lang w:val="en-US"/>
        </w:rPr>
        <w:t>c</w:t>
      </w:r>
      <w:r w:rsidR="00D72F5F" w:rsidRPr="00E30C8C">
        <w:rPr>
          <w:lang w:val="en-US"/>
        </w:rPr>
        <w:t>ess</w:t>
      </w:r>
      <w:r>
        <w:rPr>
          <w:lang w:val="en-US"/>
        </w:rPr>
        <w:t>es</w:t>
      </w:r>
      <w:r w:rsidR="00D72F5F" w:rsidRPr="00E30C8C">
        <w:rPr>
          <w:lang w:val="en-US"/>
        </w:rPr>
        <w:t xml:space="preserve">, </w:t>
      </w:r>
      <w:r>
        <w:rPr>
          <w:lang w:val="en-US"/>
        </w:rPr>
        <w:t>supplying s</w:t>
      </w:r>
      <w:r w:rsidR="00D72F5F" w:rsidRPr="00E30C8C">
        <w:rPr>
          <w:lang w:val="en-US"/>
        </w:rPr>
        <w:t xml:space="preserve">oftware </w:t>
      </w:r>
      <w:r>
        <w:rPr>
          <w:lang w:val="en-US"/>
        </w:rPr>
        <w:t>to control the p</w:t>
      </w:r>
      <w:r w:rsidR="00D72F5F" w:rsidRPr="00E30C8C">
        <w:rPr>
          <w:lang w:val="en-US"/>
        </w:rPr>
        <w:t>rodu</w:t>
      </w:r>
      <w:r>
        <w:rPr>
          <w:lang w:val="en-US"/>
        </w:rPr>
        <w:t>c</w:t>
      </w:r>
      <w:r w:rsidR="00D72F5F" w:rsidRPr="00E30C8C">
        <w:rPr>
          <w:lang w:val="en-US"/>
        </w:rPr>
        <w:t>tion</w:t>
      </w:r>
      <w:r>
        <w:rPr>
          <w:lang w:val="en-US"/>
        </w:rPr>
        <w:t xml:space="preserve"> </w:t>
      </w:r>
      <w:r w:rsidR="00D72F5F" w:rsidRPr="00E30C8C">
        <w:rPr>
          <w:lang w:val="en-US"/>
        </w:rPr>
        <w:t xml:space="preserve">line, </w:t>
      </w:r>
      <w:r>
        <w:rPr>
          <w:lang w:val="en-US"/>
        </w:rPr>
        <w:t xml:space="preserve">providing basic </w:t>
      </w:r>
      <w:r w:rsidR="00D72F5F" w:rsidRPr="00E30C8C">
        <w:rPr>
          <w:lang w:val="en-US"/>
        </w:rPr>
        <w:t>techni</w:t>
      </w:r>
      <w:r>
        <w:rPr>
          <w:lang w:val="en-US"/>
        </w:rPr>
        <w:t>cal s</w:t>
      </w:r>
      <w:r w:rsidR="00D72F5F" w:rsidRPr="00E30C8C">
        <w:rPr>
          <w:lang w:val="en-US"/>
        </w:rPr>
        <w:t xml:space="preserve">upport or </w:t>
      </w:r>
      <w:r>
        <w:rPr>
          <w:lang w:val="en-US"/>
        </w:rPr>
        <w:t>design</w:t>
      </w:r>
      <w:r w:rsidR="00F302AC">
        <w:rPr>
          <w:lang w:val="en-US"/>
        </w:rPr>
        <w:t>ing</w:t>
      </w:r>
      <w:r>
        <w:rPr>
          <w:lang w:val="en-US"/>
        </w:rPr>
        <w:t xml:space="preserve"> the system</w:t>
      </w:r>
      <w:r w:rsidR="00F302AC">
        <w:rPr>
          <w:lang w:val="en-US"/>
        </w:rPr>
        <w:t>’s wiring</w:t>
      </w:r>
      <w:r w:rsidR="00D72F5F" w:rsidRPr="00E30C8C">
        <w:rPr>
          <w:lang w:val="en-US"/>
        </w:rPr>
        <w:t>.</w:t>
      </w:r>
      <w:r>
        <w:rPr>
          <w:lang w:val="en-US"/>
        </w:rPr>
        <w:t>”</w:t>
      </w:r>
      <w:r w:rsidR="00236ACF" w:rsidRPr="00E30C8C">
        <w:rPr>
          <w:lang w:val="en-US"/>
        </w:rPr>
        <w:t xml:space="preserve"> Schuler</w:t>
      </w:r>
      <w:r>
        <w:rPr>
          <w:lang w:val="en-US"/>
        </w:rPr>
        <w:t>’s turnkey delivery of the production line included a coil line, feed device, coil lubrication unit a</w:t>
      </w:r>
      <w:r w:rsidR="00D72F5F" w:rsidRPr="00E30C8C">
        <w:rPr>
          <w:lang w:val="en-US"/>
        </w:rPr>
        <w:t xml:space="preserve">nd </w:t>
      </w:r>
      <w:r>
        <w:rPr>
          <w:lang w:val="en-US"/>
        </w:rPr>
        <w:t xml:space="preserve">dies, </w:t>
      </w:r>
      <w:r w:rsidR="00236ACF" w:rsidRPr="00E30C8C">
        <w:rPr>
          <w:lang w:val="en-US"/>
        </w:rPr>
        <w:t xml:space="preserve">so </w:t>
      </w:r>
      <w:r>
        <w:rPr>
          <w:lang w:val="en-US"/>
        </w:rPr>
        <w:t>that production could be launched immediately on site</w:t>
      </w:r>
      <w:r w:rsidR="00236ACF" w:rsidRPr="00E30C8C">
        <w:rPr>
          <w:lang w:val="en-US"/>
        </w:rPr>
        <w:t>.</w:t>
      </w:r>
    </w:p>
    <w:p w14:paraId="690E3210" w14:textId="77777777" w:rsidR="00236ACF" w:rsidRPr="00E30C8C" w:rsidRDefault="00236ACF" w:rsidP="00D72F5F">
      <w:pPr>
        <w:rPr>
          <w:lang w:val="en-US"/>
        </w:rPr>
      </w:pPr>
    </w:p>
    <w:p w14:paraId="60A36BF9" w14:textId="7A34A2C9" w:rsidR="00D72F5F" w:rsidRPr="00E30C8C" w:rsidRDefault="001F3483" w:rsidP="00D72F5F">
      <w:pPr>
        <w:rPr>
          <w:lang w:val="en-US"/>
        </w:rPr>
      </w:pPr>
      <w:r w:rsidRPr="00E30C8C">
        <w:rPr>
          <w:lang w:val="en-US"/>
        </w:rPr>
        <w:t>Schuler</w:t>
      </w:r>
      <w:r w:rsidR="0004699C">
        <w:rPr>
          <w:lang w:val="en-US"/>
        </w:rPr>
        <w:t>’s experts not only travelled from Germany to i</w:t>
      </w:r>
      <w:r w:rsidR="00D72F5F" w:rsidRPr="00E30C8C">
        <w:rPr>
          <w:lang w:val="en-US"/>
        </w:rPr>
        <w:t>nstall</w:t>
      </w:r>
      <w:r w:rsidR="0004699C">
        <w:rPr>
          <w:lang w:val="en-US"/>
        </w:rPr>
        <w:t xml:space="preserve"> and set up the line, </w:t>
      </w:r>
      <w:r w:rsidR="00F302AC">
        <w:rPr>
          <w:lang w:val="en-US"/>
        </w:rPr>
        <w:t xml:space="preserve">however, </w:t>
      </w:r>
      <w:r w:rsidR="0004699C">
        <w:rPr>
          <w:lang w:val="en-US"/>
        </w:rPr>
        <w:t xml:space="preserve">but also to train </w:t>
      </w:r>
      <w:r w:rsidR="00D72F5F" w:rsidRPr="00E30C8C">
        <w:rPr>
          <w:lang w:val="en-US"/>
        </w:rPr>
        <w:t>Beihai Jinmeng</w:t>
      </w:r>
      <w:r w:rsidR="0004699C">
        <w:rPr>
          <w:lang w:val="en-US"/>
        </w:rPr>
        <w:t>’s employees with regard to p</w:t>
      </w:r>
      <w:r w:rsidR="00D72F5F" w:rsidRPr="00E30C8C">
        <w:rPr>
          <w:lang w:val="en-US"/>
        </w:rPr>
        <w:t>rodu</w:t>
      </w:r>
      <w:r w:rsidR="0004699C">
        <w:rPr>
          <w:lang w:val="en-US"/>
        </w:rPr>
        <w:t>c</w:t>
      </w:r>
      <w:r w:rsidR="00D72F5F" w:rsidRPr="00E30C8C">
        <w:rPr>
          <w:lang w:val="en-US"/>
        </w:rPr>
        <w:t xml:space="preserve">tion, </w:t>
      </w:r>
      <w:r w:rsidR="0004699C">
        <w:rPr>
          <w:lang w:val="en-US"/>
        </w:rPr>
        <w:t>operation a</w:t>
      </w:r>
      <w:r w:rsidR="00D72F5F" w:rsidRPr="00E30C8C">
        <w:rPr>
          <w:lang w:val="en-US"/>
        </w:rPr>
        <w:t xml:space="preserve">nd </w:t>
      </w:r>
      <w:r w:rsidR="0004699C">
        <w:rPr>
          <w:lang w:val="en-US"/>
        </w:rPr>
        <w:t>maintenance</w:t>
      </w:r>
      <w:r w:rsidR="00D72F5F" w:rsidRPr="00E30C8C">
        <w:rPr>
          <w:lang w:val="en-US"/>
        </w:rPr>
        <w:t xml:space="preserve">. </w:t>
      </w:r>
      <w:r w:rsidR="0004699C">
        <w:rPr>
          <w:lang w:val="en-US"/>
        </w:rPr>
        <w:t>A j</w:t>
      </w:r>
      <w:r w:rsidR="00D72F5F" w:rsidRPr="00E30C8C">
        <w:rPr>
          <w:lang w:val="en-US"/>
        </w:rPr>
        <w:t>oint</w:t>
      </w:r>
      <w:r w:rsidR="0004699C">
        <w:rPr>
          <w:lang w:val="en-US"/>
        </w:rPr>
        <w:t xml:space="preserve"> v</w:t>
      </w:r>
      <w:r w:rsidR="00D72F5F" w:rsidRPr="00E30C8C">
        <w:rPr>
          <w:lang w:val="en-US"/>
        </w:rPr>
        <w:t>enture</w:t>
      </w:r>
      <w:r w:rsidR="0004699C">
        <w:rPr>
          <w:lang w:val="en-US"/>
        </w:rPr>
        <w:t xml:space="preserve"> company </w:t>
      </w:r>
      <w:r w:rsidR="00D72F5F" w:rsidRPr="00E30C8C">
        <w:rPr>
          <w:lang w:val="en-US"/>
        </w:rPr>
        <w:t>German Machine Tool Service Co., Ltd (GMS)</w:t>
      </w:r>
      <w:r w:rsidR="0004699C">
        <w:rPr>
          <w:lang w:val="en-US"/>
        </w:rPr>
        <w:t xml:space="preserve">, is responsible for providing the </w:t>
      </w:r>
      <w:r w:rsidR="0004699C">
        <w:rPr>
          <w:lang w:val="en-US"/>
        </w:rPr>
        <w:lastRenderedPageBreak/>
        <w:t>c</w:t>
      </w:r>
      <w:r w:rsidR="0004699C" w:rsidRPr="00E30C8C">
        <w:rPr>
          <w:lang w:val="en-US"/>
        </w:rPr>
        <w:t>omplet</w:t>
      </w:r>
      <w:r w:rsidR="0004699C">
        <w:rPr>
          <w:lang w:val="en-US"/>
        </w:rPr>
        <w:t>e technical customer service, including spare parts a</w:t>
      </w:r>
      <w:r w:rsidR="0004699C" w:rsidRPr="00E30C8C">
        <w:rPr>
          <w:lang w:val="en-US"/>
        </w:rPr>
        <w:t xml:space="preserve">nd </w:t>
      </w:r>
      <w:r w:rsidR="0004699C">
        <w:rPr>
          <w:lang w:val="en-US"/>
        </w:rPr>
        <w:t>advice on accessories a</w:t>
      </w:r>
      <w:r w:rsidR="0004699C" w:rsidRPr="00E30C8C">
        <w:rPr>
          <w:lang w:val="en-US"/>
        </w:rPr>
        <w:t>nd techni</w:t>
      </w:r>
      <w:r w:rsidR="0004699C">
        <w:rPr>
          <w:lang w:val="en-US"/>
        </w:rPr>
        <w:t>cal solutions</w:t>
      </w:r>
      <w:r w:rsidR="00D72F5F" w:rsidRPr="00E30C8C">
        <w:rPr>
          <w:lang w:val="en-US"/>
        </w:rPr>
        <w:t xml:space="preserve">. </w:t>
      </w:r>
      <w:r w:rsidR="0004699C">
        <w:rPr>
          <w:lang w:val="en-US"/>
        </w:rPr>
        <w:t>“The s</w:t>
      </w:r>
      <w:r w:rsidR="00D72F5F" w:rsidRPr="00E30C8C">
        <w:rPr>
          <w:lang w:val="en-US"/>
        </w:rPr>
        <w:t xml:space="preserve">ervice </w:t>
      </w:r>
      <w:r w:rsidR="0004699C">
        <w:rPr>
          <w:lang w:val="en-US"/>
        </w:rPr>
        <w:t xml:space="preserve">provided </w:t>
      </w:r>
      <w:r w:rsidR="00D72F5F" w:rsidRPr="00E30C8C">
        <w:rPr>
          <w:lang w:val="en-US"/>
        </w:rPr>
        <w:t>is</w:t>
      </w:r>
      <w:r w:rsidR="0004699C">
        <w:rPr>
          <w:lang w:val="en-US"/>
        </w:rPr>
        <w:t xml:space="preserve"> extremely </w:t>
      </w:r>
      <w:r w:rsidR="00D72F5F" w:rsidRPr="00E30C8C">
        <w:rPr>
          <w:lang w:val="en-US"/>
        </w:rPr>
        <w:t>profession</w:t>
      </w:r>
      <w:r w:rsidR="0004699C">
        <w:rPr>
          <w:lang w:val="en-US"/>
        </w:rPr>
        <w:t xml:space="preserve">al and well structured,” concludes </w:t>
      </w:r>
      <w:r w:rsidR="00216F6F" w:rsidRPr="00E30C8C">
        <w:rPr>
          <w:lang w:val="en-US"/>
        </w:rPr>
        <w:t>Tan Jintu:</w:t>
      </w:r>
      <w:r w:rsidR="00D72F5F" w:rsidRPr="00E30C8C">
        <w:rPr>
          <w:lang w:val="en-US"/>
        </w:rPr>
        <w:t xml:space="preserve"> </w:t>
      </w:r>
      <w:r w:rsidR="0004699C">
        <w:rPr>
          <w:lang w:val="en-US"/>
        </w:rPr>
        <w:t>“</w:t>
      </w:r>
      <w:r w:rsidR="00D72F5F" w:rsidRPr="00E30C8C">
        <w:rPr>
          <w:lang w:val="en-US"/>
        </w:rPr>
        <w:t>W</w:t>
      </w:r>
      <w:r w:rsidR="0004699C">
        <w:rPr>
          <w:lang w:val="en-US"/>
        </w:rPr>
        <w:t xml:space="preserve">e are </w:t>
      </w:r>
      <w:r w:rsidR="00F302AC">
        <w:rPr>
          <w:lang w:val="en-US"/>
        </w:rPr>
        <w:t>highly</w:t>
      </w:r>
      <w:r w:rsidR="0004699C">
        <w:rPr>
          <w:lang w:val="en-US"/>
        </w:rPr>
        <w:t xml:space="preserve"> satisfied.”</w:t>
      </w:r>
    </w:p>
    <w:p w14:paraId="78721954" w14:textId="77777777" w:rsidR="007E1606" w:rsidRPr="00E30C8C" w:rsidRDefault="007E1606" w:rsidP="007E1606">
      <w:pPr>
        <w:rPr>
          <w:lang w:val="en-US"/>
        </w:rPr>
      </w:pPr>
    </w:p>
    <w:p w14:paraId="4C429E9B" w14:textId="77777777" w:rsidR="007E1606" w:rsidRPr="00E30C8C" w:rsidRDefault="007E1606" w:rsidP="007E1606">
      <w:pPr>
        <w:rPr>
          <w:lang w:val="en-US"/>
        </w:rPr>
      </w:pPr>
    </w:p>
    <w:p w14:paraId="32CB7A26" w14:textId="53E747AC" w:rsidR="007E1606" w:rsidRPr="00E30C8C" w:rsidRDefault="00E30C8C" w:rsidP="000E228F">
      <w:pPr>
        <w:pStyle w:val="berschrift3"/>
        <w:rPr>
          <w:lang w:val="en-US"/>
        </w:rPr>
      </w:pPr>
      <w:r w:rsidRPr="0002433A">
        <w:rPr>
          <w:lang w:val="en-US"/>
        </w:rPr>
        <w:t>Captions</w:t>
      </w:r>
    </w:p>
    <w:p w14:paraId="4319D57A" w14:textId="163BF19B" w:rsidR="00C82B81" w:rsidRPr="00E30C8C" w:rsidRDefault="007E1606" w:rsidP="007E1606">
      <w:pPr>
        <w:rPr>
          <w:lang w:val="en-US"/>
        </w:rPr>
      </w:pPr>
      <w:r w:rsidRPr="00E30C8C">
        <w:rPr>
          <w:lang w:val="en-US"/>
        </w:rPr>
        <w:t xml:space="preserve">Bild1.jpg: </w:t>
      </w:r>
      <w:r w:rsidR="00334717" w:rsidRPr="00E30C8C">
        <w:rPr>
          <w:lang w:val="en-US"/>
        </w:rPr>
        <w:t>Schuler</w:t>
      </w:r>
      <w:r w:rsidR="00334717">
        <w:rPr>
          <w:lang w:val="en-US"/>
        </w:rPr>
        <w:t xml:space="preserve">’s </w:t>
      </w:r>
      <w:r w:rsidR="00334717" w:rsidRPr="00E30C8C">
        <w:rPr>
          <w:lang w:val="en-US"/>
        </w:rPr>
        <w:t xml:space="preserve">DA 140 </w:t>
      </w:r>
      <w:r w:rsidR="00334717">
        <w:rPr>
          <w:lang w:val="en-US"/>
        </w:rPr>
        <w:t>cupping press is at the heart of the p</w:t>
      </w:r>
      <w:r w:rsidR="00334717" w:rsidRPr="00E30C8C">
        <w:rPr>
          <w:lang w:val="en-US"/>
        </w:rPr>
        <w:t>rodu</w:t>
      </w:r>
      <w:r w:rsidR="00334717">
        <w:rPr>
          <w:lang w:val="en-US"/>
        </w:rPr>
        <w:t>c</w:t>
      </w:r>
      <w:r w:rsidR="00334717" w:rsidRPr="00E30C8C">
        <w:rPr>
          <w:lang w:val="en-US"/>
        </w:rPr>
        <w:t>tion</w:t>
      </w:r>
      <w:r w:rsidR="00334717">
        <w:rPr>
          <w:lang w:val="en-US"/>
        </w:rPr>
        <w:t xml:space="preserve"> </w:t>
      </w:r>
      <w:r w:rsidR="00334717" w:rsidRPr="00E30C8C">
        <w:rPr>
          <w:lang w:val="en-US"/>
        </w:rPr>
        <w:t xml:space="preserve">line </w:t>
      </w:r>
      <w:r w:rsidR="00334717">
        <w:rPr>
          <w:lang w:val="en-US"/>
        </w:rPr>
        <w:t>for C</w:t>
      </w:r>
      <w:r w:rsidR="00334717" w:rsidRPr="00E30C8C">
        <w:rPr>
          <w:lang w:val="en-US"/>
        </w:rPr>
        <w:t>hines</w:t>
      </w:r>
      <w:r w:rsidR="00334717">
        <w:rPr>
          <w:lang w:val="en-US"/>
        </w:rPr>
        <w:t xml:space="preserve">e beverage can manufacturer </w:t>
      </w:r>
      <w:r w:rsidR="00334717" w:rsidRPr="00E30C8C">
        <w:rPr>
          <w:lang w:val="en-US"/>
        </w:rPr>
        <w:t>Beihai Jinmeng</w:t>
      </w:r>
      <w:r w:rsidR="00FE7A68" w:rsidRPr="00E30C8C">
        <w:rPr>
          <w:lang w:val="en-US"/>
        </w:rPr>
        <w:t>.</w:t>
      </w:r>
    </w:p>
    <w:p w14:paraId="203C742F" w14:textId="77777777" w:rsidR="00550299" w:rsidRDefault="007E1606" w:rsidP="00550299">
      <w:pPr>
        <w:rPr>
          <w:lang w:val="en-US"/>
        </w:rPr>
      </w:pPr>
      <w:r w:rsidRPr="00E30C8C">
        <w:rPr>
          <w:lang w:val="en-US"/>
        </w:rPr>
        <w:t xml:space="preserve">Bild2.jpg: </w:t>
      </w:r>
      <w:r w:rsidR="00334717" w:rsidRPr="00E30C8C">
        <w:rPr>
          <w:lang w:val="en-US"/>
        </w:rPr>
        <w:t>Schuler</w:t>
      </w:r>
      <w:r w:rsidR="00334717">
        <w:rPr>
          <w:lang w:val="en-US"/>
        </w:rPr>
        <w:t>’s turnkey delivery of the production line included a coil line, feed device, coil lubrication unit a</w:t>
      </w:r>
      <w:r w:rsidR="00334717" w:rsidRPr="00E30C8C">
        <w:rPr>
          <w:lang w:val="en-US"/>
        </w:rPr>
        <w:t xml:space="preserve">nd </w:t>
      </w:r>
      <w:r w:rsidR="00334717">
        <w:rPr>
          <w:lang w:val="en-US"/>
        </w:rPr>
        <w:t>dies</w:t>
      </w:r>
      <w:r w:rsidR="009C60DE" w:rsidRPr="00E30C8C">
        <w:rPr>
          <w:lang w:val="en-US"/>
        </w:rPr>
        <w:t>.</w:t>
      </w:r>
    </w:p>
    <w:p w14:paraId="4EF918F6" w14:textId="4A41F3C8" w:rsidR="006F33A4" w:rsidRPr="006F33A4" w:rsidRDefault="00732E66" w:rsidP="00550299">
      <w:pPr>
        <w:rPr>
          <w:lang w:val="en-US"/>
        </w:rPr>
      </w:pPr>
      <w:bookmarkStart w:id="0" w:name="_GoBack"/>
      <w:bookmarkEnd w:id="0"/>
      <w:r w:rsidRPr="00C14BEE">
        <w:rPr>
          <w:lang w:val="en-US"/>
        </w:rPr>
        <w:t xml:space="preserve">Bild3.jpg: </w:t>
      </w:r>
      <w:proofErr w:type="spellStart"/>
      <w:r w:rsidR="00C14BEE" w:rsidRPr="00C14BEE">
        <w:rPr>
          <w:lang w:val="en-US"/>
        </w:rPr>
        <w:t>Beihai</w:t>
      </w:r>
      <w:proofErr w:type="spellEnd"/>
      <w:r w:rsidR="00C14BEE" w:rsidRPr="00C14BEE">
        <w:rPr>
          <w:lang w:val="en-US"/>
        </w:rPr>
        <w:t xml:space="preserve"> </w:t>
      </w:r>
      <w:proofErr w:type="spellStart"/>
      <w:r w:rsidR="00C14BEE" w:rsidRPr="00C14BEE">
        <w:rPr>
          <w:lang w:val="en-US"/>
        </w:rPr>
        <w:t>Jinmeng’s</w:t>
      </w:r>
      <w:proofErr w:type="spellEnd"/>
      <w:r w:rsidR="00C14BEE" w:rsidRPr="00C14BEE">
        <w:rPr>
          <w:lang w:val="en-US"/>
        </w:rPr>
        <w:t xml:space="preserve"> Vice</w:t>
      </w:r>
      <w:r w:rsidR="00C14BEE" w:rsidRPr="00C14BEE">
        <w:rPr>
          <w:lang w:val="en-US"/>
        </w:rPr>
        <w:t xml:space="preserve"> General Manager</w:t>
      </w:r>
      <w:r w:rsidR="00C14BEE" w:rsidRPr="00C14BEE">
        <w:rPr>
          <w:lang w:val="en-US"/>
        </w:rPr>
        <w:t xml:space="preserve"> </w:t>
      </w:r>
      <w:proofErr w:type="spellStart"/>
      <w:r w:rsidR="00400CF5">
        <w:rPr>
          <w:lang w:val="en-US"/>
        </w:rPr>
        <w:t>Shenming</w:t>
      </w:r>
      <w:proofErr w:type="spellEnd"/>
      <w:r w:rsidR="00400CF5">
        <w:rPr>
          <w:lang w:val="en-US"/>
        </w:rPr>
        <w:t xml:space="preserve"> </w:t>
      </w:r>
      <w:proofErr w:type="spellStart"/>
      <w:r w:rsidR="00400CF5">
        <w:rPr>
          <w:lang w:val="en-US"/>
        </w:rPr>
        <w:t>Lv</w:t>
      </w:r>
      <w:proofErr w:type="spellEnd"/>
      <w:r w:rsidR="00C14BEE">
        <w:rPr>
          <w:lang w:val="en-US"/>
        </w:rPr>
        <w:t xml:space="preserve">, General Manager </w:t>
      </w:r>
      <w:r w:rsidR="00400CF5">
        <w:rPr>
          <w:lang w:val="en-US"/>
        </w:rPr>
        <w:t xml:space="preserve">Wang </w:t>
      </w:r>
      <w:proofErr w:type="spellStart"/>
      <w:r w:rsidR="00400CF5">
        <w:rPr>
          <w:lang w:val="en-US"/>
        </w:rPr>
        <w:t>Zhaoying</w:t>
      </w:r>
      <w:proofErr w:type="spellEnd"/>
      <w:r w:rsidR="00C14BEE" w:rsidRPr="00C14BEE">
        <w:rPr>
          <w:rFonts w:eastAsiaTheme="minorHAnsi"/>
          <w:lang w:val="en-US"/>
        </w:rPr>
        <w:t xml:space="preserve">, </w:t>
      </w:r>
      <w:r w:rsidR="006F33A4">
        <w:rPr>
          <w:rFonts w:eastAsiaTheme="minorHAnsi"/>
          <w:lang w:val="en-US"/>
        </w:rPr>
        <w:t xml:space="preserve">Schuler’s </w:t>
      </w:r>
      <w:r w:rsidR="006F33A4" w:rsidRPr="006F33A4">
        <w:rPr>
          <w:color w:val="000000"/>
          <w:lang w:val="en-US"/>
        </w:rPr>
        <w:t>Director Sales Packaging</w:t>
      </w:r>
      <w:r w:rsidR="006F33A4">
        <w:rPr>
          <w:lang w:val="en-US"/>
        </w:rPr>
        <w:t xml:space="preserve"> </w:t>
      </w:r>
      <w:r w:rsidR="00C14BEE">
        <w:rPr>
          <w:lang w:val="en-US"/>
        </w:rPr>
        <w:t xml:space="preserve">Michael </w:t>
      </w:r>
      <w:proofErr w:type="spellStart"/>
      <w:r w:rsidR="00C14BEE">
        <w:rPr>
          <w:lang w:val="en-US"/>
        </w:rPr>
        <w:t>Marschall</w:t>
      </w:r>
      <w:proofErr w:type="spellEnd"/>
      <w:r w:rsidR="00400CF5">
        <w:rPr>
          <w:lang w:val="en-US"/>
        </w:rPr>
        <w:t>,</w:t>
      </w:r>
      <w:r w:rsidR="00A0615A">
        <w:rPr>
          <w:color w:val="000000"/>
          <w:lang w:val="en-US"/>
        </w:rPr>
        <w:t xml:space="preserve"> </w:t>
      </w:r>
      <w:proofErr w:type="spellStart"/>
      <w:r w:rsidR="00A0615A" w:rsidRPr="00E30C8C">
        <w:rPr>
          <w:lang w:val="en-US"/>
        </w:rPr>
        <w:t>Beihai</w:t>
      </w:r>
      <w:proofErr w:type="spellEnd"/>
      <w:r w:rsidR="00A0615A" w:rsidRPr="00E30C8C">
        <w:rPr>
          <w:lang w:val="en-US"/>
        </w:rPr>
        <w:t xml:space="preserve"> </w:t>
      </w:r>
      <w:proofErr w:type="spellStart"/>
      <w:r w:rsidR="00A0615A" w:rsidRPr="00E30C8C">
        <w:rPr>
          <w:lang w:val="en-US"/>
        </w:rPr>
        <w:t>Jinmeng</w:t>
      </w:r>
      <w:r w:rsidR="00A0615A">
        <w:rPr>
          <w:lang w:val="en-US"/>
        </w:rPr>
        <w:t>’s</w:t>
      </w:r>
      <w:proofErr w:type="spellEnd"/>
      <w:r w:rsidR="00A0615A">
        <w:rPr>
          <w:lang w:val="en-US"/>
        </w:rPr>
        <w:t xml:space="preserve"> </w:t>
      </w:r>
      <w:r w:rsidR="006F33A4" w:rsidRPr="00E30C8C">
        <w:rPr>
          <w:lang w:val="en-US"/>
        </w:rPr>
        <w:t>Proje</w:t>
      </w:r>
      <w:r w:rsidR="006F33A4">
        <w:rPr>
          <w:lang w:val="en-US"/>
        </w:rPr>
        <w:t>c</w:t>
      </w:r>
      <w:r w:rsidR="006F33A4" w:rsidRPr="00E30C8C">
        <w:rPr>
          <w:lang w:val="en-US"/>
        </w:rPr>
        <w:t>t</w:t>
      </w:r>
      <w:r w:rsidR="006F33A4">
        <w:rPr>
          <w:lang w:val="en-US"/>
        </w:rPr>
        <w:t xml:space="preserve"> Manager </w:t>
      </w:r>
      <w:r w:rsidR="006F33A4" w:rsidRPr="00E30C8C">
        <w:rPr>
          <w:lang w:val="en-US"/>
        </w:rPr>
        <w:t xml:space="preserve">Tan </w:t>
      </w:r>
      <w:proofErr w:type="spellStart"/>
      <w:r w:rsidR="006F33A4" w:rsidRPr="00E30C8C">
        <w:rPr>
          <w:lang w:val="en-US"/>
        </w:rPr>
        <w:t>Jintu</w:t>
      </w:r>
      <w:proofErr w:type="spellEnd"/>
      <w:r w:rsidR="006F33A4" w:rsidRPr="00E30C8C">
        <w:rPr>
          <w:lang w:val="en-US"/>
        </w:rPr>
        <w:t xml:space="preserve"> </w:t>
      </w:r>
      <w:r w:rsidR="006F33A4">
        <w:rPr>
          <w:lang w:val="en-US"/>
        </w:rPr>
        <w:t>(from left).</w:t>
      </w:r>
    </w:p>
    <w:p w14:paraId="40E64E58" w14:textId="77777777" w:rsidR="009B2577" w:rsidRPr="00E30C8C" w:rsidRDefault="009B2577" w:rsidP="007E1606">
      <w:pPr>
        <w:rPr>
          <w:lang w:val="en-US"/>
        </w:rPr>
      </w:pPr>
    </w:p>
    <w:p w14:paraId="7B124C58" w14:textId="77777777" w:rsidR="00E30C8C" w:rsidRPr="0002433A" w:rsidRDefault="00E30C8C" w:rsidP="00E30C8C">
      <w:pPr>
        <w:rPr>
          <w:i/>
          <w:lang w:val="en-US"/>
        </w:rPr>
      </w:pPr>
      <w:r w:rsidRPr="0002433A">
        <w:rPr>
          <w:i/>
          <w:lang w:val="en-US"/>
        </w:rPr>
        <w:t>Please name Schuler as the photo source.</w:t>
      </w:r>
    </w:p>
    <w:p w14:paraId="7D43F22E" w14:textId="77777777" w:rsidR="00DE3281" w:rsidRPr="00E30C8C" w:rsidRDefault="00DE3281">
      <w:pPr>
        <w:spacing w:line="240" w:lineRule="auto"/>
        <w:rPr>
          <w:rFonts w:cs="Arial"/>
          <w:lang w:val="en-US"/>
        </w:rPr>
      </w:pPr>
      <w:r w:rsidRPr="00E30C8C">
        <w:rPr>
          <w:rFonts w:cs="Arial"/>
          <w:lang w:val="en-US"/>
        </w:rPr>
        <w:br w:type="page"/>
      </w:r>
    </w:p>
    <w:p w14:paraId="32AED5F5" w14:textId="77777777" w:rsidR="005833D5" w:rsidRPr="00E30C8C" w:rsidRDefault="005833D5" w:rsidP="008E1F8F">
      <w:pPr>
        <w:ind w:right="-15"/>
        <w:outlineLvl w:val="0"/>
        <w:rPr>
          <w:rFonts w:cs="Arial"/>
          <w:lang w:val="en-US"/>
        </w:rPr>
      </w:pPr>
    </w:p>
    <w:p w14:paraId="7852EC98" w14:textId="77777777" w:rsidR="005833D5" w:rsidRPr="00E30C8C" w:rsidRDefault="005833D5" w:rsidP="008E1F8F">
      <w:pPr>
        <w:pBdr>
          <w:top w:val="single" w:sz="4" w:space="1" w:color="auto"/>
        </w:pBdr>
        <w:spacing w:line="240" w:lineRule="auto"/>
        <w:jc w:val="both"/>
        <w:rPr>
          <w:lang w:val="en-US"/>
        </w:rPr>
      </w:pPr>
    </w:p>
    <w:p w14:paraId="204B8632" w14:textId="77777777" w:rsidR="005833D5" w:rsidRPr="00E30C8C" w:rsidRDefault="005833D5" w:rsidP="008E1F8F">
      <w:pPr>
        <w:pBdr>
          <w:top w:val="single" w:sz="4" w:space="1" w:color="auto"/>
        </w:pBdr>
        <w:spacing w:line="240" w:lineRule="auto"/>
        <w:jc w:val="both"/>
        <w:rPr>
          <w:lang w:val="en-US"/>
        </w:rPr>
      </w:pPr>
    </w:p>
    <w:p w14:paraId="4F2FC18A" w14:textId="77777777" w:rsidR="00E30C8C" w:rsidRPr="0002433A" w:rsidRDefault="00E30C8C" w:rsidP="00E30C8C">
      <w:pPr>
        <w:spacing w:line="240" w:lineRule="auto"/>
        <w:ind w:right="-15"/>
        <w:jc w:val="both"/>
        <w:outlineLvl w:val="0"/>
        <w:rPr>
          <w:b/>
          <w:i/>
          <w:lang w:val="en-US"/>
        </w:rPr>
      </w:pPr>
      <w:r w:rsidRPr="0002433A">
        <w:rPr>
          <w:b/>
          <w:i/>
          <w:lang w:val="en-US"/>
        </w:rPr>
        <w:t>About the Schuler Group – www.schulergroup.com</w:t>
      </w:r>
    </w:p>
    <w:p w14:paraId="7620A558" w14:textId="77777777" w:rsidR="00E30C8C" w:rsidRPr="0002433A" w:rsidRDefault="00E30C8C" w:rsidP="00E30C8C">
      <w:pPr>
        <w:spacing w:line="240" w:lineRule="auto"/>
        <w:ind w:right="-15"/>
        <w:jc w:val="both"/>
        <w:outlineLvl w:val="0"/>
        <w:rPr>
          <w:i/>
          <w:lang w:val="en-US"/>
        </w:rPr>
      </w:pPr>
      <w:r w:rsidRPr="0002433A">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Schuler.</w:t>
      </w:r>
    </w:p>
    <w:p w14:paraId="0AE6C6A1" w14:textId="5D6D8FBA" w:rsidR="005833D5" w:rsidRPr="00E30C8C" w:rsidRDefault="005833D5" w:rsidP="00E30C8C">
      <w:pPr>
        <w:spacing w:line="240" w:lineRule="auto"/>
        <w:ind w:right="-15"/>
        <w:jc w:val="both"/>
        <w:outlineLvl w:val="0"/>
        <w:rPr>
          <w:i/>
          <w:lang w:val="en-US"/>
        </w:rPr>
      </w:pPr>
    </w:p>
    <w:sectPr w:rsidR="005833D5" w:rsidRPr="00E30C8C"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B01C9" w14:textId="77777777" w:rsidR="007024D9" w:rsidRDefault="007024D9" w:rsidP="007E132D">
      <w:r>
        <w:separator/>
      </w:r>
    </w:p>
    <w:p w14:paraId="368033C4" w14:textId="77777777" w:rsidR="007024D9" w:rsidRDefault="007024D9" w:rsidP="007E132D"/>
  </w:endnote>
  <w:endnote w:type="continuationSeparator" w:id="0">
    <w:p w14:paraId="3BF92E5B" w14:textId="77777777" w:rsidR="007024D9" w:rsidRDefault="007024D9" w:rsidP="007E132D">
      <w:r>
        <w:continuationSeparator/>
      </w:r>
    </w:p>
    <w:p w14:paraId="61743CC9" w14:textId="77777777" w:rsidR="007024D9" w:rsidRDefault="007024D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3E5E7BA9" w14:textId="77777777" w:rsidTr="007E1606">
      <w:trPr>
        <w:trHeight w:hRule="exact" w:val="227"/>
      </w:trPr>
      <w:tc>
        <w:tcPr>
          <w:tcW w:w="2409" w:type="dxa"/>
          <w:shd w:val="clear" w:color="auto" w:fill="auto"/>
        </w:tcPr>
        <w:p w14:paraId="3B5B732E"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50299">
            <w:rPr>
              <w:rFonts w:eastAsia="Calibri"/>
              <w:noProof/>
            </w:rPr>
            <w:instrText>5</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550299">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550299">
            <w:rPr>
              <w:rFonts w:eastAsia="Calibri"/>
              <w:noProof/>
            </w:rPr>
            <w:instrText>5</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550299" w:rsidRPr="007E1606">
            <w:rPr>
              <w:rFonts w:eastAsia="Calibri"/>
              <w:noProof/>
            </w:rPr>
            <w:t xml:space="preserve">Seite </w:t>
          </w:r>
          <w:r w:rsidR="00550299">
            <w:rPr>
              <w:rFonts w:eastAsia="Calibri"/>
              <w:noProof/>
            </w:rPr>
            <w:t>4</w:t>
          </w:r>
          <w:r w:rsidR="00550299" w:rsidRPr="007E1606">
            <w:rPr>
              <w:rFonts w:eastAsia="Calibri"/>
              <w:noProof/>
            </w:rPr>
            <w:t xml:space="preserve"> von </w:t>
          </w:r>
          <w:r w:rsidR="00550299">
            <w:rPr>
              <w:rFonts w:eastAsia="Calibri"/>
              <w:noProof/>
            </w:rPr>
            <w:t>5</w:t>
          </w:r>
          <w:r w:rsidRPr="007E1606">
            <w:rPr>
              <w:rFonts w:eastAsia="Calibri"/>
            </w:rPr>
            <w:fldChar w:fldCharType="end"/>
          </w:r>
        </w:p>
      </w:tc>
    </w:tr>
  </w:tbl>
  <w:p w14:paraId="49BAD4F7" w14:textId="77777777" w:rsidR="00E3363B" w:rsidRPr="00D16703" w:rsidRDefault="00E3363B" w:rsidP="007E132D">
    <w:pPr>
      <w:pStyle w:val="Fuzeile"/>
      <w:rPr>
        <w:lang w:val="it-IT"/>
      </w:rPr>
    </w:pPr>
  </w:p>
  <w:p w14:paraId="1F88E804" w14:textId="77777777" w:rsidR="00E90330" w:rsidRDefault="00E90330" w:rsidP="007E132D"/>
  <w:p w14:paraId="6239A496"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FD9DA"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EC436" w14:textId="77777777" w:rsidR="007024D9" w:rsidRDefault="007024D9" w:rsidP="007E132D">
      <w:r>
        <w:separator/>
      </w:r>
    </w:p>
    <w:p w14:paraId="189A2E86" w14:textId="77777777" w:rsidR="007024D9" w:rsidRDefault="007024D9" w:rsidP="007E132D"/>
  </w:footnote>
  <w:footnote w:type="continuationSeparator" w:id="0">
    <w:p w14:paraId="4F166382" w14:textId="77777777" w:rsidR="007024D9" w:rsidRDefault="007024D9" w:rsidP="007E132D">
      <w:r>
        <w:continuationSeparator/>
      </w:r>
    </w:p>
    <w:p w14:paraId="28F44792" w14:textId="77777777" w:rsidR="007024D9" w:rsidRDefault="007024D9"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CEB06"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10EBC710" wp14:editId="4040607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0C1A328" wp14:editId="1F9CD48E">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CA4E4" w14:textId="77777777" w:rsidR="00E3363B" w:rsidRDefault="001E0C3C" w:rsidP="007E132D">
    <w:r>
      <w:rPr>
        <w:noProof/>
      </w:rPr>
      <w:drawing>
        <wp:anchor distT="0" distB="0" distL="114300" distR="114300" simplePos="0" relativeHeight="251656192" behindDoc="1" locked="0" layoutInCell="1" allowOverlap="1" wp14:anchorId="5E9306B4" wp14:editId="497518CB">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71E8EA0" w14:textId="77777777" w:rsidR="00E3363B" w:rsidRDefault="00E3363B" w:rsidP="007E132D"/>
  <w:p w14:paraId="4A527B1F"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2C450D66" wp14:editId="701FB9E0">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4A3CC9" w14:textId="77777777" w:rsidR="00E3363B" w:rsidRDefault="00E3363B" w:rsidP="007E132D"/>
  <w:p w14:paraId="100AD3C6"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F5F"/>
    <w:rsid w:val="00003CBE"/>
    <w:rsid w:val="00004C7F"/>
    <w:rsid w:val="00031750"/>
    <w:rsid w:val="00033BD2"/>
    <w:rsid w:val="00040B0F"/>
    <w:rsid w:val="0004699C"/>
    <w:rsid w:val="00060EDB"/>
    <w:rsid w:val="000716BA"/>
    <w:rsid w:val="00071EA3"/>
    <w:rsid w:val="00086F40"/>
    <w:rsid w:val="00090DD3"/>
    <w:rsid w:val="000A52A8"/>
    <w:rsid w:val="000B704A"/>
    <w:rsid w:val="000C0CAD"/>
    <w:rsid w:val="000D6D7C"/>
    <w:rsid w:val="000E228F"/>
    <w:rsid w:val="000F2F77"/>
    <w:rsid w:val="000F5631"/>
    <w:rsid w:val="00102187"/>
    <w:rsid w:val="00130A5F"/>
    <w:rsid w:val="00136218"/>
    <w:rsid w:val="00136E90"/>
    <w:rsid w:val="00152C69"/>
    <w:rsid w:val="00156A1B"/>
    <w:rsid w:val="00162459"/>
    <w:rsid w:val="001631E1"/>
    <w:rsid w:val="0016339C"/>
    <w:rsid w:val="0016495A"/>
    <w:rsid w:val="00173722"/>
    <w:rsid w:val="0017697C"/>
    <w:rsid w:val="00197FD0"/>
    <w:rsid w:val="001C1FA2"/>
    <w:rsid w:val="001C3EE2"/>
    <w:rsid w:val="001D4A71"/>
    <w:rsid w:val="001E0C3C"/>
    <w:rsid w:val="001E3748"/>
    <w:rsid w:val="001F286B"/>
    <w:rsid w:val="001F3483"/>
    <w:rsid w:val="001F6280"/>
    <w:rsid w:val="002077B7"/>
    <w:rsid w:val="00212513"/>
    <w:rsid w:val="00215C8A"/>
    <w:rsid w:val="00216F6F"/>
    <w:rsid w:val="00220DDF"/>
    <w:rsid w:val="002315E0"/>
    <w:rsid w:val="00236ACF"/>
    <w:rsid w:val="002712C2"/>
    <w:rsid w:val="00272AF2"/>
    <w:rsid w:val="00280230"/>
    <w:rsid w:val="002A1D04"/>
    <w:rsid w:val="002A3A54"/>
    <w:rsid w:val="002A42B6"/>
    <w:rsid w:val="002A43B6"/>
    <w:rsid w:val="002A4B0E"/>
    <w:rsid w:val="002A640C"/>
    <w:rsid w:val="002B391B"/>
    <w:rsid w:val="002B41E8"/>
    <w:rsid w:val="00303F92"/>
    <w:rsid w:val="00310036"/>
    <w:rsid w:val="003230D4"/>
    <w:rsid w:val="00323555"/>
    <w:rsid w:val="00334717"/>
    <w:rsid w:val="00363740"/>
    <w:rsid w:val="00365A9E"/>
    <w:rsid w:val="003728F6"/>
    <w:rsid w:val="00373C01"/>
    <w:rsid w:val="00377DED"/>
    <w:rsid w:val="003C626A"/>
    <w:rsid w:val="003D76C7"/>
    <w:rsid w:val="003E30C0"/>
    <w:rsid w:val="003F0681"/>
    <w:rsid w:val="003F0B50"/>
    <w:rsid w:val="003F6888"/>
    <w:rsid w:val="00400CF5"/>
    <w:rsid w:val="004011DE"/>
    <w:rsid w:val="00403EFF"/>
    <w:rsid w:val="00407990"/>
    <w:rsid w:val="0043112B"/>
    <w:rsid w:val="004355F7"/>
    <w:rsid w:val="004425E1"/>
    <w:rsid w:val="00452118"/>
    <w:rsid w:val="004725EC"/>
    <w:rsid w:val="00476782"/>
    <w:rsid w:val="00476D9C"/>
    <w:rsid w:val="00482B34"/>
    <w:rsid w:val="00485C6B"/>
    <w:rsid w:val="004A15F9"/>
    <w:rsid w:val="004A5993"/>
    <w:rsid w:val="004C4B30"/>
    <w:rsid w:val="004C697D"/>
    <w:rsid w:val="004D76DD"/>
    <w:rsid w:val="004E7208"/>
    <w:rsid w:val="00517C80"/>
    <w:rsid w:val="00533491"/>
    <w:rsid w:val="00545A14"/>
    <w:rsid w:val="00546EB8"/>
    <w:rsid w:val="00550299"/>
    <w:rsid w:val="00552A9D"/>
    <w:rsid w:val="005547DF"/>
    <w:rsid w:val="0056496B"/>
    <w:rsid w:val="0056768B"/>
    <w:rsid w:val="00575FA0"/>
    <w:rsid w:val="005833D5"/>
    <w:rsid w:val="00595D96"/>
    <w:rsid w:val="005C0BBB"/>
    <w:rsid w:val="005C6AE3"/>
    <w:rsid w:val="00601238"/>
    <w:rsid w:val="0060142A"/>
    <w:rsid w:val="0063170C"/>
    <w:rsid w:val="0065451D"/>
    <w:rsid w:val="00654B60"/>
    <w:rsid w:val="00657A44"/>
    <w:rsid w:val="00660444"/>
    <w:rsid w:val="00660D47"/>
    <w:rsid w:val="00671E3C"/>
    <w:rsid w:val="00674EF3"/>
    <w:rsid w:val="00676B62"/>
    <w:rsid w:val="006813B8"/>
    <w:rsid w:val="0068251B"/>
    <w:rsid w:val="006848FF"/>
    <w:rsid w:val="00687868"/>
    <w:rsid w:val="006A31D9"/>
    <w:rsid w:val="006A659E"/>
    <w:rsid w:val="006A7F52"/>
    <w:rsid w:val="006D3CBC"/>
    <w:rsid w:val="006D53BE"/>
    <w:rsid w:val="006D7242"/>
    <w:rsid w:val="006F33A4"/>
    <w:rsid w:val="007024D9"/>
    <w:rsid w:val="00714E5C"/>
    <w:rsid w:val="0072042B"/>
    <w:rsid w:val="00732E66"/>
    <w:rsid w:val="00733AAF"/>
    <w:rsid w:val="007826E4"/>
    <w:rsid w:val="00784E5A"/>
    <w:rsid w:val="00794AEE"/>
    <w:rsid w:val="007B0BF4"/>
    <w:rsid w:val="007C16F5"/>
    <w:rsid w:val="007E132D"/>
    <w:rsid w:val="007E1606"/>
    <w:rsid w:val="007F4512"/>
    <w:rsid w:val="00821B54"/>
    <w:rsid w:val="00821E5D"/>
    <w:rsid w:val="00822597"/>
    <w:rsid w:val="008258E8"/>
    <w:rsid w:val="008334D5"/>
    <w:rsid w:val="0083622C"/>
    <w:rsid w:val="00865B83"/>
    <w:rsid w:val="0087040C"/>
    <w:rsid w:val="00871507"/>
    <w:rsid w:val="008718D2"/>
    <w:rsid w:val="0087295F"/>
    <w:rsid w:val="00876E6E"/>
    <w:rsid w:val="00877DC8"/>
    <w:rsid w:val="0088458D"/>
    <w:rsid w:val="00887106"/>
    <w:rsid w:val="00894865"/>
    <w:rsid w:val="008B0982"/>
    <w:rsid w:val="008C6578"/>
    <w:rsid w:val="008D1374"/>
    <w:rsid w:val="008D67FA"/>
    <w:rsid w:val="008E1F8F"/>
    <w:rsid w:val="008F5E25"/>
    <w:rsid w:val="009060ED"/>
    <w:rsid w:val="00920948"/>
    <w:rsid w:val="00920D55"/>
    <w:rsid w:val="00926076"/>
    <w:rsid w:val="0093603C"/>
    <w:rsid w:val="00941203"/>
    <w:rsid w:val="00941CC5"/>
    <w:rsid w:val="00960370"/>
    <w:rsid w:val="00961469"/>
    <w:rsid w:val="009666E4"/>
    <w:rsid w:val="00975A13"/>
    <w:rsid w:val="0097611F"/>
    <w:rsid w:val="009A60BE"/>
    <w:rsid w:val="009A680E"/>
    <w:rsid w:val="009B2577"/>
    <w:rsid w:val="009B3EB7"/>
    <w:rsid w:val="009C60DE"/>
    <w:rsid w:val="009F65F3"/>
    <w:rsid w:val="00A0214C"/>
    <w:rsid w:val="00A0615A"/>
    <w:rsid w:val="00A25698"/>
    <w:rsid w:val="00A31D72"/>
    <w:rsid w:val="00A32B85"/>
    <w:rsid w:val="00A37750"/>
    <w:rsid w:val="00A46561"/>
    <w:rsid w:val="00A500A4"/>
    <w:rsid w:val="00A5438F"/>
    <w:rsid w:val="00A802ED"/>
    <w:rsid w:val="00A86ACD"/>
    <w:rsid w:val="00A9156A"/>
    <w:rsid w:val="00A91986"/>
    <w:rsid w:val="00A93519"/>
    <w:rsid w:val="00AB63DF"/>
    <w:rsid w:val="00AC55D1"/>
    <w:rsid w:val="00AC6510"/>
    <w:rsid w:val="00AE3AFF"/>
    <w:rsid w:val="00AF2D43"/>
    <w:rsid w:val="00AF64B9"/>
    <w:rsid w:val="00B01B58"/>
    <w:rsid w:val="00B06BC4"/>
    <w:rsid w:val="00B16DA7"/>
    <w:rsid w:val="00B206B1"/>
    <w:rsid w:val="00B23715"/>
    <w:rsid w:val="00B278F6"/>
    <w:rsid w:val="00B27F05"/>
    <w:rsid w:val="00B307A6"/>
    <w:rsid w:val="00B47659"/>
    <w:rsid w:val="00B55136"/>
    <w:rsid w:val="00B61F1C"/>
    <w:rsid w:val="00B762C9"/>
    <w:rsid w:val="00B77F12"/>
    <w:rsid w:val="00B94745"/>
    <w:rsid w:val="00BF6079"/>
    <w:rsid w:val="00C0302A"/>
    <w:rsid w:val="00C10138"/>
    <w:rsid w:val="00C14BEE"/>
    <w:rsid w:val="00C158F0"/>
    <w:rsid w:val="00C4631B"/>
    <w:rsid w:val="00C72CD3"/>
    <w:rsid w:val="00C77F88"/>
    <w:rsid w:val="00C82B81"/>
    <w:rsid w:val="00CB2B5C"/>
    <w:rsid w:val="00CB489B"/>
    <w:rsid w:val="00CC7CCA"/>
    <w:rsid w:val="00CD3AA7"/>
    <w:rsid w:val="00D14566"/>
    <w:rsid w:val="00D15E35"/>
    <w:rsid w:val="00D16703"/>
    <w:rsid w:val="00D21466"/>
    <w:rsid w:val="00D31667"/>
    <w:rsid w:val="00D36969"/>
    <w:rsid w:val="00D53B7B"/>
    <w:rsid w:val="00D5679F"/>
    <w:rsid w:val="00D72F5F"/>
    <w:rsid w:val="00D76894"/>
    <w:rsid w:val="00D82AE7"/>
    <w:rsid w:val="00DB3F3F"/>
    <w:rsid w:val="00DB73FC"/>
    <w:rsid w:val="00DC5C7D"/>
    <w:rsid w:val="00DD16C5"/>
    <w:rsid w:val="00DE3281"/>
    <w:rsid w:val="00DE35EB"/>
    <w:rsid w:val="00DE6930"/>
    <w:rsid w:val="00E207BB"/>
    <w:rsid w:val="00E2304D"/>
    <w:rsid w:val="00E26828"/>
    <w:rsid w:val="00E30C8C"/>
    <w:rsid w:val="00E3363B"/>
    <w:rsid w:val="00E36216"/>
    <w:rsid w:val="00E36721"/>
    <w:rsid w:val="00E5643C"/>
    <w:rsid w:val="00E5769E"/>
    <w:rsid w:val="00E6320B"/>
    <w:rsid w:val="00E856E5"/>
    <w:rsid w:val="00E85A97"/>
    <w:rsid w:val="00E90330"/>
    <w:rsid w:val="00E94A8B"/>
    <w:rsid w:val="00E94CAA"/>
    <w:rsid w:val="00EA0877"/>
    <w:rsid w:val="00EA4B25"/>
    <w:rsid w:val="00EA7DC3"/>
    <w:rsid w:val="00EB1C2E"/>
    <w:rsid w:val="00F032C6"/>
    <w:rsid w:val="00F23AAD"/>
    <w:rsid w:val="00F25DCB"/>
    <w:rsid w:val="00F302AC"/>
    <w:rsid w:val="00F44765"/>
    <w:rsid w:val="00F46112"/>
    <w:rsid w:val="00F5073A"/>
    <w:rsid w:val="00F508C7"/>
    <w:rsid w:val="00F50B52"/>
    <w:rsid w:val="00F654EB"/>
    <w:rsid w:val="00F7676C"/>
    <w:rsid w:val="00F7756F"/>
    <w:rsid w:val="00FB4A4E"/>
    <w:rsid w:val="00FD1AC7"/>
    <w:rsid w:val="00FE2FB7"/>
    <w:rsid w:val="00FE7A6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5C2B7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NurText">
    <w:name w:val="Plain Text"/>
    <w:basedOn w:val="Standard"/>
    <w:link w:val="NurTextZchn"/>
    <w:uiPriority w:val="99"/>
    <w:unhideWhenUsed/>
    <w:rsid w:val="00C14BEE"/>
    <w:pPr>
      <w:spacing w:line="240" w:lineRule="auto"/>
    </w:pPr>
    <w:rPr>
      <w:rFonts w:eastAsiaTheme="minorHAnsi"/>
      <w:color w:val="000000"/>
      <w:lang w:eastAsia="en-US"/>
    </w:rPr>
  </w:style>
  <w:style w:type="character" w:customStyle="1" w:styleId="NurTextZchn">
    <w:name w:val="Nur Text Zchn"/>
    <w:basedOn w:val="Absatz-Standardschriftart"/>
    <w:link w:val="NurText"/>
    <w:uiPriority w:val="99"/>
    <w:rsid w:val="00C14BEE"/>
    <w:rPr>
      <w:rFonts w:ascii="Calibri" w:eastAsiaTheme="minorHAnsi" w:hAnsi="Calibri"/>
      <w:color w:val="00000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NurText">
    <w:name w:val="Plain Text"/>
    <w:basedOn w:val="Standard"/>
    <w:link w:val="NurTextZchn"/>
    <w:uiPriority w:val="99"/>
    <w:unhideWhenUsed/>
    <w:rsid w:val="00C14BEE"/>
    <w:pPr>
      <w:spacing w:line="240" w:lineRule="auto"/>
    </w:pPr>
    <w:rPr>
      <w:rFonts w:eastAsiaTheme="minorHAnsi"/>
      <w:color w:val="000000"/>
      <w:lang w:eastAsia="en-US"/>
    </w:rPr>
  </w:style>
  <w:style w:type="character" w:customStyle="1" w:styleId="NurTextZchn">
    <w:name w:val="Nur Text Zchn"/>
    <w:basedOn w:val="Absatz-Standardschriftart"/>
    <w:link w:val="NurText"/>
    <w:uiPriority w:val="99"/>
    <w:rsid w:val="00C14BEE"/>
    <w:rPr>
      <w:rFonts w:ascii="Calibri" w:eastAsiaTheme="minorHAnsi" w:hAnsi="Calibri"/>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025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815274">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01417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chulergroup.com/pr" TargetMode="External"/><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E8365-5F1E-4E64-BCE8-5F29A6DB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5</Pages>
  <Words>983</Words>
  <Characters>5676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6646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13</cp:revision>
  <cp:lastPrinted>2014-01-15T15:59:00Z</cp:lastPrinted>
  <dcterms:created xsi:type="dcterms:W3CDTF">2014-05-05T08:02:00Z</dcterms:created>
  <dcterms:modified xsi:type="dcterms:W3CDTF">2014-05-05T08:21:00Z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-1088170576</vt:i4>
  </property>
  <property fmtid="{D5CDD505-2E9C-101B-9397-08002B2CF9AE}" pid="3" name="_NewReviewCycle">
    <vt:lpwstr/>
  </property>
  <property fmtid="{D5CDD505-2E9C-101B-9397-08002B2CF9AE}" pid="4" name="_EmailSubject">
    <vt:lpwstr>Schuler-Pressemitteilung_Beihai.docx</vt:lpwstr>
  </property>
  <property fmtid="{D5CDD505-2E9C-101B-9397-08002B2CF9AE}" pid="5" name="_AuthorEmail">
    <vt:lpwstr>Michael.Marschall@schulergroup.com</vt:lpwstr>
  </property>
  <property fmtid="{D5CDD505-2E9C-101B-9397-08002B2CF9AE}" pid="6" name="_AuthorEmailDisplayName">
    <vt:lpwstr>Marschall, Michael &lt;Michael.Marschall@schulergroup.com&gt;</vt:lpwstr>
  </property>
  <property fmtid="{D5CDD505-2E9C-101B-9397-08002B2CF9AE}" pid="7" name="_ReviewingToolsShownOnce">
    <vt:lpwstr/>
  </property>
</Properties>
</file>